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BAA" w:rsidRDefault="00CA09AA">
      <w:pPr>
        <w:tabs>
          <w:tab w:val="left" w:pos="5387"/>
        </w:tabs>
        <w:spacing w:after="0"/>
        <w:ind w:left="5400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bookmarkStart w:id="0" w:name="_GoBack"/>
      <w:bookmarkEnd w:id="0"/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УТВЕРЖДЕН</w:t>
      </w:r>
    </w:p>
    <w:p w:rsidR="00AD1BAA" w:rsidRDefault="00CA09AA">
      <w:pPr>
        <w:tabs>
          <w:tab w:val="left" w:pos="5387"/>
        </w:tabs>
        <w:spacing w:after="0"/>
        <w:ind w:left="5400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 xml:space="preserve">приказом Министерства </w:t>
      </w:r>
    </w:p>
    <w:p w:rsidR="00AD1BAA" w:rsidRDefault="00CA09AA">
      <w:pPr>
        <w:tabs>
          <w:tab w:val="left" w:pos="5387"/>
        </w:tabs>
        <w:spacing w:after="0"/>
        <w:ind w:left="5400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образования и молодежной политики</w:t>
      </w:r>
    </w:p>
    <w:p w:rsidR="00AD1BAA" w:rsidRDefault="00CA09AA">
      <w:pPr>
        <w:tabs>
          <w:tab w:val="left" w:pos="5387"/>
        </w:tabs>
        <w:spacing w:after="0"/>
        <w:ind w:left="5400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 xml:space="preserve">Свердловской области </w:t>
      </w:r>
    </w:p>
    <w:p w:rsidR="00AD1BAA" w:rsidRDefault="00CA09AA">
      <w:pPr>
        <w:spacing w:after="0"/>
        <w:ind w:left="5400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от 01.03.2022 № 245-Д</w:t>
      </w:r>
    </w:p>
    <w:p w:rsidR="00AD1BAA" w:rsidRDefault="00CA09AA">
      <w:pPr>
        <w:tabs>
          <w:tab w:val="left" w:pos="5387"/>
        </w:tabs>
        <w:spacing w:after="0"/>
        <w:ind w:left="5400"/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 создании и утверждении составов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Аттестационной комиссии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Министерства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образования и молодежной политики</w:t>
      </w:r>
    </w:p>
    <w:p w:rsidR="00AD1BAA" w:rsidRDefault="00CA09AA">
      <w:pPr>
        <w:tabs>
          <w:tab w:val="left" w:pos="5387"/>
        </w:tabs>
        <w:spacing w:after="0"/>
        <w:ind w:left="5400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Свердловской области </w:t>
      </w: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 xml:space="preserve">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специалистов, привлекаемых для осуществления всестороннего анализа профессиональной деятельности педагогических работников, аттестующихся в целях установления первой, высшей квалификационных категори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й</w:t>
      </w: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»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iCs/>
          <w:sz w:val="28"/>
          <w:szCs w:val="28"/>
        </w:rPr>
      </w:pP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iCs/>
          <w:sz w:val="28"/>
          <w:szCs w:val="28"/>
        </w:rPr>
      </w:pPr>
    </w:p>
    <w:p w:rsidR="00AD1BAA" w:rsidRDefault="00CA09AA">
      <w:pPr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СОСТАВ</w:t>
      </w:r>
    </w:p>
    <w:p w:rsidR="00AD1BAA" w:rsidRDefault="00CA09AA">
      <w:pPr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Аттестационной комиссии Министерства образования и молодежной политики Свердловской области</w:t>
      </w:r>
    </w:p>
    <w:p w:rsidR="00AD1BAA" w:rsidRDefault="00AD1BAA">
      <w:pPr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AD1BAA" w:rsidRDefault="00AD1BAA">
      <w:pPr>
        <w:spacing w:after="0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tbl>
      <w:tblPr>
        <w:tblW w:w="99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3291"/>
        <w:gridCol w:w="396"/>
        <w:gridCol w:w="5665"/>
      </w:tblGrid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Зеленов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Юрий Николаевич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Министра образования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 молодежной политики Свердловской области,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п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редседатель Аттестационной комиссии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Шавалиев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Альберт Наилович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отдела высшего образования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 развития педагогических кадров Министерства образования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 молодежной политики Свердловской области, </w:t>
            </w:r>
            <w:r>
              <w:rPr>
                <w:rFonts w:ascii="Liberation Serif" w:eastAsia="Times New Roman" w:hAnsi="Liberation Serif" w:cs="Liberation Serif"/>
                <w:bCs/>
                <w:iCs/>
                <w:sz w:val="28"/>
                <w:szCs w:val="28"/>
                <w:lang w:eastAsia="ru-RU"/>
              </w:rPr>
              <w:t>заместитель председателя Аттестационной комиссии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Сёмышева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Мария Викторовна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главный специалист </w:t>
            </w:r>
            <w:r>
              <w:rPr>
                <w:rFonts w:ascii="Liberation Serif" w:eastAsia="Times New Roman" w:hAnsi="Liberation Serif" w:cs="Liberation Serif"/>
                <w:bCs/>
                <w:iCs/>
                <w:sz w:val="28"/>
                <w:szCs w:val="28"/>
                <w:lang w:eastAsia="ru-RU"/>
              </w:rPr>
              <w:t xml:space="preserve">отдела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высшего образования и развития педагогических кадров Министерства образования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 молодежной политики Свердловской области, ответственный секретарь Аттестационной комиссии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Харитонова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Вера Владимировна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методист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государственного автономного профессионального образовательного учреждения Свердловской области «Колледж управления и сервиса «Стиль»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, секретарь Аттестационной комиссии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18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основной группы: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Бабченко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Ивановна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начальника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Департамента образования Администрации города Екатеринбурга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Белова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Алексеевна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руководитель исполкома Свердловского отделения Всероссийского педагогического собрания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Борисенко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Любовь Петровна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ведущий специалист-правовой инспектор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Свердловской областной организации Профсоюза работников народного образования и науки Российской Федерации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Ефимова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Алексеевна 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 отдела сопровождения аттестационных и аккредитационных процессов Управления образования городского округа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Первоуральск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Ждановских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Марина Ивановна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директор государственного автономного профессионального образовательного учреждения Свердловской области «Новоуральский технологический колледж»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Жижина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Инна Владимировна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Нижнетагильского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филиала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образования», кандидат психологических наук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Кайнова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Сергеевна 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директор муниципального к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азенного образовательного учреждения «Информационно-методический центр»,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МО город Алапаевск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Кулакова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Нелли Алексеевна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trike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trike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методист муниципального бюджетного образовательного учреждения дополнительного профессионального образования «Учебно-методический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центр развития образования», Новоуральский ГО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trike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Ландау </w:t>
            </w:r>
          </w:p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Петровна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методист государственного бюджетного образовательного учреждения среднего профессионального образования Свердловской области «Свердловское музыкальное училище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им.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П.И. Чайковского (колледж)»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Левина </w:t>
            </w:r>
          </w:p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Анатольевна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директор государственного бюджетного профессионального образовательного учреждения «Свердловский областной медицинский колледж»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Мадыгина</w:t>
            </w:r>
          </w:p>
          <w:p w:rsidR="00AD1BAA" w:rsidRDefault="00CA09AA">
            <w:pPr>
              <w:spacing w:after="0"/>
              <w:ind w:right="-87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Александровна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преподаватель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государственного автономного профессионального образовательного учреждения Свердловской области «Камышловский гуманитарно-технологический техникум»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Мирецкая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Владленовна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специалист информационно-аналитического отдела Нижнетагильского филиал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Сельменских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Анна Васильевна 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главный специалист органа местного самоуправления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«Управление образования Каменск-Уральского городского округа»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Семина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Александровна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Управления образования Администрации города Нижний Тагил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19.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Степанова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Нина Александровна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специалист 1 категории отдела организации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 сопровождения аттестации работников системы образования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kern w:val="3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kern w:val="3"/>
                <w:sz w:val="28"/>
                <w:szCs w:val="28"/>
                <w:lang w:eastAsia="ru-RU"/>
              </w:rPr>
              <w:t xml:space="preserve">Тарасова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kern w:val="3"/>
                <w:sz w:val="28"/>
                <w:szCs w:val="28"/>
              </w:rPr>
              <w:t>Ирина Александровна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заве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дующий отделом организации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 сопровождения аттестации работников системы образования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Шадрина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Людмила Николаевна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ведущий специалист управления образования ГО Ревда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18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рабочей группы по аттестации:</w:t>
            </w:r>
          </w:p>
          <w:p w:rsidR="00AD1BAA" w:rsidRDefault="00AD1B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left="-18" w:firstLine="1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Кайнова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Сергеевна 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left="-116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949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муниципального казенного образовательного учреждения «Информационно-методический центр»,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МО город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Алапаевск, руководитель группы</w:t>
            </w:r>
          </w:p>
          <w:p w:rsidR="00AD1BAA" w:rsidRDefault="00AD1BAA">
            <w:pPr>
              <w:tabs>
                <w:tab w:val="left" w:pos="949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87"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Григорьева </w:t>
            </w:r>
          </w:p>
          <w:p w:rsidR="00AD1BAA" w:rsidRDefault="00CA09AA">
            <w:pPr>
              <w:spacing w:after="0"/>
              <w:ind w:right="-87"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Марина Владимировна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949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управления образования Орджоникидзевского района Департамента образования Администрации города Екатеринбурга</w:t>
            </w:r>
          </w:p>
          <w:p w:rsidR="00AD1BAA" w:rsidRDefault="00AD1BAA">
            <w:pPr>
              <w:tabs>
                <w:tab w:val="left" w:pos="949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Ждановских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Марина Ивановна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949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государственного автономного профессионального образовательного учреждения Свердловской области «Новоуральский технологический колледж»</w:t>
            </w:r>
          </w:p>
          <w:p w:rsidR="00AD1BAA" w:rsidRDefault="00AD1BAA">
            <w:pPr>
              <w:tabs>
                <w:tab w:val="left" w:pos="949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Жуйкова </w:t>
            </w:r>
          </w:p>
          <w:p w:rsidR="00AD1BAA" w:rsidRDefault="00CA09AA">
            <w:pPr>
              <w:spacing w:after="0"/>
              <w:ind w:right="-117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Владимировна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главный специалист Департамента образования Администрации города Екатеринбурга»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:rsidR="00AD1BAA" w:rsidRDefault="00AD1BAA">
            <w:pPr>
              <w:tabs>
                <w:tab w:val="left" w:pos="949"/>
              </w:tabs>
              <w:spacing w:after="0"/>
              <w:ind w:left="-91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Клепинина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Викторовна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949"/>
              </w:tabs>
              <w:spacing w:after="0"/>
              <w:ind w:left="29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заведующий частным дошкольным образовательным учреждением «Детский сад № 131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открытое акционерное общество «Российские железные дороги»</w:t>
            </w:r>
          </w:p>
          <w:p w:rsidR="00AD1BAA" w:rsidRDefault="00AD1B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Кулакова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Нелли Алексеевна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 муниципального бюджетного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образовательного учреждения дополнительного профессионального образования «Учебно-методический центр развития образования», Новоуральский ГО СО</w:t>
            </w:r>
          </w:p>
          <w:p w:rsidR="00AD1BAA" w:rsidRDefault="00AD1B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trike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Ландау </w:t>
            </w:r>
          </w:p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Петровна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методист государственного бюджетного профессионального образовательного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учреждения Свердловской области «Свердловское музыкальное училище им. П.И. Чайковского (колледж)» </w:t>
            </w:r>
          </w:p>
          <w:p w:rsidR="00AD1BAA" w:rsidRDefault="00AD1B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  <w:trHeight w:val="1765"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Мирецкая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Владленовна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специалист информационно-аналитического отдела Нижнетагильского филиала государственного автономного образовательного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учреждения дополнительного профессионального образования Свердловской области «Институт развития образования»</w:t>
            </w:r>
          </w:p>
          <w:p w:rsidR="00AD1BAA" w:rsidRDefault="00AD1B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Панова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Надежда Викторовна 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заведующий научно-методическим отделом государственного бюджетного профессионального образовательного Свердловс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кой области «Свердловский областной медицинский колледж»</w:t>
            </w:r>
          </w:p>
          <w:p w:rsidR="00AD1BAA" w:rsidRDefault="00AD1B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Петрова </w:t>
            </w:r>
          </w:p>
          <w:p w:rsidR="00AD1BAA" w:rsidRDefault="00CA09AA">
            <w:pPr>
              <w:spacing w:after="0"/>
              <w:ind w:right="-10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Викторовна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ведущий специалист отдела по развитию дошкольного образования Управления образования ГО Первоуральск</w:t>
            </w:r>
          </w:p>
          <w:p w:rsidR="00AD1BAA" w:rsidRDefault="00AD1B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87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Порсина</w:t>
            </w:r>
          </w:p>
          <w:p w:rsidR="00AD1BAA" w:rsidRDefault="00CA09AA">
            <w:pPr>
              <w:spacing w:after="0"/>
              <w:ind w:right="-25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Анастасия Владимировна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преподаватель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государственного автономного профессионального образовательного учреждения Свердловской области «Камышловский педагогический колледж»</w:t>
            </w:r>
          </w:p>
          <w:p w:rsidR="00AD1BAA" w:rsidRDefault="00AD1B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Степанова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Нина Александровна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специалист 1 категории отдела организации </w:t>
            </w:r>
          </w:p>
          <w:p w:rsidR="00AD1BAA" w:rsidRDefault="00CA09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 сопровождения аттестации работников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системы образования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</w:t>
            </w:r>
          </w:p>
          <w:p w:rsidR="00AD1BAA" w:rsidRDefault="00AD1B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Суриф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Альбертовна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преподаватель государственного автономного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профессионального образовательного учреждения Свердловской области «Свердловский областной педагогический колледж», кандидат педагогических наук</w:t>
            </w:r>
          </w:p>
          <w:p w:rsidR="00AD1BAA" w:rsidRDefault="00AD1B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Тарасова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Александровна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заведующий отделом организации </w:t>
            </w:r>
          </w:p>
          <w:p w:rsidR="00AD1BAA" w:rsidRDefault="00CA09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 сопровождения аттестации работников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системы образования государственного автономного образовательного учреждения дополнительного профессионального образования Свердловской области «Институт развития образования» </w:t>
            </w:r>
          </w:p>
          <w:p w:rsidR="00AD1BAA" w:rsidRDefault="00AD1B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Тювильдина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Людмила Николаевна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государственного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бюджетного общеобразовательного учреждения Свердловской области «Екатеринбургская школа-интернат № 10, реализующая адаптированные основные общеобразовательные программы»</w:t>
            </w:r>
          </w:p>
          <w:p w:rsidR="00AD1BAA" w:rsidRDefault="00AD1B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Черепанова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Витальевна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949"/>
              </w:tabs>
              <w:spacing w:after="0"/>
              <w:ind w:left="29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Управления образования Админис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трации ГО «Город Лесной», кандидат педагогических наук</w:t>
            </w:r>
          </w:p>
          <w:p w:rsidR="00AD1BAA" w:rsidRDefault="00AD1BAA">
            <w:pPr>
              <w:tabs>
                <w:tab w:val="left" w:pos="949"/>
              </w:tabs>
              <w:spacing w:after="0"/>
              <w:ind w:left="-91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Шадрина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Людмила Николаевна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ведущий специалист управления образования ГО Ревда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18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рабочей группы по юридической экспертизе:</w:t>
            </w:r>
          </w:p>
          <w:p w:rsidR="00AD1BAA" w:rsidRDefault="00AD1B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Корешкова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Станиславовна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left="-105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консультант отдела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правового обеспечения системы образования Министерства образования и молодежной политики Свердловской области, руководитель группы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Белова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Алексеевна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руководитель исполкома Свердловского отделения Всероссийского педагогического собрания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Ефимова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Алексеевна 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 отдела Управления образования Администрации городского округа Первоуральск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Жижина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Инна Владимировна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директор Нижнетагильского филиала государственного автономного образовательного учреждения дополнительного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профессионального образования Свердловской области «Институт развития образования», кандидат психологических наук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Мадыгина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Александровна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преподаватель государственного автономного профессионального образовательного учреждения Свердловской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области «Камышловский гуманитарно-технологический техникум»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Сельменских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Анна Васильевна </w:t>
            </w:r>
          </w:p>
        </w:tc>
        <w:tc>
          <w:tcPr>
            <w:tcW w:w="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органа местного самоуправления «Управление образования Каменска-Уральского городского округа»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CA09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АК при государственном автономном 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образовательном учреждении </w:t>
      </w:r>
    </w:p>
    <w:p w:rsidR="00AD1BAA" w:rsidRDefault="00CA09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дополнительного профессионального образования Свердловской области </w:t>
      </w:r>
    </w:p>
    <w:p w:rsidR="00AD1BAA" w:rsidRDefault="00CA09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«Институт развития образования»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tbl>
      <w:tblPr>
        <w:tblW w:w="10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3295"/>
        <w:gridCol w:w="356"/>
        <w:gridCol w:w="5881"/>
      </w:tblGrid>
      <w:tr w:rsidR="00AD1BAA">
        <w:tblPrEx>
          <w:tblCellMar>
            <w:top w:w="0" w:type="dxa"/>
            <w:bottom w:w="0" w:type="dxa"/>
          </w:tblCellMar>
        </w:tblPrEx>
        <w:tc>
          <w:tcPr>
            <w:tcW w:w="5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Фрицко</w:t>
            </w:r>
          </w:p>
          <w:p w:rsidR="00AD1BAA" w:rsidRDefault="00CA09AA">
            <w:pPr>
              <w:tabs>
                <w:tab w:val="left" w:pos="23"/>
              </w:tabs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Жанна Сергеевна</w:t>
            </w:r>
          </w:p>
          <w:p w:rsidR="00AD1BAA" w:rsidRDefault="00AD1BAA">
            <w:pPr>
              <w:tabs>
                <w:tab w:val="left" w:pos="23"/>
                <w:tab w:val="left" w:pos="540"/>
              </w:tabs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0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первый проректор государственного автономного образовательного учреждения дополнительного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профессионального образования Свердловской области «Институт развития образования» (далее – ГАОУ ДПО СО «ИРО»), кандидат педагогических наук, руководитель РГ АК</w:t>
            </w:r>
          </w:p>
          <w:p w:rsidR="00AD1BAA" w:rsidRDefault="00AD1BAA">
            <w:pPr>
              <w:tabs>
                <w:tab w:val="left" w:pos="0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  <w:tab w:val="left" w:pos="540"/>
              </w:tabs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Жигулина </w:t>
            </w:r>
          </w:p>
          <w:p w:rsidR="00AD1BAA" w:rsidRDefault="00CA09AA">
            <w:pPr>
              <w:tabs>
                <w:tab w:val="left" w:pos="23"/>
                <w:tab w:val="left" w:pos="540"/>
              </w:tabs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Марина Леонидовна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проректор ГАОУ ДПО СО «ИРО», заместитель руководителя РГ АК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  <w:tab w:val="left" w:pos="540"/>
              </w:tabs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Жижина </w:t>
            </w:r>
          </w:p>
          <w:p w:rsidR="00AD1BAA" w:rsidRDefault="00CA09AA">
            <w:pPr>
              <w:tabs>
                <w:tab w:val="left" w:pos="23"/>
                <w:tab w:val="left" w:pos="540"/>
              </w:tabs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Инна Владимировна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директор Нижнетагильского филиала ГАОУ ДПО СО «ИРО» (далее – НТФ ГАОУ ДПО СО «ИРО»), кандидат психологических наук, заместитель руководителя 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Гневышев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Эдгар Геннадьевич 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специалист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информационно-аналитического отдела НТФ ГАОУ ДПО СО «ИРО», секретарь 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Степанова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Нина Александровна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специалист 1 категории отдела организации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 сопровождения аттестации работников системы образования ГАОУ ДПО СО «ИРО», секретарь 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Тарасова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Александровна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заведующий отделом организации и сопровождения аттестации работников системы образования государственного автономного образовательного учреждения дополнительного профессионального образования Свердловской области «Институт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развития образования», секретарь РГ АК</w:t>
            </w: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spacing w:after="0"/>
              <w:ind w:left="284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kern w:val="3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kern w:val="3"/>
                <w:sz w:val="28"/>
                <w:szCs w:val="28"/>
                <w:lang w:eastAsia="ru-RU"/>
              </w:rPr>
              <w:t>Кайнова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kern w:val="3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kern w:val="3"/>
                <w:sz w:val="28"/>
                <w:szCs w:val="28"/>
                <w:lang w:eastAsia="ru-RU"/>
              </w:rPr>
              <w:t>Ирина Валерьевна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kern w:val="3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kern w:val="3"/>
                <w:sz w:val="28"/>
                <w:szCs w:val="28"/>
                <w:lang w:eastAsia="ru-RU"/>
              </w:rPr>
              <w:t>специалист отдела организации и сопровождения аттестации работников системы образования ГАОУ ДПО СО «ИРО»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Краева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Вероника Александровна 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специалист отдела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организации и сопровождения аттестации работников системы образования ГАОУ ДПО СО «ИРО»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Мирецкая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Владленовна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8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специалист информационно-аналитического отдела НТФ ГАОУ ДПО СО «ИРО»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CA09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АК при государственном автономном профессиональном 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образовательном учреждении Свердловской области «Ревдинский педагогический колледж» </w:t>
      </w:r>
    </w:p>
    <w:tbl>
      <w:tblPr>
        <w:tblW w:w="100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3257"/>
        <w:gridCol w:w="425"/>
        <w:gridCol w:w="5844"/>
      </w:tblGrid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  <w:tab w:val="left" w:pos="540"/>
              </w:tabs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Бормотова </w:t>
            </w:r>
          </w:p>
          <w:p w:rsidR="00AD1BAA" w:rsidRDefault="00CA09AA">
            <w:pPr>
              <w:tabs>
                <w:tab w:val="left" w:pos="23"/>
                <w:tab w:val="left" w:pos="540"/>
              </w:tabs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Лариса Владимировна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0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директор государственного автономного профессионального образовательного учреждения Свердловской области «Ревдинский педагогический ко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лледж»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(далее – ГАПОУ СО «Ревдинский педагогический колледж»), руководитель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Сухарева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Анатольевна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преподаватель ГАПОУ СО «Ревдинский педагогический колледж», заместитель руководителя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204" w:firstLine="2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Кузнецова</w:t>
            </w:r>
          </w:p>
          <w:p w:rsidR="00AD1BAA" w:rsidRDefault="00CA09AA">
            <w:pPr>
              <w:spacing w:after="0"/>
              <w:ind w:right="-204" w:firstLine="2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Юлия Евгеньевна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заведующий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библиотекой ГАПОУ СО «Ревдинский педагогический колледж»,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shd w:val="clear" w:color="auto" w:fill="FFFF00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секретарь РГ АК </w:t>
            </w: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spacing w:after="0"/>
              <w:ind w:left="284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ind w:right="-141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Долгополова </w:t>
            </w:r>
          </w:p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Татьяна Александровна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преподаватель ГАПОУ СО «Ревдинский педагогический колледж»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5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351"/>
              </w:tabs>
              <w:spacing w:after="0"/>
              <w:ind w:right="-141"/>
              <w:rPr>
                <w:rFonts w:ascii="Liberation Serif" w:hAnsi="Liberation Serif" w:cs="Liberation Serif"/>
                <w:kern w:val="3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kern w:val="3"/>
                <w:sz w:val="28"/>
                <w:szCs w:val="28"/>
              </w:rPr>
              <w:t xml:space="preserve">Пыжьянова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kern w:val="3"/>
                <w:sz w:val="28"/>
                <w:szCs w:val="28"/>
              </w:rPr>
              <w:t>Елена Александровна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преподаватель ГАПОУ СО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«Ревдинский педагогический колледж»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CA09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АК при государственном автономном профессиональном образовательном учреждении Свердловской области «Камышловский педагогический колледж» 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tbl>
      <w:tblPr>
        <w:tblW w:w="101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307"/>
        <w:gridCol w:w="356"/>
        <w:gridCol w:w="5840"/>
        <w:gridCol w:w="85"/>
      </w:tblGrid>
      <w:tr w:rsidR="00AD1BAA">
        <w:tblPrEx>
          <w:tblCellMar>
            <w:top w:w="0" w:type="dxa"/>
            <w:bottom w:w="0" w:type="dxa"/>
          </w:tblCellMar>
        </w:tblPrEx>
        <w:tc>
          <w:tcPr>
            <w:tcW w:w="5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  <w:tab w:val="left" w:pos="540"/>
              </w:tabs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Кочнева </w:t>
            </w:r>
          </w:p>
          <w:p w:rsidR="00AD1BAA" w:rsidRDefault="00CA09AA">
            <w:pPr>
              <w:tabs>
                <w:tab w:val="left" w:pos="23"/>
                <w:tab w:val="left" w:pos="540"/>
              </w:tabs>
              <w:spacing w:after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Елена Николаевна 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0"/>
              </w:tabs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государственного автономного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профессионального образовательного учреждения Свердловской области «Камышловский педагогический колледж» (далее –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ГАПОУ СО «Камышловский педагогический колледж»)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кандидат педагогических наук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, руководитель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Порсина </w:t>
            </w:r>
          </w:p>
          <w:p w:rsidR="00AD1BAA" w:rsidRDefault="00CA09AA">
            <w:pPr>
              <w:spacing w:after="0"/>
              <w:ind w:right="-119" w:firstLine="23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Анастасия Владимировна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преподаватель ГАПОУ СО «Камышловский педагогический колледж»,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руководителя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Тринкунас</w:t>
            </w:r>
          </w:p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Алёна Владимировна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секретарь ГАПОУ СО «Камышловский педагогический колледж»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, секретарь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386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spacing w:after="0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3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Кочнева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Галина Николаевна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преподаватель ГАПОУ СО «Камышловский педагогический колледж»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3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Мадыгина </w:t>
            </w:r>
          </w:p>
          <w:p w:rsidR="00AD1BAA" w:rsidRDefault="00CA09AA">
            <w:pPr>
              <w:tabs>
                <w:tab w:val="left" w:pos="23"/>
              </w:tabs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Татьяна Александровна 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преподаватель ГАПОУ СО «Камышловский гуманитарно-технологический техникум»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3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Мохирев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Константин Викторович </w:t>
            </w:r>
          </w:p>
        </w:tc>
        <w:tc>
          <w:tcPr>
            <w:tcW w:w="3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преподаватель ГАПОУ СО «Камышловский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 педагогический колледж», председатель профсоюзной организации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CA09AA">
      <w:pPr>
        <w:tabs>
          <w:tab w:val="left" w:pos="0"/>
        </w:tabs>
        <w:spacing w:after="0"/>
        <w:jc w:val="center"/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АК при государственном автономном профессиональном образовательном учреждении Свердловской области </w:t>
      </w:r>
      <w:r>
        <w:rPr>
          <w:rFonts w:ascii="Liberation Serif" w:hAnsi="Liberation Serif" w:cs="Liberation Serif"/>
          <w:b/>
          <w:sz w:val="28"/>
          <w:szCs w:val="28"/>
        </w:rPr>
        <w:t xml:space="preserve">«Ирбитский гуманитарный колледж» 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256"/>
        <w:gridCol w:w="425"/>
        <w:gridCol w:w="5812"/>
      </w:tblGrid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  <w:tab w:val="left" w:pos="540"/>
              </w:tabs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Кузнецова</w:t>
            </w:r>
          </w:p>
          <w:p w:rsidR="00AD1BAA" w:rsidRDefault="00CA09AA">
            <w:pPr>
              <w:tabs>
                <w:tab w:val="left" w:pos="23"/>
                <w:tab w:val="left" w:pos="540"/>
              </w:tabs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Ксения Владимировна </w:t>
            </w:r>
          </w:p>
          <w:p w:rsidR="00AD1BAA" w:rsidRDefault="00AD1BAA">
            <w:pPr>
              <w:tabs>
                <w:tab w:val="left" w:pos="23"/>
                <w:tab w:val="left" w:pos="540"/>
              </w:tabs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0"/>
              </w:tabs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государственного автономного профессионального образовательного учреждения Свердловской области «Ирбитский гуманитарный колледж» (далее – ГАПОУ СО «Ирбитский гуманитарный колледж»), руководитель РГ АК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Забелина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Нина Ивановна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преподаватель ГАПОУ СО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«Ирбитский гуманитарный колледж», заместитель руководителя РГ АК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Скоринова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Алена Николаевна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библиотекарь ГАПОУ СО «Ирбитский гуманитарный колледж»,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 секретарь РГ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Обросова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Викторовна</w:t>
            </w:r>
          </w:p>
          <w:p w:rsidR="00AD1BAA" w:rsidRDefault="00AD1BAA">
            <w:pPr>
              <w:spacing w:after="0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преподаватель ГАПОУ СО «Ирбитский гуманитарный колледж»</w:t>
            </w:r>
          </w:p>
          <w:p w:rsidR="00AD1BAA" w:rsidRDefault="00AD1BAA">
            <w:pPr>
              <w:spacing w:after="0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Пламодяло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Петровна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специалист муниципального казенного учреждения Артемовского городского округа «Центр обеспечения деятельности системы образования»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Тавадян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Анаит Юрьевна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преподаватель ГАПОУ СО «Ирбитский гуманитарный колледж»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CA09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АК при государственном бюджетном профессиональном образовательном учреждении Свердловской области «Красноуфимский педагогический колледж» 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tbl>
      <w:tblPr>
        <w:tblW w:w="992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"/>
        <w:gridCol w:w="3162"/>
        <w:gridCol w:w="425"/>
        <w:gridCol w:w="5812"/>
      </w:tblGrid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Грязнова</w:t>
            </w:r>
          </w:p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Юлия Владимировна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0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государственного бюджетного профессионального образовательного учреждения Свердловской области «Красноуфимский педагогический колледж» (далее – ГБПОУ СО «Красноуфимский педагогический колледж»), руководитель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1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Серебренникова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Геннадьевна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директора, преподаватель ГБПОУ СО «Красноуфимский педагогический колледж», заместитель руководителя 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1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Волкова </w:t>
            </w:r>
          </w:p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Леонидовна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преподаватель ГБПОУ СО «Красноуфимский педагогический колледж», секретарь РГ АК </w:t>
            </w: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8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Екимова</w:t>
            </w:r>
          </w:p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Владимировна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преподаватель ГБПОУ СО «Красноуфимский педагогический колледж»</w:t>
            </w: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16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Угринова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Иосифовна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преподаватель ГБПОУ СО «Красноуфимский педагогический колледж»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CA09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АК при государственном автономном профессиональном 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образовательном учреждении Свердловской области «Северный педагогический колледж» 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"/>
        <w:gridCol w:w="3115"/>
        <w:gridCol w:w="430"/>
        <w:gridCol w:w="5812"/>
      </w:tblGrid>
      <w:tr w:rsidR="00AD1BA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Зубова </w:t>
            </w:r>
          </w:p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Лариса Юрьевна 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-97"/>
              </w:tabs>
              <w:spacing w:after="0"/>
              <w:ind w:left="-97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государственного автономного профессионального образовательного учреждения Свердловской области «Северный педагогический колледж»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(далее – ГАПОУ СО «Северный педагогический колледж»), руководитель РГ АК </w:t>
            </w:r>
          </w:p>
          <w:p w:rsidR="00AD1BAA" w:rsidRDefault="00AD1BAA">
            <w:pPr>
              <w:tabs>
                <w:tab w:val="left" w:pos="-97"/>
              </w:tabs>
              <w:spacing w:after="0"/>
              <w:ind w:left="-97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Еремеева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Викторовна 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-97"/>
              </w:tabs>
              <w:spacing w:after="0"/>
              <w:ind w:left="-97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преподаватель психолого-педагогических дисциплин ГАПОУ СО «Северный педагогический колледж», заместитель руководителя РГ АК </w:t>
            </w:r>
          </w:p>
          <w:p w:rsidR="00AD1BAA" w:rsidRDefault="00AD1BAA">
            <w:pPr>
              <w:tabs>
                <w:tab w:val="left" w:pos="-97"/>
              </w:tabs>
              <w:spacing w:after="0"/>
              <w:ind w:left="-97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Варламова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Светлана Николаевна 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-97"/>
              </w:tabs>
              <w:spacing w:after="0"/>
              <w:ind w:left="-97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библиотекарь ГАПОУ СО «Северный педагогический колледж», секретарь РГ АК</w:t>
            </w:r>
          </w:p>
          <w:p w:rsidR="00AD1BAA" w:rsidRDefault="00AD1BAA">
            <w:pPr>
              <w:tabs>
                <w:tab w:val="left" w:pos="-97"/>
              </w:tabs>
              <w:spacing w:after="0"/>
              <w:ind w:left="-97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Алексеева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Александровна 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русского языка и литературы государственного бюджетного общеобразовательного учреждения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Свердловской области «Серовская школа № 2, реализующая адаптированные основные общеобразовательные программы», Серовский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Белых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Лариса Анатольевна 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воспитатель Муниципального автономного дошкольного образовательного учреждения № 25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«Дельфинчик», Серовский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Болотова </w:t>
            </w:r>
          </w:p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Светлана Николаевна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учитель начальных классов Муниципального автономного общеобразовательного учреждения Средняя общеобразовательная школа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 № 14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им. В.Ф. Фуфачева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, Серовский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0"/>
              </w:tabs>
              <w:spacing w:after="0"/>
              <w:jc w:val="both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Гратволь </w:t>
            </w:r>
          </w:p>
          <w:p w:rsidR="00AD1BAA" w:rsidRDefault="00CA09AA">
            <w:pPr>
              <w:tabs>
                <w:tab w:val="left" w:pos="0"/>
              </w:tabs>
              <w:spacing w:after="0"/>
              <w:jc w:val="both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Людмила Юрьевна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педагог-психолог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Муниципального автономного дошкольного образовательного учреждения № 11 «Золотой ключик»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, Серовский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Гуренкова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Николаевна 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русского языка и литературы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общеобразовательного учреждения Средняя общеобразовательная школа № 1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 углубленным изучением отдельных предметов «Полифорум», Серовский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Капустина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Ирина Геннадьевна 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преподаватель естественнонаучных дисциплин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ГАПОУ СО «Северный педагогический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колледж»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Карманович </w:t>
            </w:r>
          </w:p>
          <w:p w:rsidR="00AD1BAA" w:rsidRDefault="00CA09AA">
            <w:pPr>
              <w:spacing w:after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Надежда Петровна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учитель истории, обществознания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 автономного общ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Средняя общеобразовательная школа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№ 20, Серовский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Качаровская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Валентина Петровна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заместитель директора,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учитель математики Муниципального бюджетного общеобразовательного учреждения средняя общеобразовательная школа № 9, Серовский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Кожевникова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Елена Николаевна 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заместитель директора, учитель начальных классов Муниципального автономного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общеобразовательного учреждения Средняя общеобразовательная школа № 1 «Полифорум», Серовский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13.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Кравцова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Николаевна 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дополнительного образования детей «Центр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детского творчества», Серовский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Кузнецова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Анна Петровна 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заместитель руководителя, учитель математики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Средняя общеобразовательная школа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 № 13, Серовский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Куликова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Светлана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Вадимовна 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учитель-логопед М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униципального автономного дошкольного образовательного учреждения детский сад общеразвивающего вида с приоритетным осуществлением деятельности по физическому направлению развития детей № 21 «Сказка», Серовский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Окунцов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Юлия Сергеевна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textAlignment w:val="auto"/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педагог дополнительного образования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Муниципального автономного учреждения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дополнительного образования «Центр детского творчества», Серовский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Пелымская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Леонидовна 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музыки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бюджетного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Средняя общеобразовательная школа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№ 23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, Серовский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Пожарская </w:t>
            </w:r>
          </w:p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Инна Анатольевна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старший воспитатель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Муниципального автономного дошкольного образовательного учреждения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№ 16 «Тополек», Серовский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Рецлав </w:t>
            </w:r>
          </w:p>
          <w:p w:rsidR="00AD1BAA" w:rsidRDefault="00CA09AA">
            <w:pPr>
              <w:spacing w:after="0"/>
              <w:ind w:right="-92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Андрей Александрович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учитель информатики Муниципального автономного общеобразовательного учреждения Средняя общеобразовательная школа № 15, Серовский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Селеменева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Юлия Владимировна 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преподаватель естественно-научных дисциплин, методист,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ГАПОУ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СО «Северный педагогический колледж»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21.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Туманова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Ольга Васильевна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заместитель директора, учитель начальных классов Муниципального автономного общеобразовательного учреждения средняя общеобразовательная школа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№ 27, Серовский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Ушакова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Александровна 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технологии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Средняя общеобразовательная школа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№ 22 им. Героя Советского Союза В.С. Маркова, Серовский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Черезова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Леся Ярославовна 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русского языка и литературы Муниципального автономного общ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Средняя общеобразовательная школа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№ 27, Серовский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7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Шитова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Борисовна</w:t>
            </w:r>
          </w:p>
        </w:tc>
        <w:tc>
          <w:tcPr>
            <w:tcW w:w="4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воспитатель детского сада «Солнышко» структурного подразделения ГАПОУ СО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«Северный педагогический колледж»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CA09AA">
      <w:pPr>
        <w:tabs>
          <w:tab w:val="left" w:pos="0"/>
        </w:tabs>
        <w:spacing w:after="0"/>
        <w:jc w:val="center"/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АК при государственном автономном нетиповом образовательном учреждении Свердловской области «Дворец молодёжи» 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3295"/>
        <w:gridCol w:w="425"/>
        <w:gridCol w:w="5812"/>
      </w:tblGrid>
      <w:tr w:rsidR="00AD1BAA">
        <w:tblPrEx>
          <w:tblCellMar>
            <w:top w:w="0" w:type="dxa"/>
            <w:bottom w:w="0" w:type="dxa"/>
          </w:tblCellMar>
        </w:tblPrEx>
        <w:tc>
          <w:tcPr>
            <w:tcW w:w="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Пересторонина</w:t>
            </w:r>
          </w:p>
          <w:p w:rsidR="00AD1BAA" w:rsidRDefault="00CA09AA">
            <w:pPr>
              <w:spacing w:after="0"/>
              <w:ind w:right="-101"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Лидия Александровна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0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информационно-аналитического центра государственного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автономного нетипового образовательного учреждения Свердловской области «Дворец молодёжи» (далее – ГАНОУ СО «Дворец молодёжи»), руководитель 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Киселева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Васильевна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 Регионального модельного центра ГАНОУ СО «Дворец молодёжи»,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руководителя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Юрина </w:t>
            </w:r>
          </w:p>
          <w:p w:rsidR="00AD1BAA" w:rsidRDefault="00CA09AA">
            <w:pPr>
              <w:tabs>
                <w:tab w:val="left" w:pos="23"/>
              </w:tabs>
              <w:spacing w:after="0"/>
              <w:ind w:right="-106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Екатерина Викторовна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методист Регионального модельного центра ГАНОУ СО «Дворец молодёжи», секретарь РГ АК</w:t>
            </w: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  <w:p w:rsidR="00AD1BAA" w:rsidRDefault="00AD1B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  <w:p w:rsidR="00AD1BAA" w:rsidRDefault="00AD1B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  <w:p w:rsidR="00AD1BAA" w:rsidRDefault="00AD1B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lastRenderedPageBreak/>
              <w:t>Члены РГ АК: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Климова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Эдуардовна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старший методист Регионального модельного центра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ГАНОУ СО «Дворец молодёжи»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9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Петрова</w:t>
            </w:r>
          </w:p>
          <w:p w:rsidR="00AD1BAA" w:rsidRDefault="00CA09AA">
            <w:pPr>
              <w:spacing w:after="0"/>
              <w:ind w:right="-106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Агнесса Вячеславовна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старший методист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Центра инновационного </w:t>
            </w:r>
          </w:p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и гуманитарного образования, ГАНОУ СО «Дворец молодёжи»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CA09AA">
      <w:pPr>
        <w:tabs>
          <w:tab w:val="left" w:pos="0"/>
        </w:tabs>
        <w:spacing w:after="0"/>
        <w:jc w:val="center"/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муниципальном образовании город Алапаевск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256"/>
        <w:gridCol w:w="425"/>
        <w:gridCol w:w="5812"/>
      </w:tblGrid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Болотов </w:t>
            </w:r>
          </w:p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Сергей Витальевич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органа местного самоуправления, уполномоченного в сфере образования – Управления образования МО город Алапаевск, руководитель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Кайнова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Сергеевна 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муниципального казенного учреждения «Информационно-методический центр»,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руководителя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Каргаполова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Владимировна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51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методист муниципального казенного учреждения «Информационно-методический центр», секретарь РГ АК</w:t>
            </w: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ind w:right="-151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Блиновских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Алла Сергеевна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методист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муниципального казенного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учреждения «Информационно-методический центр»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Бугрышева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Светлана Гавриловна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51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начальника органа местного самоуправления, уполномоченного в сфере образования – Управления образования МО город Алапаевск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Нейгум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Светлана Валерьевна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ведущий специалист органа местного самоуправления, уполномоченного в сфере образования – Управления образования МО город Алапаевск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Рачева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Александровна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учитель, директор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«Средняя общеобразовательная школа № 1», МО город Алапаевск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Скрипачева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Анатольевна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заведующий муниципальным бюджетным дошкольным образовательным учреждением «Детский сад № 43», МО город Алапаевск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Устинова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Людмила Александровна</w:t>
            </w:r>
          </w:p>
        </w:tc>
        <w:tc>
          <w:tcPr>
            <w:tcW w:w="4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председатель Алапаевской городской организации Профсоюза работников образования и науки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CA09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Городском округе «город Ирбит» Свердловской области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10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256"/>
        <w:gridCol w:w="419"/>
        <w:gridCol w:w="5818"/>
        <w:gridCol w:w="40"/>
      </w:tblGrid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Лыжина </w:t>
            </w:r>
          </w:p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Юлия Николаевна </w:t>
            </w:r>
          </w:p>
          <w:p w:rsidR="00AD1BAA" w:rsidRDefault="00AD1B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Управления образованием Городского округа «город Ирбит»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Свердловской области, руководитель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Юркевич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Анатольевна 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методист Муниципального казённого учреждения Городского округа «город Ирбит» Свердловской области «Комплексный центр системы образования», заместитель руководителя РГ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Старкова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Ивановна </w:t>
            </w: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начальника Управления образованием Городского округа «город Ирбит» Свердловской области, секретарь РГ АК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spacing w:after="0"/>
              <w:ind w:left="284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Бессонова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Геннадьевна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Муниципального автономного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образовательного учреждения дополнительного образования – Загородный оздоровительный лагерь Городского округа «город Ирбит» Свердловской области «Оздоровительно-образовательный центр «Салют»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Гладкова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Алексеевна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директор Муниципального казё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нного учреждения Городского округа «город Ирбит» Свердловской области «Комплексный центр системы образования»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Гобова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Людмила Викторовна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 Муниципального казённого учреждения Городского округа «город Ирбит» Свердловской области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«Комплексный центр системы образования»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Жильникова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Викторовна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старший методист Муниципального казённого учреждения Городского округа «город Ирбит» Свердловской области «Комплексный центр системы образования»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Карпова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Вера Петровна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 Муниципального автономного общеобразовательного учреждения Городского округа «город Ирбит» Свердловской области «Средняя общеобразовательная школа № 18»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Новикова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Витальевна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председатель Ирбитской городской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организации Общероссийского Профсоюза образования, методист Муниципального казённого учреждения Городского округа «город Ирбит» Свердловской области «Комплексный центр системы образования»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Шевченко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Тамара Николаевна </w:t>
            </w:r>
          </w:p>
        </w:tc>
        <w:tc>
          <w:tcPr>
            <w:tcW w:w="4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left="-108"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 Муницип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ального автономного общеобразовательного учреждения Городского округа «город Ирбит» Свердловской области «Средняя общеобразовательная школа № 10»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AD1BAA" w:rsidRDefault="00CA09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Каменск-Уральском городском округе Свердловской области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256"/>
        <w:gridCol w:w="438"/>
        <w:gridCol w:w="5799"/>
      </w:tblGrid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Миннуллина </w:t>
            </w:r>
          </w:p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Лейла Минерафиковна</w:t>
            </w:r>
          </w:p>
          <w:p w:rsidR="00AD1BAA" w:rsidRDefault="00AD1B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органа местного самоуправления «Управление образования Каменск-Уральского городского округа», руководитель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Преснова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Лариса Владимировна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муниципального автономного общеобразовательного учреждения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«Средняя общеобразовательная школа № 25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 углубленным изучением отдельных предметов», Каменск-Уральский ГО СО,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руководителя 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Сельменских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Анна Васильевна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главный специалист органа местного самоуправления «Управление образования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Каменск-Уральского городского округа», секретарь РГ АК </w:t>
            </w: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Антропова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Юлия Владимировна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муниципального автономного общеобразовательного учреждения «Средняя общеобразовательная школа № 3 имени героя Советского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Союза летчика-космонавта П.И. Беляева»,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Каменск-Уральский ГО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Бачина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Анатольевна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старший воспитатель муниципального бюджетного дошкольного образовательного учреждения «Детский сад № 8», ВКК, Каменск-Уральский ГО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Голова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Юрьевна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 муниципального автономного общеобразовательного учреждения «Средняя общеобразовательная школа № 35», Каменск-Уральский ГО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Гомзикова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Евгеньевна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бюджетным дошкольным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образовательным учреждением «Детский сад № 90 комбинированного вида», Каменск-Уральский ГО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Губанова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Галина Дмитриевна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председатель Каменск-Уральской городской организации Профсоюза работников народного образования и науки Российской Федерации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Куликова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Владимировна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 муниципального автономного общеобразовательного учреждения «Средняя общеобразовательная школа № 30», Каменск-Уральский ГО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Овчинникова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Марина Николаевна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муниципальным бюджетным дошкольным образовательным учреждением «Детский сад № 83»,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Каменск-Уральский ГО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11.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Пермякова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Юрьевна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автономным дошкольным образовательным учреждением «Детский сад № 70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общеразвивающего вида с приоритетным осуществлением деятельности по художественно-эстетическому направлению развития детей», Каменск-Уральский ГО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Ромазанова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Сергеевна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бюджетным дошкольным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образовательным учреждением «Детский сад № 1», Каменск-Уральский ГО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Ступина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Владимировна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органа местного самоуправления «Управление образования Каменск-Уральского городского округа»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Суворова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Анатольевна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бюджетным дошкольным образовательным учреждением «Детский сад № 88 комбинированного вида», Каменск-Уральский ГО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Федченко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Светлана Ивановна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муниципального автономного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общеобразовательного учреждения «Основная общеобразовательная школа № 27 с интернатом»,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Каменск-Уральский ГО СО</w:t>
            </w:r>
          </w:p>
        </w:tc>
      </w:tr>
    </w:tbl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AD1BAA" w:rsidRDefault="00CA09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городском округе Карпинск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441"/>
        <w:gridCol w:w="5796"/>
      </w:tblGrid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Грек </w:t>
            </w:r>
          </w:p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Владимир Викторович </w:t>
            </w:r>
          </w:p>
          <w:p w:rsidR="00AD1BAA" w:rsidRDefault="00AD1B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отдела образования администрации ГО Карпинск, руководитель РГ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Блохина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Артуровна 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муниципального автономного учреждения «Центр обработки информации» ГО Карпинск, заместитель руководителя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Перемитина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Надежда Александровна </w:t>
            </w: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 муниципального автономного учреждения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«Центр обработки информации» ГО Карпинск, секретарь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382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lastRenderedPageBreak/>
              <w:t>Члены РГ АК:</w:t>
            </w:r>
          </w:p>
          <w:p w:rsidR="00AD1BAA" w:rsidRDefault="00AD1BAA">
            <w:pPr>
              <w:spacing w:after="0"/>
              <w:ind w:left="284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Веселкова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Георгиевна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общеобразовательной школы № 5,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 Карпинск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Глухова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Анатольевна </w:t>
            </w: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директор, 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 № 24, ГО Карпинск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Гриневецкая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Неля Христофоровна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 № 2,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 Карпинск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Зайдулина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Владимировна </w:t>
            </w: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 № 16,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Карпинск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Новосёлова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Алла Игорьевна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 № 6,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 Карпинск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Ортлиб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Васильевна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председатель ГК профсоюза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работников образования, ГО Карпинск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Цыкунова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Михайловна </w:t>
            </w: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педагог дополнительного образования, инструктор-методист муниципального автономного учреждения дополнительного образования «Станция туризма и экскурсий «Конжак», ГО Карпинск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Чемякина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Геннадьевна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заведующего, музыкальный руководитель муниципального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автономного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дошкольного образовательного учреждения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25, ГО Карпинск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AD1BAA" w:rsidRDefault="00CA09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>РГ АК в Качканарском городском округе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4"/>
        <w:gridCol w:w="3022"/>
        <w:gridCol w:w="441"/>
        <w:gridCol w:w="5938"/>
      </w:tblGrid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Мальцева </w:t>
            </w:r>
          </w:p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Андреевна </w:t>
            </w:r>
          </w:p>
          <w:p w:rsidR="00AD1BAA" w:rsidRDefault="00AD1B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Управления образованием Качканарского ГО, руководитель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Быкова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Эльвира Яхиевна 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ведущий специалист Управления образованием Качканарского ГО, заместитель руководителя РГ АК, секретарь 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368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Анохина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Владимировна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дошкольным образовательным учреждением «Детский сад «Чебурашка», Качканарский ГО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Гайфулина </w:t>
            </w:r>
          </w:p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Мария Михайловна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муниципальным дошкольным образовательным учреждением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«Детский сад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«Ласточка», Качканарский ГО</w:t>
            </w:r>
          </w:p>
          <w:p w:rsidR="00AD1BAA" w:rsidRDefault="00AD1B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Камалдинова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Геннадьевна </w:t>
            </w: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директора, педагог дополнительного образования муниципального учреждения дополнительного образования «Дом детского творчества», Качканарский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Плейко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Николаевна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дошкольным образовательным учреждением «Детский сад «Ладушки», Качканарский ГО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Стахиева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Валерьевна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«Лицей № 6», Качканарский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Фомин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Андрей Николаевич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муниципального бюджетного учреждения дополнительного образования «Детско-юношеская спортивная школа по горнолыжному спорту «РОУКС», Качканарский ГО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Цветкова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Николаевна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русского языка и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литературы,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общеобразовательного учреждения «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Средняя общеобразовательная школа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 им. К.Н. Новикова», Качканарскийй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30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Шумкова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Вера Леонидовна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председатель Качканарской городской организации профсоюза работников народного образования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и науки РФ, учитель технологии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общеобразовательного учреждения «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Средняя общеобразовательная школа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 им. К.Н. Новикова» Качканарского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</w:t>
            </w:r>
          </w:p>
        </w:tc>
      </w:tr>
    </w:tbl>
    <w:p w:rsidR="00AD1BAA" w:rsidRDefault="00AD1BAA">
      <w:pPr>
        <w:spacing w:after="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D1BAA" w:rsidRDefault="00CA09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городском округе Красноуфимск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5"/>
        <w:gridCol w:w="3179"/>
        <w:gridCol w:w="438"/>
        <w:gridCol w:w="5793"/>
      </w:tblGrid>
      <w:tr w:rsidR="00AD1BAA">
        <w:tblPrEx>
          <w:tblCellMar>
            <w:top w:w="0" w:type="dxa"/>
            <w:bottom w:w="0" w:type="dxa"/>
          </w:tblCellMar>
        </w:tblPrEx>
        <w:tc>
          <w:tcPr>
            <w:tcW w:w="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Вахрушева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Анатольевна </w:t>
            </w:r>
          </w:p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Муниципального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органа Управление образованием ГО Красноуфимск, руководитель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Сапожникова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Ивановна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начальника Муниципального органа Управление образованием ГО Красноуфимск, заместитель руководителя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Ботова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Ивановна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специалист Муниципального органа Управление образованием ГО Красноуфимск, секретарь РГ АК</w:t>
            </w: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383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Колчанова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Николаевна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учитель-логопед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школа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1 им. И.И. Марьина»,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 Красноуфимск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Крючкова </w:t>
            </w:r>
          </w:p>
          <w:p w:rsidR="00AD1BAA" w:rsidRDefault="00CA09AA">
            <w:pPr>
              <w:spacing w:after="0"/>
              <w:ind w:right="-102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Гульшат Абулманиховна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старший воспитатель муниципального автономного дошкольного образовательного учреждения «Центр развития ребенка – детский сад», ГО Красноуфимск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Тарасова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Людмила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Владимировна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председатель Красноуфимской городской организации общероссийского профсоюза образования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1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Щербакова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Александровна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муниципального автономного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школа № 3»,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Красноуфимск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AD1BAA" w:rsidRDefault="00CA09AA">
      <w:pPr>
        <w:tabs>
          <w:tab w:val="left" w:pos="0"/>
        </w:tabs>
        <w:spacing w:after="0"/>
        <w:jc w:val="center"/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>РГ АК в городском округе «Город Лесной»</w:t>
      </w: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4"/>
        <w:gridCol w:w="3305"/>
        <w:gridCol w:w="438"/>
        <w:gridCol w:w="5658"/>
      </w:tblGrid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Парамонов</w:t>
            </w:r>
          </w:p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Алексей Павлович</w:t>
            </w:r>
          </w:p>
          <w:p w:rsidR="00AD1BAA" w:rsidRDefault="00AD1B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муниципального казенного учреждения «Управление образования администрации ГО «Город Лесной», руководитель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Цимлякова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Гелиантиновна 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начальника муниципального казенного учреждения «Управление образования администрации ГО «Город Лесной», заместитель руководителя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Дегтярева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Влада Викторовна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специалист отдела кадров муниципального казенного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учреждения «Финансово-хозяйственное управление», секретарь РГ АК</w:t>
            </w: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396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Власова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Альбертовна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педагог дополнительного образования муниципального бюджетного учреждения дополнительного образования детей «Центр детского творчества», ГО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«Город Лесной»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Захарова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Владимировна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муниципального бюджетного общеобразовательного учреждения «Средняя общеобразовательная школа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74», ГО «Город Лесной»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Кочнева </w:t>
            </w:r>
          </w:p>
          <w:p w:rsidR="00AD1BAA" w:rsidRDefault="00CA09AA">
            <w:pPr>
              <w:spacing w:after="0"/>
              <w:ind w:righ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Екатерина Анатольевна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методист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 казенного учреждения «Информационно-методический центр», ГО «Город Лесной»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Левина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Инна Валерьевна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директор муниципального казенного учреждения «Информационно-методический центр», ГО «Город Лесной»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Майоров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Егор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Григорьевич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 муниципального казенного учреждения «Финансово-хозяйственное управление», ГО «Город Лесной»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Мансурова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Евгеньевна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председатель объединенной профсоюзной организации управления образования ГО «Город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Лесной»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Черепанова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Витальевна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муниципального казенного учреждения «Управление образования администрации ГО «Город Лесной»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CA09AA">
      <w:pPr>
        <w:tabs>
          <w:tab w:val="left" w:pos="0"/>
        </w:tabs>
        <w:spacing w:after="0"/>
        <w:jc w:val="center"/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Невьянском городском округе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4"/>
        <w:gridCol w:w="3305"/>
        <w:gridCol w:w="438"/>
        <w:gridCol w:w="5658"/>
      </w:tblGrid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Богданова</w:t>
            </w:r>
          </w:p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Светлана Геннадьевна</w:t>
            </w:r>
          </w:p>
          <w:p w:rsidR="00AD1BAA" w:rsidRDefault="00AD1B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начальника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управления образования Невьянского ГО, руководитель 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Бабайлова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Лариса Борисовна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центра развития образования и инженерно-технического обеспечения управления образования Невьянского ГО, заместитель руководителя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Богданова</w:t>
            </w:r>
          </w:p>
          <w:p w:rsidR="00AD1BAA" w:rsidRDefault="00CA09AA">
            <w:pPr>
              <w:tabs>
                <w:tab w:val="left" w:pos="23"/>
              </w:tabs>
              <w:spacing w:after="0"/>
              <w:ind w:righ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Екатерина Владимировна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ведущий специалист управления образования Невьянского ГО, секретарь РГ АК </w:t>
            </w: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spacing w:after="0"/>
              <w:ind w:left="284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Бобровникова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Ирина Ивановна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директора муниципального автономного общеобразовательного учреждения средняя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общеобразовательная школа № 2 Невьянского городского округа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, Невьянский ГО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Волков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Николай Александрович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председатель городской организации Профсоюза работников народного образования и науки Российской Федерации Невьянского ГО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Иванцова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Светлана Анатольевна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автономного общеобразовательного учреждения средняя общеобразовательная школа села Быньги,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Невьянский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Каюмова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Людмила Владимировна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бюджетного общеобразовательного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учреждения средняя общеобразовательная школа № 1 Невьянского ГО</w:t>
            </w:r>
            <w:r>
              <w:rPr>
                <w:rFonts w:ascii="Liberation Serif" w:hAnsi="Liberation Serif"/>
                <w:sz w:val="28"/>
                <w:szCs w:val="28"/>
              </w:rPr>
              <w:t>, Невьянский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Колотова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Елена Александровна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заместитель директора муниципального бюджетного вечернего (сменного) общеобразовательного учреждения вечерней (сменной) общеобразовательной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школы Невьянского ГО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, Невьянский ГО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Плохих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Юлия Павловна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заместитель заведующего муниципальным автономным дошкольным образовательным учреждением детский сад № 16 «Рябинка»,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Невьянский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Пьянкова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Наталья Александровна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заведующий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Муниципальным бюджетным дошкольным образовательным учреждением детский сад № 6 «Снежинка» с корпусом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№ 2 «Сказка» и корпусом № 3 «Теремок»,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Невьянский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Спицына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Ирина Викторовна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заведующего муниципальным автономным дошкольным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образовательным учреждением Невьянского городского округа детский сад комбинированного вида № 39 «Родничок»,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Невьянский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30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Фролова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Людмила Ивановна </w:t>
            </w:r>
          </w:p>
        </w:tc>
        <w:tc>
          <w:tcPr>
            <w:tcW w:w="4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муниципального автономного учреждения дополнительного образования «Центр творчества»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Невьянского ГО, Невьянский ГО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CA09AA">
      <w:pPr>
        <w:tabs>
          <w:tab w:val="left" w:pos="0"/>
        </w:tabs>
        <w:spacing w:after="0"/>
        <w:jc w:val="center"/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Нижнетуринском городском округе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6"/>
        <w:gridCol w:w="3308"/>
        <w:gridCol w:w="426"/>
        <w:gridCol w:w="5675"/>
      </w:tblGrid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left="-143" w:firstLine="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Лапшина</w:t>
            </w:r>
          </w:p>
          <w:p w:rsidR="00AD1BAA" w:rsidRDefault="00CA09AA">
            <w:pPr>
              <w:spacing w:after="0"/>
              <w:ind w:left="-143" w:firstLine="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Алексеевна</w:t>
            </w:r>
          </w:p>
          <w:p w:rsidR="00AD1BAA" w:rsidRDefault="00AD1B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начальника Управления образования администрации Нижнетуринского ГО, руководитель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Марченко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Оксана Геннадьевна </w:t>
            </w:r>
          </w:p>
          <w:p w:rsidR="00AD1BAA" w:rsidRDefault="00AD1BAA">
            <w:pPr>
              <w:spacing w:after="0"/>
              <w:ind w:left="-143" w:firstLine="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начальника Управления образования администрации Нижнетуринского ГО,</w:t>
            </w:r>
            <w:r>
              <w:rPr>
                <w:rFonts w:ascii="Liberation Serif" w:eastAsia="Times New Roman" w:hAnsi="Liberation Serif" w:cs="Liberation Serif"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руководителя РГ АК, секретарь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lastRenderedPageBreak/>
              <w:t>Члены РГ АК: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Игнатенко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Владимировна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воспитатель муниципального автономного дошкольного образовательного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учреждения Нижнетуринского городского округа детский сад «Голубок», Нижнетуринский ГО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3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Остен </w:t>
            </w:r>
          </w:p>
          <w:p w:rsidR="00AD1BAA" w:rsidRDefault="00CA09AA">
            <w:pPr>
              <w:spacing w:after="0"/>
              <w:ind w:right="-11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Марианна Вильгельмовна 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муниципального автономного общеобразовательного учреждения «Нижнетуринская гимназия», Нижнетуринский ГО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3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Попкова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Юрьевна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педагог дополнительного образования муниципального бюджетного учреждения дополнительного образования «Исовский Дом детского творчества», Нижнетуринский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3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Прошкина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Лариса Николаевна</w:t>
            </w:r>
          </w:p>
        </w:tc>
        <w:tc>
          <w:tcPr>
            <w:tcW w:w="4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председатель Нижнетуринской городской </w:t>
            </w:r>
            <w:r>
              <w:rPr>
                <w:rFonts w:ascii="Liberation Serif" w:hAnsi="Liberation Serif"/>
                <w:sz w:val="28"/>
                <w:szCs w:val="28"/>
              </w:rPr>
              <w:t>организации Профессионального союза работников народного образования и науки Российской Федерации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CA09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городе Нижний Тагил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4"/>
        <w:gridCol w:w="3170"/>
        <w:gridCol w:w="556"/>
        <w:gridCol w:w="5675"/>
      </w:tblGrid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Удинцева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Аркадьевна </w:t>
            </w:r>
          </w:p>
          <w:p w:rsidR="00AD1BAA" w:rsidRDefault="00AD1B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управления образования Администрации города Нижний Тагил, руководитель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Беляева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Сергеевна</w:t>
            </w: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начальника управления образования Администрации города Нижний Тагил, заместитель руководителя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Семина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Александровна </w:t>
            </w: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главный специалист управления образования Администрации города Нижний Тагил,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секретарь РГ АК</w:t>
            </w: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383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Баталина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Ивановна</w:t>
            </w: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старший воспитатель муниципального автономного дошкольного образовательного учреждения детского сада «Солнышко», город Нижний Тагил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Беломестных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Марина Сергеевна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 № 30, город Нижний Тагил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Васильева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Николаевна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начальных классов,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бюджетного общеобразовательного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 № 32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 углубленным изучением отдельных предметов, город Нижний Тагил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Гильманова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Леонидовна</w:t>
            </w: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методист муниципального автономного дошкольного образовательного учреждения детского сада «Детство», город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Нижний Тагил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Губанова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Петровна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методист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дополнительного образования «Городская станция юных натуралистов», город Нижний Тагил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Елина </w:t>
            </w:r>
          </w:p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Любовь Геннадьевна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учитель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русского языка и литературы,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Политехнической гимназии, город Нижний Тагил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Задворских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Анатольевна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дошкольного образовательного учреждения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детского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сада «Радость» комбинированного вида, город Нижний Тагил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Клещевникова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</w:t>
            </w:r>
            <w:r>
              <w:rPr>
                <w:rFonts w:ascii="Liberation Serif" w:eastAsia="Times New Roman" w:hAnsi="Liberation Serif" w:cs="Liberation Serif"/>
                <w:color w:val="FF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Викторовна</w:t>
            </w: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педагог-организатор муниципального автономного учреждения дополнительного образования городской Дворец детского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 юношеского творчества, город Нижний Тагил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Петрова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Викторовна </w:t>
            </w: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старший воспитатель муниципального автономного дошкольного образовательного учреждения детского сада «Гармония» комбинированного вида, город Нижний Тагил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13.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Семенова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Александровна </w:t>
            </w: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учитель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 муниципального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бюджетного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 № 32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 углубленным изучением отдельных предметов, город Нижний Тагил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>Сергеева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Ольга Анатольевна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общеобразовательного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средней общеобразовательной школы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№ 20,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город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Нижний Тагил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Скрипина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Вячеславовна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муниципального бюджетного общеобразовательного учреждения средней общеобразовательной школы № 21 «Кадетская школа», город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Нижний Тагил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Таланцева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Александра Викторовна </w:t>
            </w: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 муниципального бюджетного учреждения дополнительного образования «Городская станция юных туристов», город Нижний Тагил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ind w:right="-141"/>
              <w:rPr>
                <w:rFonts w:ascii="Liberation Serif" w:hAnsi="Liberation Serif" w:cs="Liberation Serif"/>
                <w:kern w:val="3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kern w:val="3"/>
                <w:sz w:val="28"/>
                <w:szCs w:val="28"/>
              </w:rPr>
              <w:t xml:space="preserve">Третьякова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kern w:val="3"/>
                <w:sz w:val="28"/>
                <w:szCs w:val="28"/>
              </w:rPr>
              <w:t>Юлия Геннадьевна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воспитатель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 автономного дошкольного образовательного учреждения детского сада «Солнышко», город Нижний Тагил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1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Частикова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Юлия Михайловна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 «Центр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образования № 1», город Нижний Тагил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CA09AA">
      <w:pPr>
        <w:tabs>
          <w:tab w:val="left" w:pos="0"/>
        </w:tabs>
        <w:spacing w:after="0"/>
        <w:jc w:val="center"/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АК в Новоуральском городском округе Свердловской области 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8"/>
        <w:gridCol w:w="3155"/>
        <w:gridCol w:w="567"/>
        <w:gridCol w:w="5675"/>
      </w:tblGrid>
      <w:tr w:rsidR="00AD1BAA">
        <w:tblPrEx>
          <w:tblCellMar>
            <w:top w:w="0" w:type="dxa"/>
            <w:bottom w:w="0" w:type="dxa"/>
          </w:tblCellMar>
        </w:tblPrEx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Аленькина</w:t>
            </w:r>
          </w:p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Николаевна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Управления образования Администрации Новоуральского ГО, руководитель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Медведева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Леонидовна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начальника Управления образования Администрации Новоуральского ГО, заместитель руководителя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Кулакова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Нелли Алексеевна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дополнительного профессионального образования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«Учебно-методический центр развития образования», секретарь РГ АК</w:t>
            </w: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Бгатова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Григорьевна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45», Новоуральский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ГО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Вонсович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Анатольевна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методист, педагог дополнительного образования муниципального автономного учреждения дополнительного образования «Станция юных техников», Новоуральский ГО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Демешкевич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Любовь Леонидовна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председатель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объединения первичных профсоюзных организаций общего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 дополнительного образования Управления образования Администрации Новоуральского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Зимина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Галина Леонидовна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 муниципального автономного дошкольного образовательного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учреждения –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детский сад «Росток», Новоуральский ГО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Калугина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Валентина Леонидовна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заведующий структурным подразделением консультативно-методическим центром «Спеленок» муниципального автономного дошкольного образовательного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учреждения – детский сад комбинир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ованного вида «Росинка», Новоуральский ГО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Кожухова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Михайловна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методист муниципального автономного дошкольного образовательного учреждения – детский сад комбинированного вида «Гармония», Новоуральский ГО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Лигостаева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Валентиновна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 муниципального автономного учреждения дополнительного образования «Станция юных техников», Новоуральский ГО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Мельникова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Андреевна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дополнительного профессионального образования «Учебно-методический центр развития образования», Новоуральский ГО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Найдёнова </w:t>
            </w:r>
          </w:p>
          <w:p w:rsidR="00AD1BAA" w:rsidRDefault="00CA09AA">
            <w:pPr>
              <w:spacing w:after="0"/>
              <w:ind w:righ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Валентина Анатольевна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 муниципального автономного дошкольного образовательного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учреждения – детский сад комбини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рованного вида «Страна чудес», Новоуральский ГО СО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CA09AA">
      <w:pPr>
        <w:tabs>
          <w:tab w:val="left" w:pos="0"/>
        </w:tabs>
        <w:spacing w:after="0"/>
        <w:jc w:val="center"/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городском округе Первоуральск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167"/>
        <w:gridCol w:w="656"/>
        <w:gridCol w:w="5676"/>
      </w:tblGrid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ind w:firstLine="2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Ефимова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ind w:firstLine="2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Алексеевна </w:t>
            </w:r>
          </w:p>
          <w:p w:rsidR="00AD1BAA" w:rsidRDefault="00AD1B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начальник отдела сопровождения аттестационных и аккредитационных процессов Управления образования городского округа Первоуральск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руководитель РГ АК </w:t>
            </w:r>
          </w:p>
          <w:p w:rsidR="00AD1BAA" w:rsidRDefault="00AD1BAA">
            <w:pPr>
              <w:spacing w:after="0"/>
              <w:ind w:firstLine="2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ind w:firstLine="2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Петрова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ind w:firstLine="2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Викторовна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ведущий специалист отдела по развитию дошкольного образования Управления образования городского округа Первоуральск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, заместитель руководителя РГ АК </w:t>
            </w:r>
          </w:p>
          <w:p w:rsidR="00AD1BAA" w:rsidRDefault="00AD1BAA">
            <w:pPr>
              <w:spacing w:after="0"/>
              <w:ind w:firstLine="2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Корзникова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ind w:firstLine="2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Галина Александровна</w:t>
            </w:r>
          </w:p>
          <w:p w:rsidR="00AD1BAA" w:rsidRDefault="00AD1BAA">
            <w:pPr>
              <w:tabs>
                <w:tab w:val="left" w:pos="23"/>
              </w:tabs>
              <w:spacing w:after="0"/>
              <w:ind w:firstLine="2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ведущий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специалист отдела сопровождения аттестационных и аккредитационных процессов Управления образования городского округа Первоуральск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, секретарь РГ АК </w:t>
            </w: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373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ind w:firstLine="23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Бочкарева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Борисовна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педагог-организатор Муниципального бюджетного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образовательного учреждения дополнительного образования «Центр дополнительного образования», ГО Первоуральск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Волощенко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Эльвира Ивановна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 муниципального автономного дошкольного образовательного учреждения «Детский сад № 3»,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ГО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Первоуральск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>Дюкова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Лидия Александровна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«Средняя общеобразовательная школа № 6», ГО Первоуральск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Еремеева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Борисовна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руководителя, 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2»,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ГО Первоуральск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Куликова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Ольга Владимировна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 автономного дошкольного 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«Детский сад №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26», ГО Первоуральск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Павлова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Надежда Павловна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председатель городского комитета профсоюзов работников образования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ГО Первоуральск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Семенова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Кристина Сергеевна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заместитель руководителя, 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«Средняя общеобразовательная школа № 15», ГО Первоуральск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Титова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Екатерина Леонидовна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общеобразовательного учреждения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«Средняя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общеобразовательная школа № 5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с углубленным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>изучением отдельных предметов», ГО Первоуральск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Шморгунова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Наталия Владимировна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заведующий филиалом муниципального автономного дошкольного образовательного учреждения «Детский сад № 9» – «Детский сад № 13»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>, ГО Первоуральск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13.</w:t>
            </w:r>
          </w:p>
        </w:tc>
        <w:tc>
          <w:tcPr>
            <w:tcW w:w="31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Юсупова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Николаевна </w:t>
            </w:r>
          </w:p>
        </w:tc>
        <w:tc>
          <w:tcPr>
            <w:tcW w:w="6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 муниципального автономного дошкольного образовательного учреждения «Детский сад № 5»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,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>ГО Первоуральск</w:t>
            </w:r>
          </w:p>
          <w:p w:rsidR="00AD1BAA" w:rsidRDefault="00AD1BAA">
            <w:pPr>
              <w:spacing w:after="0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AD1BAA" w:rsidRDefault="00CA09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АК в Полевском городском округе 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3207"/>
        <w:gridCol w:w="617"/>
        <w:gridCol w:w="5676"/>
      </w:tblGrid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 xml:space="preserve">Уфимцева </w:t>
            </w:r>
          </w:p>
          <w:p w:rsidR="00AD1BAA" w:rsidRDefault="00CA09AA">
            <w:pPr>
              <w:spacing w:after="0"/>
              <w:ind w:firstLine="23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 xml:space="preserve">Ольга Михайловна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 xml:space="preserve">начальник органа местного самоуправления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>Управление образованием Полевского ГО, руководитель 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Чеснокова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Витальевна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начальника органа местного самоуправления Управление образованием Полевского ГО, заместитель руководителя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 xml:space="preserve">Теплякова </w:t>
            </w:r>
          </w:p>
          <w:p w:rsidR="00AD1BAA" w:rsidRDefault="00CA09AA">
            <w:pPr>
              <w:tabs>
                <w:tab w:val="left" w:pos="23"/>
              </w:tabs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 xml:space="preserve">Анна Александровна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>методист 1 категории информационно-методического отдела органа местного самоуправления Управление образованием Полевского ГО, секретарь РГ АК</w:t>
            </w: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377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</w:pP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Аляпкина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Анатольевна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муниципального бюджетного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общеобразовательного учреждения Полевского ГО «Основная общеобразовательная школа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пос. Станционный-Полевской», Полевской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Гаврилина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Галина Федоровна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председатель Полевской городской организации Профсоюза работников народного образования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Российской Федерации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Гилязова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Гельсина Мансуровна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 муниципального бюджетного общеобразовательного учреждения Полевского ГО «Средняя общеобразовательная школа № 14», Полевской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Коростелева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Александровна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заведующий муниципальным автономным дошкольным образовательным учреждением Полевского ГО «Детский сад № 63 комбинированного вида», Полевской ГО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Краковская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Юлия Евгеньевна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воспитатель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муниципального автономного дошкольного образовательного 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чреждения Полевского ГО «Детский сад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№ 63 комбинированного вида», Полевской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Кукушкина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Валентина Николаевна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муниципального бюджетного общеобразовательного учреждения Полевского ГО «Средняя общеобразовательная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школа № 20», Полевской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Малышева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Николаевна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 муниципального бюджетного общеобразовательного учреждения Полевского ГО «Средняя общеобразовательная школа п. Зюзельский», Полевской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Пирожкова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Николаевна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воспитатель муниципального бюджетного дошкольного образовательного учреждения Полевского ГО «Детский сад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43 общеразвивающего вида», Полевской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 xml:space="preserve">Шаламова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 xml:space="preserve">Ульяна Николаевна </w:t>
            </w:r>
          </w:p>
        </w:tc>
        <w:tc>
          <w:tcPr>
            <w:tcW w:w="6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 xml:space="preserve">методист муниципального бюджетного учреждения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ar-SA"/>
              </w:rPr>
              <w:t>дополнительного образования Полевского ГО «Центр развития творчества имени Н.Е. Бобровой», Полевской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CA09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РГ АК в городском округе Сухой Лог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1"/>
        <w:gridCol w:w="3282"/>
        <w:gridCol w:w="566"/>
        <w:gridCol w:w="5641"/>
        <w:gridCol w:w="40"/>
      </w:tblGrid>
      <w:tr w:rsidR="00AD1BAA">
        <w:tblPrEx>
          <w:tblCellMar>
            <w:top w:w="0" w:type="dxa"/>
            <w:bottom w:w="0" w:type="dxa"/>
          </w:tblCellMar>
        </w:tblPrEx>
        <w:tc>
          <w:tcPr>
            <w:tcW w:w="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Берсенева </w:t>
            </w:r>
          </w:p>
          <w:p w:rsidR="00AD1BAA" w:rsidRDefault="00CA09AA">
            <w:pPr>
              <w:spacing w:after="0"/>
              <w:ind w:firstLine="2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Юлия Сергеевна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8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 Управления образования Администрации ГО Сухой Лог, руководитель 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Нохрина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Александровна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8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руководитель муниципального казенного учреждения Управление образования ГО Сухой Лог, заместитель руководителя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2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Фрисс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Наталья Владиславовна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8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главный специалист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Управления образования Администрации ГО Сухой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Лог, секретарь 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381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81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Бахарева </w:t>
            </w:r>
          </w:p>
          <w:p w:rsidR="00AD1BAA" w:rsidRDefault="00CA09AA">
            <w:pPr>
              <w:spacing w:after="0"/>
              <w:ind w:righ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Людмила Александровна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17», ГО Сухой Лог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Быкова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Анастасия Ивановна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председатель Сухоложской городской организации Профсоюза работников образования и науки Российской Федерации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Вагина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Максимовна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4», 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Сухой Лог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Глызина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Владимировна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муниципального бюджетного дошкольного образовательного учреждения № 42, ГО Сухой Лог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Жданова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Александровна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муниципального автономного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дошкольного образовательного учреждения № 2, ГО Сухой Лог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2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Кабанова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Анатольевна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юрисконсульт муниципального казенного учреждения Управления образования ГО Сухой Лог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47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2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Клементьева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Надежда Николаевна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2», ГО Сухой Лог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2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Колегова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Викторовна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автономным дошкольным образовательным учреждением № 36, ГО Сухой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Лог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32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Костылева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Надежда Леонидовна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по учебно-воспитательной работе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10», ГО Сухой Лог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2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Низовцева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Анатольевна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заведующий муниципальным автономным дошкольным образовательным учреждением № 37, ГО Сухой Лог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2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Ноговицина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Екатерина Юрьевна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заведующий муниципальным бюджетным дошкольным образовательным учреждением № 3, ГО Сухой Лог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2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Пивоварова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Ивановна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7», ГО Сухой Лог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2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Плетенева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Надежда Геннадьевна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автономным дошкольным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образовательным учреждением № 8, ГО Сухой Лог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2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Попова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Геннадьевна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5», ГО Сухой Лог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2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Травникова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Владимировна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Гимназии № 1, ГО Сухой Лог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4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28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Трофимова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Марина Михайловна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автономным дошкольным образовательным учреждением № 44, ГО Сухой Лог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AD1BAA" w:rsidRDefault="00CA09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АК в 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Шалинском городском округе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2"/>
        <w:gridCol w:w="3291"/>
        <w:gridCol w:w="567"/>
        <w:gridCol w:w="5670"/>
      </w:tblGrid>
      <w:tr w:rsidR="00AD1BA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Колмогорова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Владимировна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начальника Управления образованием Шалинского ГО, руководитель 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Клецова </w:t>
            </w:r>
          </w:p>
          <w:p w:rsidR="00AD1BAA" w:rsidRDefault="00CA09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Людмила Николаевна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методист муниципального казенного учреждения Шалинского ГО «Центр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обеспечения деятельности системы образования», заместитель руководителя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РГ АК, секретарь РГ АК</w:t>
            </w: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382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tabs>
                <w:tab w:val="left" w:pos="23"/>
              </w:tabs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Бочарникова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Валерия Валерьевна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учитель муниципального бюджетного учреждения Шалинского ГО «Шалинская средняя общеобразовательная школа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№ 45», Шалинский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Давыдова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Федоровна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директора, учитель муниципального бюджетного учреждения Шалинского ГО «Шалинская средняя общеобразовательная школа № 90», Шалинский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Еловая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Викторовна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муниципального бюджетного дошкольного образовательного учреждения Шалинского ГО «Детский сад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3», Шалинский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Ермолина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Павловна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филиала муниципального бюджетного учреждения Шалинского ГО «Шалинская средняя общеобразовательная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школа № 45» – «Сылвинская средняя общеобразовательная школа», Шалинский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Панкратова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Аркадьевна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08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воспитатель филиала № 1 муниципального бюджетного дошкольного образовательного учреждения Шалинского ГО «Детский сад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№ 3» – «Детский сад п.г.т.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Шаля», Шалинский ГО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c>
          <w:tcPr>
            <w:tcW w:w="5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2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Шерстобитова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Павловна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директора, учитель муниципального бюджетного учреждения Шалинского ГО «Шамарская средняя общеобразовательная школа № 26», Шалинский ГО</w:t>
            </w:r>
          </w:p>
        </w:tc>
      </w:tr>
    </w:tbl>
    <w:p w:rsidR="00AD1BAA" w:rsidRDefault="00AD1BAA">
      <w:pPr>
        <w:tabs>
          <w:tab w:val="left" w:pos="0"/>
        </w:tabs>
        <w:spacing w:after="0"/>
        <w:ind w:left="720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AD1BAA" w:rsidRDefault="00CA09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lastRenderedPageBreak/>
        <w:t xml:space="preserve">РГ АК в муниципальном образовании «город 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Екатеринбург»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101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566"/>
        <w:gridCol w:w="5578"/>
        <w:gridCol w:w="40"/>
      </w:tblGrid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Шевченко</w:t>
            </w:r>
          </w:p>
          <w:p w:rsidR="00AD1BAA" w:rsidRDefault="00CA09AA">
            <w:pPr>
              <w:spacing w:after="0"/>
              <w:ind w:right="-221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Константин Валерьевич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 Департамента образования Администрации города Екатеринбурга, руководитель 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Бабченко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Ивановна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начальника Департамента образования Администрации города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Екатеринбурга, заместитель руководителя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Грудина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Степановна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методист муниципального бюджетного учреждения Информационно-методический центр «Екатеринбургский дом учителя», секретарь РГ АК 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Жуйкова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Владимировна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6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Департамента образования Администрации города Екатеринбурга», секретарь РГ АК</w:t>
            </w: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6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1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Александрова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Николаевна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начальных классов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общеобразовательного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средняя общеобразовательная школа № 170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 углубленным изучением отдельных предметов,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Андюк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Людмила Николаевна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начальных классов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общеобразовательного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87»,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Анищенко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Юлия Витальевна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 муниципального бюджетного дошкольного образовательного учреждения – детского сада комбинированного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вида «Надежда»,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Антонова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Викторовна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бюджетным дошкольным образовательным учреждением – детским садом № 31,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Бакшаева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Галина Леонидовна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автономным дошкольным образовательным учреждением детским садом № 80, муниципальное образование «город Екатеринбург»</w:t>
            </w:r>
          </w:p>
          <w:p w:rsidR="00AD1BAA" w:rsidRDefault="00AD1B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Банных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Николаевна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русского языка и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литературы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Гимназии № 8 «Лицей им. С.П. Дягилева»,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Бирзул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Анатольевна</w:t>
            </w:r>
          </w:p>
          <w:p w:rsidR="00AD1BAA" w:rsidRDefault="00AD1B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автономным дошкольным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образовательным учреждением – детским садом № 197,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Блинова </w:t>
            </w:r>
          </w:p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Анастасия Сергеевна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муниципальным бюджетным дошкольным образовательным учреждением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детским садом № 9,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AD1BAA" w:rsidRDefault="00AD1B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1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Богдан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Евгеньевна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детским садом № 4,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1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Бородина </w:t>
            </w:r>
          </w:p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Ирина Николаевна</w:t>
            </w:r>
          </w:p>
          <w:p w:rsidR="00AD1BAA" w:rsidRDefault="00AD1B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директора, учитель французского языка муниципального автономного общеобразовательного учреждения средняя общеобразовательная школа № 62, муниципальное образование «город Екатеринбург»</w:t>
            </w:r>
          </w:p>
          <w:p w:rsidR="00AD1BAA" w:rsidRDefault="00AD1B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1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Бояринцева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Наталья Евгеньевна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заместитель заведующего муниципальным автономным дошкольным образовательным учреждением – детским садом № 133, муниципальное образование «город Екатеринбург»</w:t>
            </w:r>
          </w:p>
          <w:p w:rsidR="00AD1BAA" w:rsidRDefault="00AD1B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Боярских </w:t>
            </w:r>
          </w:p>
          <w:p w:rsidR="00AD1BAA" w:rsidRDefault="00CA09AA">
            <w:pPr>
              <w:spacing w:after="0"/>
              <w:ind w:right="-79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Александровна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старший воспитатель муниципального бюджетного дошкольного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образовательного учреждения – детский сад компенсирующего вида № 101,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1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Бреусова</w:t>
            </w:r>
          </w:p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Ольга Ивановна</w:t>
            </w:r>
          </w:p>
          <w:p w:rsidR="00AD1BAA" w:rsidRDefault="00AD1B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autoSpaceDE w:val="0"/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старший воспитатель филиала муниципального бюджетного дошкольного образовательного учреждения – детского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 xml:space="preserve"> сада комбинированного вида «Надежда» детский сад № 140, муниципальное образование «город Екатеринбург»</w:t>
            </w:r>
          </w:p>
          <w:p w:rsidR="00AD1BAA" w:rsidRDefault="00AD1B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1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Бритвина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Николаевна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детским садом № 116,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1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8412"/>
              </w:tabs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Бронникова </w:t>
            </w:r>
          </w:p>
          <w:p w:rsidR="00AD1BAA" w:rsidRDefault="00CA09AA">
            <w:pPr>
              <w:tabs>
                <w:tab w:val="left" w:pos="8412"/>
              </w:tabs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Александровна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начальных классов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№ 19», муниципальное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1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Виноградова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Борисовна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№ 358,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Воробьева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Ивановна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начальных классов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гимназии № 70,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Воротникова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Оксана Сергеевна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«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Средняя общеобразовательная школа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№ 48»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Гайнетдинова </w:t>
            </w:r>
          </w:p>
          <w:p w:rsidR="00AD1BAA" w:rsidRDefault="00CA09AA">
            <w:pPr>
              <w:spacing w:after="0"/>
              <w:ind w:right="-221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Зимфира Габдрафиковна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заместитель директора, учитель немецкого языка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бюджетного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«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Средняя общеобразовательная школа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№ 1»,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Галицкая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Викторовна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автономным дошкольным образовательным учреждением детским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садом № 151,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Глазкова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Виктория Дмитриевна</w:t>
            </w:r>
          </w:p>
          <w:p w:rsidR="00AD1BAA" w:rsidRDefault="00AD1B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autoSpaceDE w:val="0"/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заведующего муниципальным бюджетным дошкольным образовательным учреждением – детским садом № 370,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AD1BAA" w:rsidRDefault="00AD1B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Глазырина </w:t>
            </w:r>
          </w:p>
          <w:p w:rsidR="00AD1BAA" w:rsidRDefault="00CA09AA">
            <w:pPr>
              <w:spacing w:after="0"/>
              <w:jc w:val="both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Лариса Дмитриевна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ведущий специалист управления образования Ленинского района Департамента образования Администрации города Екатеринбурга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Годовых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Светлана Анатольевна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бюджетным дошкольным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образовательным учреждением детским садом компенсирующего вида № 450,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Голованова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Сергеевна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английского языка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общеобразовательного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148 с углубленным изучением отдельных предметов»,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Голосова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Анна Николаевна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начальных классов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общеобразовательного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гимназии № 120,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Григорьева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Марина Владимировна</w:t>
            </w:r>
          </w:p>
          <w:p w:rsidR="00AD1BAA" w:rsidRDefault="00AD1B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управления образования Орджоникидзевского района Департамента образования Администрации города Екатеринбурга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Гудимова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Оксана Сергеевна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детским садом № 73,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Данилова </w:t>
            </w:r>
          </w:p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Наталья Алексеевна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заведующего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муниципальным бюджетным дошкольным образовательным учреждением – детским садом № 48, муниципальное образование «город Екатеринбург»</w:t>
            </w:r>
          </w:p>
          <w:p w:rsidR="00AD1BAA" w:rsidRDefault="00AD1B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Десяткова </w:t>
            </w:r>
          </w:p>
          <w:p w:rsidR="00AD1BAA" w:rsidRDefault="00CA09AA">
            <w:pPr>
              <w:spacing w:after="0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Сергеевна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заведующий муниципальным бюджетным дошкольным образовательным учреждением – детским садо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 № 196,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  <w:lang w:eastAsia="zh-TW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eastAsia="zh-TW"/>
              </w:rPr>
              <w:t xml:space="preserve">Дорофеева </w:t>
            </w:r>
          </w:p>
          <w:p w:rsidR="00AD1BAA" w:rsidRDefault="00CA09AA">
            <w:pPr>
              <w:spacing w:after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  <w:lang w:eastAsia="zh-TW"/>
              </w:rPr>
              <w:t>Юлия Викторовна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  <w:lang w:eastAsia="zh-TW"/>
              </w:rPr>
              <w:t xml:space="preserve">заместитель директора, </w:t>
            </w: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учитель истории </w:t>
            </w: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br/>
            </w: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и обществознания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 «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Средняя общеобразовательная школа</w:t>
            </w: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 № 50 с </w:t>
            </w: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углубленным изучением отдельных предметов»,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Дьяконова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Валентина Анатольевна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52»,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Евдокимова </w:t>
            </w:r>
          </w:p>
          <w:p w:rsidR="00AD1BAA" w:rsidRDefault="00CA09AA">
            <w:pPr>
              <w:spacing w:after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Вера Викторовна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заведующего муниципальным автономным дошкольным образовательным учреждением детским садом № 573 «Мозаика»,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Ерохина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Петровна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директор, педагог дополнительного образования муниципального бюджетного учреждения дополнительного образования – Детского экологического центра «Рифей»,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val="en-US" w:eastAsia="ru-RU"/>
              </w:rPr>
              <w:t>38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Жданова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Валерьевна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автономным дошкольным образовательным учреждением центром развития ребенка – детским садом № 550 «Академия Успеха»,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Захарова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Николаевна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начальных классов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Средней общеобразовательной школы № 184 «Новая школа»,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Захарова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Светлана Николаевна</w:t>
            </w:r>
          </w:p>
          <w:p w:rsidR="00AD1BAA" w:rsidRDefault="00AD1B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ведущий специалист управления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образования Октябрьского района Департамента образования Администрации города Екатеринбурга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41.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Земскова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Анатольевна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бюджетным дошкольным образовательным учреждением – детским садом комбинированного вида №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464,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42.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Искакова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Николаевна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детским садом № 509,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43.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Калмакова </w:t>
            </w:r>
          </w:p>
          <w:p w:rsidR="00AD1BAA" w:rsidRDefault="00CA09AA">
            <w:pPr>
              <w:spacing w:after="0"/>
              <w:ind w:right="-153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Светлана Владимировна</w:t>
            </w:r>
          </w:p>
          <w:p w:rsidR="00AD1BAA" w:rsidRDefault="00AD1B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детским садом № 222,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44.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Коновалова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Владимировна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старший воспитатель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дошкольного 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детского сада № 385,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45.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Конюхова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Юрьевна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муниципального автономного общеобразовательного учреждения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средней общеобразовательной школы № 41 муниципальное образование «город Екатеринбург»</w:t>
            </w:r>
          </w:p>
          <w:p w:rsidR="00AD1BAA" w:rsidRDefault="00AD1B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46.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Кочнева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Лариса Евгеньевна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председатель Октябрьской районной организации Профсоюза работников народного образования и науки Российской Федерации, муниципальное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47.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Куренкова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Анна Васильевна</w:t>
            </w:r>
          </w:p>
          <w:p w:rsidR="00AD1BAA" w:rsidRDefault="00AD1B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автономным дошкольным образовательным учреждением – детским садом № 349,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48.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Лепихина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Екатерина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Александровна</w:t>
            </w:r>
          </w:p>
          <w:p w:rsidR="00AD1BAA" w:rsidRDefault="00AD1B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управления образования Чкаловского района Департамента образования Администрации города Екатеринбурга</w:t>
            </w:r>
          </w:p>
          <w:p w:rsidR="00AD1BAA" w:rsidRDefault="00AD1B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1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49.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Лешукова </w:t>
            </w:r>
          </w:p>
          <w:p w:rsidR="00AD1BAA" w:rsidRDefault="00CA09AA">
            <w:pPr>
              <w:spacing w:after="0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Викторовна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автономным дошкольным образовательным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учреждением детским садом № 327, муниципальное образование «город Екатеринбург»</w:t>
            </w:r>
          </w:p>
          <w:p w:rsidR="00AD1BAA" w:rsidRDefault="00AD1B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50.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Макаренко </w:t>
            </w:r>
          </w:p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Лариса Викторовна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старший воспитатель муниципального бюджетного дошкольного образовательного учреждения детский сад № 193, муниципальное образование «город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Екатеринбург»</w:t>
            </w:r>
          </w:p>
          <w:p w:rsidR="00AD1BAA" w:rsidRDefault="00AD1B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51.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Манзурова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Оксана Александровна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autoSpaceDE w:val="0"/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 гимназии № 2,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муниципальное образование «город Екатеринбург»</w:t>
            </w:r>
          </w:p>
          <w:p w:rsidR="00AD1BAA" w:rsidRDefault="00AD1B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52.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Мартенс </w:t>
            </w:r>
          </w:p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Татьяна Николаевна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методист, педагог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дополнительного образования (художественное, техническое) муниципального бюджетного учреждения дополнительного образования – Центра Детского творчества, муниципальное образование «город Екатеринбург»</w:t>
            </w:r>
          </w:p>
          <w:p w:rsidR="00AD1BAA" w:rsidRDefault="00AD1B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53.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Матушкина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Николаевна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детским садом № 16,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54.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Мельникова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Иосифовна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02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бюджетным дошкольным образовательным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учреждением – детским садом комбинированного вида № 493,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55.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Микляева </w:t>
            </w:r>
          </w:p>
          <w:p w:rsidR="00AD1BAA" w:rsidRDefault="00CA09AA">
            <w:pPr>
              <w:spacing w:after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Елена Александровна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учитель-логопед муниципального бюджетного дошкольного образовательного учреждения детский сад № 265,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56.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Минаева </w:t>
            </w:r>
          </w:p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Анна Леонидовна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autoSpaceDE w:val="0"/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заместитель заведующего муниципальным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бюджетным дошкольным образовательным учреждением детским садом № 423, муниципальное образование «город Екатеринбург»</w:t>
            </w:r>
          </w:p>
          <w:p w:rsidR="00AD1BAA" w:rsidRDefault="00AD1B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57.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Михайлова </w:t>
            </w:r>
          </w:p>
          <w:p w:rsidR="00AD1BAA" w:rsidRDefault="00CA09AA">
            <w:pPr>
              <w:spacing w:after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Ольга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Владимировна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заместитель директора муниципального автономного общеобразовательного учреждения средней общеобразовательной школы № 17 с углубленным изучением отдельных предметов,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58.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Мочуга </w:t>
            </w:r>
          </w:p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Ульяна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Юрьевна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бюджетным дошкольным образовательным учреждением детским садом № 347,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59.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Никитина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Борисовна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02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педагог-психолог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бюджетного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№ 30»,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60.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Никонова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Валентиновна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физики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175»,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61.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Нифонтова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Викторовна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бюджетным дошкольным образовательным учреждением детски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 садом № 322,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62.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22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Пермина </w:t>
            </w:r>
          </w:p>
          <w:p w:rsidR="00AD1BAA" w:rsidRDefault="00CA09AA">
            <w:pPr>
              <w:spacing w:after="0"/>
              <w:ind w:right="-122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Анастасия Константиновна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директора, учитель иностранного языка муниципального бюджетного общеобразовательного учреждения средней общеобразовательной школы № 49,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right="-113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63.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Прокопьева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Татьяна Ивановна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управления образования Верх-Исетского района Департамента образования Администрации города Екатеринбурга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64.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Прусс </w:t>
            </w:r>
          </w:p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Юлия Михайловна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заведующего муниципальным автономным дошкольным образовательным учреждением – детским садом № 131,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65.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Пяташ </w:t>
            </w:r>
          </w:p>
          <w:p w:rsidR="00AD1BAA" w:rsidRDefault="00CA09AA">
            <w:pPr>
              <w:spacing w:after="0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Анатольевна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автономным дошкольным образовательным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учреждением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– детский сад комбинированного вида № 115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66.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Радченко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Алексеевна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муниципальным бюджетным дошкольным образовательным учреждением детским садом № 5,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AD1BAA" w:rsidRDefault="00AD1B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67.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Русинова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Анна Анатольевна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бюджетным дошкольным образовательным учреждением – детским садом № 386 «Знайка»,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68.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Рухлова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Васильевна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русского языка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Лицея № 128,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69.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Скрипина </w:t>
            </w:r>
          </w:p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Елена Александровна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заместитель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>заведующего муниципальным автономным дошкольным образовательным учреждением детским садом № 14, муниципальное образование «город Екатеринбург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AD1BAA" w:rsidRDefault="00AD1B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70.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Собина </w:t>
            </w:r>
          </w:p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Оксана Николаевна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заместитель директора муниципального автономного общеобразовательного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учреждения Гимназии № 205 «Театр»,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71.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Столбова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Наталья Анатольевна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географии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бюджетного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119»,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72.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Субботина </w:t>
            </w:r>
          </w:p>
          <w:p w:rsidR="00AD1BAA" w:rsidRDefault="00CA09AA">
            <w:pPr>
              <w:spacing w:after="0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Валентиновна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– детским садом № 249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73.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Титова </w:t>
            </w:r>
          </w:p>
          <w:p w:rsidR="00AD1BAA" w:rsidRDefault="00CA09AA">
            <w:pPr>
              <w:spacing w:after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Екатерина Петровна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заместитель заведующего муниципальным бюджетным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детским садом № 15,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74.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Турскова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Любовь Александровна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автономным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детским садом № 125,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75.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Тушева </w:t>
            </w:r>
          </w:p>
          <w:p w:rsidR="00AD1BAA" w:rsidRDefault="00CA09AA">
            <w:pPr>
              <w:spacing w:after="0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Васильевна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общеобразовательного учреждения средняя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общеобразовательная школа с углубленным изучением отдельных предметов № 53</w:t>
            </w: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76.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Фадюшина </w:t>
            </w:r>
          </w:p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Юлия Валерьевна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учитель-дефектолог муниципального бюджетного дошкольного 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детского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сада комбинированного вида № 203,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77.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Хайруллина </w:t>
            </w:r>
          </w:p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Ирина Константиновна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заместитель заведующего муниципальным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автономным дошкольным образовательным учреждением детским садом № 563, муниципальное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78.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Харинская </w:t>
            </w:r>
          </w:p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Лариса Викторовна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заместитель заведующего муниципальным автономным дошкольным образовательным учреждением – детским садом № 47, муниципальное образование «город Екатеринбург»</w:t>
            </w:r>
          </w:p>
          <w:p w:rsidR="00AD1BAA" w:rsidRDefault="00AD1B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79.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Худякова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Сергеевна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заведующего, воспитатель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дошкольного 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– детского сада общеразвивающего вида с приоритетным осуществлением деятельности по познавательно-речевому развитию воспитанников № 479 «Бе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рег Детства»,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80.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Черепанова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Лариса Владиславовна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французского языка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лицей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159,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81.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Черкасова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Светлана Николаевна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управления образования Железнодорожного района Департамента образования Администрации города Екатеринбурга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82.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Черноуцан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Екатерина Анатольевна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информатики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Лицея № 110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им. Л.К. Гришиной,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83.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Чуб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Сергеевна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руководителя, учитель русского языка и литературы,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автономного общеобразовательного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общеобразовательная школа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br/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№ 208»,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84.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Шабурова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Татьяна Петровна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директора, учитель географии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муниципального 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«Средняя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общеобразовательная школа № 61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 углубленным изучением отдельных предметов»,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85.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Шандра </w:t>
            </w:r>
          </w:p>
          <w:p w:rsidR="00AD1BAA" w:rsidRDefault="00CA09AA">
            <w:pPr>
              <w:spacing w:after="0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Ольга Владимировна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муниципальным бюджетным дошкольным образовательным 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–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детским садом общеразвивающего вида с приоритетным осуществлением деятельности </w:t>
            </w:r>
          </w:p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>по познавательно-речевому развитию воспитанников № 28 «Теремок»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86.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Ширяева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Ольга Александровна </w:t>
            </w:r>
          </w:p>
          <w:p w:rsidR="00AD1BAA" w:rsidRDefault="00AD1B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учитель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муниципального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автономного общеобразовательного учреждения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средняя общеобразовательная школа № 28,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87.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Шумкова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Оксана Вячеславовна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заместитель заведующего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муниципальным автономным дошкольным образовательным </w:t>
            </w: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учреждением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детским садом № 192, 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88.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Яковлева </w:t>
            </w:r>
          </w:p>
          <w:p w:rsidR="00AD1BAA" w:rsidRDefault="00CA09AA">
            <w:pPr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Екатерина Раисовна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autoSpaceDE w:val="0"/>
              <w:spacing w:after="0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заместитель заведующего муниципальным автономным дошкольным образовательным учреждением – детским садом № 82, муниципальное образование «г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ород Екатеринбург»</w:t>
            </w:r>
          </w:p>
          <w:p w:rsidR="00AD1BAA" w:rsidRDefault="00AD1B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89.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Январева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Светлана Валерьевна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заведующего муниципальным бюджетным дошкольным образовательным учреждением – детский сад № 189, муниципальное образование «город Екатеринбург»</w:t>
            </w:r>
          </w:p>
          <w:p w:rsidR="00AD1BAA" w:rsidRDefault="00AD1B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autoSpaceDE w:val="0"/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90.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</w:pP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Яровикова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</w:pP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Валентина Викторовна </w:t>
            </w:r>
          </w:p>
        </w:tc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5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PMingLiU" w:hAnsi="Liberation Serif" w:cs="Liberation Serif"/>
                <w:sz w:val="28"/>
                <w:szCs w:val="28"/>
                <w:lang w:eastAsia="zh-TW"/>
              </w:rPr>
              <w:t xml:space="preserve">педагог дополнительного образования, педагог-организатор, методист муниципального автономного учреждения дополнительного образования Дом детского творчества Октябрьского района,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муниципальное образование «город Екатеринбург»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AD1BAA" w:rsidRDefault="00CA09AA">
      <w:pPr>
        <w:tabs>
          <w:tab w:val="left" w:pos="0"/>
        </w:tabs>
        <w:spacing w:after="0"/>
        <w:jc w:val="center"/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РГ АК </w:t>
      </w:r>
      <w:r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  <w:t xml:space="preserve">при 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государственном б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юджетном профессиональном образовательном учреждении</w:t>
      </w:r>
      <w:r>
        <w:rPr>
          <w:rFonts w:ascii="Liberation Serif" w:hAnsi="Liberation Serif" w:cs="Liberation Serif"/>
          <w:b/>
          <w:sz w:val="28"/>
          <w:szCs w:val="28"/>
        </w:rPr>
        <w:t xml:space="preserve"> «Свердловский областной медицинский колледж»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eastAsia="Times New Roman" w:hAnsi="Liberation Serif" w:cs="Liberation Serif"/>
          <w:b/>
          <w:bCs/>
          <w:iCs/>
          <w:sz w:val="28"/>
          <w:szCs w:val="28"/>
          <w:lang w:eastAsia="ru-RU"/>
        </w:rPr>
      </w:pPr>
    </w:p>
    <w:tbl>
      <w:tblPr>
        <w:tblW w:w="99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129"/>
        <w:gridCol w:w="3000"/>
        <w:gridCol w:w="452"/>
        <w:gridCol w:w="5771"/>
      </w:tblGrid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Левина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Анатольевна </w:t>
            </w: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ind w:left="120" w:hanging="12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директор, преподаватель государственного бюджетного профессионального образовательного учреждении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«Свердловский областной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медицинский колледж» (далее –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ГБПОУ «СОМК»), руководитель 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Панова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Надежда Викторовна </w:t>
            </w: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заведующий научно-методическим кабинетом, преподаватель ГБПОУ «СОМК», заместитель руководителя 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0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Лебедева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Ирина Борисовна </w:t>
            </w: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преподаватель ГБПОУ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«СОМК», секретарь </w:t>
            </w:r>
          </w:p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РГ АК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95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tabs>
                <w:tab w:val="left" w:pos="1380"/>
              </w:tabs>
              <w:overflowPunct w:val="0"/>
              <w:autoSpaceDE w:val="0"/>
              <w:spacing w:after="0"/>
              <w:jc w:val="both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Члены РГ АК: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12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>Дубовкин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Сергей Владимирович </w:t>
            </w: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руководитель структурного подразделения, преподаватель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ГБПОУ «СОМК»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12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Костылева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Олеговна </w:t>
            </w:r>
          </w:p>
          <w:p w:rsidR="00AD1BAA" w:rsidRDefault="00AD1BAA">
            <w:pPr>
              <w:spacing w:after="0"/>
              <w:jc w:val="both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руководитель структурного подразделения, преподаватель ГБПОУ «СОМК»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12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Ледянкина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Ольга Васильевна </w:t>
            </w: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заместитель директора, преподаватель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ГБПОУ «СОМК»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12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Макарчева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Елена Николаевна </w:t>
            </w:r>
          </w:p>
          <w:p w:rsidR="00AD1BAA" w:rsidRDefault="00AD1BAA">
            <w:pPr>
              <w:spacing w:after="0"/>
              <w:jc w:val="both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преподаватель физической культуры ГБПОУ «СОМК»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12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Малых </w:t>
            </w:r>
          </w:p>
          <w:p w:rsidR="00AD1BAA" w:rsidRDefault="00CA09AA">
            <w:pPr>
              <w:spacing w:after="0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Люция Сулеймановна </w:t>
            </w: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преподаватель математики, информатики ГБПОУ «СОМК»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12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Мосина </w:t>
            </w:r>
          </w:p>
          <w:p w:rsidR="00AD1BAA" w:rsidRDefault="00CA09AA">
            <w:pPr>
              <w:spacing w:after="0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Светлана Юрьевна </w:t>
            </w: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руководитель структурного подразделения, преподаватель физической культуры ГБПОУ «СОМК»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12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Фатьянова </w:t>
            </w:r>
          </w:p>
          <w:p w:rsidR="00AD1BAA" w:rsidRDefault="00CA09AA">
            <w:pPr>
              <w:spacing w:after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Анна Сергеевна </w:t>
            </w: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bCs/>
                <w:sz w:val="28"/>
                <w:szCs w:val="28"/>
                <w:lang w:eastAsia="ru-RU"/>
              </w:rPr>
              <w:t xml:space="preserve">руководитель структурного подразделения,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преподаватель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ГБПОУ «СОМК»</w:t>
            </w:r>
          </w:p>
          <w:p w:rsidR="00AD1BAA" w:rsidRDefault="00AD1B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AD1BA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3129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Юркова </w:t>
            </w:r>
          </w:p>
          <w:p w:rsidR="00AD1BAA" w:rsidRDefault="00CA09AA">
            <w:pPr>
              <w:spacing w:after="0"/>
              <w:jc w:val="both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Алексеевна</w:t>
            </w:r>
          </w:p>
        </w:tc>
        <w:tc>
          <w:tcPr>
            <w:tcW w:w="4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7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BAA" w:rsidRDefault="00CA09AA">
            <w:pPr>
              <w:spacing w:after="0"/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методист, преподаватель ГБПОУ «СОМК»</w:t>
            </w:r>
          </w:p>
          <w:p w:rsidR="00AD1BAA" w:rsidRDefault="00AD1BAA">
            <w:pPr>
              <w:spacing w:after="0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AD1BAA" w:rsidRDefault="00AD1BAA">
      <w:pPr>
        <w:tabs>
          <w:tab w:val="left" w:pos="0"/>
        </w:tabs>
        <w:spacing w:after="0"/>
        <w:ind w:left="568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</w:p>
    <w:p w:rsidR="00AD1BAA" w:rsidRDefault="00AD1BAA">
      <w:pPr>
        <w:spacing w:after="0"/>
        <w:rPr>
          <w:rFonts w:ascii="Liberation Serif" w:hAnsi="Liberation Serif" w:cs="Liberation Serif"/>
          <w:b/>
          <w:iCs/>
          <w:sz w:val="28"/>
          <w:szCs w:val="28"/>
        </w:rPr>
      </w:pPr>
    </w:p>
    <w:p w:rsidR="00AD1BAA" w:rsidRDefault="00AD1BAA">
      <w:pPr>
        <w:spacing w:after="0"/>
        <w:rPr>
          <w:rFonts w:ascii="Liberation Serif" w:hAnsi="Liberation Serif" w:cs="Liberation Serif"/>
          <w:b/>
          <w:iCs/>
          <w:sz w:val="28"/>
          <w:szCs w:val="28"/>
        </w:rPr>
      </w:pPr>
    </w:p>
    <w:p w:rsidR="00AD1BAA" w:rsidRDefault="00CA09AA">
      <w:pPr>
        <w:spacing w:after="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Список используемых сокращений:</w:t>
      </w:r>
    </w:p>
    <w:p w:rsidR="00AD1BAA" w:rsidRDefault="00AD1BAA">
      <w:pPr>
        <w:spacing w:after="0"/>
        <w:jc w:val="center"/>
        <w:rPr>
          <w:rFonts w:ascii="Liberation Serif" w:hAnsi="Liberation Serif" w:cs="Liberation Serif"/>
          <w:sz w:val="28"/>
          <w:szCs w:val="28"/>
        </w:rPr>
      </w:pP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 – городской округ;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 – муниципальное образование;</w:t>
      </w:r>
    </w:p>
    <w:p w:rsidR="00AD1BAA" w:rsidRDefault="00CA09AA">
      <w:pPr>
        <w:spacing w:after="0"/>
        <w:jc w:val="both"/>
      </w:pPr>
      <w:r>
        <w:rPr>
          <w:rFonts w:ascii="Liberation Serif" w:hAnsi="Liberation Serif" w:cs="Liberation Serif"/>
          <w:sz w:val="28"/>
          <w:szCs w:val="28"/>
        </w:rPr>
        <w:t>РГ АК – рабочая группа Аттестационной комиссии Министерства образования и молодежной политики Свердловской области.</w:t>
      </w:r>
    </w:p>
    <w:p w:rsidR="00AD1BAA" w:rsidRDefault="00CA09AA">
      <w:pPr>
        <w:spacing w:after="0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 xml:space="preserve">СО – </w:t>
      </w:r>
      <w:r>
        <w:rPr>
          <w:rFonts w:ascii="Liberation Serif" w:hAnsi="Liberation Serif" w:cs="Liberation Serif"/>
          <w:iCs/>
          <w:sz w:val="28"/>
          <w:szCs w:val="28"/>
        </w:rPr>
        <w:t>Свердловская область</w:t>
      </w:r>
    </w:p>
    <w:p w:rsidR="00AD1BAA" w:rsidRDefault="00CA09AA">
      <w:pPr>
        <w:pageBreakBefore/>
        <w:tabs>
          <w:tab w:val="left" w:pos="5387"/>
        </w:tabs>
        <w:spacing w:after="0"/>
        <w:ind w:left="5387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УТВЕРЖДЕН</w:t>
      </w:r>
    </w:p>
    <w:p w:rsidR="00AD1BAA" w:rsidRDefault="00CA09AA">
      <w:pPr>
        <w:tabs>
          <w:tab w:val="left" w:pos="5387"/>
        </w:tabs>
        <w:spacing w:after="0"/>
        <w:ind w:left="5387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 xml:space="preserve">приказом Министерства </w:t>
      </w:r>
    </w:p>
    <w:p w:rsidR="00AD1BAA" w:rsidRDefault="00CA09AA">
      <w:pPr>
        <w:tabs>
          <w:tab w:val="left" w:pos="5387"/>
        </w:tabs>
        <w:spacing w:after="0"/>
        <w:ind w:left="5387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образования и молодежной политики</w:t>
      </w:r>
    </w:p>
    <w:p w:rsidR="00AD1BAA" w:rsidRDefault="00CA09AA">
      <w:pPr>
        <w:tabs>
          <w:tab w:val="left" w:pos="5387"/>
        </w:tabs>
        <w:spacing w:after="0"/>
        <w:ind w:left="5387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 xml:space="preserve">Свердловской области </w:t>
      </w:r>
    </w:p>
    <w:p w:rsidR="00AD1BAA" w:rsidRDefault="00CA09AA">
      <w:pPr>
        <w:spacing w:after="0"/>
        <w:ind w:firstLine="5387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от 01.03.2022 № 245-Д</w:t>
      </w:r>
    </w:p>
    <w:p w:rsidR="00AD1BAA" w:rsidRDefault="00CA09AA">
      <w:pPr>
        <w:tabs>
          <w:tab w:val="left" w:pos="5387"/>
        </w:tabs>
        <w:spacing w:after="0"/>
        <w:ind w:left="5387"/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 создании и утверждении составов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Аттестационной комиссии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Министерства образования и молодежной политики</w:t>
      </w:r>
    </w:p>
    <w:p w:rsidR="00AD1BAA" w:rsidRDefault="00CA09AA">
      <w:pPr>
        <w:tabs>
          <w:tab w:val="left" w:pos="5387"/>
        </w:tabs>
        <w:spacing w:after="0"/>
        <w:ind w:left="5387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Свердловской облас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ти </w:t>
      </w: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 xml:space="preserve">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специалистов, привлекаемых для осуществления всестороннего анализа профессиональной деятельности педагогических работников, аттестующихся в целях установления первой, высшей квалификационных категорий</w:t>
      </w: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»</w:t>
      </w: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</w:p>
    <w:p w:rsidR="00AD1BAA" w:rsidRDefault="00AD1BAA">
      <w:pPr>
        <w:tabs>
          <w:tab w:val="left" w:pos="0"/>
        </w:tabs>
        <w:spacing w:after="0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  <w:r>
        <w:rPr>
          <w:rFonts w:ascii="Liberation Serif" w:hAnsi="Liberation Serif" w:cs="Liberation Serif"/>
          <w:b/>
          <w:iCs/>
          <w:sz w:val="28"/>
          <w:szCs w:val="28"/>
        </w:rPr>
        <w:t>СОСТАВ</w:t>
      </w:r>
    </w:p>
    <w:p w:rsidR="00AD1BAA" w:rsidRDefault="00CA09AA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специалистов, привлекаемых для </w:t>
      </w:r>
      <w:r>
        <w:rPr>
          <w:rFonts w:ascii="Liberation Serif" w:hAnsi="Liberation Serif" w:cs="Liberation Serif"/>
          <w:b/>
          <w:sz w:val="28"/>
          <w:szCs w:val="28"/>
        </w:rPr>
        <w:t>осуществления всестороннего анализа профессиональной деятельности педагогических работников, аттестующихся в целях установления первой, высшей квалификационных категорий</w:t>
      </w:r>
    </w:p>
    <w:p w:rsidR="00AD1BAA" w:rsidRDefault="00AD1BAA">
      <w:pPr>
        <w:tabs>
          <w:tab w:val="left" w:pos="0"/>
        </w:tabs>
        <w:spacing w:after="0"/>
        <w:ind w:left="568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AD1BAA">
      <w:pPr>
        <w:tabs>
          <w:tab w:val="left" w:pos="0"/>
        </w:tabs>
        <w:spacing w:after="0"/>
        <w:ind w:left="568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left="568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Государственное автономное образовательное учреждение</w:t>
      </w:r>
    </w:p>
    <w:p w:rsidR="00AD1BAA" w:rsidRDefault="00CA09AA">
      <w:pPr>
        <w:tabs>
          <w:tab w:val="left" w:pos="0"/>
        </w:tabs>
        <w:spacing w:after="0"/>
        <w:ind w:left="568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дополнительного </w:t>
      </w:r>
      <w:r>
        <w:rPr>
          <w:rFonts w:ascii="Liberation Serif" w:hAnsi="Liberation Serif" w:cs="Liberation Serif"/>
          <w:b/>
          <w:sz w:val="28"/>
          <w:szCs w:val="28"/>
        </w:rPr>
        <w:t>профессионального образования Свердловской области «Институт развития образования»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iCs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Алейникова Светлана Владимировна, директор регионального центра обработки информации и оценки качества образования, ГАОУ ДПО СО «ИРО», МО «город Екатеринбург».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Аникиева Анн</w:t>
      </w:r>
      <w:r>
        <w:rPr>
          <w:rFonts w:ascii="Liberation Serif" w:hAnsi="Liberation Serif" w:cs="Liberation Serif"/>
          <w:sz w:val="28"/>
          <w:szCs w:val="28"/>
        </w:rPr>
        <w:t xml:space="preserve">а Владимировна, специалист по учебно-методической работе 1 категории отдела исследований состояния системы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Атаманычева Светлана Арнольдовна, заведующий отделом сопровождения конкурсов, ГАОУ ДПО СО «И</w:t>
      </w:r>
      <w:r>
        <w:rPr>
          <w:rFonts w:ascii="Liberation Serif" w:hAnsi="Liberation Serif" w:cs="Liberation Serif"/>
          <w:sz w:val="28"/>
          <w:szCs w:val="28"/>
        </w:rPr>
        <w:t xml:space="preserve">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Бей Ольга Александровна, заведующий общим отделом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Биктуганова Светлана Леонидовна, заведующий библиотечно-информационным центром,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Ботышева Евгения Алекса</w:t>
      </w:r>
      <w:r>
        <w:rPr>
          <w:rFonts w:ascii="Liberation Serif" w:hAnsi="Liberation Serif" w:cs="Liberation Serif"/>
          <w:sz w:val="28"/>
          <w:szCs w:val="28"/>
        </w:rPr>
        <w:t xml:space="preserve">ндровна, заведующий учебным отделом,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Герасимова Марина Анатольевна, заведующий центром методического сопровождения муниципальных систем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Екатеринбург»,</w:t>
      </w:r>
      <w:r>
        <w:rPr>
          <w:rFonts w:ascii="Liberation Serif" w:hAnsi="Liberation Serif" w:cs="Liberation Serif"/>
          <w:sz w:val="28"/>
          <w:szCs w:val="28"/>
        </w:rPr>
        <w:t xml:space="preserve"> кандидат педагогических наук.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Гне</w:t>
      </w:r>
      <w:r>
        <w:rPr>
          <w:rFonts w:ascii="Liberation Serif" w:hAnsi="Liberation Serif" w:cs="Liberation Serif"/>
          <w:sz w:val="28"/>
          <w:szCs w:val="28"/>
        </w:rPr>
        <w:t xml:space="preserve">вышев Эдгар Геннадьевич, специалист информационно-аналитического отдела,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Гомоюнова Наталья Янаковна, старший преподаватель кафедры педагогических и управленческих технологий,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Добрыгина Светлана Влад</w:t>
      </w:r>
      <w:r>
        <w:rPr>
          <w:rFonts w:ascii="Liberation Serif" w:hAnsi="Liberation Serif" w:cs="Liberation Serif"/>
          <w:sz w:val="28"/>
          <w:szCs w:val="28"/>
        </w:rPr>
        <w:t xml:space="preserve">имировна, заведующий информационно-аналитическим отделом,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Долинина Тамара Альбертовна, заведующий кафедрой филологического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Жигулина Марина Леонидовна, проректор, ГАОУ ДПО</w:t>
      </w:r>
      <w:r>
        <w:rPr>
          <w:rFonts w:ascii="Liberation Serif" w:hAnsi="Liberation Serif" w:cs="Liberation Serif"/>
          <w:sz w:val="28"/>
          <w:szCs w:val="28"/>
        </w:rPr>
        <w:t xml:space="preserve"> СО «ИРО».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Жижина Инна Владимировна, директор,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кандидат психологических наук.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Жилина Наталья Владимировна, старший преподаватель кафедры педагогических и управленческих технологий,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Иванова Светлана </w:t>
      </w:r>
      <w:r>
        <w:rPr>
          <w:rFonts w:ascii="Liberation Serif" w:hAnsi="Liberation Serif" w:cs="Liberation Serif"/>
          <w:sz w:val="28"/>
          <w:szCs w:val="28"/>
        </w:rPr>
        <w:t xml:space="preserve">Васильевна, доцент кафедры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кафедрой </w:t>
      </w:r>
      <w:r>
        <w:rPr>
          <w:rFonts w:ascii="Liberation Serif" w:hAnsi="Liberation Serif" w:cs="Liberation Serif"/>
          <w:sz w:val="28"/>
          <w:szCs w:val="28"/>
        </w:rPr>
        <w:t xml:space="preserve">управления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в образовании,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Екатеринбург»,</w:t>
      </w:r>
      <w:r>
        <w:rPr>
          <w:rFonts w:ascii="Liberation Serif" w:hAnsi="Liberation Serif" w:cs="Liberation Serif"/>
          <w:sz w:val="28"/>
          <w:szCs w:val="28"/>
        </w:rPr>
        <w:t xml:space="preserve"> кандидат педагогических наук.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Кайнова Ирина Валерьевна, специалист по учебно-методической работе отдела организации и сопровождения аттестации </w:t>
      </w:r>
      <w:r>
        <w:rPr>
          <w:rFonts w:ascii="Liberation Serif" w:hAnsi="Liberation Serif" w:cs="Liberation Serif"/>
          <w:sz w:val="28"/>
          <w:szCs w:val="28"/>
        </w:rPr>
        <w:t xml:space="preserve">работников системы образования, ГАОУ ДПО СО 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Корчак Татьяна Андреевна, заведующий кафедрой профессионального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педагогических наук.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Краева Вероника Александровна</w:t>
      </w:r>
      <w:r>
        <w:rPr>
          <w:rFonts w:ascii="Liberation Serif" w:hAnsi="Liberation Serif" w:cs="Liberation Serif"/>
          <w:sz w:val="28"/>
          <w:szCs w:val="28"/>
        </w:rPr>
        <w:t xml:space="preserve">, специалист по учебно-методической работе 1 категории отдела организации и сопровождения аттестации работников системы образования, ГАОУ ДПО СО 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Куликов Юрий Александрович, доцент кафедры педагогических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управленческих тех</w:t>
      </w:r>
      <w:r>
        <w:rPr>
          <w:rFonts w:ascii="Liberation Serif" w:hAnsi="Liberation Serif" w:cs="Liberation Serif"/>
          <w:sz w:val="28"/>
          <w:szCs w:val="28"/>
        </w:rPr>
        <w:t xml:space="preserve">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кандидат физико-математических наук.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Лебедев Сергей Владимирович, доцент кафедры педагогических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управленческих технологий,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кандидат педагогических наук.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Мамонтова Марина Юрьевна, замести</w:t>
      </w:r>
      <w:r>
        <w:rPr>
          <w:rFonts w:ascii="Liberation Serif" w:hAnsi="Liberation Serif" w:cs="Liberation Serif"/>
          <w:sz w:val="28"/>
          <w:szCs w:val="28"/>
        </w:rPr>
        <w:t xml:space="preserve">тель заведующего отделом исследования состояния системы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физико-математических наук.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Миниханова Санья Ахмитхановна, доцент кафедры естественно-научного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педагогических наук.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Мирецкая Наталья Владленовна, специалист информационно-аналитического отдела,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Никитин Сергей Васильевич, </w:t>
      </w:r>
      <w:r>
        <w:rPr>
          <w:rFonts w:ascii="Liberation Serif" w:hAnsi="Liberation Serif" w:cs="Liberation Serif"/>
          <w:sz w:val="28"/>
          <w:szCs w:val="28"/>
        </w:rPr>
        <w:t xml:space="preserve">заместитель директора </w:t>
      </w:r>
      <w:r>
        <w:rPr>
          <w:rFonts w:ascii="Liberation Serif" w:eastAsia="Times New Roman" w:hAnsi="Liberation Serif" w:cs="Liberation Serif"/>
          <w:sz w:val="28"/>
          <w:szCs w:val="28"/>
        </w:rPr>
        <w:t>центра обработки информации и оценки качества образо</w:t>
      </w:r>
      <w:r>
        <w:rPr>
          <w:rFonts w:ascii="Liberation Serif" w:eastAsia="Times New Roman" w:hAnsi="Liberation Serif" w:cs="Liberation Serif"/>
          <w:sz w:val="28"/>
          <w:szCs w:val="28"/>
        </w:rPr>
        <w:t>вания, ГАОУ ДПО СО «ИРО», МО «город Екатеринбург».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Овсянникова Наталья Павловна, заведующий кафедрой естественно-научного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педагогических наук.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Осипова Марина Борисовна, доцент кафедры педаго</w:t>
      </w:r>
      <w:r>
        <w:rPr>
          <w:rFonts w:ascii="Liberation Serif" w:hAnsi="Liberation Serif" w:cs="Liberation Serif"/>
          <w:sz w:val="28"/>
          <w:szCs w:val="28"/>
        </w:rPr>
        <w:t xml:space="preserve">гических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управленческих технологий,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кандидат педагогических наук.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Подоляко Ирина Константиновна, проректор,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Романова Оксана Владимировна, доцент кафедры педагогических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управленч</w:t>
      </w:r>
      <w:r>
        <w:rPr>
          <w:rFonts w:ascii="Liberation Serif" w:hAnsi="Liberation Serif" w:cs="Liberation Serif"/>
          <w:sz w:val="28"/>
          <w:szCs w:val="28"/>
        </w:rPr>
        <w:t xml:space="preserve">еских технологий,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кандидат филологических наук.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Сенова Оксана Николаевна, старший преподаватель кафедры педагогических и управленческих технологий,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Симанок Анатолий Валерьевич, заведующий отделом ин</w:t>
      </w:r>
      <w:r>
        <w:rPr>
          <w:rFonts w:ascii="Liberation Serif" w:hAnsi="Liberation Serif" w:cs="Liberation Serif"/>
          <w:sz w:val="28"/>
          <w:szCs w:val="28"/>
        </w:rPr>
        <w:t xml:space="preserve">новационного и естественно-научного цифрового образования ГАОУ ДПО СО 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Смирнова Наталья Леонидовна, доцент кафедры филологического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Екатеринбург»,</w:t>
      </w:r>
      <w:r>
        <w:rPr>
          <w:rFonts w:ascii="Liberation Serif" w:hAnsi="Liberation Serif" w:cs="Liberation Serif"/>
          <w:sz w:val="28"/>
          <w:szCs w:val="28"/>
        </w:rPr>
        <w:t xml:space="preserve"> кандидат педагогических наук.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Соловья</w:t>
      </w:r>
      <w:r>
        <w:rPr>
          <w:rFonts w:ascii="Liberation Serif" w:hAnsi="Liberation Serif" w:cs="Liberation Serif"/>
          <w:sz w:val="28"/>
          <w:szCs w:val="28"/>
        </w:rPr>
        <w:t xml:space="preserve">нов Вадим Борисович, старший преподаватель кафедры математики и информатики, ГАОУ ДПО СО 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Степанова Елена Васильевна, доцент кафедры педагогических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управленческих технологий,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кандидат психологи</w:t>
      </w:r>
      <w:r>
        <w:rPr>
          <w:rFonts w:ascii="Liberation Serif" w:hAnsi="Liberation Serif" w:cs="Liberation Serif"/>
          <w:sz w:val="28"/>
          <w:szCs w:val="28"/>
        </w:rPr>
        <w:t>ческих наук.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Степанова Нина Александровна, специалист по учебно-методической работе 1 категории отдела организации и сопровождения аттестации работников системы образования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ГАОУ ДПО СО «ИРО», МО «город Екатеринбург».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Сундукова Татьяна Алиевна, заведующий </w:t>
      </w:r>
      <w:r>
        <w:rPr>
          <w:rFonts w:ascii="Liberation Serif" w:hAnsi="Liberation Serif" w:cs="Liberation Serif"/>
          <w:sz w:val="28"/>
          <w:szCs w:val="28"/>
        </w:rPr>
        <w:t xml:space="preserve">отделом исследований состояния системы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Тарасова Ирина Александровна, заведующий отделом организации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сопровождения аттестации работников системы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</w:t>
      </w:r>
      <w:r>
        <w:rPr>
          <w:rFonts w:ascii="Liberation Serif" w:eastAsia="Times New Roman" w:hAnsi="Liberation Serif" w:cs="Liberation Serif"/>
          <w:sz w:val="28"/>
          <w:szCs w:val="28"/>
        </w:rPr>
        <w:t>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Темняткина Ольга Владимировна, доцент кафедры управления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в образовании,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педагогических наук.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Токмянина Светлана Витальевна, заведующий кафедрой </w:t>
      </w:r>
      <w:r>
        <w:rPr>
          <w:rFonts w:ascii="Liberation Serif" w:eastAsia="Times New Roman" w:hAnsi="Liberation Serif" w:cs="Liberation Serif"/>
          <w:sz w:val="28"/>
          <w:szCs w:val="28"/>
        </w:rPr>
        <w:t>общественно-научных дисциплин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ГАОУ ДПО СО </w:t>
      </w:r>
      <w:r>
        <w:rPr>
          <w:rFonts w:ascii="Liberation Serif" w:hAnsi="Liberation Serif" w:cs="Liberation Serif"/>
          <w:sz w:val="28"/>
          <w:szCs w:val="28"/>
        </w:rPr>
        <w:t xml:space="preserve">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исторических наук.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Толстикова Ольга Викторовна, доцент кафедры педагогики и психологии,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Трофимова Оксана Александровна, проректор,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>МО «город Екатеринбур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г», </w:t>
      </w:r>
      <w:r>
        <w:rPr>
          <w:rFonts w:ascii="Liberation Serif" w:hAnsi="Liberation Serif" w:cs="Liberation Serif"/>
          <w:sz w:val="28"/>
          <w:szCs w:val="28"/>
        </w:rPr>
        <w:t>кандидат педагогических наук.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Уколова Ольга Сергеевна, доцент кафедры общественно-научных дисциплин, ГАОУ ДПО СО 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исторических наук.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Ушакова Мария Александровна, доцент кафедры педагогических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управленческих те</w:t>
      </w:r>
      <w:r>
        <w:rPr>
          <w:rFonts w:ascii="Liberation Serif" w:hAnsi="Liberation Serif" w:cs="Liberation Serif"/>
          <w:sz w:val="28"/>
          <w:szCs w:val="28"/>
        </w:rPr>
        <w:t xml:space="preserve">хнологий, НТФ ИРО, </w:t>
      </w:r>
      <w:r>
        <w:rPr>
          <w:rFonts w:ascii="Liberation Serif" w:eastAsia="Times New Roman" w:hAnsi="Liberation Serif" w:cs="Liberation Serif"/>
          <w:sz w:val="28"/>
          <w:szCs w:val="28"/>
        </w:rPr>
        <w:t>город 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кандидат педагогических наук, доцент ВАК.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Фархитдинов Валерий Валентинович, старший преподаватель кафедры общественно-научных дисциплин, ГАОУ ДПО СО «ИРО», </w:t>
      </w:r>
      <w:r>
        <w:rPr>
          <w:rFonts w:ascii="Liberation Serif" w:eastAsia="Times New Roman" w:hAnsi="Liberation Serif"/>
          <w:sz w:val="28"/>
          <w:szCs w:val="28"/>
        </w:rPr>
        <w:t>МО «город Екатеринбург»</w:t>
      </w:r>
      <w:r>
        <w:rPr>
          <w:rFonts w:ascii="Liberation Serif" w:hAnsi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Чудиновских Елена Алексеевна, заведу</w:t>
      </w:r>
      <w:r>
        <w:rPr>
          <w:rFonts w:ascii="Liberation Serif" w:hAnsi="Liberation Serif"/>
          <w:sz w:val="28"/>
          <w:szCs w:val="28"/>
        </w:rPr>
        <w:t xml:space="preserve">ющий </w:t>
      </w:r>
      <w:r>
        <w:rPr>
          <w:rFonts w:ascii="Liberation Serif" w:hAnsi="Liberation Serif"/>
          <w:color w:val="000000"/>
          <w:sz w:val="28"/>
          <w:szCs w:val="28"/>
        </w:rPr>
        <w:t xml:space="preserve">центром воспитания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hAnsi="Liberation Serif"/>
          <w:color w:val="000000"/>
          <w:sz w:val="28"/>
          <w:szCs w:val="28"/>
        </w:rPr>
        <w:t xml:space="preserve">и дополнительного образования </w:t>
      </w:r>
      <w:r>
        <w:rPr>
          <w:rFonts w:ascii="Liberation Serif" w:hAnsi="Liberation Serif"/>
          <w:sz w:val="28"/>
          <w:szCs w:val="28"/>
        </w:rPr>
        <w:t xml:space="preserve">ГАОУ ДПО СО «ИРО», </w:t>
      </w:r>
      <w:r>
        <w:rPr>
          <w:rFonts w:ascii="Liberation Serif" w:eastAsia="Times New Roman" w:hAnsi="Liberation Serif"/>
          <w:sz w:val="28"/>
          <w:szCs w:val="28"/>
        </w:rPr>
        <w:t>МО «город Екатеринбург»</w:t>
      </w:r>
      <w:r>
        <w:rPr>
          <w:rFonts w:ascii="Liberation Serif" w:hAnsi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Юшкова Наталия Анатольевна, доцент кафедры филологического образования, ГАОУ ДПО СО «ИРО»,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кандидат филологических наук.</w:t>
      </w:r>
    </w:p>
    <w:p w:rsidR="00AD1BAA" w:rsidRDefault="00AD1BAA">
      <w:pPr>
        <w:pStyle w:val="a3"/>
        <w:tabs>
          <w:tab w:val="left" w:pos="0"/>
          <w:tab w:val="left" w:pos="426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8"/>
          <w:szCs w:val="28"/>
        </w:rPr>
      </w:pPr>
    </w:p>
    <w:p w:rsidR="00AD1BAA" w:rsidRDefault="00CA09AA">
      <w:pPr>
        <w:tabs>
          <w:tab w:val="left" w:pos="0"/>
          <w:tab w:val="left" w:pos="426"/>
        </w:tabs>
        <w:spacing w:after="0"/>
        <w:ind w:left="568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Воспитател</w:t>
      </w:r>
      <w:r>
        <w:rPr>
          <w:rFonts w:ascii="Liberation Serif" w:hAnsi="Liberation Serif" w:cs="Liberation Serif"/>
          <w:b/>
          <w:sz w:val="28"/>
          <w:szCs w:val="28"/>
        </w:rPr>
        <w:t>ь</w:t>
      </w:r>
    </w:p>
    <w:p w:rsidR="00AD1BAA" w:rsidRDefault="00AD1BAA">
      <w:pPr>
        <w:pStyle w:val="a3"/>
        <w:tabs>
          <w:tab w:val="left" w:pos="0"/>
          <w:tab w:val="left" w:pos="426"/>
        </w:tabs>
        <w:spacing w:after="0" w:line="240" w:lineRule="auto"/>
        <w:ind w:left="709"/>
        <w:jc w:val="both"/>
        <w:rPr>
          <w:rFonts w:ascii="Liberation Serif" w:hAnsi="Liberation Serif" w:cs="Liberation Serif"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Абдуллина Ирина Вагизовна, воспитатель, МБДОУ д/с № 34 «Родничок»,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Абросимова Надежда Петровна, воспитатель, МАДОУ ЦРР – детский сад,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Авдеева Елена Николаевна, воспитатель, МАДОУ «Детский сад № 24»,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</w:t>
      </w:r>
      <w:r>
        <w:rPr>
          <w:rFonts w:ascii="Liberation Serif" w:hAnsi="Liberation Serif" w:cs="Liberation Serif"/>
          <w:sz w:val="28"/>
          <w:szCs w:val="28"/>
        </w:rPr>
        <w:t>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Агеева Галина Альбертовна, воспитатель, филиал МАДОУ «Детский сад № 26» – «Детский сад № 24», ГО Первоуральск, 1КК.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>Акимова Елена Вадимовна, воспитатель, ГБОУ СО «Нижнетагильская школа-интернат № 2, реализующая адаптированные основные общео</w:t>
      </w:r>
      <w:r>
        <w:rPr>
          <w:rFonts w:ascii="Liberation Serif" w:hAnsi="Liberation Serif"/>
          <w:sz w:val="28"/>
          <w:szCs w:val="28"/>
          <w:lang w:eastAsia="ru-RU"/>
        </w:rPr>
        <w:t>бразовательные программы»,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Акишева Наталья Ивановна, воспитатель, МДОУ «Золотой петушок»,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Акулеева Оксана Анатольевна,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44 п. Полуночное г. Ивделя, Ивдельский ГО, 1КК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Акулова Ири</w:t>
      </w:r>
      <w:r>
        <w:rPr>
          <w:rFonts w:ascii="Liberation Serif" w:hAnsi="Liberation Serif" w:cs="Liberation Serif"/>
          <w:sz w:val="28"/>
          <w:szCs w:val="28"/>
        </w:rPr>
        <w:t>на Владимировна, воспитатель, МБДОУ «Детский сад комбинированного вида № 5 «Светлячок», Арамильский ГО СО,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0"/>
          <w:tab w:val="left" w:pos="142"/>
          <w:tab w:val="left" w:pos="993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Акулова Наталья Александровна, воспитатель, МАДОУ № 25 ГО Карпинск,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0"/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Алабушева Любовь Владимировна, воспитатель, МАДОУ детский сад № 65 г. Н</w:t>
      </w:r>
      <w:r>
        <w:rPr>
          <w:rFonts w:ascii="Liberation Serif" w:hAnsi="Liberation Serif" w:cs="Liberation Serif"/>
          <w:sz w:val="28"/>
          <w:szCs w:val="28"/>
        </w:rPr>
        <w:t>ижние Серги,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Алейникова Любовь Сергеевна, воспитатель, МБДОУ «Детский сад «Кирпичики», </w:t>
      </w:r>
      <w:r>
        <w:rPr>
          <w:rFonts w:ascii="Liberation Serif" w:hAnsi="Liberation Serif" w:cs="Liberation Serif"/>
          <w:sz w:val="28"/>
          <w:szCs w:val="28"/>
        </w:rPr>
        <w:t>Асбестовский ГО</w:t>
      </w:r>
      <w:r>
        <w:rPr>
          <w:rFonts w:ascii="Liberation Serif" w:hAnsi="Liberation Serif" w:cs="Liberation Serif"/>
          <w:bCs/>
          <w:sz w:val="28"/>
          <w:szCs w:val="28"/>
        </w:rPr>
        <w:t>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Александрова Екатерина Владимировна, воспитатель, МАДОУ Детский сад № 18, ГО Красноуральск, ВКК.</w:t>
      </w: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Александрова Наталья </w:t>
      </w:r>
      <w:r>
        <w:rPr>
          <w:rFonts w:ascii="Liberation Serif" w:hAnsi="Liberation Serif" w:cs="Liberation Serif"/>
          <w:sz w:val="28"/>
          <w:szCs w:val="28"/>
        </w:rPr>
        <w:t xml:space="preserve">Васильевна, воспитатель, МАДОУ № 145,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Александрова Татьяна Ювенальевна, воспитатель, МАДОУ детский сад «Росток», структурное подразделение детский сад № 8,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Алексеева Татьяна Петровна, воспитатель, МБ</w:t>
      </w:r>
      <w:r>
        <w:rPr>
          <w:rFonts w:ascii="Liberation Serif" w:hAnsi="Liberation Serif" w:cs="Liberation Serif"/>
          <w:sz w:val="28"/>
          <w:szCs w:val="28"/>
        </w:rPr>
        <w:t xml:space="preserve">ДОУ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«Детский сад </w:t>
      </w:r>
      <w:r>
        <w:rPr>
          <w:rFonts w:ascii="Liberation Serif" w:hAnsi="Liberation Serif" w:cs="Liberation Serif"/>
          <w:sz w:val="28"/>
          <w:szCs w:val="28"/>
        </w:rPr>
        <w:t>«Кирпичики»,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Алескерова Марина Александровна, воспитатель, МАДОУ № 39 «Малышок»,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Алиева Светлана Александровна,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34,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Аликина Ольга Леонидовна, воспит</w:t>
      </w:r>
      <w:r>
        <w:rPr>
          <w:rFonts w:ascii="Liberation Serif" w:hAnsi="Liberation Serif" w:cs="Liberation Serif"/>
          <w:sz w:val="28"/>
          <w:szCs w:val="28"/>
        </w:rPr>
        <w:t>атель, МБДОУ детский сад № 12 «Белочка», Невьянский ГО, ВКК;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Аллаярова Наталья Александровна, воспитатель, МАДОУ «Детский сад комбинированного вида № 56»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Амирова Гатиба Шафиюлла кызы, воспитатель, МБДОУ № 455,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МО «город Екатерин</w:t>
      </w:r>
      <w:r>
        <w:rPr>
          <w:rFonts w:ascii="Liberation Serif" w:hAnsi="Liberation Serif"/>
          <w:sz w:val="28"/>
          <w:szCs w:val="28"/>
        </w:rPr>
        <w:t>бург»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Анашкина Галина Валерьевна,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41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Андреева Елена Николаевна, воспитатель, МАДОУ ЦРР – детский сад № 9,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Андреевских Ирина Владимировна, </w:t>
      </w:r>
      <w:r>
        <w:rPr>
          <w:rFonts w:ascii="Liberation Serif" w:hAnsi="Liberation Serif" w:cs="Liberation Serif"/>
          <w:sz w:val="28"/>
          <w:szCs w:val="28"/>
        </w:rPr>
        <w:t>воспитатель, МАДОУ ЦРР № 587,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Аникина Светлана Сергеевна,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Анкудинова Елена Владимировна, воспитатель, МБДОУ «Детский сад № 52»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Антонова Лидия Михайловна, воспитатель, МБДОУ «Детский сад «Радуга»,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Антонова Ольга Викторовна, воспитатель, МБДОУ № 31,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Антропова Оксана Владимировна, воспитатель, МАДОУ Черновский детский сад, Ирбитское </w:t>
      </w:r>
      <w:r>
        <w:rPr>
          <w:rFonts w:ascii="Liberation Serif" w:hAnsi="Liberation Serif" w:cs="Liberation Serif"/>
          <w:sz w:val="28"/>
          <w:szCs w:val="28"/>
        </w:rPr>
        <w:t>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Аныгина Татьяна Евгеньевна, воспитатель, МБДОУ ПГО «Пышминский детский сад № 6»,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Аристова Светлана Ивановна, воспитатель, 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МАДОУ «Детский сад № 8 «Сказка», </w:t>
      </w:r>
      <w:r>
        <w:rPr>
          <w:rFonts w:ascii="Liberation Serif" w:hAnsi="Liberation Serif"/>
          <w:sz w:val="28"/>
          <w:szCs w:val="28"/>
        </w:rPr>
        <w:t>Арамильский ГО СО</w:t>
      </w:r>
      <w:r>
        <w:rPr>
          <w:rFonts w:ascii="Liberation Serif" w:hAnsi="Liberation Serif"/>
          <w:color w:val="000000"/>
          <w:sz w:val="28"/>
          <w:szCs w:val="28"/>
        </w:rPr>
        <w:t xml:space="preserve">, </w:t>
      </w:r>
      <w:r>
        <w:rPr>
          <w:rFonts w:ascii="Liberation Serif" w:hAnsi="Liberation Serif" w:cs="Liberation Serif"/>
          <w:color w:val="000000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Артемьева Вера Павловна, воспитатель, МБДОУ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«Детский сад № 101»,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Атаманова Ксения Юрьевна, воспитатель, МАДОУ № 14,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Афанасьева Елена Антоновна, воспитатель, МКДОУ № 3 – детский сад «Рябинка», Бисертский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Афонасьева Людмила Анатолье</w:t>
      </w:r>
      <w:r>
        <w:rPr>
          <w:rFonts w:ascii="Liberation Serif" w:hAnsi="Liberation Serif" w:cs="Liberation Serif"/>
          <w:sz w:val="28"/>
          <w:szCs w:val="28"/>
        </w:rPr>
        <w:t xml:space="preserve">вна, воспитатель, МАДОУ № 16,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Ахматьянова Замгадия Маликовна, воспитатель, МБДОУ № 461,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Бабихина Ирина Николаевна, воспитатель, </w:t>
      </w:r>
      <w:r>
        <w:rPr>
          <w:rFonts w:ascii="Liberation Serif" w:hAnsi="Liberation Serif" w:cs="Liberation Serif"/>
          <w:color w:val="000000"/>
          <w:sz w:val="28"/>
          <w:szCs w:val="28"/>
        </w:rPr>
        <w:t>МАДОУ</w:t>
      </w:r>
      <w:r>
        <w:rPr>
          <w:rFonts w:ascii="Liberation Serif" w:hAnsi="Liberation Serif" w:cs="Liberation Serif"/>
          <w:sz w:val="28"/>
          <w:szCs w:val="28"/>
        </w:rPr>
        <w:t xml:space="preserve"> «Детский сад № 1 «Аленка»,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bCs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t>Багаевская Любовь Геннадьевна, воспитатель МДОУ «ЦРР – детский сад «Улыбка» Качканарского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Бадеева Людмила Алексеевна, воспитатель, МАДОУ № 445,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Баева Наталья Владимировна, воспитатель, МАДОУ д/с «МАЯЧОК», город Нижни</w:t>
      </w:r>
      <w:r>
        <w:rPr>
          <w:rFonts w:ascii="Liberation Serif" w:hAnsi="Liberation Serif" w:cs="Liberation Serif"/>
          <w:sz w:val="28"/>
          <w:szCs w:val="28"/>
        </w:rPr>
        <w:t>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Баженова Ольга Александровна, воспитатель, БМАОУ СОШ № 11,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Бажина Наталья Витальевна, воспитатель, МБДОУ «Детский сад № 12 комбинированного вида»,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Байдина Елена Сергеевна, воспитатель, МАДОУ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17,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Балабанова Ольга Валентиновна, воспитатель, МБДОУ № 532,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Балантаева Ольга Викторовна, воспитатель, 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МАДОУ «Детский сад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№ 2 «Радуга», Арамильский ГО СО,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Барыбина Алена Михайловна, воспитатель, </w:t>
      </w:r>
      <w:r>
        <w:rPr>
          <w:rFonts w:ascii="Liberation Serif" w:hAnsi="Liberation Serif" w:cs="Liberation Serif"/>
          <w:sz w:val="28"/>
          <w:szCs w:val="28"/>
        </w:rPr>
        <w:t xml:space="preserve">МБДОУ № 443,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Барышникова Елена Евгеньевна, воспитатель, ГКОУ СО «СУВУ ЗТ»,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Баталова Наталия Анатольевна, воспитатель, МАДОУ Детский сад № 18,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Батальцева Ираида Геннадьевна,</w:t>
      </w:r>
      <w:r>
        <w:rPr>
          <w:rFonts w:ascii="Liberation Serif" w:hAnsi="Liberation Serif" w:cs="Liberation Serif"/>
          <w:sz w:val="28"/>
          <w:szCs w:val="28"/>
        </w:rPr>
        <w:t xml:space="preserve"> воспитатель, МБДОУ № 55,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Батуева Оксана Викторовна, воспитатель, филиал МАДОУ «Детский сад № 5» – «Детский сад № 10»,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Батурина Юлия Геннадьевна, воспитатель, МДОУ «Гаевский детский сад», Ирбитское МО,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Бауэр Екатерина Яковлевна, воспитатель, МАДОУ № 60 «Дюймовочка»,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Бахтова Ирина Валерьевна, воспитатель, МБДОУ № 516,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t xml:space="preserve">Башенёва Александра Андреевна, воспитатель, МАДОУ «Умка»,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t xml:space="preserve">ГО Карпинск, </w:t>
      </w:r>
      <w:r>
        <w:rPr>
          <w:rFonts w:ascii="Liberation Serif" w:hAnsi="Liberation Serif"/>
          <w:sz w:val="28"/>
          <w:szCs w:val="28"/>
          <w:shd w:val="clear" w:color="auto" w:fill="FFFFFF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t>Башенёва</w:t>
      </w: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t xml:space="preserve"> Светлана Сергеевна, воспитатель, МАДОУ «Умка»,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t>ГО Карпинск,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Башорина Юлия Вадимовна, воспитатель, МБДОУ «Детский сад № 52»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Баяндина Наталья Валерьевна, воспитатель, МБДОУ № 519,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Белодед Ирина</w:t>
      </w:r>
      <w:r>
        <w:rPr>
          <w:rFonts w:ascii="Liberation Serif" w:hAnsi="Liberation Serif" w:cs="Liberation Serif"/>
          <w:sz w:val="28"/>
          <w:szCs w:val="28"/>
        </w:rPr>
        <w:t xml:space="preserve"> Николаевна, воспитатель, МАОУ «СОШ № 3»,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Белых Ирина Николаевна, воспитатель, МБДОУ № 36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Беляева Алла Борисовна, воспитатель, МБДОУ ПГО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69 комбинированного 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</w:t>
      </w:r>
      <w:r>
        <w:rPr>
          <w:rFonts w:ascii="Liberation Serif" w:hAnsi="Liberation Serif" w:cs="Liberation Serif"/>
          <w:bCs/>
          <w:sz w:val="28"/>
          <w:szCs w:val="28"/>
        </w:rPr>
        <w:t>еляева Ирина Анатольевна, воспитатель, детский сад № 131 ОАО «РЖД»,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Беляева Наталья Михайловна, воспитатель, филиал МАДОУ «Детский сад № 39» – «Детский сад № 20»,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Березина Ольга Юрьевна, воспитатель, </w:t>
      </w:r>
      <w:r>
        <w:rPr>
          <w:rFonts w:ascii="Liberation Serif" w:hAnsi="Liberation Serif" w:cs="Liberation Serif"/>
          <w:sz w:val="28"/>
          <w:szCs w:val="28"/>
        </w:rPr>
        <w:t xml:space="preserve">МБДОУ ПГО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53»,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Береснева Ольга Сергеевна, воспитатель, МАДОУ ПГО «Центр развития ребенка – Детский сад № 70 «Радуга», Полевской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Бернер Марина Михайловна, воспитатель, МБДОУ «Детский сад «Малыш» АГО,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Асбестовский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Берченко Жанна Юрьевна, воспитатель, МБДОУ № 168,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Беспамятных Анна Александровна, воспитатель, МАДОУ детский сад «Росинка» структурное подразделение детский сад № 3,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Бессонова Вера Николаевн</w:t>
      </w:r>
      <w:r>
        <w:rPr>
          <w:rFonts w:ascii="Liberation Serif" w:hAnsi="Liberation Serif" w:cs="Liberation Serif"/>
          <w:sz w:val="28"/>
          <w:szCs w:val="28"/>
        </w:rPr>
        <w:t>а, воспитатель, МДОУ «Гаевский детский сад», Ирбитское МО,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Билалова Гульмарьям Фанавиевна, воспитатель, МБДОУ № 186,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Биленко Наталья Сергеевна, воспитатель, МБДОУ «Детский сад № 89»,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Бирюкова Александра Илларионовна, воспитатель, </w:t>
      </w:r>
      <w:r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МА ДОУ № 29, </w:t>
      </w:r>
      <w:r>
        <w:rPr>
          <w:rFonts w:ascii="Liberation Serif" w:hAnsi="Liberation Serif" w:cs="Liberation Serif"/>
          <w:sz w:val="28"/>
          <w:szCs w:val="28"/>
        </w:rPr>
        <w:t>ГО Краснотурьинск,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Блинова Анна Александровна, воспитатель, МАДОУ № 115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Блинова Нина Геннадьевна, воспитатель, МАДОУ № 145,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Бобыкина Наталия Витальевна, воспитатель, филиал МАДОУ «Детский сад № 3» – «Детский сад № 21»,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Богданова Азина Шайхулловна, воспитатель, МАДОУ № 16,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Богданович Валентина Викторовна, воспитатель, МКДОУ «Т</w:t>
      </w:r>
      <w:r>
        <w:rPr>
          <w:rFonts w:ascii="Liberation Serif" w:hAnsi="Liberation Serif" w:cs="Liberation Serif"/>
          <w:sz w:val="28"/>
          <w:szCs w:val="28"/>
        </w:rPr>
        <w:t>аборинский детский сад», Таборинский МР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Бойко Светлана Дмитриевна, воспитатель, МБДОУ № 319,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Бокова Вера Леонидовна, воспитатель, МБДОУ «Детский сад № 8»,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Бокта Татьяна Николаевна, восп</w:t>
      </w:r>
      <w:r>
        <w:rPr>
          <w:rFonts w:ascii="Liberation Serif" w:hAnsi="Liberation Serif" w:cs="Liberation Serif"/>
          <w:sz w:val="28"/>
          <w:szCs w:val="28"/>
        </w:rPr>
        <w:t>итатель, МКДОУ «Детский сад № 14»,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Борисенко Татьяна Владимировна, воспитатель, МБДОУ № 424,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Борисова Елена Владиславовна, воспитатель, МАДОУ № 59,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Борисова Ольга Владимировна, </w:t>
      </w:r>
      <w:r>
        <w:rPr>
          <w:rFonts w:ascii="Liberation Serif" w:hAnsi="Liberation Serif" w:cs="Liberation Serif"/>
          <w:sz w:val="28"/>
          <w:szCs w:val="28"/>
        </w:rPr>
        <w:t>воспитатель, МАДОУ № 5,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Бородина Светлана Анатольевна, воспитатель, МКДОУ ГО Заречный «Детство» структурное подразделение «Звездочка», ГО Заречный,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Бородулина Людмила Викторовна, воспитатель, МАДОУ «Детский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сад № 7 «Золотой ключи</w:t>
      </w:r>
      <w:r>
        <w:rPr>
          <w:rFonts w:ascii="Liberation Serif" w:hAnsi="Liberation Serif" w:cs="Liberation Serif"/>
          <w:sz w:val="28"/>
          <w:szCs w:val="28"/>
        </w:rPr>
        <w:t>к»,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Бороздина Ольга Владиславовна, воспитатель, МБДОУ «Детский сад № 95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Боярских Наталия Николаевна,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Бояршина Нат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алья Георгиевна, воспитатель, МКДОУ «Детский сад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№ 22 «Рябинушка»,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Бранчевская Жанна Валерьевна,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 «Светлячок»,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Братанова Анна Сергеевна, воспитатель, МАДОУ № 85,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</w:t>
      </w:r>
      <w:r>
        <w:rPr>
          <w:rFonts w:ascii="Liberation Serif" w:hAnsi="Liberation Serif" w:cs="Liberation Serif"/>
          <w:sz w:val="28"/>
          <w:szCs w:val="28"/>
        </w:rPr>
        <w:t>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Братанова Наталья Алексеевна,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38», ГО Дегтярск,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Брынских Наталья Владимировна, воспитатель, МКДОУ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19 г. Михайловска,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Брюхова Елена Геннадьевна, воспитатель, МА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ДОУ ЦРР № 152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Булгакова Светлана Юрьевна воспитатель, МАДОУ № 38,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Булдакова Валентина Геннадьевна, воспитатель, МКДОУ № 2 – детский сад «Колокольчик», Бисертский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Бумагина Елена Юрьевна, </w:t>
      </w:r>
      <w:r>
        <w:rPr>
          <w:rFonts w:ascii="Liberation Serif" w:hAnsi="Liberation Serif" w:cs="Liberation Serif"/>
          <w:sz w:val="28"/>
          <w:szCs w:val="28"/>
        </w:rPr>
        <w:t>воспитатель, МБДОУ № 18 «Яблонька»,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Бурименко Екатерина Сергеевна, воспитатель, МАДОУ № 524,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Буркова Любовь Леонидовна, воспитатель, МАДОУ № 18,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Бурлева Оксана Анатольевна, воспита</w:t>
      </w:r>
      <w:r>
        <w:rPr>
          <w:rFonts w:ascii="Liberation Serif" w:hAnsi="Liberation Serif" w:cs="Liberation Serif"/>
          <w:sz w:val="28"/>
          <w:szCs w:val="28"/>
        </w:rPr>
        <w:t>тель, МКДОУ «Таборинский детский сад», Таборинский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Бурлова Оксана Дмитриевна, воспитатель, </w:t>
      </w:r>
      <w:r>
        <w:rPr>
          <w:rFonts w:ascii="Liberation Serif" w:hAnsi="Liberation Serif"/>
          <w:color w:val="000000"/>
          <w:sz w:val="28"/>
          <w:szCs w:val="28"/>
        </w:rPr>
        <w:t>МАДОУ «</w:t>
      </w:r>
      <w:r>
        <w:rPr>
          <w:rFonts w:ascii="Liberation Serif" w:hAnsi="Liberation Serif"/>
          <w:sz w:val="28"/>
          <w:szCs w:val="28"/>
        </w:rPr>
        <w:t>Детский сад № 7 «Золотой ключик»,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Бурмистрова Ольга Михайловна, воспитатель, МКДОУ Порошинский детский сад № 12, Камышловс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Бурнышева Наталья Геннадьевна, воспитатель, МАДОУ ЦРР – детский сад № 9, ГО Верхний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Бутина Юлия Юрьевна, воспитатель, МБДОУ «Детский сад № 87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Буторина Алёна Энгельсовна, восп</w:t>
      </w:r>
      <w:r>
        <w:rPr>
          <w:rFonts w:ascii="Liberation Serif" w:hAnsi="Liberation Serif" w:cs="Liberation Serif"/>
          <w:sz w:val="28"/>
          <w:szCs w:val="28"/>
        </w:rPr>
        <w:t>итатель, МБДОУ «Детский сад № 22 «Яблонька»,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Бутырская Кира Станиславовна, воспитатель, МБДОУ «Детский сад № 6 «Золотой петушок»,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Буханова Надежда Николаевна, воспитатель, МБДОУ № 102,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</w:t>
      </w:r>
      <w:r>
        <w:rPr>
          <w:rFonts w:ascii="Liberation Serif" w:hAnsi="Liberation Serif" w:cs="Liberation Serif"/>
          <w:sz w:val="28"/>
          <w:szCs w:val="28"/>
        </w:rPr>
        <w:t>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Бучельникова Елена Владимировна, воспитатель, МБДОУ № 548,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Бушмакина Ольга Петровна, воспитатель, МАДОУ № 17,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Быкова Наталья Владимировна, воспитатель, МАДОУ № 586,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Быкова Татьяна Евгеньевна, воспитатель, МБДОУ № 102,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Быстрых Екатерина Николаевна, воспитатель, МАДОУ № 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Вавилина Анна Евгеньевна, воспитатель, МБДОУ «Приданниковский детский сад № 5», М</w:t>
      </w:r>
      <w:r>
        <w:rPr>
          <w:rFonts w:ascii="Liberation Serif" w:hAnsi="Liberation Serif" w:cs="Liberation Serif"/>
          <w:sz w:val="28"/>
          <w:szCs w:val="28"/>
        </w:rPr>
        <w:t>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Ваганова Людмила Леонидовна, воспитатель, МКДОУ АГО «Ачитский детский сад «Улыбка» – филиал Уфимский детский сад «Радуга», Ачитский ГО, ВКК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Ваганова Наталья Владимировна, воспитатель, МАДОУ № 116,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Валеева Ольга Леонидовна, воспитатель, МАДОУ «Детский сад № 26»,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Ванцевич Наталья Владимировна, воспитатель, МБДОУ № 548,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Вараксина Светлана Анатольевна, воспитатель, МАОУ СОШ № 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Верхний Таги</w:t>
      </w:r>
      <w:r>
        <w:rPr>
          <w:rFonts w:ascii="Liberation Serif" w:hAnsi="Liberation Serif" w:cs="Liberation Serif"/>
          <w:sz w:val="28"/>
          <w:szCs w:val="28"/>
        </w:rPr>
        <w:t>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Вартик Евгения Анатольевна, воспитатель, МАДОУ № 1, 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Васёва Марина Анатольевна, воспитатель, МКДОУ № 3 – детский сад «Рябинка», Бисертский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Васильева Марина Валерьевна, воспитатель, МАОУ школа – сад № 42, Малышевский ГО,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Васильева Оксана Геннадьевна,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Васильчук Наталия Витальевна, воспитатель, МАДОУ № 14 «Юбилейный»,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Васнина Елена Владимировна,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№ 17», ГО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Верхотурский,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Васькина Ольга Анатольевна, воспитатель, МАОУ СОШ № 7, Ивдельский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Ведерникова Елена Федоровна, воспитатель, МАДОУ детский сад «Росток» структурное подразделение детский сад № 36,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Ведерникова Татьяна Пет</w:t>
      </w:r>
      <w:r>
        <w:rPr>
          <w:rFonts w:ascii="Liberation Serif" w:hAnsi="Liberation Serif" w:cs="Liberation Serif"/>
          <w:sz w:val="28"/>
          <w:szCs w:val="28"/>
        </w:rPr>
        <w:t>ровна, воспитатель, МДОУ «Детский сад «Солнышко» р.п. Верхняя Синячиха,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Велиева Ирина Владимировна, воспитатель, МАДОУ детский сад «Росинка» обособленное структурное подразделение детский сад № 7,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Вержболович </w:t>
      </w:r>
      <w:r>
        <w:rPr>
          <w:rFonts w:ascii="Liberation Serif" w:hAnsi="Liberation Serif" w:cs="Liberation Serif"/>
          <w:sz w:val="28"/>
          <w:szCs w:val="28"/>
        </w:rPr>
        <w:t xml:space="preserve">Анна Александровна, воспитатель, МБДОУ № 88,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Верхотурова Наталия Васильевна, воспитатель, МАДОУ детский сад «Страна чудес» структурное подразделение детский сад № 12, Новоуральский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Вершинина Ольга Васильевна, вос</w:t>
      </w:r>
      <w:r>
        <w:rPr>
          <w:rFonts w:ascii="Liberation Serif" w:hAnsi="Liberation Serif" w:cs="Liberation Serif"/>
          <w:sz w:val="28"/>
          <w:szCs w:val="28"/>
        </w:rPr>
        <w:t xml:space="preserve">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11», ГО 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Вершинина Ольга Михайловна,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88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Вихерт Марина Александровна, воспитатель, МАДОУ ЦРР – детский сад № 9, ГО Верхний</w:t>
      </w:r>
      <w:r>
        <w:rPr>
          <w:rFonts w:ascii="Liberation Serif" w:hAnsi="Liberation Serif" w:cs="Liberation Serif"/>
          <w:sz w:val="28"/>
          <w:szCs w:val="28"/>
        </w:rPr>
        <w:t xml:space="preserve">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Вишнякова Елена Викторовна, воспитатель, филиал МАДОУ «Детский сад № 3» – «Детский сад № 50»,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Власова Алина Анатольевна, воспитатель, МБДОУ № 464,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Власова Анна Васильевна, воспитатель, МБДОУ </w:t>
      </w:r>
      <w:r>
        <w:rPr>
          <w:rFonts w:ascii="Liberation Serif" w:hAnsi="Liberation Serif" w:cs="Liberation Serif"/>
          <w:sz w:val="28"/>
          <w:szCs w:val="28"/>
        </w:rPr>
        <w:t>«Детский сад № 24», Режевской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Власова Светлана Вячеславовна, воспитатель, МБДОУ № 468,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Властова Анастасия Алексеевна, воспитатель, МАДОУ детский сад «Страна чудес» структурное подразделение детский сад № 13, Новоурал</w:t>
      </w:r>
      <w:r>
        <w:rPr>
          <w:rFonts w:ascii="Liberation Serif" w:hAnsi="Liberation Serif" w:cs="Liberation Serif"/>
          <w:sz w:val="28"/>
          <w:szCs w:val="28"/>
        </w:rPr>
        <w:t xml:space="preserve">ьский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Волегова Светлана Михайловна, воспитатель, ГБОУ СО КШИ «Екатеринбургский кадетский корпус войск национальной гвардии»,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Волкова Любовь Николаевна,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12», ГО Первоуральск,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Волкова Наталья Владимировна,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25»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Волкова Наталья Геннадьевна, воспитатель, МБДОУ «Детский сад «Радость»,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Воложанина Светлана Владимировна, воспитатель, МБДОУ № 440,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</w:t>
      </w:r>
      <w:r>
        <w:rPr>
          <w:rFonts w:ascii="Liberation Serif" w:hAnsi="Liberation Serif" w:cs="Liberation Serif"/>
          <w:sz w:val="28"/>
          <w:szCs w:val="28"/>
        </w:rPr>
        <w:t>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Волчкова Клара Аксановна, воспитатель, МДОУ «Детский сад № 18»,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Воробьева Елена Сергеевна, воспитатель, МБДОУ «Детский сад «Радость»,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kern w:val="3"/>
          <w:sz w:val="28"/>
          <w:szCs w:val="28"/>
          <w:lang w:eastAsia="ru-RU"/>
        </w:rPr>
        <w:t xml:space="preserve">Воробьева Наталья Евгеньевна, воспитатель, МАДОУ ЦРР № </w:t>
      </w:r>
      <w:r>
        <w:rPr>
          <w:rFonts w:ascii="Liberation Serif" w:eastAsia="Times New Roman" w:hAnsi="Liberation Serif"/>
          <w:kern w:val="3"/>
          <w:sz w:val="28"/>
          <w:szCs w:val="28"/>
          <w:lang w:eastAsia="ru-RU"/>
        </w:rPr>
        <w:t xml:space="preserve">556,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/>
          <w:kern w:val="3"/>
          <w:sz w:val="28"/>
          <w:szCs w:val="28"/>
          <w:lang w:val="en-US" w:eastAsia="ru-RU"/>
        </w:rPr>
        <w:t>I</w:t>
      </w:r>
      <w:r>
        <w:rPr>
          <w:rFonts w:ascii="Liberation Serif" w:eastAsia="Times New Roman" w:hAnsi="Liberation Serif"/>
          <w:kern w:val="3"/>
          <w:sz w:val="28"/>
          <w:szCs w:val="28"/>
          <w:lang w:eastAsia="ru-RU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Воровщикова Лидия Сергеевна, воспитатель, МАДОУ «Детский сад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79»,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71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Воронина Ильфира Ривенеровна, воспитатель, МБДОУ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44 «Солнышко», Невьянский ГО, 1КК;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Воронцова Марина </w:t>
      </w:r>
      <w:r>
        <w:rPr>
          <w:rFonts w:ascii="Liberation Serif" w:hAnsi="Liberation Serif" w:cs="Liberation Serif"/>
          <w:sz w:val="28"/>
          <w:szCs w:val="28"/>
        </w:rPr>
        <w:t>Александровна, воспитатель, МАДОУ детский сад № 13 «Журавушка»,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Воронцова Юлия Анатольевна, воспитатель, МАДОУ детский сад «Чайка» НТГО,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Вострецова Александра Юрьевна, воспитатель, МАДОУ № 364,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</w:t>
      </w:r>
      <w:r>
        <w:rPr>
          <w:rFonts w:ascii="Liberation Serif" w:hAnsi="Liberation Serif" w:cs="Liberation Serif"/>
          <w:sz w:val="28"/>
          <w:szCs w:val="28"/>
        </w:rPr>
        <w:t>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Вострякова Ольга Андреевна, воспитатель, МАДОУ Тугулымский детский сад № 6 «Василек»,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Вотинова Любовь Александровна, воспитатель, МБДОУ № 356,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Вуян Ольга Валентиновна, воспитатель, МАДОУ Детс</w:t>
      </w:r>
      <w:r>
        <w:rPr>
          <w:rFonts w:ascii="Liberation Serif" w:hAnsi="Liberation Serif" w:cs="Liberation Serif"/>
          <w:sz w:val="28"/>
          <w:szCs w:val="28"/>
        </w:rPr>
        <w:t xml:space="preserve">кий сад № 44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Полуночное г. Ивделя, Ивдельский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Гайбатова Эльмира Абдукамиловна, воспитатель, филиала МАДОУ «Детский сад № 39» – «Детский сад № 22»,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Гайдабура Татьяна Николаевна,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color w:val="000000"/>
          <w:sz w:val="28"/>
          <w:szCs w:val="28"/>
        </w:rPr>
        <w:t>№ 83», Каме</w:t>
      </w:r>
      <w:r>
        <w:rPr>
          <w:rFonts w:ascii="Liberation Serif" w:hAnsi="Liberation Serif" w:cs="Liberation Serif"/>
          <w:color w:val="000000"/>
          <w:sz w:val="28"/>
          <w:szCs w:val="28"/>
        </w:rPr>
        <w:t>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Гайнитдинова Ольга Геннадьевна, воспитатель, МАДОУ «Детский сад «Теремок», ГО Верхнее Дуброво,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Галимшина Ольга Валерьевна, воспитатель, МАДОУ детский сад № 82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Галимьянова Гарифа Гарифулловна, </w:t>
      </w:r>
      <w:r>
        <w:rPr>
          <w:rFonts w:ascii="Liberation Serif" w:hAnsi="Liberation Serif" w:cs="Liberation Serif"/>
          <w:sz w:val="28"/>
          <w:szCs w:val="28"/>
        </w:rPr>
        <w:t>воспитатель, МБДОУ № 341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Галицких Марина Владимировна, воспитатель, филиала МАДОУ «Детский сад № 12» – «Детский сад № 44»,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Галич Ольга Анатольевна, воспитатель, </w:t>
      </w:r>
      <w:r>
        <w:rPr>
          <w:rFonts w:ascii="Liberation Serif" w:hAnsi="Liberation Serif"/>
          <w:color w:val="000000"/>
          <w:sz w:val="28"/>
          <w:szCs w:val="28"/>
        </w:rPr>
        <w:t>МАДОУ «</w:t>
      </w:r>
      <w:r>
        <w:rPr>
          <w:rFonts w:ascii="Liberation Serif" w:hAnsi="Liberation Serif"/>
          <w:sz w:val="28"/>
          <w:szCs w:val="28"/>
        </w:rPr>
        <w:t xml:space="preserve">Детский сад № 3 «Родничок», </w:t>
      </w:r>
      <w:r>
        <w:rPr>
          <w:rFonts w:ascii="Liberation Serif" w:hAnsi="Liberation Serif"/>
          <w:sz w:val="28"/>
          <w:szCs w:val="28"/>
        </w:rPr>
        <w:t>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Галишова Татьяна Александровна, воспитатель, МАДОУ «Детский сад № 26»,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Галкина Татьяна Владимировна, воспитатель, МБДОУ № 121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Галуза Елена Николаевна, воспитатель, МАДОУ «Детский</w:t>
      </w:r>
      <w:r>
        <w:rPr>
          <w:rFonts w:ascii="Liberation Serif" w:hAnsi="Liberation Serif" w:cs="Liberation Serif"/>
          <w:sz w:val="28"/>
          <w:szCs w:val="28"/>
        </w:rPr>
        <w:t xml:space="preserve"> сад № 5»,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Гапоненкова Татьяна Сергеевна, воспитатель, ГБОУ СО КШИ «Екатеринбургский кадетский корпус войск национальной гвардии», структурное подразделение детский сад № 595 «Казачок»,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bCs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Гараева Светлана Влад</w:t>
      </w:r>
      <w:r>
        <w:rPr>
          <w:rFonts w:ascii="Liberation Serif" w:hAnsi="Liberation Serif" w:cs="Liberation Serif"/>
          <w:sz w:val="28"/>
          <w:szCs w:val="28"/>
        </w:rPr>
        <w:t xml:space="preserve">имировна, воспитатель, МАДОУ № 43,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Гарифуллина Вероника Владимировна, воспитатель, МАДОУ № 51, Малышевский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Гачегова Яна Сергеевна, воспитатель, МАДОУ «Детский сад комбинированного вида № 60»,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Га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шева Валентина Вячеславовна, воспитатель, МАДОУ № 116,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МО «город Екатеринбург»,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Герасимова Марина Сергеевна, воспитатель, МАДОУ «Детский сад № 43 «Буратино»,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Гергерт Людмила Валерьевна, воспитатель, МАДОУ № 22,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Карпинск,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Гиацинтова Ольга Геннадьевна, воспитатель, </w:t>
      </w:r>
      <w:r>
        <w:rPr>
          <w:rFonts w:ascii="Liberation Serif" w:hAnsi="Liberation Serif"/>
          <w:color w:val="000000"/>
          <w:sz w:val="28"/>
          <w:szCs w:val="28"/>
        </w:rPr>
        <w:t xml:space="preserve">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/>
          <w:color w:val="000000"/>
          <w:sz w:val="28"/>
          <w:szCs w:val="28"/>
        </w:rPr>
        <w:t xml:space="preserve">№ 8 «Сказка», </w:t>
      </w:r>
      <w:r>
        <w:rPr>
          <w:rFonts w:ascii="Liberation Serif" w:hAnsi="Liberation Serif"/>
          <w:sz w:val="28"/>
          <w:szCs w:val="28"/>
        </w:rPr>
        <w:t>Арамильский ГО СО</w:t>
      </w:r>
      <w:r>
        <w:rPr>
          <w:rFonts w:ascii="Liberation Serif" w:hAnsi="Liberation Serif"/>
          <w:color w:val="000000"/>
          <w:sz w:val="28"/>
          <w:szCs w:val="28"/>
        </w:rPr>
        <w:t>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Гилёва Светлана Анатольевна, воспитатель, ГБОУ СО «Черноусовская школа-интернат,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>Белоярский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Гиниятуллина Татьяна Александровна, воспитатель, МБДОУ «Детский сад № 78»,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Гладкова Светлана Юрьевна, воспитатель, МБДОУ № 176,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Глотова Мария Васильевна, воспитатель, МКДОУ № </w:t>
      </w:r>
      <w:r>
        <w:rPr>
          <w:rFonts w:ascii="Liberation Serif" w:hAnsi="Liberation Serif" w:cs="Liberation Serif"/>
          <w:sz w:val="28"/>
          <w:szCs w:val="28"/>
        </w:rPr>
        <w:t>2 – детский сад «Колокольчик», Бисертский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Глухарева Ольга Борисовна, воспитатель, МАДОУ</w:t>
      </w:r>
      <w:r>
        <w:rPr>
          <w:rFonts w:ascii="Liberation Serif" w:hAnsi="Liberation Serif" w:cs="Liberation Serif"/>
          <w:sz w:val="28"/>
          <w:szCs w:val="28"/>
        </w:rPr>
        <w:t xml:space="preserve"> –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ЦРР № 199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Глухих Людмила Анатольевна, воспитатель, МКДОУ Байкаловский детский сад № 5 «Светлячок», Байкаловский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</w:t>
      </w:r>
      <w:r>
        <w:rPr>
          <w:rFonts w:ascii="Liberation Serif" w:hAnsi="Liberation Serif" w:cs="Liberation Serif"/>
          <w:sz w:val="28"/>
          <w:szCs w:val="28"/>
        </w:rPr>
        <w:t>лызина Татьяна Владимировна, воспитатель, МБДОУ № 42,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Голдырева Татьяна Николаевна, воспитатель, МАДОУ ЦРР – детский сад,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Голикова Ирина Евгеньевна, воспитатель, МБДОУ «Детский сад № 7»,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Головко Анна Александровна, воспитатель, МАДОУ № 29 «Василек»,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Гольц Лариса Ивановна, воспитатель, МБДОУ ДС № 4, Волчанский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Гольцова Елена Алексеевна, воспитатель, МАОУ СОШ № 11, Тавдинский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/>
          <w:color w:val="000000"/>
          <w:kern w:val="3"/>
          <w:sz w:val="28"/>
          <w:szCs w:val="28"/>
        </w:rPr>
      </w:pPr>
      <w:r>
        <w:rPr>
          <w:rFonts w:ascii="Liberation Serif" w:hAnsi="Liberation Serif"/>
          <w:color w:val="000000"/>
          <w:kern w:val="3"/>
          <w:sz w:val="28"/>
          <w:szCs w:val="28"/>
        </w:rPr>
        <w:t>Гольянова Любовь Васильевн</w:t>
      </w:r>
      <w:r>
        <w:rPr>
          <w:rFonts w:ascii="Liberation Serif" w:hAnsi="Liberation Serif"/>
          <w:color w:val="000000"/>
          <w:kern w:val="3"/>
          <w:sz w:val="28"/>
          <w:szCs w:val="28"/>
        </w:rPr>
        <w:t>а, воспитатель, МБДОУ ГО Заречный «Маленькая страна», ГО Заречный,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Гольянова Любовь Николаевна, воспитатель, </w:t>
      </w:r>
      <w:r>
        <w:rPr>
          <w:rFonts w:ascii="Liberation Serif" w:hAnsi="Liberation Serif" w:cs="Liberation Serif"/>
          <w:iCs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«Детский сад «Радуга»,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Голякова Ольга Александровна, воспитатель, МБДОУ ПГО «Пышминский детский сад № 5», Пышминский </w:t>
      </w:r>
      <w:r>
        <w:rPr>
          <w:rFonts w:ascii="Liberation Serif" w:hAnsi="Liberation Serif"/>
          <w:sz w:val="28"/>
          <w:szCs w:val="28"/>
        </w:rPr>
        <w:t>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Голякова Светлана Юрьевна, воспитатель, МБДОУ № 454,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Гомзикова Елена Алексеевна, воспитатель, МАДОУ ЦРР – детский сад № 9,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Горбунова Анна Александровна, воспитатель, МКДОУ «Детский сад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23 «Т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еремок»,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Горбунова Юлия Михайловна,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Горбушина Ольга Геннадьевна, воспитатель, МКДОУ № 3 – детский сад «Рябинка», Бисертский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Горкина Светлана Сергеевна, воспита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тель, МБДОУ ПГО «Пышминский детский сад № 7»,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Горохова Светлана Ивановна, воспитатель, филиал МАДОУ «Детский сад № 39» – «Детский сад № 15»,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Горяченко Татьяна Николаевна, воспитатель, </w:t>
      </w:r>
      <w:r>
        <w:rPr>
          <w:rFonts w:ascii="Liberation Serif" w:hAnsi="Liberation Serif"/>
          <w:color w:val="000000"/>
          <w:sz w:val="28"/>
          <w:szCs w:val="28"/>
        </w:rPr>
        <w:t>МАДОУ «</w:t>
      </w:r>
      <w:r>
        <w:rPr>
          <w:rFonts w:ascii="Liberation Serif" w:hAnsi="Liberation Serif"/>
          <w:sz w:val="28"/>
          <w:szCs w:val="28"/>
        </w:rPr>
        <w:t xml:space="preserve">Детский сад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№ 3 «Родни</w:t>
      </w:r>
      <w:r>
        <w:rPr>
          <w:rFonts w:ascii="Liberation Serif" w:hAnsi="Liberation Serif"/>
          <w:sz w:val="28"/>
          <w:szCs w:val="28"/>
        </w:rPr>
        <w:t>чок»,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Гостюхина Вера Федоровна, воспитатель, МКДОУ АГО «Ачитский детский сад «Улыбка» – филиал Ачитский детский сад «Ромашка», Ачитский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Гофман Светлана Александровна, воспитатель, ГАПОУ СО «Уральский техникум «Рифей» </w:t>
      </w:r>
      <w:r>
        <w:rPr>
          <w:rFonts w:ascii="Liberation Serif" w:hAnsi="Liberation Serif" w:cs="Liberation Serif"/>
          <w:sz w:val="28"/>
          <w:szCs w:val="28"/>
        </w:rPr>
        <w:t>(отделение кадетский корпус «Спасатель»)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Грабовская Елена Викторовна,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33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Гребнева Елена Викторовна, воспитатель, МАДОУ ПГО «Детский сад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№ 63 комбинированного 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Гребнева Марина Григорьевна, воспитатель, </w:t>
      </w:r>
      <w:r>
        <w:rPr>
          <w:rFonts w:ascii="Liberation Serif" w:hAnsi="Liberation Serif" w:cs="Liberation Serif"/>
          <w:sz w:val="28"/>
          <w:szCs w:val="28"/>
        </w:rPr>
        <w:t>ГБОУ СО «Серовская школа-интернат», Серовский ГО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Гребнева Светлана Алексеевна, воспитатель, МБДОУ ПГО «Детский сад № 40 общеразвивающего вида», Полевской ГО, В</w:t>
      </w:r>
      <w:r>
        <w:rPr>
          <w:rFonts w:ascii="Liberation Serif" w:eastAsia="Times New Roman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Григина Наталья Петровна, воспитатель, МАДОУ детский сад № 39,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Грязнова Анастасия Вадимовна, воспитатель, МАДОУ № 29, ГО Сухой Лог,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Гудина Лариса Викторовна, воспитатель, МАДОУ «ДС № 5»,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Гудкова Ирина Алексеев</w:t>
      </w:r>
      <w:r>
        <w:rPr>
          <w:rFonts w:ascii="Liberation Serif" w:hAnsi="Liberation Serif" w:cs="Liberation Serif"/>
          <w:sz w:val="28"/>
          <w:szCs w:val="28"/>
        </w:rPr>
        <w:t xml:space="preserve">на, воспитатель, МБДОУ № 144,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Гузанова Наталья Александровна, воспитатель, МБДОУ № 127,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71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Гулакова Ольга Евгеньевна, воспитатель, МАДОУ д/с «Академия детства» СП д/с № 96, город Нижний Тагил, </w:t>
      </w:r>
      <w:r>
        <w:rPr>
          <w:rFonts w:ascii="Liberation Serif" w:hAnsi="Liberation Serif" w:cs="Liberation Serif"/>
          <w:sz w:val="28"/>
          <w:szCs w:val="28"/>
        </w:rPr>
        <w:t>ВКК;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Гумирова Мария Михайловна, воспитатель, МБДОУ «Детский сад «Журавушка»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Гусева Елена Степановна, воспитатель, МАДОУ детский сад «Росток» структурное подразделение детский сад № 47,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Гущина Елена </w:t>
      </w:r>
      <w:r>
        <w:rPr>
          <w:rFonts w:ascii="Liberation Serif" w:hAnsi="Liberation Serif" w:cs="Liberation Serif"/>
          <w:sz w:val="28"/>
          <w:szCs w:val="28"/>
        </w:rPr>
        <w:t>Витальевна, воспитатель, МДОУ «Золотой петушок»,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Гущина Татьяна Владимировна, воспитатель</w:t>
      </w:r>
      <w:r>
        <w:rPr>
          <w:rFonts w:ascii="Liberation Serif" w:hAnsi="Liberation Serif"/>
          <w:color w:val="000000"/>
          <w:sz w:val="28"/>
          <w:szCs w:val="28"/>
        </w:rPr>
        <w:t xml:space="preserve">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/>
          <w:color w:val="000000"/>
          <w:sz w:val="28"/>
          <w:szCs w:val="28"/>
        </w:rPr>
        <w:t xml:space="preserve">№ 8 «Сказка», </w:t>
      </w:r>
      <w:r>
        <w:rPr>
          <w:rFonts w:ascii="Liberation Serif" w:hAnsi="Liberation Serif"/>
          <w:sz w:val="28"/>
          <w:szCs w:val="28"/>
        </w:rPr>
        <w:t>Арамильский ГО СО</w:t>
      </w:r>
      <w:r>
        <w:rPr>
          <w:rFonts w:ascii="Liberation Serif" w:hAnsi="Liberation Serif"/>
          <w:color w:val="000000"/>
          <w:sz w:val="28"/>
          <w:szCs w:val="28"/>
        </w:rPr>
        <w:t>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Данилова Ирина Викторовна, воспитатель, ГБУ СО «ЦППМСП «Ресурс», 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Девальд Юлия Федоровна, воспитатель, МКДОУ Порошинский детский сад № 10,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Дегтева Юлия Сергеевна, воспитатель, ГБОУ СО «Верхнесинячихинская школа-интернат, реализующая адаптированные основные общеобразовательные программы», М</w:t>
      </w:r>
      <w:r>
        <w:rPr>
          <w:rFonts w:ascii="Liberation Serif" w:hAnsi="Liberation Serif" w:cs="Liberation Serif"/>
          <w:sz w:val="28"/>
          <w:szCs w:val="28"/>
        </w:rPr>
        <w:t>О Алапаевское,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Дедюхина Валентина Анатольевна, воспитатель, МАДОУ детский сад № 16 «Рябинка»,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Дементьева Наталья Шавалиевна, воспитатель, МБДОУ «Надежда»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№ 252,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Демидова Оксана Сергеевна, воспитатель,</w:t>
      </w:r>
      <w:r>
        <w:rPr>
          <w:rFonts w:ascii="Liberation Serif" w:hAnsi="Liberation Serif" w:cs="Liberation Serif"/>
          <w:sz w:val="28"/>
          <w:szCs w:val="28"/>
        </w:rPr>
        <w:t xml:space="preserve"> МАДОУ «Детский сад «Теремок», ГО Верхнее Дуброво,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Демина Татьяна Юрьевна, воспитатель, МБДОУ № 548,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Демьянкова Людмила Николаевна, воспитатель, МКДОУ Порошинский детский сад № 10,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Деринг Светлан</w:t>
      </w:r>
      <w:r>
        <w:rPr>
          <w:rFonts w:ascii="Liberation Serif" w:hAnsi="Liberation Serif"/>
          <w:bCs/>
          <w:sz w:val="28"/>
          <w:szCs w:val="28"/>
        </w:rPr>
        <w:t>а Сергеевна, воспитатель, МАДОУ № 25, 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Дерябкина Надежда Николаевна,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Десятка Светлана Валерьевна, воспитатель, МАДОУ № 5,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Диканова Ирина Васильевна, </w:t>
      </w:r>
      <w:r>
        <w:rPr>
          <w:rFonts w:ascii="Liberation Serif" w:hAnsi="Liberation Serif" w:cs="Liberation Serif"/>
          <w:sz w:val="28"/>
          <w:szCs w:val="28"/>
        </w:rPr>
        <w:t xml:space="preserve">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170»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Дильмухаметова Розалия Анатольевна, воспитатель, филиал МАДОУ «Детский сад № 12» – «Детский сад № 59»,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Догадина Татьяна Павловна, воспитатель, филиал МАДОУ «Детский</w:t>
      </w:r>
      <w:r>
        <w:rPr>
          <w:rFonts w:ascii="Liberation Serif" w:hAnsi="Liberation Serif" w:cs="Liberation Serif"/>
          <w:sz w:val="28"/>
          <w:szCs w:val="28"/>
        </w:rPr>
        <w:t xml:space="preserve"> сад № 70» – «Детский сад № 41»,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Долгих Анжелика Федоровна,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49», ГО Дегтярск,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Долгополая Майя Геннадьевна, воспитатель, МБДОУ № 512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Долина Елена Игоревна, воспита</w:t>
      </w:r>
      <w:r>
        <w:rPr>
          <w:rFonts w:ascii="Liberation Serif" w:hAnsi="Liberation Serif" w:cs="Liberation Serif"/>
          <w:sz w:val="28"/>
          <w:szCs w:val="28"/>
        </w:rPr>
        <w:t xml:space="preserve">тель, МБДОУ детский сад № 17,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Ревда,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Донковцева Наталия Николаевна, воспитатель, ГБОУ СО «Екатеринбургская школа-интернат № 13, реализующая адаптированные основные общеобразовательные программы»,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Дорофеева Лилия Анга</w:t>
      </w:r>
      <w:r>
        <w:rPr>
          <w:rFonts w:ascii="Liberation Serif" w:hAnsi="Liberation Serif" w:cs="Liberation Serif"/>
          <w:sz w:val="28"/>
          <w:szCs w:val="28"/>
        </w:rPr>
        <w:t xml:space="preserve">товна,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Дорошенко Татьяна Ильинична, воспитатель (общежития), ГАПОУ СО «Ревдинский многопрофильный техникум»,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Дортанс Марина Викторовна, воспитатель, МБДОУ детский сад № 6 </w:t>
      </w:r>
      <w:r>
        <w:rPr>
          <w:rFonts w:ascii="Liberation Serif" w:hAnsi="Liberation Serif" w:cs="Liberation Serif"/>
          <w:sz w:val="28"/>
          <w:szCs w:val="28"/>
        </w:rPr>
        <w:t>«Снежинка»,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Достовалова Елена Рафаиловна, воспитатель, МАДОУ детский сад «Росинка» структурное подразделение детский сад № 1,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Дубровина Ольга Валерьевна, воспитатель, МБДОУ № 508,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Дудина Марина Яковлевна, воспитатель, МБДОУ «Детский сад № 3», Шалинский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Дудкина Людмила Владимировна, воспитатель, МАДОУ детский сад «Страна чудес» структурное подразделение детский сад № 12,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Дудко Оксана Анатольевна, 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воспитатель, МБДОУ № 414,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Дука Елена Александровна, воспитатель, МБДОУ д/с № 16 «Колокольчик»,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Дурнева Юлия Германовна, воспитатель, МБДОУ «Детский сад № 83»,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Дурович Екатерина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Юрьевна, воспитатель, МАДОУ ЦРР № 152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Дырдова Наталья Владимировна, воспитатель, МАДОУ Детский сад № 18, ГО Красноуральск, ВКК.</w:t>
      </w: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Дьяконова Валентина Владимировна, воспитатель, МБДОУ № 548,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Дья</w:t>
      </w:r>
      <w:r>
        <w:rPr>
          <w:rFonts w:ascii="Liberation Serif" w:hAnsi="Liberation Serif" w:cs="Liberation Serif"/>
          <w:sz w:val="28"/>
          <w:szCs w:val="28"/>
        </w:rPr>
        <w:t>конова Наталия Владимировна, воспитатель, МАДОУ детский сад «Росинка» структурное подразделение детский сад № 7,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Евдокимова Алеся Валентиновна, воспитатель, МБДОУ № 360,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42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Евсеева Валентина </w:t>
      </w:r>
      <w:r>
        <w:rPr>
          <w:rFonts w:ascii="Liberation Serif" w:hAnsi="Liberation Serif" w:cs="Liberation Serif"/>
          <w:sz w:val="28"/>
          <w:szCs w:val="28"/>
        </w:rPr>
        <w:t xml:space="preserve">Вячеславовна, воспитатель, ГКОУ СО «Екатеринбургская школа-интернат № 8, реализующая адаптированные основные общеобразовательные программы», МО «город Екатеринбург»,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Евтеева Ирина Александровна, воспитатель, МБДОУ ПГО «Детский сад № 43 общеразвивающе</w:t>
      </w:r>
      <w:r>
        <w:rPr>
          <w:rFonts w:ascii="Liberation Serif" w:eastAsia="Times New Roman" w:hAnsi="Liberation Serif" w:cs="Liberation Serif"/>
          <w:sz w:val="28"/>
          <w:szCs w:val="28"/>
        </w:rPr>
        <w:t>го 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Елкиева Надежда Николаевна, воспитатель, МАДОУ детский сад 10,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Елькина Людмила Николаевна, воспитатель, МАДОУ «Детский сад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>№ 65 комбинированного 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Емельянова Ирина Борисовна, во</w:t>
      </w:r>
      <w:r>
        <w:rPr>
          <w:rFonts w:ascii="Liberation Serif" w:hAnsi="Liberation Serif" w:cs="Liberation Serif"/>
          <w:sz w:val="28"/>
          <w:szCs w:val="28"/>
        </w:rPr>
        <w:t xml:space="preserve">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70 общеразвивающего вида с приоритетным осуществлением деятельности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художественно-эстетическому направлению развития детей»,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Еникеева Марина Евгеньевна, воспитатель, МБДОУ № 188,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</w:t>
      </w:r>
      <w:r>
        <w:rPr>
          <w:rFonts w:ascii="Liberation Serif" w:hAnsi="Liberation Serif" w:cs="Liberation Serif"/>
          <w:sz w:val="28"/>
          <w:szCs w:val="28"/>
        </w:rPr>
        <w:t xml:space="preserve">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Еремеева Алена Васильевна, воспитатель, МАДОУ д/с № 65 г. Нижние Серги,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Еремеева Светлана Александровна, воспитатель, МАДОУ детский сад 10,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Еремина Ирина Анатольевна, воспитатель, МА</w:t>
      </w:r>
      <w:r>
        <w:rPr>
          <w:rFonts w:ascii="Liberation Serif" w:hAnsi="Liberation Serif" w:cs="Liberation Serif"/>
          <w:sz w:val="28"/>
          <w:szCs w:val="28"/>
        </w:rPr>
        <w:t xml:space="preserve">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79»,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Еремян Оксана Александровна, воспитатель, МКДОУ Галкинский детский сад,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Ермакова Юлия Петровна, воспитатель, МБДОУ «Детский сад № 46»,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Ершова Еле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на Владимировна, воспитатель, МБДОУ № 28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Ершова Татьяна Викторовна, воспитатель, </w:t>
      </w:r>
      <w:r>
        <w:rPr>
          <w:rFonts w:ascii="Liberation Serif" w:hAnsi="Liberation Serif" w:cs="Liberation Serif"/>
          <w:iCs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«Детский сад «Радуга»,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Ефремова Наталья Николаевна, воспитатель, МАДОУ Детский сад № 3 «Родничок», Арамильский ГО СО,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Еценкова Ирина Сергеевна, воспитатель, МАДОУ детский сад «Росток» структурное подразделение детский сад № 48,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Жбанова Марина Борисовна, воспитатель, МАДОУ Детский сад № 18, ГО Красноуральск, ВКК</w:t>
      </w: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Жердева Елена Александровна,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воспитатель, МКДОУ Галкинский детский сад, </w:t>
      </w:r>
      <w:r>
        <w:rPr>
          <w:rFonts w:ascii="Liberation Serif" w:hAnsi="Liberation Serif" w:cs="Liberation Serif"/>
          <w:sz w:val="28"/>
          <w:szCs w:val="28"/>
        </w:rPr>
        <w:t xml:space="preserve">Камышловский МР СО,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Жеребцева Елена Викторовна, воспитатель, МБДОУ № 62,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Жеребцева Ирина Петровна, воспитатель, МБДОУ № 46, </w:t>
      </w:r>
      <w:r>
        <w:rPr>
          <w:rFonts w:ascii="Liberation Serif" w:hAnsi="Liberation Serif"/>
          <w:sz w:val="28"/>
          <w:szCs w:val="28"/>
        </w:rPr>
        <w:t>МО «город Екатеринбург»,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Жигаева Светлана Виктор</w:t>
      </w:r>
      <w:r>
        <w:rPr>
          <w:rFonts w:ascii="Liberation Serif" w:hAnsi="Liberation Serif" w:cs="Liberation Serif"/>
          <w:sz w:val="28"/>
          <w:szCs w:val="28"/>
        </w:rPr>
        <w:t>овна, воспитатель, филиал МАДОУ «Детский сад № 3» – «Детский сад № 33»,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Жигалова Наталья Викторовна, воспитатель, МАДОУ детский сад № 2 «Росинка»,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Жигалова Оксана Владимировна, воспитатель, МБДОУ № 23 «Ромашка»,</w:t>
      </w:r>
      <w:r>
        <w:rPr>
          <w:rFonts w:ascii="Liberation Serif" w:hAnsi="Liberation Serif" w:cs="Liberation Serif"/>
          <w:sz w:val="28"/>
          <w:szCs w:val="28"/>
        </w:rPr>
        <w:t xml:space="preserve"> ГО Сухой Лог,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Жигулева Ольга Юрьевна, воспитатель, филиал № 11 – Детский сад п.г.т. Шаля», п.г.т. Шаля,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Жихарева Жанна Васильевна, воспитатель, МАДОУ «Детский сад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70 общеразвивающего вида с приоритетным осуществлением </w:t>
      </w:r>
      <w:r>
        <w:rPr>
          <w:rFonts w:ascii="Liberation Serif" w:hAnsi="Liberation Serif" w:cs="Liberation Serif"/>
          <w:sz w:val="28"/>
          <w:szCs w:val="28"/>
        </w:rPr>
        <w:t xml:space="preserve">деятельности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художественно-эстетическому направлению развития детей»,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Жолобова Елена Борисовна, воспитатель, МАДОУ № 541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Жонина Екатерина Сергеевна, воспитатель, МАДОУ № 192,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</w:t>
      </w:r>
      <w:r>
        <w:rPr>
          <w:rFonts w:ascii="Liberation Serif" w:hAnsi="Liberation Serif" w:cs="Liberation Serif"/>
          <w:sz w:val="28"/>
          <w:szCs w:val="28"/>
        </w:rPr>
        <w:t>еринбург»,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0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Жуйкова Дарья Николаевна, воспитатель, МБДОУ № 385,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Жуйкова Елена Сергеевна, воспитатель, МБДОУ «Детский сад № 58»,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t>Жукова Галина Борисовна, воспитатель, МАДОУ «Умка»</w:t>
      </w:r>
      <w:r>
        <w:rPr>
          <w:rFonts w:ascii="Liberation Serif" w:hAnsi="Liberation Serif"/>
          <w:sz w:val="28"/>
          <w:szCs w:val="28"/>
        </w:rPr>
        <w:t xml:space="preserve">, </w:t>
      </w: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br/>
      </w: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t xml:space="preserve">ГО </w:t>
      </w: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t>Карпинск,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Жукова Ольга Викторовна, воспитатель, МБДОУ «Детский сад № 6 «Колобок»,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Жукова Светлана Алексеевна, воспитатель, д/с № 203 МАДОУ «Радость», город Нижний Тагил, ВКК. 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Жукова Светлана Леонидовна, воспитатель, МБДОУ № 52</w:t>
      </w:r>
      <w:r>
        <w:rPr>
          <w:rFonts w:ascii="Liberation Serif" w:hAnsi="Liberation Serif" w:cs="Liberation Serif"/>
          <w:sz w:val="28"/>
          <w:szCs w:val="28"/>
        </w:rPr>
        <w:t xml:space="preserve">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Журавлева Светлана Станиславовна, воспитатель, МАДОУ детский сад № 26 г. Ивделя, Ивдельский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Забродина Ольга Алексеевна,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96»,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Завалишина Светлана Пав</w:t>
      </w:r>
      <w:r>
        <w:rPr>
          <w:rFonts w:ascii="Liberation Serif" w:hAnsi="Liberation Serif" w:cs="Liberation Serif"/>
          <w:sz w:val="28"/>
          <w:szCs w:val="28"/>
        </w:rPr>
        <w:t>ловна, воспитатель, МАДОУ детский сад «Росинка» структурное подразделение детский сад № 6,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Загайная Наталья Владимировна, воспитатель, МАДОУ № 125,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Загуменнова Светлана Владимировна, воспитатель, </w:t>
      </w:r>
      <w:r>
        <w:rPr>
          <w:rFonts w:ascii="Liberation Serif" w:hAnsi="Liberation Serif"/>
          <w:color w:val="000000"/>
          <w:sz w:val="28"/>
          <w:szCs w:val="28"/>
        </w:rPr>
        <w:t>МАД</w:t>
      </w:r>
      <w:r>
        <w:rPr>
          <w:rFonts w:ascii="Liberation Serif" w:hAnsi="Liberation Serif"/>
          <w:color w:val="000000"/>
          <w:sz w:val="28"/>
          <w:szCs w:val="28"/>
        </w:rPr>
        <w:t xml:space="preserve">ОУ </w:t>
      </w:r>
      <w:r>
        <w:rPr>
          <w:rFonts w:ascii="Liberation Serif" w:hAnsi="Liberation Serif"/>
          <w:sz w:val="28"/>
          <w:szCs w:val="28"/>
        </w:rPr>
        <w:t>«Детский сад № 1 «Аленка»,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Задорина Татьяна Витальевна, воспитатель, МАДОУ ЦРР № 103,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Заирова Вера Васильевна, воспитатель, МБДОУ № 202,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Зайцева Галина Валентиновна, </w:t>
      </w:r>
      <w:r>
        <w:rPr>
          <w:rFonts w:ascii="Liberation Serif" w:hAnsi="Liberation Serif" w:cs="Liberation Serif"/>
          <w:sz w:val="28"/>
          <w:szCs w:val="28"/>
        </w:rPr>
        <w:t>воспитатель, ГАПОУ СО «Северный педагогический колледж», структурное подразделение, детский сад «Солнышко»,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Зайцева Татьяна Васильевна, воспитатель, МАДОУ ЦРР – детский сад № 9,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Замощанская Нина Владимировна, воспи</w:t>
      </w:r>
      <w:r>
        <w:rPr>
          <w:rFonts w:ascii="Liberation Serif" w:hAnsi="Liberation Serif" w:cs="Liberation Serif"/>
          <w:sz w:val="28"/>
          <w:szCs w:val="28"/>
        </w:rPr>
        <w:t xml:space="preserve">татель, МАДОУ ЦРР № 103,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Замятина Марина Валерьевна, воспитатель, МАДОУ детский сад № 8,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Запретилина Юлия Валентиновна, воспитатель, МБДОУ «Детский сад № 59»,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Заровнятных Е</w:t>
      </w:r>
      <w:r>
        <w:rPr>
          <w:rFonts w:ascii="Liberation Serif" w:hAnsi="Liberation Serif" w:cs="Liberation Serif"/>
          <w:sz w:val="28"/>
          <w:szCs w:val="28"/>
        </w:rPr>
        <w:t>вгения Владимировна, воспитатель, МКДОУ «Слободо-Туринский детский сад «Алёнка»,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Засорина Наталья Павловна, воспитатель, МБДОУ ГО Заречный «Детство» структурное подразделение «Светлячок», ГО Заречный,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Захарова Елена Влади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мировна, воспитатель, МБДОУ № 499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Захарова Светлана Геннадьевна, воспитатель, МКДОУ Обуховский детский сад,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Захаровская Светлана Александровна, воспитатель, МАДОУ детский сад «Жар птица», Ирбитское </w:t>
      </w:r>
      <w:r>
        <w:rPr>
          <w:rFonts w:ascii="Liberation Serif" w:hAnsi="Liberation Serif" w:cs="Liberation Serif"/>
          <w:sz w:val="28"/>
          <w:szCs w:val="28"/>
        </w:rPr>
        <w:t>МО,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Зверева Инна Александровна, воспитатель, МАДОУ детский сад № 36 «Радуга», Невьянский ГО, ВКК;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Землянская Юлия Александровна, воспитатель, МАДОУ № 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Земова Ирина Сергеевна, воспитатель, МБДОУ «Детский сад № 52»,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</w:t>
      </w:r>
      <w:r>
        <w:rPr>
          <w:rFonts w:ascii="Liberation Serif" w:hAnsi="Liberation Serif" w:cs="Liberation Serif"/>
          <w:sz w:val="28"/>
          <w:szCs w:val="28"/>
        </w:rPr>
        <w:t>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Зенкова Елена Васильевна, воспитатель, МАДОУ Черновский детский сад, Ирбитское МО,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Зиновьева Оксана Геннадьевна,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«Солнечный круг»,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Зинченко Светлана Григорьевна, воспитатель,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детский сад № 131 ОАО «РЖД»,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Злобина Валерия Алексеевна,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25»,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Змеева Ольга Викторовна, воспитатель, МАДОУ ЦРР – детский сад,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Зорина Елена Ана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тольевна, воспитатель, МАДОУ ПГО «Центр развития ребенка – Детский сад № 70 «Радуга», Полевской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Зубаирова Ирина Валерьевна, воспитатель, МБДОУ № 464,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Зубарева Любовь Константиновна, воспитатель, МАДОУ детский сад № 1</w:t>
      </w:r>
      <w:r>
        <w:rPr>
          <w:rFonts w:ascii="Liberation Serif" w:hAnsi="Liberation Serif" w:cs="Liberation Serif"/>
          <w:sz w:val="28"/>
          <w:szCs w:val="28"/>
        </w:rPr>
        <w:t xml:space="preserve"> «Карусель», Невьянский ГО, ВКК;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Зубова Наталья Витальевна, воспитатель, МАДОУ «Детский сад № 2»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Зубова Оксана Анатольевна, воспитатель, ГАПОУ СО «Уральский техникум «Рифей» (отделение кадетский корпус «Спасатель»)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Зубрилова Оксана Сергеевна, воспитатель, МБДОУ № 477,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Зуева Елена Валерьевна, воспитатель, МАДОУ «Детский сад № 2»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Зыкова Елена Васильевна, воспитатель, МБДОУ № 561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</w:t>
      </w:r>
      <w:r>
        <w:rPr>
          <w:rFonts w:ascii="Liberation Serif" w:hAnsi="Liberation Serif" w:cs="Liberation Serif"/>
          <w:sz w:val="28"/>
          <w:szCs w:val="28"/>
        </w:rPr>
        <w:t>д Екатеринбург»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Зыкова Наталья Валерьевна, воспитатель, МАДОУ № 222,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Иванова Екатерина Владимировна, воспитатель, МАДОУ «Детский сад «Сказка»,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Иванова Екатерина Владимировна, воспитатель, МАДОУ </w:t>
      </w:r>
      <w:r>
        <w:rPr>
          <w:rFonts w:ascii="Liberation Serif" w:hAnsi="Liberation Serif"/>
          <w:sz w:val="28"/>
          <w:szCs w:val="28"/>
        </w:rPr>
        <w:t>«Детский сад «Сказка»,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Екатерина Владимировна, воспитатель, МБДОУ «Детский сад № 86»,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Иванова Ирина Андреевна, воспитатель, МБДОУ № 426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Лариса Алексеевна, восп</w:t>
      </w:r>
      <w:r>
        <w:rPr>
          <w:rFonts w:ascii="Liberation Serif" w:hAnsi="Liberation Serif" w:cs="Liberation Serif"/>
          <w:sz w:val="28"/>
          <w:szCs w:val="28"/>
        </w:rPr>
        <w:t>итатель, МБДОУ № 20 «Кораблик»,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Надежда Павловна, воспитатель, МАОУ Артинского ГО «Артинская средняя общеобразовательная школа № 1» – Структурное подразделение Детский сад «Березка»,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Ольга Анатол</w:t>
      </w:r>
      <w:r>
        <w:rPr>
          <w:rFonts w:ascii="Liberation Serif" w:hAnsi="Liberation Serif" w:cs="Liberation Serif"/>
          <w:sz w:val="28"/>
          <w:szCs w:val="28"/>
        </w:rPr>
        <w:t>ьевна, воспитатель, МАДОУ ЦРР – детский сад № 9, ГО Верхний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Ольга Юрьевна, воспитатель, МБДОУ № 277,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Иванченко Надежда Георгиевна, воспитатель, МАДОУ № 349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Иванченко Юлия Мих</w:t>
      </w:r>
      <w:r>
        <w:rPr>
          <w:rFonts w:ascii="Liberation Serif" w:hAnsi="Liberation Serif" w:cs="Liberation Serif"/>
          <w:sz w:val="28"/>
          <w:szCs w:val="28"/>
        </w:rPr>
        <w:t>айловна, воспитатель, МАДОУ № 2, ГО Краснотурьинск,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Игнатова Алена Владимировна, воспитатель, МАДОУ «ДС КВ № 27»,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Изгагина Марина Викторовна, воспитатель, МАДОУ детский сад № 50,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Изотова Галина Юрьевна, </w:t>
      </w:r>
      <w:r>
        <w:rPr>
          <w:rFonts w:ascii="Liberation Serif" w:hAnsi="Liberation Serif" w:cs="Liberation Serif"/>
          <w:sz w:val="28"/>
          <w:szCs w:val="28"/>
        </w:rPr>
        <w:t>воспитатель, филиал МАДОУ «Детский сад № 3» – «Детский сад № 33»,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Ильясова Дания Адхамовна, воспитатель, МБДОУ № 21, Артемовский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Имамутдинова Анна Сергеевна, воспитатель, МАДОУ детский сад «Родничок» структурное подразделение</w:t>
      </w:r>
      <w:r>
        <w:rPr>
          <w:rFonts w:ascii="Liberation Serif" w:hAnsi="Liberation Serif" w:cs="Liberation Serif"/>
          <w:sz w:val="28"/>
          <w:szCs w:val="28"/>
        </w:rPr>
        <w:t xml:space="preserve"> детский сад № 21,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Инкина Наталья Владимировна, воспитатель, МАДОУ № 37,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Искачёва Ольга Васильевна, воспитатель, МБДОУ № 253,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sz w:val="28"/>
          <w:szCs w:val="28"/>
        </w:rPr>
        <w:t>Исламова Юлия Радиковна, воспитатель, МБДОУ № 312,</w:t>
      </w:r>
      <w:r>
        <w:rPr>
          <w:rFonts w:ascii="Liberation Serif" w:hAnsi="Liberation Serif"/>
          <w:sz w:val="28"/>
          <w:szCs w:val="28"/>
        </w:rPr>
        <w:t xml:space="preserve"> МО </w:t>
      </w:r>
      <w:r>
        <w:rPr>
          <w:rFonts w:ascii="Liberation Serif" w:hAnsi="Liberation Serif"/>
          <w:sz w:val="28"/>
          <w:szCs w:val="28"/>
        </w:rPr>
        <w:t>«город Екатеринбург»,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Истратова Ольга Юрьевна, воспитатель, МАДОУ детский сад 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Каббасова Ирина Геннадьевна,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62,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Кабетова Екатерина Викторовна, воспитатель, МБДОУ № 402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iCs/>
          <w:color w:val="222222"/>
          <w:sz w:val="28"/>
          <w:szCs w:val="28"/>
          <w:lang w:eastAsia="ru-RU"/>
        </w:rPr>
        <w:t>Кадырбекова Елена Викторовна, воспитатель, МАДОУ д/с «Детство» – СП детский сад № 190, город Нижний Тагил,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Казанцева Наталия Васильевна, воспитатель, МАДОУ детский сад «Гармония» структурное подразделение детский сад №</w:t>
      </w:r>
      <w:r>
        <w:rPr>
          <w:rFonts w:ascii="Liberation Serif" w:hAnsi="Liberation Serif" w:cs="Liberation Serif"/>
          <w:sz w:val="28"/>
          <w:szCs w:val="28"/>
        </w:rPr>
        <w:t xml:space="preserve"> 49,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Казанцева Наталья Александровна, воспитатель МБДОУ Детский сад № 16,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Казанцева Наталья Анатольевна,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9»,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Кайгородова Инна Владимировна, воспитатель,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МАДОУ </w:t>
      </w:r>
      <w:r>
        <w:rPr>
          <w:rFonts w:ascii="Liberation Serif" w:hAnsi="Liberation Serif" w:cs="Liberation Serif"/>
          <w:sz w:val="28"/>
          <w:szCs w:val="28"/>
        </w:rPr>
        <w:t xml:space="preserve">детский сад </w:t>
      </w:r>
      <w:r>
        <w:rPr>
          <w:rFonts w:ascii="Liberation Serif" w:eastAsia="Times New Roman" w:hAnsi="Liberation Serif" w:cs="Liberation Serif"/>
          <w:sz w:val="28"/>
          <w:szCs w:val="28"/>
        </w:rPr>
        <w:t>«Детство» – СП детский сад № 59,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Кайгородова Юлия Николаевна, воспитатель, МАДОУ № 257,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 Екатеринбурга,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Калгашкина Ирина Викторовна,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18»,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Калистр</w:t>
      </w:r>
      <w:r>
        <w:rPr>
          <w:rFonts w:ascii="Liberation Serif" w:hAnsi="Liberation Serif" w:cs="Liberation Serif"/>
          <w:sz w:val="28"/>
          <w:szCs w:val="28"/>
        </w:rPr>
        <w:t>атова Любовь Владимировна, воспитатель, МБДОУ «Детский сад № 22 «Яблонька»,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Калякова Марина Аркадьевна, воспитатель, МАДОУ № 5,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Камаева Людмила Сергеевна, воспитатель, МБДОУ детский сад № 16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Новоасбест, Г</w:t>
      </w:r>
      <w:r>
        <w:rPr>
          <w:rFonts w:ascii="Liberation Serif" w:hAnsi="Liberation Serif" w:cs="Liberation Serif"/>
          <w:sz w:val="28"/>
          <w:szCs w:val="28"/>
        </w:rPr>
        <w:t>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Каримова Любовь Александровна, воспитатель, МБДОУ № 36, 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Карнаухова Мария Сергеевна, воспитатель, МАДОУ № 567,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Карпухина Людмила Анатольевна, воспитатель, МБДОУ № 454,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Карфидова Марина Александровна, воспитатель, МБДОУ детский сад № 77, МО «город Екатеринбург»,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0"/>
          <w:tab w:val="left" w:pos="142"/>
        </w:tabs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Катанаева Наталья Викторовна, воспитатель, МАДОУ – детский сад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№ 39,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Качан Наталья Николаевна, воспитатель</w:t>
      </w:r>
      <w:r>
        <w:rPr>
          <w:rFonts w:ascii="Liberation Serif" w:hAnsi="Liberation Serif" w:cs="Liberation Serif"/>
          <w:sz w:val="28"/>
          <w:szCs w:val="28"/>
        </w:rPr>
        <w:t>, МАДОУ «Детский сад комбинированного вида № 25»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Каштанкина Наталья Александровна, воспитатель, МБДОУ № 444,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Квашнина Людмила Викторовна, воспитатель, МКДОУ Баранниковский детский сад, Камышловский </w:t>
      </w:r>
      <w:r>
        <w:rPr>
          <w:rFonts w:ascii="Liberation Serif" w:hAnsi="Liberation Serif" w:cs="Liberation Serif"/>
          <w:sz w:val="28"/>
          <w:szCs w:val="28"/>
        </w:rPr>
        <w:t>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Квашнина Ольга Александровна, воспитатель, МАДОУ «Детский сад общеразвивающего вида с приоритетным осуществлением художественно-эстетического развития воспитанников № 1»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Ким Алена Валериевна, воспитатель, МДОУ </w:t>
      </w:r>
      <w:r>
        <w:rPr>
          <w:rFonts w:ascii="Liberation Serif" w:hAnsi="Liberation Serif" w:cs="Liberation Serif"/>
          <w:sz w:val="28"/>
          <w:szCs w:val="28"/>
        </w:rPr>
        <w:t>«Детский сад «Чебурашка»,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Киреева Оксана Викторовна, воспитатель, МБДОУ «Центр развития ребенка – детский сад № 22»,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Кирикович Татьяна Алексеевна, воспитатель, МБДОУ № 536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Кирил</w:t>
      </w:r>
      <w:r>
        <w:rPr>
          <w:rFonts w:ascii="Liberation Serif" w:hAnsi="Liberation Serif" w:cs="Liberation Serif"/>
          <w:sz w:val="28"/>
          <w:szCs w:val="28"/>
        </w:rPr>
        <w:t>лова Елена Александровна, воспитатель, МБДОУ № 386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0"/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Кириллова Марина Геннадьевна, воспитатель, МКДОУ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10» г. Нижние Серги,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Кирякова Ольга Алексеевна, воспитатель, МБДОУ № 45, ГО Сухой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Лог,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Киселева Анна Александровна, воспитатель, МАДОУ «Детский сад № 30 «Жемчужина», ГО «Город Лесной»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Князева Татьяна Викторовна, воспитатель, МКДОУ детский сад № 13,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Кожевникова Светлана Эдуардовна, воспитатель, МАДОУ «Д</w:t>
      </w:r>
      <w:r>
        <w:rPr>
          <w:rFonts w:ascii="Liberation Serif" w:hAnsi="Liberation Serif" w:cs="Liberation Serif"/>
          <w:sz w:val="28"/>
          <w:szCs w:val="28"/>
        </w:rPr>
        <w:t>етский сад № 16»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Козлова Светлана Николаевна,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Козьякова Маргарита Рафитовна, воспитатель, МА ДОУ № 8, ГО Краснотурьинск,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Коковина Наталья Анатольевна, восп</w:t>
      </w:r>
      <w:r>
        <w:rPr>
          <w:rFonts w:ascii="Liberation Serif" w:hAnsi="Liberation Serif" w:cs="Liberation Serif"/>
          <w:sz w:val="28"/>
          <w:szCs w:val="28"/>
        </w:rPr>
        <w:t>итатель, МАДОУ № 8,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Кокурина Ольга Владимировна,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102 общеразвивающего вида с приоритетным осуществлением деятельности по художественно-эстетическому направлению развития детей», Каменск-Уральский ГО СО,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Кокшарова Татьяна Сергеевна,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79»,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Колесова Надежда Михайловна, воспитатель, МБДОУ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87 с. Покровское,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Колмогорова Анна Петровна, воспитатель, МАДОУ </w:t>
      </w:r>
      <w:r>
        <w:rPr>
          <w:rFonts w:ascii="Liberation Serif" w:hAnsi="Liberation Serif" w:cs="Liberation Serif"/>
          <w:sz w:val="28"/>
          <w:szCs w:val="28"/>
        </w:rPr>
        <w:t>Детский сад № 3 «Родничок»,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Колосова Ирина Владимировна, воспитатель, МАДОУ № 369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Колясникова Светлана Юрьевна, воспитатель, МАДОУ д/с № 21 «Ягодка», Белоярский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kern w:val="3"/>
          <w:sz w:val="28"/>
          <w:szCs w:val="28"/>
        </w:rPr>
        <w:t>Колясникова Татьяна Геннадьевн</w:t>
      </w:r>
      <w:r>
        <w:rPr>
          <w:rFonts w:ascii="Liberation Serif" w:hAnsi="Liberation Serif"/>
          <w:color w:val="000000"/>
          <w:kern w:val="3"/>
          <w:sz w:val="28"/>
          <w:szCs w:val="28"/>
        </w:rPr>
        <w:t>а, воспитатель МАДОУ «Жаворонок», ГО Верхнее Дуброво,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Комар Ирина Юрьевна, </w:t>
      </w:r>
      <w:r>
        <w:rPr>
          <w:rFonts w:ascii="Liberation Serif" w:hAnsi="Liberation Serif" w:cs="Liberation Serif"/>
          <w:sz w:val="28"/>
          <w:szCs w:val="28"/>
        </w:rPr>
        <w:t>воспитатель, ГБОУ СО «ЦПМСС «Эхо»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Комиссарова Наталья Ивановна, воспитатель, МБДОУ № 316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Кондратенко Алёна Серге</w:t>
      </w:r>
      <w:r>
        <w:rPr>
          <w:rFonts w:ascii="Liberation Serif" w:hAnsi="Liberation Serif" w:cs="Liberation Serif"/>
          <w:sz w:val="28"/>
          <w:szCs w:val="28"/>
        </w:rPr>
        <w:t xml:space="preserve">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70 общеразвивающего вида с приоритетным осуществлением деятельности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художественно-эстетическому направлению развития детей»,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Коновалова Анастасия Михайловна, воспитатель, МКДОУ Поро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шинский детский сад № 12,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Коновалова Анна Николаевна, воспитатель, МБДОУ ГО Заречный «Детство» структурное подразделение «Светлячок», ГО Заречный,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Кононенко Светлана Николаевна, воспитатель, МАДОУ Детский сад № 4 «Василёк», </w:t>
      </w:r>
      <w:r>
        <w:rPr>
          <w:rFonts w:ascii="Liberation Serif" w:hAnsi="Liberation Serif" w:cs="Liberation Serif"/>
          <w:sz w:val="28"/>
          <w:szCs w:val="28"/>
        </w:rPr>
        <w:t>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Коноплева Людмила Николаевна, воспитатель, МАДОУ детский сад 17,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Конышева Ольга Геннадьевна, воспитатель, МАДОУ № 39 «Малышок»,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Копычева Яна Ивановна, воспитатель, МБДОУ «Детский сад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«Подснежник», ГО Рефтинский,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Корелина Вера Васильевна, воспитатель, МАДОУ «Детский сад комбинированного вида № 14»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Корелина Людмила Николаевна,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98»,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Корепи</w:t>
      </w:r>
      <w:r>
        <w:rPr>
          <w:rFonts w:ascii="Liberation Serif" w:hAnsi="Liberation Serif" w:cs="Liberation Serif"/>
          <w:sz w:val="28"/>
          <w:szCs w:val="28"/>
        </w:rPr>
        <w:t>на Юлия Владимировна, воспитатель, МАДОУ «Детский сад № 30 «Жемчужина», ГО «Город Лесной»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Коробкина Татьяна Александровна, воспитатель, МБДОУ «Детский сад № 90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Королева Елена Васильевна, воспит</w:t>
      </w:r>
      <w:r>
        <w:rPr>
          <w:rFonts w:ascii="Liberation Serif" w:hAnsi="Liberation Serif"/>
          <w:sz w:val="28"/>
          <w:szCs w:val="28"/>
        </w:rPr>
        <w:t xml:space="preserve">атель, МБДОУ «Детский сад № 22 «Яблонька», </w:t>
      </w:r>
      <w:r>
        <w:rPr>
          <w:rFonts w:ascii="Liberation Serif" w:eastAsia="Times New Roman" w:hAnsi="Liberation Serif" w:cs="Liberation Serif"/>
          <w:sz w:val="28"/>
          <w:szCs w:val="28"/>
        </w:rPr>
        <w:t>ГО «Город Лесной» СО,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Коротких Лариса Александровна, воспитатель, МАДОУ № 59,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Корощенко Елена Владимировна, воспитатель, МАДОУ № 33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Корякова Анна Михайловна</w:t>
      </w:r>
      <w:r>
        <w:rPr>
          <w:rFonts w:ascii="Liberation Serif" w:hAnsi="Liberation Serif" w:cs="Liberation Serif"/>
          <w:sz w:val="28"/>
          <w:szCs w:val="28"/>
        </w:rPr>
        <w:t>, воспитатель, МКДОУ АГО «Улыбка» – филиал Уфимский детский сад «Радуга», Ачитский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Косарева Ирина Афонасьевна, воспитатель, МАДОУ № 125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Косарева Татьяна Федоровна, воспитатель, МБДОУ «Детский сад № 2» АГО, </w:t>
      </w:r>
      <w:r>
        <w:rPr>
          <w:rFonts w:ascii="Liberation Serif" w:hAnsi="Liberation Serif" w:cs="Liberation Serif"/>
          <w:sz w:val="28"/>
          <w:szCs w:val="28"/>
        </w:rPr>
        <w:t>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Косаткина Алена Анатольевна, воспитатель, МАДОУ Детский сад № 8 «Сказка»,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Костарева Галина Ивановна,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62»,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Костоусова Елена Николаевна, воспитатель, </w:t>
      </w:r>
      <w:r>
        <w:rPr>
          <w:rFonts w:ascii="Liberation Serif" w:hAnsi="Liberation Serif" w:cs="Liberation Serif"/>
          <w:sz w:val="28"/>
          <w:szCs w:val="28"/>
        </w:rPr>
        <w:t>МБДОУ № 2 «Детский сад № 2 «Красная шапочка», ГО «Город Лесной»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Костоусова Марина Александровна, воспитатель, МБДОУ «Детский сад № 1»,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Костромина Наталия Владимировна, воспитатель, МАДОУ № 6,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</w:t>
      </w:r>
      <w:r>
        <w:rPr>
          <w:rFonts w:ascii="Liberation Serif" w:hAnsi="Liberation Serif" w:cs="Liberation Serif"/>
          <w:sz w:val="28"/>
          <w:szCs w:val="28"/>
        </w:rPr>
        <w:t>ромина Татьяна Николаевна, воспитатель, МАДОУ «Детский сад «Теремок»,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Косых Марина Германовна, воспитатель, МАДОУ № 18, ГО Карпинск,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Котельникова Марина Сергеевна, воспитатель, МАДОУ № 14 «Юбилейный»,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Котова И</w:t>
      </w:r>
      <w:r>
        <w:rPr>
          <w:rFonts w:ascii="Liberation Serif" w:hAnsi="Liberation Serif" w:cs="Liberation Serif"/>
          <w:sz w:val="28"/>
          <w:szCs w:val="28"/>
        </w:rPr>
        <w:t>рина Васильевна, воспитатель, МАДОУ детский сад «Страна чудес» структурное подразделение детский сад № 37,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Котомцева Лариса Михайловна, воспитатель, МБДОУ № 18 «Яблонька»,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Котугина Ольга Николаевна, воспитатель,</w:t>
      </w:r>
      <w:r>
        <w:rPr>
          <w:rFonts w:ascii="Liberation Serif" w:hAnsi="Liberation Serif" w:cs="Liberation Serif"/>
          <w:sz w:val="28"/>
          <w:szCs w:val="28"/>
        </w:rPr>
        <w:t xml:space="preserve"> МАДОУ «Детский сад № 3»,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Кочеткова Наталья Викторовна, воспитатель, МБДОУ Детский сад </w:t>
      </w:r>
      <w:r>
        <w:rPr>
          <w:rFonts w:ascii="Liberation Serif" w:hAnsi="Liberation Serif"/>
          <w:bCs/>
          <w:sz w:val="28"/>
          <w:szCs w:val="28"/>
        </w:rPr>
        <w:br/>
      </w:r>
      <w:r>
        <w:rPr>
          <w:rFonts w:ascii="Liberation Serif" w:hAnsi="Liberation Serif"/>
          <w:bCs/>
          <w:sz w:val="28"/>
          <w:szCs w:val="28"/>
        </w:rPr>
        <w:t>№ 3,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Кошкина Ольга Юрьевна, воспитатель, МАДОУ «Детский сад № 9»,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Кощеева Наталья </w:t>
      </w:r>
      <w:r>
        <w:rPr>
          <w:rFonts w:ascii="Liberation Serif" w:hAnsi="Liberation Serif" w:cs="Liberation Serif"/>
          <w:sz w:val="28"/>
          <w:szCs w:val="28"/>
        </w:rPr>
        <w:t>Владимировна, воспитатель, МАДОО Тугулымский детский сад № 7 «Мишутка»,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Кощеева Татьяна Васильевна, воспитатель, МАДОУ «Центр развития ребенка – детский сад № 4» КГО, Камышловский ГО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Кравченко Людмила Николаевна, воспитатель,</w:t>
      </w:r>
      <w:r>
        <w:rPr>
          <w:rFonts w:ascii="Liberation Serif" w:hAnsi="Liberation Serif" w:cs="Liberation Serif"/>
          <w:sz w:val="28"/>
          <w:szCs w:val="28"/>
        </w:rPr>
        <w:t xml:space="preserve"> МАДОУ детский сад «Росток» структурное подразделение детский сад № 48,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Кравченко Ольга Петровна, воспитатель, МАДОУ </w:t>
      </w:r>
      <w:r>
        <w:rPr>
          <w:rFonts w:ascii="Liberation Serif" w:hAnsi="Liberation Serif" w:cs="Liberation Serif"/>
          <w:sz w:val="28"/>
          <w:szCs w:val="28"/>
        </w:rPr>
        <w:t xml:space="preserve">детский сад </w:t>
      </w:r>
      <w:r>
        <w:rPr>
          <w:rFonts w:ascii="Liberation Serif" w:eastAsia="Times New Roman" w:hAnsi="Liberation Serif" w:cs="Liberation Serif"/>
          <w:sz w:val="28"/>
          <w:szCs w:val="28"/>
        </w:rPr>
        <w:t>«Гармония»,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Крахмалева Анастасия Анатольевна, воспитатель, МАДОУ № 364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Крашенинникова Марина Викторовна, воспитатель, МАДОУ «Детский сад № 9»,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Крегул Наталия Николаевна, воспитатель, МАДОУ № 62, Кушвинский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Кривдина Наталья Николаевна, воспитатель, МАДОУ ЦРР № 556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Кривоногова Татьяна Геннадьевна, воспитатель, МАДОУ «Детский сад № 31»,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Криулина Жанна Альбертовна, воспитатель, МАДОУ НТГО детский сад «Золотой петушок»,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Крохалевская Оксана Станисл</w:t>
      </w:r>
      <w:r>
        <w:rPr>
          <w:rFonts w:ascii="Liberation Serif" w:hAnsi="Liberation Serif" w:cs="Liberation Serif"/>
          <w:sz w:val="28"/>
          <w:szCs w:val="28"/>
        </w:rPr>
        <w:t>авовна, воспитатель, МАДОУ детский сад № 1,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Крутикова Елена Петровна, воспитатель, МАДОУ № 567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Крутикова Любовь Александровна, воспитатель, МБДОУ № 189, </w:t>
      </w: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br/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Кубрак Лариса </w:t>
      </w:r>
      <w:r>
        <w:rPr>
          <w:rFonts w:ascii="Liberation Serif" w:hAnsi="Liberation Serif" w:cs="Liberation Serif"/>
          <w:sz w:val="28"/>
          <w:szCs w:val="28"/>
        </w:rPr>
        <w:t>Аркадьевна, воспитатель, МАДОУ № 25 «Солнышко»,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Кудряшова Елена Евгеньевна, воспитатель, МБДОУ № 426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Кузеванова Ольга Валентиновна, воспитатель, МКДОУ Городищенский детский сад «Золотой ключик», Байкаловс</w:t>
      </w:r>
      <w:r>
        <w:rPr>
          <w:rFonts w:ascii="Liberation Serif" w:hAnsi="Liberation Serif" w:cs="Liberation Serif"/>
          <w:sz w:val="28"/>
          <w:szCs w:val="28"/>
        </w:rPr>
        <w:t>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Кузнецова Галина Васильевна, воспитатель, МБДОУ № 184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Елена Витальевна, воспитатель, филиал № 5 – «Детский сад д. Гора», Шалинский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Кузнецова Нина Александровна, воспитатель, </w:t>
      </w:r>
      <w:r>
        <w:rPr>
          <w:rFonts w:ascii="Liberation Serif" w:hAnsi="Liberation Serif"/>
          <w:color w:val="000000"/>
          <w:sz w:val="28"/>
          <w:szCs w:val="28"/>
        </w:rPr>
        <w:t xml:space="preserve">МАДОУ </w:t>
      </w:r>
      <w:r>
        <w:rPr>
          <w:rFonts w:ascii="Liberation Serif" w:hAnsi="Liberation Serif"/>
          <w:sz w:val="28"/>
          <w:szCs w:val="28"/>
        </w:rPr>
        <w:t>«Детский</w:t>
      </w:r>
      <w:r>
        <w:rPr>
          <w:rFonts w:ascii="Liberation Serif" w:hAnsi="Liberation Serif"/>
          <w:sz w:val="28"/>
          <w:szCs w:val="28"/>
        </w:rPr>
        <w:t xml:space="preserve"> сад комбинированного вида № 4 «Солнышко»,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Ольга Анатольевна,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70 общеразвивающего вида с приоритетным осуществлением деятельности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художественно-эстетическому направлению развития дете</w:t>
      </w:r>
      <w:r>
        <w:rPr>
          <w:rFonts w:ascii="Liberation Serif" w:hAnsi="Liberation Serif" w:cs="Liberation Serif"/>
          <w:sz w:val="28"/>
          <w:szCs w:val="28"/>
        </w:rPr>
        <w:t>й»,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Кузьмина Альфия Тагировна,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24», ГО 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Кузьмина Людмила Васильевна, воспитатель, МБДОУ «Детский сад </w:t>
      </w:r>
      <w:r>
        <w:rPr>
          <w:rFonts w:ascii="Liberation Serif" w:hAnsi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color w:val="000000"/>
          <w:sz w:val="28"/>
          <w:szCs w:val="28"/>
        </w:rPr>
        <w:t>№ 6»,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Кузьмина Светлана Анатольевна, воспитат</w:t>
      </w:r>
      <w:r>
        <w:rPr>
          <w:rFonts w:ascii="Liberation Serif" w:hAnsi="Liberation Serif" w:cs="Liberation Serif"/>
          <w:sz w:val="28"/>
          <w:szCs w:val="28"/>
        </w:rPr>
        <w:t xml:space="preserve">ель, МБДОУ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«Детский сад </w:t>
      </w:r>
      <w:r>
        <w:rPr>
          <w:rFonts w:ascii="Liberation Serif" w:hAnsi="Liberation Serif" w:cs="Liberation Serif"/>
          <w:sz w:val="28"/>
          <w:szCs w:val="28"/>
        </w:rPr>
        <w:t>«Кирпичики»,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Кузьминых Елена Николаевна, воспитатель, МБДОУ ЦРР – детский сад № 35 «Сказка», ГО Верхняя Тура,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Куклина Татьяна Александровна,</w:t>
      </w:r>
      <w:r>
        <w:rPr>
          <w:rFonts w:ascii="Liberation Serif" w:hAnsi="Liberation Serif" w:cs="Liberation Serif"/>
          <w:sz w:val="28"/>
          <w:szCs w:val="28"/>
        </w:rPr>
        <w:t xml:space="preserve">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13» КГО, Камышловский ГО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Кулакова Анастасия Николаевна,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25»,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Кулакова Елена Владиславовна, воспитатель, д/с № 186 МАДОУ «Радость», город Нижний Тагил,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Куликова Ирина Рудольфовна,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t>комбинированного вида № 38 «Елочка»,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Куликова Мария Александровна, воспитатель, МДОУ «Гаевский детский сад», Ирбитское МО,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Куликова Наталья Николаевна, воспитатель, МАДОУ детский сад 10,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Курносова Елена Ник</w:t>
      </w:r>
      <w:r>
        <w:rPr>
          <w:rFonts w:ascii="Liberation Serif" w:hAnsi="Liberation Serif" w:cs="Liberation Serif"/>
          <w:sz w:val="28"/>
          <w:szCs w:val="28"/>
        </w:rPr>
        <w:t xml:space="preserve">олаевна, воспитатель, МАДОУ № 5, Артемовский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Куталова Ольга Викторовна, воспитатель, МБДОУ детский сад комбинированного вида №12 «Белочка» с корпусом № 2 «Соболек»,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Кучева Александра Александровна, воспитатель, МБДОУ «Детский </w:t>
      </w:r>
      <w:r>
        <w:rPr>
          <w:rFonts w:ascii="Liberation Serif" w:hAnsi="Liberation Serif" w:cs="Liberation Serif"/>
          <w:sz w:val="28"/>
          <w:szCs w:val="28"/>
        </w:rPr>
        <w:t>сад № 17», ГО Верхотурский,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Кучумидзе Ольга Владимировна, воспитатель, МАДОУ ЦРР № 152, «Аистенок»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Кушнарёва Светлана Сергеевна, воспитатель, МАДОУ № 23,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Карпинск,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Кынкурогова Лариса Михайловна, воспитатель,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МБОУ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СОШ № 9, Серовский</w:t>
      </w:r>
      <w:r>
        <w:rPr>
          <w:rFonts w:ascii="Liberation Serif" w:hAnsi="Liberation Serif" w:cs="Liberation Serif"/>
          <w:sz w:val="28"/>
          <w:szCs w:val="28"/>
        </w:rPr>
        <w:t xml:space="preserve">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Лабырина Светлана Михайловна, воспитатель, МАОУ ООШ № 8,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Лаврентьева Марина Викторовна, воспитатель, МБДОУ № 5,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Лагунова Наталья Петровна, воспитатель, МАДОУ «Детский сад комби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нированного вида № 25»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Ладыгина Наталья Александровна, воспитатель, МАДОУ детский сад 14,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Лапина Марина Викторовна, воспитатель, МКДОУ Байкаловский детский сад № 4 «Богатырь», Байкаловский МР СО,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Лапина Светлана Владимировна, воспитатель, МБОУ НШ – ДС № 17,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Ларионова Елена Васильевна, воспитатель, МБДОУ «Детский сад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38» АГО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Ларионова Татьяна Викторовна, воспитатель, МАДОУ № 145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</w:t>
      </w:r>
      <w:r>
        <w:rPr>
          <w:rFonts w:ascii="Liberation Serif" w:hAnsi="Liberation Serif" w:cs="Liberation Serif"/>
          <w:sz w:val="28"/>
          <w:szCs w:val="28"/>
        </w:rPr>
        <w:t>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Ласкова Татьяна Ивановна, воспитатель, МБДОУ детский сад № 16 «Малышок», Сосьвинский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Лебедева Елена Николаевна, воспитатель, ГАПОУ СО «Северный педагогический колледж», структурное подразделение, детский сад «Солнышко», Серовский ГО,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Ленишева Александра Юрьевна, воспитатель, МАДОУ № 445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Ленных Людмила Александровна, воспитатель, МАДОУ «Детский сад № 11»,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Ленчикова Наталия Еренеевна, воспитатель, филиал № 6 – «Детский сад с. Платоно</w:t>
      </w:r>
      <w:r>
        <w:rPr>
          <w:rFonts w:ascii="Liberation Serif" w:hAnsi="Liberation Serif" w:cs="Liberation Serif"/>
          <w:sz w:val="28"/>
          <w:szCs w:val="28"/>
        </w:rPr>
        <w:t>во», Шалинский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Лепилина Лариса Юрьевна, воспитатель, МБДОУ № 342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Лепустина Наталья Павловна, воспитатель, ГБОУ СО «Екатеринбургская школа-интернат № 11, реализующая адаптированные основные общеобразовательные </w:t>
      </w:r>
      <w:r>
        <w:rPr>
          <w:rFonts w:ascii="Liberation Serif" w:hAnsi="Liberation Serif" w:cs="Liberation Serif"/>
          <w:sz w:val="28"/>
          <w:szCs w:val="28"/>
        </w:rPr>
        <w:t>программы»,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Липина Марина Александровна, воспитатель, МБДОУ «Детский сад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85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Липина Ольга Анатольевна, воспитатель, МКДОУ «Колчеданский детский сад № 1», Каменский ГО, ВК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Лисьева Татьяна Николаевна, воспитатель, МАОУ лицей № 159,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Лихачева Ольга Сергеевна, воспитатель, МАДОУ МДС № 49, Малышевский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Лихачева Светлана Николаевна, воспитатель, МАДОУ № 8,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Лобанова Ирина</w:t>
      </w:r>
      <w:r>
        <w:rPr>
          <w:rFonts w:ascii="Liberation Serif" w:hAnsi="Liberation Serif" w:cs="Liberation Serif"/>
          <w:sz w:val="28"/>
          <w:szCs w:val="28"/>
        </w:rPr>
        <w:t xml:space="preserve"> Викторовна, воспитатель, МБДОУ № 360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Лобанова Любовь Анатольевна, воспитатель, МБДОУ детский сад № 2,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Лобанова Светлана Валерьевна, воспитатель, МБДОУ ПГО «Детский сад № 51»,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Логачева </w:t>
      </w:r>
      <w:r>
        <w:rPr>
          <w:rFonts w:ascii="Liberation Serif" w:hAnsi="Liberation Serif" w:cs="Liberation Serif"/>
          <w:sz w:val="28"/>
          <w:szCs w:val="28"/>
        </w:rPr>
        <w:t xml:space="preserve">Венера Зайрулловна,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16», ГО Дегтярск,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Логачева Надежда Алексеевна, воспитатель, МАДОУ детский сад № 39 «Родничок»,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Лопаева Галина Александровна, воспитатель, МАДОУ «Детский сад № 29 «Даренка», ГО </w:t>
      </w:r>
      <w:r>
        <w:rPr>
          <w:rFonts w:ascii="Liberation Serif" w:hAnsi="Liberation Serif" w:cs="Liberation Serif"/>
          <w:sz w:val="28"/>
          <w:szCs w:val="28"/>
        </w:rPr>
        <w:t>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Лоскутова Елена Петровна, воспитатель, МАДОУ «Сказка»,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Лошкарева Ирина Анатольевна, воспитатель, МАДОУ детский сад 15,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Лукина Лариса Алексеевна, воспитатель, МКДОУ «Слободо-Туринский </w:t>
      </w:r>
      <w:r>
        <w:rPr>
          <w:rFonts w:ascii="Liberation Serif" w:hAnsi="Liberation Serif" w:cs="Liberation Serif"/>
          <w:sz w:val="28"/>
          <w:szCs w:val="28"/>
        </w:rPr>
        <w:t>детский сад «Теремок»,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Лукоянова Наталья Геннадьевна, воспитатель, МКДОУ «Колчеданский детский сад № 1»,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Лунегова Ольга Викторовна, воспитатель, МБДОУ Новолялинского ГО «Детский сад № 15 «Берёзка», Новолялин</w:t>
      </w:r>
      <w:r>
        <w:rPr>
          <w:rFonts w:ascii="Liberation Serif" w:hAnsi="Liberation Serif" w:cs="Liberation Serif"/>
          <w:sz w:val="28"/>
          <w:szCs w:val="28"/>
        </w:rPr>
        <w:t>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Лупенских Анна Сергеевна, воспитатель, МАДОУ № 449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Лысенко Оксана Ивановна, воспитатель, МБДОУ № 23, ГО Сухой Лог,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Лысенкова Вера Викторовна, воспитатель, филиал МАДОУ «Детский сад № 12» – «Детский сад № 4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8»,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Лычак Елена Геннадьевна, воспитатель, МБДОУ Детский сад № 7 «Берёзка»,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Лямина Светлана Сергеевна, воспитатель, МДОУ «Детский сад «Чебурашка»,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Мазур Елена Тимофеевна, воспитатель, МБДОУ №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13,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Макаренко Лариса Викторовна, воспитатель, МБДОУ № 193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Макарова Наталья Владимировна, воспитатель, МАДОУ детский сад «Росинка» структурное подразделение детский сад № 11, Новоуральский ГО СО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Макарова Оксана Геннадьевна, воспитатель, МБДОУ «Детский сад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№ 52» АГО,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Макарова Оксана Леонидовна, воспитатель, МАДОУ № 327,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Макарова Ольга Васильевна, воспитатель, МАДОУ «Детский сад № 3», ГО </w:t>
      </w:r>
      <w:r>
        <w:rPr>
          <w:rFonts w:ascii="Liberation Serif" w:hAnsi="Liberation Serif" w:cs="Liberation Serif"/>
          <w:sz w:val="28"/>
          <w:szCs w:val="28"/>
        </w:rPr>
        <w:t>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Макарова Ольга Игоревна, воспитатель, МАДОУ № 145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Маклакова Ирина Владимировна, воспитатель, МАДОУ «Детский сад № 79»,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Маклыгина Светлана Вениаминовна, воспитатель, МАОУ «Школ</w:t>
      </w:r>
      <w:r>
        <w:rPr>
          <w:rFonts w:ascii="Liberation Serif" w:hAnsi="Liberation Serif" w:cs="Liberation Serif"/>
          <w:sz w:val="28"/>
          <w:szCs w:val="28"/>
        </w:rPr>
        <w:t>а-интернат № 53»,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Малеева Наталья Владимировна,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«Голубой кораблик»,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Малигон Алена Владимировна,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62,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Малыгина Ольга Юрь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евна, воспитатель, МАДОУ № 115,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Мальцева Марина Александровна, воспитатель, МДОУ – детский сад «Звездочка»,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Мальцева Ольга Александровна, воспитатель, МАДОУ Новолялинского ГО «Детский сад № 11 «Рябину</w:t>
      </w:r>
      <w:r>
        <w:rPr>
          <w:rFonts w:ascii="Liberation Serif" w:hAnsi="Liberation Serif" w:cs="Liberation Serif"/>
          <w:sz w:val="28"/>
          <w:szCs w:val="28"/>
        </w:rPr>
        <w:t>шка», Новолялинский ГО, ВКК.</w:t>
      </w:r>
      <w:r>
        <w:rPr>
          <w:rFonts w:ascii="Liberation Serif" w:hAnsi="Liberation Serif" w:cs="Liberation Serif"/>
          <w:kern w:val="3"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Мамасуева Наталья Владимировна, воспитатель, МБДОУ «Детский сад № 9 «Белоснежка»,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Манакова Ирина Александровна, воспитатель, МАДОУ </w:t>
      </w: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</w:rPr>
        <w:t>д/с «Солнышко» СП № 134,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Манерова Елена Ив</w:t>
      </w:r>
      <w:r>
        <w:rPr>
          <w:rFonts w:ascii="Liberation Serif" w:hAnsi="Liberation Serif" w:cs="Liberation Serif"/>
          <w:sz w:val="28"/>
          <w:szCs w:val="28"/>
        </w:rPr>
        <w:t xml:space="preserve">ановна, воспитатель, МБДОУ детский сад № 87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с. Покровское, Горноуральский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Мануилова Виктория Анатольевна, воспитатель, ГБОУ СО «Нижнетагильская школа № 1, реализующая адаптированные основные общеобразовательные программы», город Нижний Тагил,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Манукян Наталья Николаевна, воспитатель, МБДОУ № 140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Маркова Светлана Елизаровна, воспитатель, МБДОУ № 77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Мартьянова Татьяна Юрьевна, воспитатель, МАДОУ детский сад № 46,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Марченко Светлана Васильевна, воспитатель, МАДОУ № 22, ГО 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Марченкова Ольга Петровна, воспитатель, МБДОУ «Детский сад № 88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Масалович Лена Алексеевна, воспитатель, МАОУ лицей № 12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Маслакова Татьяна Александровна, воспитатель, МБДОУ Невьянского ГО детский сад № 44 «Солнышко» с корпусом № 2 «Калинка»,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Матвеева Вера Анатольевна, воспитатель, МКДОУ «Детский сад № 2 «Солнышко»,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Махмутова Любовь Васильевна, воспитатель, МБДОУ № 519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Машарипова Надежда Владимировна, воспитатель, ГАПОУ СО «Уральский техникум «Рифей» (отделение кадетский корпус «Спасатель»),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Машкина Елена</w:t>
      </w:r>
      <w:r>
        <w:rPr>
          <w:rFonts w:ascii="Liberation Serif" w:hAnsi="Liberation Serif" w:cs="Liberation Serif"/>
          <w:sz w:val="28"/>
          <w:szCs w:val="28"/>
        </w:rPr>
        <w:t xml:space="preserve"> Викторовна, воспитатель, МАДОУ «Детский сад № 2»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Медведева Тамара Викторовна, воспитатель, МАДОУ Зайковский детский сад № 4,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kern w:val="3"/>
          <w:sz w:val="28"/>
          <w:szCs w:val="28"/>
        </w:rPr>
        <w:t xml:space="preserve">Мельникова Алла Сергеевна, воспитатель, МАДОУ «Жаворонок», ГО Верхнее Дуброво, </w:t>
      </w:r>
      <w:r>
        <w:rPr>
          <w:rFonts w:ascii="Liberation Serif" w:hAnsi="Liberation Serif"/>
          <w:color w:val="000000"/>
          <w:kern w:val="3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Мельникова Галина Александровна, </w:t>
      </w:r>
      <w:r>
        <w:rPr>
          <w:rFonts w:ascii="Liberation Serif" w:hAnsi="Liberation Serif" w:cs="Liberation Serif"/>
          <w:sz w:val="28"/>
          <w:szCs w:val="28"/>
        </w:rPr>
        <w:t>воспитатель, МКДОУ Шадринский детский сад, Байкаловский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Мельникова Флюра Гиндулловна,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г. Ивделя, Ивдельский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Мельцова Ульяна Александровна, воспитатель, МБДОУ «Де</w:t>
      </w:r>
      <w:r>
        <w:rPr>
          <w:rFonts w:ascii="Liberation Serif" w:hAnsi="Liberation Serif" w:cs="Liberation Serif"/>
          <w:sz w:val="28"/>
          <w:szCs w:val="28"/>
        </w:rPr>
        <w:t>тский сад № 89»,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Меркулова Мария Викторовна, воспитатель, 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МАДОУ – детский сад № 9 «Лесная сказка», ГО Среднеуральск,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Меркушева Татьяна Валериевна, воспитатель, МАДОУ детский сад «Чайка» НТГО,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Мещерякова Ольга Владимировна, воспитатель, МАДОУ «Жаворонок», ГО Верхнее Дуброво,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Микрюкова Наталья Владимировна, воспитатель, МАДОУ № 482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ВВК.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Милькова Людмила Николаевна, воспитатель, МАДОУ Черновский детский сад, Ирбитск</w:t>
      </w:r>
      <w:r>
        <w:rPr>
          <w:rFonts w:ascii="Liberation Serif" w:hAnsi="Liberation Serif" w:cs="Liberation Serif"/>
          <w:sz w:val="28"/>
          <w:szCs w:val="28"/>
        </w:rPr>
        <w:t>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Минкова Елена Владимировна, воспитатель, МБДОУ № 464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kern w:val="3"/>
          <w:sz w:val="28"/>
          <w:szCs w:val="28"/>
          <w:lang w:eastAsia="ru-RU"/>
        </w:rPr>
        <w:t xml:space="preserve">Минниахметова Миляуша Раильевна, воспитатель, МАДОУ ЦРР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/>
          <w:kern w:val="3"/>
          <w:sz w:val="28"/>
          <w:szCs w:val="28"/>
          <w:lang w:eastAsia="ru-RU"/>
        </w:rPr>
        <w:t xml:space="preserve">№ 556, </w:t>
      </w:r>
      <w:r>
        <w:rPr>
          <w:rFonts w:ascii="Liberation Serif" w:hAnsi="Liberation Serif"/>
          <w:sz w:val="28"/>
          <w:szCs w:val="28"/>
        </w:rPr>
        <w:t>МО «город Екатеринбург», 1</w:t>
      </w:r>
      <w:r>
        <w:rPr>
          <w:rFonts w:ascii="Liberation Serif" w:eastAsia="Times New Roman" w:hAnsi="Liberation Serif"/>
          <w:kern w:val="3"/>
          <w:sz w:val="28"/>
          <w:szCs w:val="28"/>
          <w:lang w:eastAsia="ru-RU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Минникаева Флорида Алмасовна, воспитатель, МБДОУ «Детский сад «Ма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лыш» АГО,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Асбестовский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Митькина Алевтина Михайловна, воспитатель, МБДОУ № 266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Митюкова Наталья Александровна, воспитатель, МАДОУ № 197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Михайлова Марина Михайловна, воспитатель, МАДОУ </w:t>
      </w:r>
      <w:r>
        <w:rPr>
          <w:rFonts w:ascii="Liberation Serif" w:hAnsi="Liberation Serif" w:cs="Liberation Serif"/>
          <w:sz w:val="28"/>
          <w:szCs w:val="28"/>
        </w:rPr>
        <w:t>№ 125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Мичунаева Елена Александровна, воспитатель, МБДОУ № 46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Мичурова Наталья Вадимовна, воспитатель, МБДОУ «Детский сад № 28 «Ветерок»,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Мишарина Гульшат Камилевна, </w:t>
      </w:r>
      <w:r>
        <w:rPr>
          <w:rFonts w:ascii="Liberation Serif" w:hAnsi="Liberation Serif" w:cs="Liberation Serif"/>
          <w:sz w:val="28"/>
          <w:szCs w:val="28"/>
        </w:rPr>
        <w:t>воспитатель, МАДОУ № 539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Моисеева Светлана Борисовна, воспитатель, МАДОУ д/с «Детство» – СП детский сад № 122, город Нижний Тагил, 1КК;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Моисеенко Елена Рафаиловна, воспитатель, МАДОУ № 16 «Тополек»,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Мокеро</w:t>
      </w:r>
      <w:r>
        <w:rPr>
          <w:rFonts w:ascii="Liberation Serif" w:hAnsi="Liberation Serif" w:cs="Liberation Serif"/>
          <w:sz w:val="28"/>
          <w:szCs w:val="28"/>
        </w:rPr>
        <w:t>ва Наталья Михайловна, воспитатель, МАДОУ № 9,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Мокрова Александра Владимировна, воспитатель, МАДОУ № 80, </w:t>
      </w: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br/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Москалькова Светлана Николаевна, воспитатель, МБДОУ № 225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Москвичева</w:t>
      </w:r>
      <w:r>
        <w:rPr>
          <w:rFonts w:ascii="Liberation Serif" w:hAnsi="Liberation Serif"/>
          <w:sz w:val="28"/>
          <w:szCs w:val="28"/>
        </w:rPr>
        <w:t xml:space="preserve"> Ирина Михайловна, воспитатель, МАДОУ Детский сад № 18,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Мотлич Вера Анатольевна, воспитатель, МКДОУ № 2 – детский сад «Колокольчик», Бисертский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Мошкина Алевтина Николаевна, воспитатель,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д/с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«Солнышко» СП № 163, город </w:t>
      </w:r>
      <w:r>
        <w:rPr>
          <w:rFonts w:ascii="Liberation Serif" w:eastAsia="Times New Roman" w:hAnsi="Liberation Serif" w:cs="Liberation Serif"/>
          <w:sz w:val="28"/>
          <w:szCs w:val="28"/>
        </w:rPr>
        <w:t>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Мошкова Марина Леонидовна, воспитатель, МАДОУ ДС КВ № 27,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Мурзина Елена Викторовна, воспитатель, МАДОУ ЦРР № 152,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Муртазина Алсу Фаиловна, воспитатель, МБДОУ № 444,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Муртазина Альбина Мустаевна, воспитатель, ГБОУ СО «Екатеринбургская школа № 9, реализующая адаптированные основные общеобразовательные программы»,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Мурыгина Оксана Александровна, воспитатель, МКДОУ № 2 – детский сад</w:t>
      </w:r>
      <w:r>
        <w:rPr>
          <w:rFonts w:ascii="Liberation Serif" w:hAnsi="Liberation Serif" w:cs="Liberation Serif"/>
          <w:sz w:val="28"/>
          <w:szCs w:val="28"/>
        </w:rPr>
        <w:t xml:space="preserve"> «Колокольчик», Бисертский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Мустафина Ирина Расульевна, воспитатель, филиал МАДОУ «Детский сад № 39» – «Детский сад № 20»,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Мухлынина Ирина Вячеславовна, воспитатель, филиал МАДОУ «Детский сад № 39» – «Детский сад № 43», ГО Пер</w:t>
      </w:r>
      <w:r>
        <w:rPr>
          <w:rFonts w:ascii="Liberation Serif" w:hAnsi="Liberation Serif" w:cs="Liberation Serif"/>
          <w:sz w:val="28"/>
          <w:szCs w:val="28"/>
        </w:rPr>
        <w:t>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Мышинская Наталия Васильевна, воспитатель, МАДОУ № 23,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Мюллер Наталья Андреевна, воспитатель, МБДОУ Новолялинского ГО «Детский сад № 15 «Берёзка», Новолялинский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Назарова Екатерина Олеговна, воспитатель, МБДОУ «Д</w:t>
      </w:r>
      <w:r>
        <w:rPr>
          <w:rFonts w:ascii="Liberation Serif" w:hAnsi="Liberation Serif" w:cs="Liberation Serif"/>
          <w:sz w:val="28"/>
          <w:szCs w:val="28"/>
        </w:rPr>
        <w:t xml:space="preserve">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Назырова Флюра Нуртдиновна, воспитатель, филиал МАДОУ «Детский сад № 39» – «Детский сад № 22»,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Налобина Вера Геннадьевна, воспитатель, МАОУ Школа-сад № 42, Малышев</w:t>
      </w:r>
      <w:r>
        <w:rPr>
          <w:rFonts w:ascii="Liberation Serif" w:hAnsi="Liberation Serif" w:cs="Liberation Serif"/>
          <w:sz w:val="28"/>
          <w:szCs w:val="28"/>
        </w:rPr>
        <w:t>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Напреева Елена Владимировна, воспитатель, МАОУ «СОШ № 57»,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Нарсеева Наталья Ивановна, воспитатель, </w:t>
      </w:r>
      <w:r>
        <w:rPr>
          <w:rFonts w:ascii="Liberation Serif" w:hAnsi="Liberation Serif"/>
          <w:color w:val="000000"/>
          <w:kern w:val="3"/>
          <w:sz w:val="28"/>
          <w:szCs w:val="28"/>
        </w:rPr>
        <w:t>МАДОУ</w:t>
      </w:r>
      <w:r>
        <w:rPr>
          <w:rFonts w:ascii="Liberation Serif" w:hAnsi="Liberation Serif"/>
          <w:sz w:val="28"/>
          <w:szCs w:val="28"/>
        </w:rPr>
        <w:t xml:space="preserve"> «Детский сад комбинированного вида № 4 «Солнышко»,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Наседкина Ольга Валентиновна, </w:t>
      </w:r>
      <w:r>
        <w:rPr>
          <w:rFonts w:ascii="Liberation Serif" w:hAnsi="Liberation Serif" w:cs="Liberation Serif"/>
          <w:sz w:val="28"/>
          <w:szCs w:val="28"/>
        </w:rPr>
        <w:t>воспитатель, МБДОУ № 30,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Насонова Ольга Анатольевна, воспитатель, МБДОУ № 413,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Наумова Ирина Леонидовна, воспитатель, МАДОУ НТГО детский сад «Чебурашка»,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Неволина Татьяна Сергеевна</w:t>
      </w:r>
      <w:r>
        <w:rPr>
          <w:rFonts w:ascii="Liberation Serif" w:hAnsi="Liberation Serif" w:cs="Liberation Serif"/>
          <w:sz w:val="28"/>
          <w:szCs w:val="28"/>
        </w:rPr>
        <w:t>, воспитатель МКДОУ № 3 – детский сад «Рябинка», Бисертский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Невьянцева Александра Александровна, воспитатель, МБДОУ № 523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Нелюбина Мария Владимировна, воспитатель, МАДОУ № 47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Немкова </w:t>
      </w:r>
      <w:r>
        <w:rPr>
          <w:rFonts w:ascii="Liberation Serif" w:hAnsi="Liberation Serif" w:cs="Liberation Serif"/>
          <w:sz w:val="28"/>
          <w:szCs w:val="28"/>
        </w:rPr>
        <w:t>Марина Леонидовна, воспитатель, МБДОУ № 360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Нестерова Светлана Александровна, воспитатель, МАДОУ № 17, ГО Карпинск,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Нефедова Светлана Борисовна, воспитатель, д/с № 205 МАДОУ «МАЯЧОК», город Нижний Тагил, ВКК.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Нечаева И</w:t>
      </w:r>
      <w:r>
        <w:rPr>
          <w:rFonts w:ascii="Liberation Serif" w:hAnsi="Liberation Serif" w:cs="Liberation Serif"/>
          <w:sz w:val="28"/>
          <w:szCs w:val="28"/>
        </w:rPr>
        <w:t>рина Викторовна, воспитатель, МАДОУ «Детский сад «Радуга»,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Нечаева Ирина Викторовна, воспитатель, </w:t>
      </w:r>
      <w:r>
        <w:rPr>
          <w:rFonts w:ascii="Liberation Serif" w:hAnsi="Liberation Serif" w:cs="Liberation Serif"/>
          <w:iCs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«Детский сад «Радуга»,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Никитина Анастасия Сергеевна, воспитатель, МАДОУ № 254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</w:t>
      </w:r>
      <w:r>
        <w:rPr>
          <w:rFonts w:ascii="Liberation Serif" w:hAnsi="Liberation Serif" w:cs="Liberation Serif"/>
          <w:sz w:val="28"/>
          <w:szCs w:val="28"/>
        </w:rPr>
        <w:t>тина Галина Михайловна, воспитатель, МАДОУ детский сад «Гармония» структурное подразделение детский сад № 51,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Никитина Ирина Николаевна, воспитатель, МБДОУ № 296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Никитина Наталья Николаевна, воспита</w:t>
      </w:r>
      <w:r>
        <w:rPr>
          <w:rFonts w:ascii="Liberation Serif" w:hAnsi="Liberation Serif" w:cs="Liberation Serif"/>
          <w:sz w:val="28"/>
          <w:szCs w:val="28"/>
        </w:rPr>
        <w:t xml:space="preserve">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22»,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Николаева Елена Николаевна, воспитатель, МБДОУ «Приданниковский детский сад № 5»,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Николаева Наталья Серафимовна, воспитатель, МАДОУ детский сад «Росинка» </w:t>
      </w:r>
      <w:r>
        <w:rPr>
          <w:rFonts w:ascii="Liberation Serif" w:hAnsi="Liberation Serif" w:cs="Liberation Serif"/>
          <w:sz w:val="28"/>
          <w:szCs w:val="28"/>
        </w:rPr>
        <w:t>структурное подразделение детский сад № 4,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Никонова Алена Викторовна,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№ 10»,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Никонова Ирина Алексеевна, воспитатель, МБДОУ «Детский сад № 85 комбинированного вида», Каменск</w:t>
      </w:r>
      <w:r>
        <w:rPr>
          <w:rFonts w:ascii="Liberation Serif" w:hAnsi="Liberation Serif" w:cs="Liberation Serif"/>
          <w:sz w:val="28"/>
          <w:szCs w:val="28"/>
        </w:rPr>
        <w:t>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Нишанова Тамара Араббаевна,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 «Сказка»,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Новгородцева Виктория Владимировна, вопитатель МБДОУ «Детский сад № 38», ГО Дегтярск,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Новикова Наталья Евгеньевна, воспитатель, М</w:t>
      </w:r>
      <w:r>
        <w:rPr>
          <w:rFonts w:ascii="Liberation Serif" w:hAnsi="Liberation Serif" w:cs="Liberation Serif"/>
          <w:sz w:val="28"/>
          <w:szCs w:val="28"/>
        </w:rPr>
        <w:t xml:space="preserve">КДОУ д/с № 63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Михайловска,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Новойчик Марина Валерьевна, воспитатель, МАДОУ № 60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Новокшонова Ольга Викторовна, воспитатель, МАДОУ детский сад «Росинка» структурное подразделение детский сад № 2, </w:t>
      </w:r>
      <w:r>
        <w:rPr>
          <w:rFonts w:ascii="Liberation Serif" w:hAnsi="Liberation Serif" w:cs="Liberation Serif"/>
          <w:sz w:val="28"/>
          <w:szCs w:val="28"/>
        </w:rPr>
        <w:t>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Носкова Людмила Анатольевна, воспитатель, МАОУ СОШ № 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Нохрина Елена Анатольевна, воспитатель, МБДОУ «Детский сад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11»,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Оботнина Татьяна Михайловна, воспитатель, филиал </w:t>
      </w:r>
      <w:r>
        <w:rPr>
          <w:rFonts w:ascii="Liberation Serif" w:hAnsi="Liberation Serif" w:cs="Liberation Serif"/>
          <w:sz w:val="28"/>
          <w:szCs w:val="28"/>
        </w:rPr>
        <w:t>МАДОУ «Детский сад № 70» – «Детский сад № 41»,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Овсепян Ирина Анатольевна, воспитатель, МАДОУ Детский сад № 3 «Родничок»,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Овсянникова Юлия Михайловна, воспитатель, МАДОУ № 524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Овчинникова Марина Викторовна, воспитатель, МАДОУ № 223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Овчинникова Ольга Васильевна, воспитатель, МДОУ «ЦРР – детский сад «Росинка», Качканарский ГО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Одношевина Любовь Николаевна, воспитатель, МКДОУ № 16, Сысертски</w:t>
      </w:r>
      <w:r>
        <w:rPr>
          <w:rFonts w:ascii="Liberation Serif" w:hAnsi="Liberation Serif" w:cs="Liberation Serif"/>
          <w:sz w:val="28"/>
          <w:szCs w:val="28"/>
        </w:rPr>
        <w:t>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Окишева Алла Смагелевна, воспитатель, МАДОУ д/с № 18,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Округина Евгения Леонидовна, воспитатель, МАДОУ д/с «Детство» – СП детский сад № 89, город Нижний Тагил, 1КК;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Олейник Ирина Анатольевна, воспитатель, МБДОУ «Детский сад № </w:t>
      </w:r>
      <w:r>
        <w:rPr>
          <w:rFonts w:ascii="Liberation Serif" w:hAnsi="Liberation Serif" w:cs="Liberation Serif"/>
          <w:sz w:val="28"/>
          <w:szCs w:val="28"/>
        </w:rPr>
        <w:t>17 «Пингвин» комбинированного вида»,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Олейник Наталья Александровна, воспитатель, МБДОУ «Детский сад № 82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Орехова Екатерина Ивановна,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89», Ка</w:t>
      </w:r>
      <w:r>
        <w:rPr>
          <w:rFonts w:ascii="Liberation Serif" w:hAnsi="Liberation Serif" w:cs="Liberation Serif"/>
          <w:sz w:val="28"/>
          <w:szCs w:val="28"/>
        </w:rPr>
        <w:t>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Орлова Елена Александровна,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12», ГО Верхняя Тура,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Людмила Геннадьевна, воспитатель, МБДОУ д/с «Солнечный круг»,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Осляк Анастасия Валерьевна, воспитатель,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МБДОУ ПГО «Пышминский детский сад № 6»,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Останина Анастасия Алексеевна, воспитатель, МАДОУ – детский сад № 39,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Останина Виктория Александровна, воспитатель, МДОУ ДСКВ «Радуга» структурное подразделение детский сад </w:t>
      </w:r>
      <w:r>
        <w:rPr>
          <w:rFonts w:ascii="Liberation Serif" w:hAnsi="Liberation Serif" w:cs="Liberation Serif"/>
          <w:sz w:val="28"/>
          <w:szCs w:val="28"/>
        </w:rPr>
        <w:t xml:space="preserve">«Серебряное копытце»,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Павловская Наталья Ивановна, воспитатель, МБДОУ № 398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Панас Любовь Ивановна, воспитатель, МАДОУ детский сад № 62,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Панкратова Елена Аркадьевна, воспитатель, ф</w:t>
      </w:r>
      <w:r>
        <w:rPr>
          <w:rFonts w:ascii="Liberation Serif" w:hAnsi="Liberation Serif" w:cs="Liberation Serif"/>
          <w:sz w:val="28"/>
          <w:szCs w:val="28"/>
        </w:rPr>
        <w:t>илиал № 1 – детский сад п.г.т. Шаля», Шалинский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Панкратова Ольга Владимировна, воспитатель, МАДОУ № 364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Панова Ирина Васильевна, воспитатель, МАДОУ № 94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Панова Светлана Алексеевна, </w:t>
      </w:r>
      <w:r>
        <w:rPr>
          <w:rFonts w:ascii="Liberation Serif" w:hAnsi="Liberation Serif" w:cs="Liberation Serif"/>
          <w:sz w:val="28"/>
          <w:szCs w:val="28"/>
        </w:rPr>
        <w:t>воспитатель, МАДОУ № 25 «Солнышко», Сысертский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Паняева Наталья Викторовна, воспитатель, д/с № 82 МАДОУ «Радость»,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Папшева Флюра Фаткулловна, воспитатель, МБДОУ ГО Заречный «Детство» структурное подразделение «Сказка», ГО З</w:t>
      </w:r>
      <w:r>
        <w:rPr>
          <w:rFonts w:ascii="Liberation Serif" w:hAnsi="Liberation Serif" w:cs="Liberation Serif"/>
          <w:sz w:val="28"/>
          <w:szCs w:val="28"/>
        </w:rPr>
        <w:t>аречный,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Партина Вера Владимировна, воспитатель, </w:t>
      </w:r>
      <w:r>
        <w:rPr>
          <w:rFonts w:ascii="Liberation Serif" w:hAnsi="Liberation Serif" w:cs="Liberation Serif"/>
          <w:sz w:val="28"/>
          <w:szCs w:val="28"/>
        </w:rPr>
        <w:t>МБДОУ «Детский сад комбинированного вида № 5 «Светлячок»,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Пастухова Светлана Сергеевна, воспитатель, МБДОУ ГО Заречный «Детство» структурное подразделение «Светлячок», ГО </w:t>
      </w:r>
      <w:r>
        <w:rPr>
          <w:rFonts w:ascii="Liberation Serif" w:hAnsi="Liberation Serif" w:cs="Liberation Serif"/>
          <w:sz w:val="28"/>
          <w:szCs w:val="28"/>
        </w:rPr>
        <w:t>Заречный,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Патрикеева Ирина Николаевна, воспитатель, МАДОУ «Детский сад «Теремок»,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Патцук Наталья Геннадьевна, воспитатель, БМАДОУ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40», Березовский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Пахомкина Анна Борисовна, воспитатель, МКДОУ Калиновский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детский сад,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Первушина Ирина Игоревна,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62»,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Перепелкина Оксана Александровна, воспитатель, МКДОУ № 1 – детский сад комбинированного вида «Солнышко», Бисертский ГО,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bCs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t>Пермякова Ольга Петровна, воспитатель МДОУ – детский сад «Звездочка» комбинированного вида Качканарского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Пермякова Татьяна Александровна, воспитатель, МБДОУ «Детский сад № 84 общеразвивающего вида с приоритетным осуществлением деятельности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по </w:t>
      </w:r>
      <w:r>
        <w:rPr>
          <w:rFonts w:ascii="Liberation Serif" w:hAnsi="Liberation Serif" w:cs="Liberation Serif"/>
          <w:sz w:val="28"/>
          <w:szCs w:val="28"/>
        </w:rPr>
        <w:t>художественно-эстетическому направлению развития детей»,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Пермякова Юлия Николаевна,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33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Перова Оксана Валерьевна, воспитатель, МБДОУ «Детс</w:t>
      </w:r>
      <w:r>
        <w:rPr>
          <w:rFonts w:ascii="Liberation Serif" w:hAnsi="Liberation Serif" w:cs="Liberation Serif"/>
          <w:sz w:val="28"/>
          <w:szCs w:val="28"/>
        </w:rPr>
        <w:t>кий сад № 83»,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Евгения Валерьевна, воспитатель, МБДОУ «Детский сад № 12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Елена Юрьевна, воспитатель, МАДОУ «Детский сад комбинированного вида № 56» АГО, Асбе</w:t>
      </w:r>
      <w:r>
        <w:rPr>
          <w:rFonts w:ascii="Liberation Serif" w:hAnsi="Liberation Serif" w:cs="Liberation Serif"/>
          <w:sz w:val="28"/>
          <w:szCs w:val="28"/>
        </w:rPr>
        <w:t>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Петрова Светлана Николаевна, воспитатель, МБДОУ № 548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Петухова Татьяна Леонидовна, воспитатель, МАДОУ д/с «Детство» – СП детский сад № 112, город Нижний Тагил, 1КК;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Пецова Ирина Рудольфовна, воспитатель, </w:t>
      </w:r>
      <w:r>
        <w:rPr>
          <w:rFonts w:ascii="Liberation Serif" w:hAnsi="Liberation Serif" w:cs="Liberation Serif"/>
          <w:sz w:val="28"/>
          <w:szCs w:val="28"/>
        </w:rPr>
        <w:t>МБДОУ № 519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Пешкова Елена Васильевна, воспитатель, МБДОУ «Детский сад № 18»,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Пилясова Наталья Петровна, воспитатель, МАДОУ № 50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Пинигина Людмила Петровна, воспитатель,</w:t>
      </w:r>
      <w:r>
        <w:rPr>
          <w:rFonts w:ascii="Liberation Serif" w:hAnsi="Liberation Serif" w:cs="Liberation Serif"/>
          <w:sz w:val="28"/>
          <w:szCs w:val="28"/>
        </w:rPr>
        <w:t xml:space="preserve">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 «Золотой ключик»,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Пирожкова Ирина Викторовна, воспитатель, МКДОУ № 13 «Колосок»,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Писаная Мария Юрьевна, воспитатель, </w:t>
      </w:r>
      <w:r>
        <w:rPr>
          <w:rFonts w:ascii="Liberation Serif" w:hAnsi="Liberation Serif"/>
          <w:color w:val="000000"/>
          <w:kern w:val="3"/>
          <w:sz w:val="28"/>
          <w:szCs w:val="28"/>
        </w:rPr>
        <w:t>МАДОУ</w:t>
      </w:r>
      <w:r>
        <w:rPr>
          <w:rFonts w:ascii="Liberation Serif" w:hAnsi="Liberation Serif"/>
          <w:color w:val="000000"/>
          <w:sz w:val="28"/>
          <w:szCs w:val="28"/>
        </w:rPr>
        <w:t xml:space="preserve"> «</w:t>
      </w:r>
      <w:r>
        <w:rPr>
          <w:rFonts w:ascii="Liberation Serif" w:hAnsi="Liberation Serif"/>
          <w:sz w:val="28"/>
          <w:szCs w:val="28"/>
        </w:rPr>
        <w:t>Детский сад № 7 «Золотой ключик»,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Плаксина Людмила Анатольевна, воспитатель, МАДОУ «Детский сад № 3»,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bCs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t>Плейко Светлана Сергеевна, воспитатель МДОУ «Детский сад «Ладушки» Качканарского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Плешивых Наталья Владимировна, воспитатель, филиал МАДОУ «Детский са</w:t>
      </w:r>
      <w:r>
        <w:rPr>
          <w:rFonts w:ascii="Liberation Serif" w:hAnsi="Liberation Serif" w:cs="Liberation Serif"/>
          <w:sz w:val="28"/>
          <w:szCs w:val="28"/>
        </w:rPr>
        <w:t>д № 70» – «Детский сад № 38»,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Плотникова Альбина Геннадьевна, воспитатель, МАДОУ «Детский сад № 30»,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Плотникова Екатерина Леонидовна, воспитатель, </w:t>
      </w:r>
      <w:r>
        <w:rPr>
          <w:rFonts w:ascii="Liberation Serif" w:hAnsi="Liberation Serif"/>
          <w:color w:val="000000"/>
          <w:sz w:val="28"/>
          <w:szCs w:val="28"/>
          <w:lang w:eastAsia="ru-RU" w:bidi="ru-RU"/>
        </w:rPr>
        <w:t>МБДОУ ПГО «Пышминский детский сад № 5», Пышминский ГО, 1КК</w:t>
      </w:r>
      <w:r>
        <w:rPr>
          <w:rFonts w:ascii="Liberation Serif" w:hAnsi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Подобед Наталья Николаевна, воспитатель, МБДОУ ПГО «Пышминский детский сад № 6»,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Поздеева Надежда Вячеславовна, воспитатель, МБДОУ д/с № 2 «Солнышко», Белоярский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Полкова Людмила Владимировна, воспитатель, МБДОУ № 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</w:t>
      </w:r>
      <w:r>
        <w:rPr>
          <w:rFonts w:ascii="Liberation Serif" w:hAnsi="Liberation Serif" w:cs="Liberation Serif"/>
          <w:sz w:val="28"/>
          <w:szCs w:val="28"/>
        </w:rPr>
        <w:t>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Полуэктова Анастасия Владимировна, воспитатель, МАДОУ детский сад № 34,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Понамаренко Галина Владимировна, воспитатель, МКДОУ «Мартюшевский детский сад «Искорка», Каменский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Пономарева Ирина Анатольевна, воспитатель МАДОУ Де</w:t>
      </w:r>
      <w:r>
        <w:rPr>
          <w:rFonts w:ascii="Liberation Serif" w:hAnsi="Liberation Serif"/>
          <w:sz w:val="28"/>
          <w:szCs w:val="28"/>
        </w:rPr>
        <w:t xml:space="preserve">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№ 4,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Пономарёва Марина Юрьевна,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43»,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Попкова Анна Юрьевна, воспитатель, МБДОУ «Приданниковский детский сад № 5»,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Елена Владим</w:t>
      </w:r>
      <w:r>
        <w:rPr>
          <w:rFonts w:ascii="Liberation Serif" w:hAnsi="Liberation Serif" w:cs="Liberation Serif"/>
          <w:sz w:val="28"/>
          <w:szCs w:val="28"/>
        </w:rPr>
        <w:t>ировна, воспитатель, МБДОУ «Детский сад № 12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Попова Наталья Викторовна, воспитатель МАДОУ Детский сад № 4, ГО Красноуральск,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Ольга Николаевна, воспитатель, МБДОУ детский сад № 28 «Ягодка», Н</w:t>
      </w:r>
      <w:r>
        <w:rPr>
          <w:rFonts w:ascii="Liberation Serif" w:hAnsi="Liberation Serif" w:cs="Liberation Serif"/>
          <w:sz w:val="28"/>
          <w:szCs w:val="28"/>
        </w:rPr>
        <w:t>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Ольга Павловна, воспитатель, МКДОУ детский сад № 11, Тавдинский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Светлана Николаевна, воспитатель, МАДОУ детский сад «Росинка» структурное подразделение детский сад № 11,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Попова Татьяна </w:t>
      </w:r>
      <w:r>
        <w:rPr>
          <w:rFonts w:ascii="Liberation Serif" w:hAnsi="Liberation Serif" w:cs="Liberation Serif"/>
          <w:sz w:val="28"/>
          <w:szCs w:val="28"/>
        </w:rPr>
        <w:t>Евгеньевна, воспитатель, ГБОУ СО «Харловская школа-интернат»,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Портнова Марина Павловна, воспитатель, МБДОУ № 18 «Яблонька»,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Портнова Юлия Сергеевна, воспитатель, филиал МАДОУ «Детский сад № 12» – «Детский сад № 63», 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Первоуральск, 1КК.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Потапова Лариса Ивановна, воспитатель, МКДОУ Баранниковский детский сад,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Почтарь Татьяна Анатольевна,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68»,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Привалова Алла Владимировна, воспитате</w:t>
      </w:r>
      <w:r>
        <w:rPr>
          <w:rFonts w:ascii="Liberation Serif" w:hAnsi="Liberation Serif" w:cs="Liberation Serif"/>
          <w:sz w:val="28"/>
          <w:szCs w:val="28"/>
        </w:rPr>
        <w:t>ль, МБДОУ д/с № 17 «Березка»,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Проказова Наталья Владимировна, воспитатель, МАДОУ детский сад «Родничок» структурное подразделение детский сад № 26,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Прокопьева Наталья Сергеевна, воспитатель, МАДОУ </w:t>
      </w:r>
      <w:r>
        <w:rPr>
          <w:rFonts w:ascii="Liberation Serif" w:hAnsi="Liberation Serif" w:cs="Liberation Serif"/>
          <w:sz w:val="28"/>
          <w:szCs w:val="28"/>
        </w:rPr>
        <w:t xml:space="preserve">д/с </w:t>
      </w:r>
      <w:r>
        <w:rPr>
          <w:rFonts w:ascii="Liberation Serif" w:eastAsia="Times New Roman" w:hAnsi="Liberation Serif" w:cs="Liberation Serif"/>
          <w:sz w:val="28"/>
          <w:szCs w:val="28"/>
        </w:rPr>
        <w:t>«Детство»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– СП детский сад № 53,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Промахова Оксана Аркадьевна, воспитатель, филиала МАДОУ «Детский сад № 70» – «Детский сад № 47»,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Пронина Людмила Ивановна, воспитатель, филиал МАДОУ «Детский сад № 37» – «Детский сад № </w:t>
      </w:r>
      <w:r>
        <w:rPr>
          <w:rFonts w:ascii="Liberation Serif" w:hAnsi="Liberation Serif" w:cs="Liberation Serif"/>
          <w:sz w:val="28"/>
          <w:szCs w:val="28"/>
        </w:rPr>
        <w:t>55»,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Пронина Светлана Николаевна, воспитатель, МАДОУ «Жаворонок», ГО Верхнее Дуброво,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Прудникова Светлана Александровна, воспитатель, МБДОУ № 193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Прусс Анастасия Юрьевна, воспитатель, МАДОУ – детск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ий сад № 3 «Третье королевство», ГО Среднеуральск, 1КК</w:t>
      </w:r>
      <w:r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Пряничникова Светлана Ивановна, воспитатель, МАДОУ № 222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Путкова Надежда Фавзиевна, воспитатель, МАДОУ детский сад комбинированного вида № 39 «Родничок», Невьянский ГО</w:t>
      </w:r>
      <w:r>
        <w:rPr>
          <w:rFonts w:ascii="Liberation Serif" w:hAnsi="Liberation Serif" w:cs="Liberation Serif"/>
          <w:sz w:val="28"/>
          <w:szCs w:val="28"/>
        </w:rPr>
        <w:t>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Путырская Татьяна Кузьминична, воспитатель, МБДОУ «Детский сад № 2 комбинированного вида»,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Пушкарева Алла Анатольевна, воспитатель, МАДОУ № 38,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Пчелина Юлия Николаевна, воспитатель, МАДОУ ЦРР – детски</w:t>
      </w:r>
      <w:r>
        <w:rPr>
          <w:rFonts w:ascii="Liberation Serif" w:hAnsi="Liberation Serif" w:cs="Liberation Serif"/>
          <w:sz w:val="28"/>
          <w:szCs w:val="28"/>
        </w:rPr>
        <w:t xml:space="preserve">й сад,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Пятунина Елена Олеговна, воспитатель, МАОУ «ЦО № 7»,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Рагозина Елена Александровна, воспитатель, МАДОУ детский сад «Росток» структурное подразделение детский сад № 47,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/>
          <w:color w:val="000000"/>
          <w:kern w:val="3"/>
          <w:sz w:val="28"/>
          <w:szCs w:val="28"/>
        </w:rPr>
      </w:pPr>
      <w:r>
        <w:rPr>
          <w:rFonts w:ascii="Liberation Serif" w:hAnsi="Liberation Serif"/>
          <w:color w:val="000000"/>
          <w:kern w:val="3"/>
          <w:sz w:val="28"/>
          <w:szCs w:val="28"/>
        </w:rPr>
        <w:t>Радионова Елена Николаевна, воспитатель, МБДОУ ГО Заречный «Маленькая страна», ГО Заречный,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Радченко Ольга Алексеевна, воспитатель, МБДОУ № 5,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Разакова Ольга Анатольевна, воспитатель, МАДОУ № 501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</w:t>
      </w:r>
      <w:r>
        <w:rPr>
          <w:rFonts w:ascii="Liberation Serif" w:hAnsi="Liberation Serif" w:cs="Liberation Serif"/>
          <w:sz w:val="28"/>
          <w:szCs w:val="28"/>
        </w:rPr>
        <w:t>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/>
          <w:color w:val="000000"/>
          <w:kern w:val="3"/>
          <w:sz w:val="28"/>
          <w:szCs w:val="28"/>
        </w:rPr>
      </w:pPr>
      <w:r>
        <w:rPr>
          <w:rFonts w:ascii="Liberation Serif" w:hAnsi="Liberation Serif"/>
          <w:color w:val="000000"/>
          <w:kern w:val="3"/>
          <w:sz w:val="28"/>
          <w:szCs w:val="28"/>
        </w:rPr>
        <w:t>Разгайлова Елена Александровна, воспитатель, МБДОУ «Детский сад № 10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Разуева Наталия Васильевна, воспитатель, МАДОУ детский сад «Росинка» структурное подразделение детский сад № 6, Новоуральский</w:t>
      </w:r>
      <w:r>
        <w:rPr>
          <w:rFonts w:ascii="Liberation Serif" w:hAnsi="Liberation Serif" w:cs="Liberation Serif"/>
          <w:sz w:val="28"/>
          <w:szCs w:val="28"/>
        </w:rPr>
        <w:t xml:space="preserve">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Рамазанова Наталья Николаевна, воспитатель, МБДОУ детский сад №26, Горноуральский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Рамодина Оксана Владимировна, воспитатель, ГБОУ СО «Серовская школа-интернат для детей, нуждающихся в длительном лечении»,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Рассказова</w:t>
      </w:r>
      <w:r>
        <w:rPr>
          <w:rFonts w:ascii="Liberation Serif" w:hAnsi="Liberation Serif" w:cs="Liberation Serif"/>
          <w:sz w:val="28"/>
          <w:szCs w:val="28"/>
        </w:rPr>
        <w:t xml:space="preserve"> Валентина Семёновна, воспитатель, МАДОУ № 49 «Радуга»,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Река Лариса Валерьевна, воспитатель, МАДОУ «Детский сад № 70 общеразвивающего вида с приоритетным осуществлением деятельности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художественно-эстетическому направлению развития де</w:t>
      </w:r>
      <w:r>
        <w:rPr>
          <w:rFonts w:ascii="Liberation Serif" w:hAnsi="Liberation Serif" w:cs="Liberation Serif"/>
          <w:sz w:val="28"/>
          <w:szCs w:val="28"/>
        </w:rPr>
        <w:t>тей»,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Репина Любовь Викторовна, воспитатель, МБДОУ № 296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Реутова Ольга Леонидовна, воспитатель, МАДОУ № 308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Рогачева Вера Александровна, воспитатель, МБДОУ «Детск</w:t>
      </w:r>
      <w:r>
        <w:rPr>
          <w:rFonts w:ascii="Liberation Serif" w:hAnsi="Liberation Serif" w:cs="Liberation Serif"/>
          <w:sz w:val="28"/>
          <w:szCs w:val="28"/>
        </w:rPr>
        <w:t xml:space="preserve">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Рогачевских Лидия Евгеньевна,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33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Рогова Елена Анатольевна, воспитатель, МАДОУ № 56, Сысертский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Рождественская </w:t>
      </w:r>
      <w:r>
        <w:rPr>
          <w:rFonts w:ascii="Liberation Serif" w:hAnsi="Liberation Serif" w:cs="Liberation Serif"/>
          <w:sz w:val="28"/>
          <w:szCs w:val="28"/>
        </w:rPr>
        <w:t>Алена Валерьевна, воспитатель, МБДОУ № 461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Рожкова Марина Викторовна, воспитатель, </w:t>
      </w:r>
      <w:r>
        <w:rPr>
          <w:rFonts w:ascii="Liberation Serif" w:hAnsi="Liberation Serif" w:cs="Liberation Serif"/>
          <w:sz w:val="28"/>
          <w:szCs w:val="28"/>
        </w:rPr>
        <w:t>МБДОУ «Детский сад комбинированного вида № 5 «Светлячок»,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Рожкова Наталья Геннадьевна, воспитатель, МБДОУ «Детский са</w:t>
      </w:r>
      <w:r>
        <w:rPr>
          <w:rFonts w:ascii="Liberation Serif" w:hAnsi="Liberation Serif" w:cs="Liberation Serif"/>
          <w:sz w:val="28"/>
          <w:szCs w:val="28"/>
        </w:rPr>
        <w:t xml:space="preserve">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93»,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Рожнёва Екатерина Александровна, воспитатель, МАОУ СОШ № 26,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Романова Елена Александровна, воспитатель, МБДОУ ПГО «Детский сад № 28 общеразвивающего вида», Полевской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overflowPunct w:val="0"/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Рощектаева Ольга М</w:t>
      </w:r>
      <w:r>
        <w:rPr>
          <w:rFonts w:ascii="Liberation Serif" w:hAnsi="Liberation Serif" w:cs="Liberation Serif"/>
          <w:sz w:val="28"/>
          <w:szCs w:val="28"/>
        </w:rPr>
        <w:t>ечисловасовна, воспитатель, МБДОУ «Детский сад № 11»,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Рубашкина Татьяна Александровна, воспитатель, МБДОУ «Детский сад № 24 «Светлячок», ГО «Город Лесной»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Русакова Мария Андреевна, воспитатель, МБДОУ № 466,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Русанова Екатерина Анатольевна, воспитатель, МАДОУ № 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Русинова Анна Анатольевна, воспитатель, МБДОУ № 386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Ручина Ольга Николаевна, воспитатель, детский сад № 131 ОАО «РЖД», МО</w:t>
      </w:r>
      <w:r>
        <w:rPr>
          <w:rFonts w:ascii="Liberation Serif" w:hAnsi="Liberation Serif" w:cs="Liberation Serif"/>
          <w:bCs/>
          <w:sz w:val="28"/>
          <w:szCs w:val="28"/>
        </w:rPr>
        <w:t xml:space="preserve">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Рыбакова Ксения Николаевна, воспитатель МКДОУ № 2 – детский сад «Колокольчик», Бисертский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Рыболовлева Наталья Владиславовна, воспитатель, МАДОУ детский сад № 1 «Карусель»,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Рылина Лариса Викторовна, </w:t>
      </w:r>
      <w:r>
        <w:rPr>
          <w:rFonts w:ascii="Liberation Serif" w:hAnsi="Liberation Serif" w:cs="Liberation Serif"/>
          <w:sz w:val="28"/>
          <w:szCs w:val="28"/>
        </w:rPr>
        <w:t>воспитатель, МБДОУ «Детский сад № 20»,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Рыльских Полина Анатольевна, воспитатель, МАДОУ детский сад «Гармония» структурное подразделение детский сад № 22,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Рычкова Ольга Михайловна, воспитатель, МАДОУ № 25,</w:t>
      </w:r>
      <w:r>
        <w:rPr>
          <w:rFonts w:ascii="Liberation Serif" w:hAnsi="Liberation Serif" w:cs="Liberation Serif"/>
          <w:sz w:val="28"/>
          <w:szCs w:val="28"/>
        </w:rPr>
        <w:t xml:space="preserve">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Рябинина Наталья Валентиновна, воспитатель, МАДОУ детский сад «Гармония» структурное подразделение детский сад № 51,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Рябкова Ольга Юрьевна, воспитатель, МБДОУ «Детский сад № 2»,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Рябу</w:t>
      </w:r>
      <w:r>
        <w:rPr>
          <w:rFonts w:ascii="Liberation Serif" w:hAnsi="Liberation Serif" w:cs="Liberation Serif"/>
          <w:sz w:val="28"/>
          <w:szCs w:val="28"/>
        </w:rPr>
        <w:t>шевская Светлана Юрьевна, воспитатель, МАДОУ детский сад «Страна чудес» «Консультативно-методический центр»,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Рябцева Лариса Леонидовна, воспитатель, МАДОУ № 22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Савина Наталия Константиновна, воспитатель, МАДОУ </w:t>
      </w:r>
      <w:r>
        <w:rPr>
          <w:rFonts w:ascii="Liberation Serif" w:hAnsi="Liberation Serif" w:cs="Liberation Serif"/>
          <w:sz w:val="28"/>
          <w:szCs w:val="28"/>
        </w:rPr>
        <w:t>№ 62, Кушвинский ГО, 1КК.</w:t>
      </w:r>
    </w:p>
    <w:p w:rsidR="00AD1BAA" w:rsidRDefault="00CA09AA">
      <w:pPr>
        <w:pStyle w:val="Style15"/>
        <w:widowControl/>
        <w:numPr>
          <w:ilvl w:val="0"/>
          <w:numId w:val="1"/>
        </w:numPr>
        <w:tabs>
          <w:tab w:val="left" w:pos="-142"/>
          <w:tab w:val="left" w:pos="0"/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Савинцева Любовь Александровна, воспитатель, МАДОУ «Детский сад № 1 «Голубой кораблик»,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Садвакасова Динара Танстанбековна, воспитатель, МБДОУ «Детский сад № 74»,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Садиулина Тамара Фе</w:t>
      </w:r>
      <w:r>
        <w:rPr>
          <w:rFonts w:ascii="Liberation Serif" w:hAnsi="Liberation Serif" w:cs="Liberation Serif"/>
          <w:sz w:val="28"/>
          <w:szCs w:val="28"/>
        </w:rPr>
        <w:t>доровна, воспитатель, МБДОУ № 101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Садыкова Наталья Александровна, воспитатель, МКДОУ Байкаловский детский сад № 6 «Рябинушка»,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Сажаева Ирина Александровна,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83», Кам</w:t>
      </w:r>
      <w:r>
        <w:rPr>
          <w:rFonts w:ascii="Liberation Serif" w:hAnsi="Liberation Serif" w:cs="Liberation Serif"/>
          <w:sz w:val="28"/>
          <w:szCs w:val="28"/>
        </w:rPr>
        <w:t>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Сажина Анна Евгеньевна, воспитатель, МБДОУ № 101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Саксина Лариса Вячеславовна,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102 общеразвивающего вида с приоритетным осуществлением деятельности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по </w:t>
      </w:r>
      <w:r>
        <w:rPr>
          <w:rFonts w:ascii="Liberation Serif" w:hAnsi="Liberation Serif" w:cs="Liberation Serif"/>
          <w:sz w:val="28"/>
          <w:szCs w:val="28"/>
        </w:rPr>
        <w:t>художественно-эстетическому направлению развития детей»,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Салихова Фарида Ахметовна, воспитатель, МБДОУ № 466,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1КК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Сальникова Жанна Григорьевна, воспитатель, ГАПОУ СО «Уральский колледж технологий и пр</w:t>
      </w:r>
      <w:r>
        <w:rPr>
          <w:rFonts w:ascii="Liberation Serif" w:hAnsi="Liberation Serif" w:cs="Liberation Serif"/>
          <w:sz w:val="28"/>
          <w:szCs w:val="28"/>
        </w:rPr>
        <w:t>едпринимательства»,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Саляхова Ирина Анесовна, воспитатель, МАДОУ детский сад № 5 «Цветик-Семицветик», Кировградский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Самарина Ирина Сергеевна, воспитатель, МАОУ СОШ № 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Самойлова Лидия Модестов</w:t>
      </w:r>
      <w:r>
        <w:rPr>
          <w:rFonts w:ascii="Liberation Serif" w:hAnsi="Liberation Serif" w:cs="Liberation Serif"/>
          <w:bCs/>
          <w:sz w:val="28"/>
          <w:szCs w:val="28"/>
        </w:rPr>
        <w:t>на, воспитатель, детский сад № 125 ОАО «РЖД»,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Санникова Светлана Александровна, воспитатель, МБДОУ № 464,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Сафарова Надежда Муратовна, воспитатель, МБДОУ № 319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Сафронова Анастасия Вячеславовна, воспитатель, филиал МАДОУ «Детский сад № 37» – «Детский сад № 16»,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Саярова Гульяна Исканьдаровна, воспитатель, МБДОУ № 28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Свидерская Елена Геннадьевна, воспитатель, МБД</w:t>
      </w:r>
      <w:r>
        <w:rPr>
          <w:rFonts w:ascii="Liberation Serif" w:hAnsi="Liberation Serif" w:cs="Liberation Serif"/>
          <w:sz w:val="28"/>
          <w:szCs w:val="28"/>
        </w:rPr>
        <w:t xml:space="preserve">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95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Селезнёва Наталья Ивановна, воспитатель, МБДОУ «Детский сад № 24 «Светлячок»,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Семухина Алёна Николаевна, воспитатель, кадетская школа-интернат </w:t>
      </w:r>
      <w:r>
        <w:rPr>
          <w:rFonts w:ascii="Liberation Serif" w:hAnsi="Liberation Serif" w:cs="Liberation Serif"/>
          <w:sz w:val="28"/>
          <w:szCs w:val="28"/>
        </w:rPr>
        <w:t>структурного подразделения ГАПОУ СО «Верхнепышминский механико-технологический техникум «Юность»,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Семухина Алёна Николаевна, воспитатель, кадетская школа-интернат структурного подразделения ГАПОУ СО «Верхнепышминский механико-техноло</w:t>
      </w:r>
      <w:r>
        <w:rPr>
          <w:rFonts w:ascii="Liberation Serif" w:hAnsi="Liberation Serif" w:cs="Liberation Serif"/>
          <w:sz w:val="28"/>
          <w:szCs w:val="28"/>
        </w:rPr>
        <w:t>гический техникум «Юность»,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Сенотрусова Светлана Александровна, воспитатель, МБДОУ д/с № 3 «Рябинка», Белоярский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Сергеева Анна Сергеевна, воспитатель, МБДОУ «Детский сад № 41 комбинированного вида», Каменск-Уральский ГО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Людмила Александровна, воспитатель, МБДОУ «Детский сад № 24 «Светлячок»,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Сергеева Надежда Александровна, воспитатель, МАДОУ детский сад 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№ 32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Серебренникова Любовь Викторовна, воспитат</w:t>
      </w:r>
      <w:r>
        <w:rPr>
          <w:rFonts w:ascii="Liberation Serif" w:hAnsi="Liberation Serif" w:cs="Liberation Serif"/>
          <w:sz w:val="28"/>
          <w:szCs w:val="28"/>
        </w:rPr>
        <w:t>ель, МАДОУ детский сад № 36 «Радуга»,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Сибирякова Елена Михайловна воспитатель, филиал МАДОУ «Детский сад № 37» – «Детский сад № 84»,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Сивук Елена Николаевна, воспитатель, детский сад № 131 ОАО «РЖД», МО «город Екате</w:t>
      </w:r>
      <w:r>
        <w:rPr>
          <w:rFonts w:ascii="Liberation Serif" w:hAnsi="Liberation Serif" w:cs="Liberation Serif"/>
          <w:bCs/>
          <w:sz w:val="28"/>
          <w:szCs w:val="28"/>
        </w:rPr>
        <w:t>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Ольга Александровна, воспитатель, ГБОУ СО «Сухоложская школа, реализующая адаптированные основные общеобразовательные программы»,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Силкина Елена Михайловна, воспитатель, МАДОУ № 501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Силкина Лилия Рашидовна, воспитатель, МБДОУ «Детский сад № 11»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Синегуб Оксана Петровна, воспитатель, МБДОУ № 455, </w:t>
      </w:r>
      <w:r>
        <w:rPr>
          <w:rFonts w:ascii="Liberation Serif" w:hAnsi="Liberation Serif"/>
          <w:sz w:val="28"/>
          <w:szCs w:val="28"/>
        </w:rPr>
        <w:t>МО «город Екатеринбург»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Ситкова Лариса Викторовна, воспитатель, МБДОУ «Кирпичики»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Сичанбаева Юлия Султановна, воспитатель, МБДОУ № 402, </w:t>
      </w: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Скворцова Татьяна Сергеевна, воспитатель, МАДОУ детский сад № 50,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Скоморохова Мария Сергеевна, воспитатель, МКДОУ «Детский сад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№ 23 «Теремок», Талицкий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Скопина Наталья Юрьевна, воспитатель, МБДОУ «Детский сад № 22 «Яблонька», </w:t>
      </w:r>
      <w:r>
        <w:rPr>
          <w:rFonts w:ascii="Liberation Serif" w:eastAsia="Times New Roman" w:hAnsi="Liberation Serif" w:cs="Liberation Serif"/>
          <w:sz w:val="28"/>
          <w:szCs w:val="28"/>
        </w:rPr>
        <w:t>ГО «Город Лесной» СО,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Скопицкая Ольга Викторовна, воспитатель, МБДОУ № 362,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Скорикова Людмила Владимировна, воспитатель, МАДОУ № 541,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МО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Скорынина Наталья Юрьевна, воспитатель, детский сад № 131 ОАО «РЖД»,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Скотников Олег Александрович, воспитатель, МАДОУ детский сад «Страна чудес» структурное подразделение детский сад № 37, Новоуральс</w:t>
      </w:r>
      <w:r>
        <w:rPr>
          <w:rFonts w:ascii="Liberation Serif" w:hAnsi="Liberation Serif" w:cs="Liberation Serif"/>
          <w:sz w:val="28"/>
          <w:szCs w:val="28"/>
        </w:rPr>
        <w:t xml:space="preserve">кий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Скрипина Елена Александровна,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Слаутина Юлия Борисовна, воспитатель, МАДОУ ДС № 48, Малышевский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Слесарева Алла Васильевна, воспитатель, МБДОУ № 455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</w:t>
      </w:r>
      <w:r>
        <w:rPr>
          <w:rFonts w:ascii="Liberation Serif" w:hAnsi="Liberation Serif" w:cs="Liberation Serif"/>
          <w:sz w:val="28"/>
          <w:szCs w:val="28"/>
        </w:rPr>
        <w:t>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Слободчикова Любовь Ивановна,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58»,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Смекалова Наталья Владимировна, воспитатель, МАДОУ № 16 «Тополек», Серовский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Сметанина Татьяна Алексеевна, воспитатель, ГБОУ СО «К</w:t>
      </w:r>
      <w:r>
        <w:rPr>
          <w:rFonts w:ascii="Liberation Serif" w:hAnsi="Liberation Serif" w:cs="Liberation Serif"/>
          <w:sz w:val="28"/>
          <w:szCs w:val="28"/>
        </w:rPr>
        <w:t xml:space="preserve">аменск-Уральская школа, реализующая адаптированные основные общеобразовательные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Каменск-Уральский ГО СО,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Смирнова Алёна Леонидовна, воспитатель, МДОУ «Детский сад «Чебурашка»,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Смирнова Гульфия Нажмутдиновна, воспит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атель, МАДОУ – детский сад № 44, ГО Среднеуральск, ВКК.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Смирнова Ольга Александровна, воспитатель, МБДОУ № 519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Смирнова Светлана Александровна, воспитатель, МАДОУ «Детский сад комбинированного вида № 14» КГО, Камышловский </w:t>
      </w:r>
      <w:r>
        <w:rPr>
          <w:rFonts w:ascii="Liberation Serif" w:hAnsi="Liberation Serif" w:cs="Liberation Serif"/>
          <w:sz w:val="28"/>
          <w:szCs w:val="28"/>
        </w:rPr>
        <w:t>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Смирнова Юлия Владимировна, воспитатель, МАДОУ ЦРР – детский сад № 9,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Смирных Алефтина Сергеевна, воспитатель, МБДОУ № 464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Снигирева Александра Юрьевна, воспитатель, МАДОУ детский сад «Рост</w:t>
      </w:r>
      <w:r>
        <w:rPr>
          <w:rFonts w:ascii="Liberation Serif" w:hAnsi="Liberation Serif" w:cs="Liberation Serif"/>
          <w:sz w:val="28"/>
          <w:szCs w:val="28"/>
        </w:rPr>
        <w:t>ок» структурное подразделение детский сад № 47,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Соботюк Евгения Сергеевна, воспитатель, МАДОУ № 327,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Соколова Наталья Владимировна, воспитатель, МАОУ СОШ № 181,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Соколова </w:t>
      </w:r>
      <w:r>
        <w:rPr>
          <w:rFonts w:ascii="Liberation Serif" w:hAnsi="Liberation Serif" w:cs="Liberation Serif"/>
          <w:sz w:val="28"/>
          <w:szCs w:val="28"/>
        </w:rPr>
        <w:t>Светлана Геннадьевна, воспитатель, МКДОУ № 13 «Колосок»,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Соколова Светлана Дмитриевна, воспитатель, МБДОУ № 176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Соколова Татьяна Анатольевна,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13», Каменск-Уральский ГО С</w:t>
      </w:r>
      <w:r>
        <w:rPr>
          <w:rFonts w:ascii="Liberation Serif" w:hAnsi="Liberation Serif" w:cs="Liberation Serif"/>
          <w:sz w:val="28"/>
          <w:szCs w:val="28"/>
        </w:rPr>
        <w:t>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Соколова Яна Валерьевна, воспитатель, МКДОУ «Детский сад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п. Заря»,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Соловьева Валентина Юрьевна,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 «Рябинка»,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Соловьева Наталия Александровна, воспитатель, МБДОУ № 20 «Кора</w:t>
      </w:r>
      <w:r>
        <w:rPr>
          <w:rFonts w:ascii="Liberation Serif" w:hAnsi="Liberation Serif" w:cs="Liberation Serif"/>
          <w:sz w:val="28"/>
          <w:szCs w:val="28"/>
        </w:rPr>
        <w:t>блик»,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Соловьева Оксана Леонидовна, воспитатель, МАДОУ ЦРР № 556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Сорокина Светлана Александровна, воспитатель, МАДОУ детский сад «Росинка» структурное подразделение детский сад № 7, Новоуральский ГО</w:t>
      </w:r>
      <w:r>
        <w:rPr>
          <w:rFonts w:ascii="Liberation Serif" w:hAnsi="Liberation Serif" w:cs="Liberation Serif"/>
          <w:sz w:val="28"/>
          <w:szCs w:val="28"/>
        </w:rPr>
        <w:t xml:space="preserve">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Соснова Галина Константиновна, воспитатель, МБДОУ ПГО «Детский сад № 69 комбинированного 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Софронова Людмила Александровна, воспитатель, МАДОУ «Детский сад комбинированного вида № 14»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Спирина </w:t>
      </w:r>
      <w:r>
        <w:rPr>
          <w:rFonts w:ascii="Liberation Serif" w:hAnsi="Liberation Serif" w:cs="Liberation Serif"/>
          <w:sz w:val="28"/>
          <w:szCs w:val="28"/>
        </w:rPr>
        <w:t>Ольга Петровна, воспитатель, МАДОУ № 51, Малышевский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Спицына Светлана Александровна, воспитатель, МБДОУ № 71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Стадухина Наталья Николаевна, воспитатель, МКДОУ «Детский сад «Им. 1 Мая»,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Старикова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Елена Эдуардовна, воспитатель, МКДОУ Порошинский детский сад № 12,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Старикова Нелли Анатольевна,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Liberation Serif" w:hAnsi="Liberation Serif" w:cs="Liberation Serif"/>
          <w:sz w:val="28"/>
          <w:szCs w:val="28"/>
        </w:rPr>
        <w:t xml:space="preserve">№ 5 «Огонёк» общеразвивающего вида с приоритетным осуществлением деятельности по физическому развитию </w:t>
      </w:r>
      <w:r>
        <w:rPr>
          <w:rFonts w:ascii="Liberation Serif" w:eastAsia="Liberation Serif" w:hAnsi="Liberation Serif" w:cs="Liberation Serif"/>
          <w:sz w:val="28"/>
          <w:szCs w:val="28"/>
        </w:rPr>
        <w:t>детей»,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Старикова Светлана Юрьевна, воспитатель, МАДОУ детский сад № 36 «Радуга»,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Степанова Елена Александровна, воспитатель, МАОУ СОШ № 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Степанова Наталья Васильевна, воспитатель, МКДОУ № 3</w:t>
      </w:r>
      <w:r>
        <w:rPr>
          <w:rFonts w:ascii="Liberation Serif" w:hAnsi="Liberation Serif" w:cs="Liberation Serif"/>
          <w:sz w:val="28"/>
          <w:szCs w:val="28"/>
        </w:rPr>
        <w:t xml:space="preserve"> – детский сад «Рябинка», Бисертский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Стихина Лариса Владимировна,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Столярова Светлана Леонидовна, воспитатель, МАОУ лицей № 12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Стукова Марина Викторовн</w:t>
      </w:r>
      <w:r>
        <w:rPr>
          <w:rFonts w:ascii="Liberation Serif" w:hAnsi="Liberation Serif" w:cs="Liberation Serif"/>
          <w:sz w:val="28"/>
          <w:szCs w:val="28"/>
        </w:rPr>
        <w:t xml:space="preserve">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52»,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Ступина Елена Александровна, воспитатель, МАДОУ – детский сад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80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</w:t>
      </w:r>
      <w:r>
        <w:rPr>
          <w:rFonts w:ascii="Liberation Serif" w:hAnsi="Liberation Serif" w:cs="Liberation Serif"/>
          <w:sz w:val="28"/>
          <w:szCs w:val="28"/>
          <w:lang w:val="en-US"/>
        </w:rPr>
        <w:t>KK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Субботина Ирина Валентиновна, воспитатель, МБДОУ № 249,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1КК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Судницына Галина Витальевна,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Сулима Надежда Александровна, воспитатель, МАДОУ № 52 «Рябинка»,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bCs/>
          <w:sz w:val="28"/>
          <w:szCs w:val="28"/>
        </w:rPr>
        <w:t>Сурина Светлана Владимировна, воспитатель МДОУ «ЦРР - детский сад «Р</w:t>
      </w:r>
      <w:r>
        <w:rPr>
          <w:rFonts w:ascii="Liberation Serif" w:hAnsi="Liberation Serif"/>
          <w:bCs/>
          <w:sz w:val="28"/>
          <w:szCs w:val="28"/>
        </w:rPr>
        <w:t>осинка» Качканарского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Сурнина Елена Павловна, воспитатель, БМАДОУ «Детский сад № 39»,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Суслова Татьяна Васильевна,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№ 30»,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Сушко Галина Степановна, воспитатель, МБДОУ ПГО</w:t>
      </w:r>
      <w:r>
        <w:rPr>
          <w:rFonts w:ascii="Liberation Serif" w:hAnsi="Liberation Serif" w:cs="Liberation Serif"/>
          <w:sz w:val="28"/>
          <w:szCs w:val="28"/>
        </w:rPr>
        <w:t xml:space="preserve">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51»,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Табунова Елена Анатольевна, воспитатель, МАДОУ </w:t>
      </w:r>
      <w:r>
        <w:rPr>
          <w:rFonts w:ascii="Liberation Serif" w:hAnsi="Liberation Serif" w:cs="Liberation Serif"/>
          <w:sz w:val="28"/>
          <w:szCs w:val="28"/>
        </w:rPr>
        <w:t xml:space="preserve">д/с </w:t>
      </w:r>
      <w:r>
        <w:rPr>
          <w:rFonts w:ascii="Liberation Serif" w:eastAsia="Times New Roman" w:hAnsi="Liberation Serif" w:cs="Liberation Serif"/>
          <w:sz w:val="28"/>
          <w:szCs w:val="28"/>
        </w:rPr>
        <w:t>«Солнышко» СП № 52,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Тадевосян Ирина Юрьевна, воспитатель, ГБОУ СО «ЦПМСС «Эхо»,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Тазиева Лариса Михайловна, в</w:t>
      </w:r>
      <w:r>
        <w:rPr>
          <w:rFonts w:ascii="Liberation Serif" w:hAnsi="Liberation Serif" w:cs="Liberation Serif"/>
          <w:sz w:val="28"/>
          <w:szCs w:val="28"/>
        </w:rPr>
        <w:t>оспитатель, МАДОУ № 18, Североуральский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Тараканова Анастасия Михайловна, воспитатель, МБДОУ Детский сад № 3,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Тарасович Юлия Владимировна,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84 общеразвивающего вида с приоритетным осуществлен</w:t>
      </w:r>
      <w:r>
        <w:rPr>
          <w:rFonts w:ascii="Liberation Serif" w:hAnsi="Liberation Serif" w:cs="Liberation Serif"/>
          <w:sz w:val="28"/>
          <w:szCs w:val="28"/>
        </w:rPr>
        <w:t>ием деятельности по художественно-эстетическому направлению развития детей»,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Таушканова Наталья Николаевна, воспитатель, МБДОУ «Детский сад «Радуга»,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Телелюхина Людмила Петровна, воспитатель, МАДОУ детский </w:t>
      </w:r>
      <w:r>
        <w:rPr>
          <w:rFonts w:ascii="Liberation Serif" w:hAnsi="Liberation Serif"/>
          <w:sz w:val="28"/>
          <w:szCs w:val="28"/>
        </w:rPr>
        <w:t xml:space="preserve">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№ 15 «Малышок», Кировградский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Темерева Людмила Михайловна, воспитатель, МАДОУ «Детский сад общеразвивающего вида с приоритетным осуществлением художественно-эстетического развития воспитанников № 1»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Тепелина </w:t>
      </w:r>
      <w:r>
        <w:rPr>
          <w:rFonts w:ascii="Liberation Serif" w:hAnsi="Liberation Serif" w:cs="Liberation Serif"/>
          <w:sz w:val="28"/>
          <w:szCs w:val="28"/>
        </w:rPr>
        <w:t>Ольга Александровна, воспитатель, МАДОУ детский сад «Росинка» структурное подразделение детский сад № 6,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Теплых Ольга Александровна, воспитатель, МКДОУ № 36,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Терентьева Любовь Викторовна, воспитатель, МКДОУ «Но</w:t>
      </w:r>
      <w:r>
        <w:rPr>
          <w:rFonts w:ascii="Liberation Serif" w:hAnsi="Liberation Serif" w:cs="Liberation Serif"/>
          <w:sz w:val="28"/>
          <w:szCs w:val="28"/>
        </w:rPr>
        <w:t>воисетский детский сад»,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Терентьева Людмила Евгеньевна, воспитатель, МАДОУ № 18,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Терентьева Наталья Андреевна, воспитатель, МАДОУ ДС КВ № 27,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Тимофеева Наталья Александровна, воспитатель, МБДОУ Д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С № 1,</w:t>
      </w:r>
      <w:r>
        <w:rPr>
          <w:rFonts w:ascii="Liberation Serif" w:hAnsi="Liberation Serif" w:cs="Liberation Serif"/>
          <w:sz w:val="28"/>
          <w:szCs w:val="28"/>
        </w:rPr>
        <w:t xml:space="preserve"> Волчанский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Тимофеева Светлана Викторовна, воспитатель, МАДОУ № 25 «Дельфинчик»,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Титова Елена Александровна,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16» КГО, Камышловский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Титова Елена Владимировна, воспитатель, </w:t>
      </w:r>
      <w:r>
        <w:rPr>
          <w:rFonts w:ascii="Liberation Serif" w:hAnsi="Liberation Serif" w:cs="Liberation Serif"/>
          <w:sz w:val="28"/>
          <w:szCs w:val="28"/>
        </w:rPr>
        <w:t xml:space="preserve">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52»,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Титова Наталья Владимировна, воспитатель, МБДОУ № 63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Титова Юлия Геннадьевна, воспитатель, МАДОУ детский сад «Росток» структурное подразделение детский сад № 47, Ново</w:t>
      </w:r>
      <w:r>
        <w:rPr>
          <w:rFonts w:ascii="Liberation Serif" w:hAnsi="Liberation Serif" w:cs="Liberation Serif"/>
          <w:sz w:val="28"/>
          <w:szCs w:val="28"/>
        </w:rPr>
        <w:t>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Тишелович Елена Григорьевна, воспитатель, МБДОУ № 413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Тишлиева Ольга Анатольевна, воспитатель, МАДОУ № 29, ГО Сухой Лог,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Ткаченко Ольга Викторовна, воспитатель, </w:t>
      </w:r>
      <w:r>
        <w:rPr>
          <w:rFonts w:ascii="Liberation Serif" w:hAnsi="Liberation Serif"/>
          <w:color w:val="000000"/>
          <w:kern w:val="3"/>
          <w:sz w:val="28"/>
          <w:szCs w:val="28"/>
        </w:rPr>
        <w:t>МАДОУ</w:t>
      </w:r>
      <w:r>
        <w:rPr>
          <w:rFonts w:ascii="Liberation Serif" w:hAnsi="Liberation Serif"/>
          <w:sz w:val="28"/>
          <w:szCs w:val="28"/>
        </w:rPr>
        <w:t xml:space="preserve"> «Детский сад комбинированного </w:t>
      </w:r>
      <w:r>
        <w:rPr>
          <w:rFonts w:ascii="Liberation Serif" w:hAnsi="Liberation Serif"/>
          <w:sz w:val="28"/>
          <w:szCs w:val="28"/>
        </w:rPr>
        <w:t>вида № 4 «Солнышко»,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Токарева Елена Анатольевна, воспитатель, МБДОУ детский сад № 24 «Сказка», Горноуральский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Токарева Жанна Владимировна, воспитатель, МАДОУ № 482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Токарева Наталия </w:t>
      </w:r>
      <w:r>
        <w:rPr>
          <w:rFonts w:ascii="Liberation Serif" w:hAnsi="Liberation Serif" w:cs="Liberation Serif"/>
          <w:sz w:val="28"/>
          <w:szCs w:val="28"/>
        </w:rPr>
        <w:t>Георгиевна, воспитатель, МАДОУ «Детский сад «Радуга»,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Токарева Эльвира Васильевна, воспитатель, МКДОУ Обуховский детский сад,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Толстоброва Юлия Николаевна, воспитатель, МАДОУ № 223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Томаткина Надежда Анатольевна, воспитатель, МКДОУ Обуховский детский сад № 2,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Топанова Лариса Евгеньевна, воспитатель, МДОУ «ЦРР – детский сад «Дружба»,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Тореева Наталья Анатольевна, воспитатель, МАДОУ № 48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Травина Наталья Александровна, воспитатель, МАДОУ детский сад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№ 222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Трифанова Вера Николаевна, воспитатель, МКДОУ Галкинский детский сад,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Тропина Елена Васильевна, восп</w:t>
      </w:r>
      <w:r>
        <w:rPr>
          <w:rFonts w:ascii="Liberation Serif" w:hAnsi="Liberation Serif" w:cs="Liberation Serif"/>
          <w:sz w:val="28"/>
          <w:szCs w:val="28"/>
        </w:rPr>
        <w:t>итатель, МБДОУ «Детский сад № 2 комбинированного вида»,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Трофимова Ольга Валерьевна, воспитатель, МАДОУ № 2 «Улыбка»,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Трубинова Олеся Сергеевна, воспитатель, МБДОУ № 405,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Труфан</w:t>
      </w:r>
      <w:r>
        <w:rPr>
          <w:rFonts w:ascii="Liberation Serif" w:hAnsi="Liberation Serif" w:cs="Liberation Serif"/>
          <w:sz w:val="28"/>
          <w:szCs w:val="28"/>
        </w:rPr>
        <w:t xml:space="preserve">ова Ирина Владимировна, воспитатель, МБОУ СОШ № 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Туганских Светлана Николаевна, воспитатель, МАДОУ «Детский сад комбинированного вида № 56»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Тульженкова Ирина Владимировна, воспитатель, МАДОУ «ЦРР –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д/с </w:t>
      </w:r>
      <w:r>
        <w:rPr>
          <w:rFonts w:ascii="Liberation Serif" w:hAnsi="Liberation Serif" w:cs="Liberation Serif"/>
          <w:sz w:val="28"/>
          <w:szCs w:val="28"/>
        </w:rPr>
        <w:t>«Гнёздышко»,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Тупицына Светлана Игоревна воспитатель, МАДОУ «Детский сад № 29 «Даренка», ГО «Город Лесной»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Турскова Любовь Александровна, воспитатель, МАДОУ № 125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Турчанинова Елена Гарифуловна</w:t>
      </w:r>
      <w:r>
        <w:rPr>
          <w:rFonts w:ascii="Liberation Serif" w:hAnsi="Liberation Serif" w:cs="Liberation Serif"/>
          <w:sz w:val="28"/>
          <w:szCs w:val="28"/>
        </w:rPr>
        <w:t xml:space="preserve">, воспитатель, МБДОУ «Детский сад </w:t>
      </w: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</w:rPr>
        <w:t>№ 16», ГО «город Ирбит»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Тутолмина Вера Фёдоровна, воспитатель, МАДОУ «Детский сад комбинированного вида № 14» КГО, Камышловский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Тушнолобова Алла Александровна, воспитатель, МБДОУ «Детский сад № 5», ГО</w:t>
      </w:r>
      <w:r>
        <w:rPr>
          <w:rFonts w:ascii="Liberation Serif" w:hAnsi="Liberation Serif" w:cs="Liberation Serif"/>
          <w:sz w:val="28"/>
          <w:szCs w:val="28"/>
        </w:rPr>
        <w:t xml:space="preserve"> «город Ирбит»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Тушнолобова Лидия Григорьевна,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 «Колокольчик»,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Тюрина Оксана Михайловна, воспитатель, МАДОУ детский сад № 46,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Уварова Мария Алексеевна, воспитатель, МАДОУ детский</w:t>
      </w:r>
      <w:r>
        <w:rPr>
          <w:rFonts w:ascii="Liberation Serif" w:hAnsi="Liberation Serif" w:cs="Liberation Serif"/>
          <w:sz w:val="28"/>
          <w:szCs w:val="28"/>
        </w:rPr>
        <w:t xml:space="preserve"> сад 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Ударцева Елена Васильевна, воспитатель, МКДОУ Байкаловский детский сад № 4 «Богатырь»,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Узких Надежда Владимировна, воспитатель, МКДОУ № 27 «Сказка»,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Урусова Ольга Александровна</w:t>
      </w:r>
      <w:r>
        <w:rPr>
          <w:rFonts w:ascii="Liberation Serif" w:hAnsi="Liberation Serif" w:cs="Liberation Serif"/>
          <w:sz w:val="28"/>
          <w:szCs w:val="28"/>
        </w:rPr>
        <w:t>, воспитатель, МАДОУ Детский сад № 2 «Колокольчик»,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Усачёва Оксана Николаевна, воспитатель, МАДОУ № 48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Усова Людмила Вячеславовна, воспитатель, МБДОУ «Детский сад </w:t>
      </w: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52» </w:t>
      </w:r>
      <w:r>
        <w:rPr>
          <w:rFonts w:ascii="Liberation Serif" w:hAnsi="Liberation Serif" w:cs="Liberation Serif"/>
          <w:sz w:val="28"/>
          <w:szCs w:val="28"/>
          <w:lang w:eastAsia="ru-RU"/>
        </w:rPr>
        <w:t>Асбестовский 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Асбестовский ГО,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Устюгова Ольга Леонидовна, воспитатель, МБДОУ «Детский сад № 90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Усынина Татьяна Александровна, воспитатель, МБДОУ № 54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Уткина Анжелика Александровна, воспитатель, МА</w:t>
      </w:r>
      <w:r>
        <w:rPr>
          <w:rFonts w:ascii="Liberation Serif" w:hAnsi="Liberation Serif" w:cs="Liberation Serif"/>
          <w:sz w:val="28"/>
          <w:szCs w:val="28"/>
        </w:rPr>
        <w:t xml:space="preserve">ДОУ детский сад «Страна чудес» структурное подразделение детский сад № 15, Новоуральский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Уфимцева Марина Филипповна, воспитатель, МБДОУ № 391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Ушакова Надежда Ивановна, воспитатель, МАДОУ «Детский сад № 7», ГО Пе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Федорова Ирина Юрьевна, воспитатель, детский сад № 131 ОАО «РЖД», МО «город Екатеринбург»,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0"/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Федотова Светлана Борисовна, воспитатель, МКДОУ детский сад № 10 г. Нижние Серги,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Федякова Лариса Николаевна, </w:t>
      </w:r>
      <w:r>
        <w:rPr>
          <w:rFonts w:ascii="Liberation Serif" w:hAnsi="Liberation Serif" w:cs="Liberation Serif"/>
          <w:sz w:val="28"/>
          <w:szCs w:val="28"/>
        </w:rPr>
        <w:t>воспитатель, МАДОУ детский сад «Росток» структурное подразделение детский сад № 36,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Феофилова Ирина Борисовна, воспитатель, МАДОУ «Детский сад № 30 «Жемчужина»,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Фефелова Нина Рудольфовна, воспитатель, МБ</w:t>
      </w:r>
      <w:r>
        <w:rPr>
          <w:rFonts w:ascii="Liberation Serif" w:hAnsi="Liberation Serif" w:cs="Liberation Serif"/>
          <w:sz w:val="28"/>
          <w:szCs w:val="28"/>
        </w:rPr>
        <w:t xml:space="preserve">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38», ГО Дегтярск,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Филимонова Дина Ильясовна, воспитатель, МАДОУ «Детский сад комбинированного вида № 60»,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 xml:space="preserve">Филимонова Оксана Валерьевна, воспитатель, ГБОУ СО «Нижнетагильская школа-интернат № 2, реализующая </w:t>
      </w:r>
      <w:r>
        <w:rPr>
          <w:rFonts w:ascii="Liberation Serif" w:hAnsi="Liberation Serif"/>
          <w:sz w:val="28"/>
          <w:szCs w:val="28"/>
          <w:lang w:eastAsia="ru-RU"/>
        </w:rPr>
        <w:t>адаптированные основные общеобразовательные программы»,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Филинкова Алена Викторовна, воспитатель, МБДОУ ПГО «Детский сад № 28 общеразвивающего 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Филиппова Светлана Викторовна, воспитатель, МАДОУ детский сад «</w:t>
      </w:r>
      <w:r>
        <w:rPr>
          <w:rFonts w:ascii="Liberation Serif" w:hAnsi="Liberation Serif" w:cs="Liberation Serif"/>
          <w:sz w:val="28"/>
          <w:szCs w:val="28"/>
        </w:rPr>
        <w:t xml:space="preserve">Гармония» структурное подразделение детский сад № 10, Новоуральский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Фирсова Софья Алексеевна, воспитатель, МБДОУ № 572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Фирцева Полина Римовна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воспитатель,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МБДОУ «Центр развития ребенка – детский сад № 22», Асбе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Фитё Елена Владимировна, воспитатель, МБДОУ «Детский сад комбинированного вида № 29»,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Фонарева Ирина Сергеевна, воспитатель, МАДОУ Детский сад № 18, ГО Красноуральск,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Францева Ольга Васильевна, воспитатель, МБД</w:t>
      </w:r>
      <w:r>
        <w:rPr>
          <w:rFonts w:ascii="Liberation Serif" w:hAnsi="Liberation Serif"/>
          <w:sz w:val="28"/>
          <w:szCs w:val="28"/>
        </w:rPr>
        <w:t>ОУ детский сад №30 комбинированного вида,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Фролова Ирина Владимировна,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37»,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Фролова Наталия Николаевна, воспитатель, МАДОУ детский сад «Росинка» структурное подразделение </w:t>
      </w:r>
      <w:r>
        <w:rPr>
          <w:rFonts w:ascii="Liberation Serif" w:hAnsi="Liberation Serif" w:cs="Liberation Serif"/>
          <w:sz w:val="28"/>
          <w:szCs w:val="28"/>
        </w:rPr>
        <w:t xml:space="preserve">«дошкольные группы», Новоуральский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Фуфарова Лариса Александровна, воспитатель, МАДОУ № 36 «Теремок»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Хазимарданова Ирина Анатольевна, воспитатель, </w:t>
      </w:r>
      <w:r>
        <w:rPr>
          <w:rFonts w:ascii="Liberation Serif" w:hAnsi="Liberation Serif"/>
          <w:color w:val="000000"/>
          <w:kern w:val="3"/>
          <w:sz w:val="28"/>
          <w:szCs w:val="28"/>
        </w:rPr>
        <w:t xml:space="preserve">МАДОУ </w:t>
      </w:r>
      <w:r>
        <w:rPr>
          <w:rFonts w:ascii="Liberation Serif" w:hAnsi="Liberation Serif"/>
          <w:color w:val="000000"/>
          <w:sz w:val="28"/>
          <w:szCs w:val="28"/>
        </w:rPr>
        <w:t xml:space="preserve">«Детский сад № 8 «Сказка», </w:t>
      </w:r>
      <w:r>
        <w:rPr>
          <w:rFonts w:ascii="Liberation Serif" w:hAnsi="Liberation Serif"/>
          <w:sz w:val="28"/>
          <w:szCs w:val="28"/>
        </w:rPr>
        <w:t>Арамильский ГО СО,</w:t>
      </w:r>
      <w:r>
        <w:rPr>
          <w:rFonts w:ascii="Liberation Serif" w:hAnsi="Liberation Serif"/>
          <w:color w:val="000000"/>
          <w:sz w:val="28"/>
          <w:szCs w:val="28"/>
        </w:rPr>
        <w:t xml:space="preserve">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Хайдарова Наталья </w:t>
      </w:r>
      <w:r>
        <w:rPr>
          <w:rFonts w:ascii="Liberation Serif" w:hAnsi="Liberation Serif" w:cs="Liberation Serif"/>
          <w:sz w:val="28"/>
          <w:szCs w:val="28"/>
        </w:rPr>
        <w:t>Александровна, воспитатель, МБДОУ НГО детский сад № 28 «Ягодка», Невьянский ГО, 1КК;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Хайдаршина Нелли Тальгатовна,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11», ГО Дегтярск,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Хаматдинова Альфия Газнавиевна, воспитатель, МБДОУ № 202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Ханнанова Светлана Юрьевна, воспитатель, МАДОУ детский сад «Страна чудес» структурное подразделение детский сад № 15, Новоуральский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Ханькова Эльга Павловна, воспитатель, МБДОУ «Детский сад № 1 «Алёнушка»,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Харисова </w:t>
      </w:r>
      <w:r>
        <w:rPr>
          <w:rFonts w:ascii="Liberation Serif" w:hAnsi="Liberation Serif" w:cs="Liberation Serif"/>
          <w:sz w:val="28"/>
          <w:szCs w:val="28"/>
        </w:rPr>
        <w:t>Динара Анатольевна, воспитатель, филиал МАДОУ «Детский сад № 12» – «Детский сад № 44»,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Харитонова Вера Владимировна, воспитатель, МАДОУ № 14 «Юбилейный»,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Харитонова Наталья Тимофеевна, воспитатель, МБДОУ «Детский с</w:t>
      </w:r>
      <w:r>
        <w:rPr>
          <w:rFonts w:ascii="Liberation Serif" w:hAnsi="Liberation Serif" w:cs="Liberation Serif"/>
          <w:sz w:val="28"/>
          <w:szCs w:val="28"/>
        </w:rPr>
        <w:t>ад № 52»,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Харлова Людмила Юрьевна,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№ 38»,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Харькова Светлана Валентиновна, воспитатель, МАДОУ № 52 «Рябинка»,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Хасанова Елена Анатольевна, воспи</w:t>
      </w:r>
      <w:r>
        <w:rPr>
          <w:rFonts w:ascii="Liberation Serif" w:hAnsi="Liberation Serif" w:cs="Liberation Serif"/>
          <w:sz w:val="28"/>
          <w:szCs w:val="28"/>
        </w:rPr>
        <w:t>татель, МАДОУ детский сад «Росинка» структурное подразделение детский сад № 1,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Хасанова Мухтарамхан Алиакбаровна, воспитатель, МАОУ Школа-сад № 42, Малышевский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Хасанова Наталья Александровна, воспитатель, МАДОУ № 257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</w:t>
      </w:r>
      <w:r>
        <w:rPr>
          <w:rFonts w:ascii="Liberation Serif" w:hAnsi="Liberation Serif" w:cs="Liberation Serif"/>
          <w:sz w:val="28"/>
          <w:szCs w:val="28"/>
        </w:rPr>
        <w:t xml:space="preserve">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Хионина Светлана Владимировна,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«Карусель», Невьянский ГО, 1КК;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Хисамутдинова Гульнара Минзабировна, воспитатель, МАДОУ Детский сад № 7,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Хмелева Анна Сергеевна, </w:t>
      </w:r>
      <w:r>
        <w:rPr>
          <w:rFonts w:ascii="Liberation Serif" w:hAnsi="Liberation Serif" w:cs="Liberation Serif"/>
          <w:sz w:val="28"/>
          <w:szCs w:val="28"/>
        </w:rPr>
        <w:t>воспитатель, МБДОУ № 113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Холодкова Оксана Валерьевна, воспитатель, МАДОУ № 488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Хомичева Людмила Александровна, воспитатель, МАДОУ № 29,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Хорошева Наталья Анатольевна, воспит</w:t>
      </w:r>
      <w:r>
        <w:rPr>
          <w:rFonts w:ascii="Liberation Serif" w:hAnsi="Liberation Serif" w:cs="Liberation Serif"/>
          <w:sz w:val="28"/>
          <w:szCs w:val="28"/>
        </w:rPr>
        <w:t>атель, МАДОУ Детский сад № 18,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Хохлова Елена Валентиновна, воспитатель, МКДОУ д/с № 13,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Храмцова Яна Владимировна, воспитатель, МАДОУ «Детский сад «Теремок»,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bCs/>
          <w:sz w:val="28"/>
          <w:szCs w:val="28"/>
        </w:rPr>
        <w:t>Хренова Анна Владимировна, воспит</w:t>
      </w:r>
      <w:r>
        <w:rPr>
          <w:rFonts w:ascii="Liberation Serif" w:hAnsi="Liberation Serif"/>
          <w:bCs/>
          <w:sz w:val="28"/>
          <w:szCs w:val="28"/>
        </w:rPr>
        <w:t xml:space="preserve">атель, МА ДОУ № 19,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/>
          <w:bCs/>
          <w:sz w:val="28"/>
          <w:szCs w:val="28"/>
        </w:rPr>
        <w:t>ГО Краснотурьинск,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Худякова Татьяна Сергеевна, воспитатель, МАДОУ № 479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Хузина Анна Валентиновна, воспитатель, МАДОУ ЦРР – детский сад № 9,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Хурамшина Ольга Александровна,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воспитатель, МКДОУ АГО «Ачитский детский сад «Улыбка» – филиал Ачитский детский сад «Ромашка»,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Хусаинова Оксана Евгеньевна,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Царегородцева Вера Лео</w:t>
      </w:r>
      <w:r>
        <w:rPr>
          <w:rFonts w:ascii="Liberation Serif" w:hAnsi="Liberation Serif" w:cs="Liberation Serif"/>
          <w:sz w:val="28"/>
          <w:szCs w:val="28"/>
        </w:rPr>
        <w:t>польдовна, воспитатель, МБДОУ д/с № 2 «Солнышко», Белоярский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Цепова Татьяна Евгеньевна, воспитатель, МДОУ ДСКВ «Радуга» структурное подразделение детский сад «Солнышко», ГО Нижняя Салда,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Цыбина Валентина Николаевна, воспитатель, МБДОУ детский</w:t>
      </w:r>
      <w:r>
        <w:rPr>
          <w:rFonts w:ascii="Liberation Serif" w:hAnsi="Liberation Serif" w:cs="Liberation Serif"/>
          <w:sz w:val="28"/>
          <w:szCs w:val="28"/>
        </w:rPr>
        <w:t xml:space="preserve">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22 «Калинка», Невьянский ГО, 1КК;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Чамбуркина Галина Анатольевна, воспитатель, МБДОУ № 402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Чегодаева Елена Николаевна, воспитатель, МАДОУ «Детский сад </w:t>
      </w:r>
      <w:r>
        <w:rPr>
          <w:rFonts w:ascii="Liberation Serif" w:hAnsi="Liberation Serif" w:cs="Liberation Serif"/>
          <w:color w:val="000000"/>
          <w:sz w:val="28"/>
          <w:szCs w:val="28"/>
        </w:rPr>
        <w:br/>
      </w:r>
      <w:r>
        <w:rPr>
          <w:rFonts w:ascii="Liberation Serif" w:hAnsi="Liberation Serif" w:cs="Liberation Serif"/>
          <w:color w:val="000000"/>
          <w:sz w:val="28"/>
          <w:szCs w:val="28"/>
        </w:rPr>
        <w:t>№ 3»,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Чекалина Татьяна Владимировна</w:t>
      </w:r>
      <w:r>
        <w:rPr>
          <w:rFonts w:ascii="Liberation Serif" w:hAnsi="Liberation Serif" w:cs="Liberation Serif"/>
          <w:sz w:val="28"/>
          <w:szCs w:val="28"/>
        </w:rPr>
        <w:t xml:space="preserve">, воспитатель, МАОУ СОШ № 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Чеклецова Татьяна Витальевна,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26 г. Ивделя, Ивдельский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Чемезова Оксана Михайловна,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82 комбинированного вида», </w:t>
      </w:r>
      <w:r>
        <w:rPr>
          <w:rFonts w:ascii="Liberation Serif" w:hAnsi="Liberation Serif" w:cs="Liberation Serif"/>
          <w:sz w:val="28"/>
          <w:szCs w:val="28"/>
        </w:rPr>
        <w:t>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Червонная Оксана Александровна, воспитатель, МБДОУ № 532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Черных Светлана Анатольевна, воспитатель, МДОУ «Детский сад 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№ 22 п.г.т. В. Синячиха»,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Четвергова Ирина Алексеевна,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воспитатель, МАДОУ – детский сад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№ 44,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Чибрикова Галия Хамзяновна,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70 общеразвивающего вида с приоритетным осуществлением деятельности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по художественно-эстетическому направлению развития детей», </w:t>
      </w:r>
      <w:r>
        <w:rPr>
          <w:rFonts w:ascii="Liberation Serif" w:hAnsi="Liberation Serif" w:cs="Liberation Serif"/>
          <w:sz w:val="28"/>
          <w:szCs w:val="28"/>
        </w:rPr>
        <w:t>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Чиканова Гульнара Альбертовна, воспитатель, МАДОУ № 6,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Чиркова Надежда Александровна, воспитатель, МАДОУ «Детский сад № 79»,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Чирухина Татьяна Александровна, воспитатель, МБДОУ</w:t>
      </w:r>
      <w:r>
        <w:rPr>
          <w:rFonts w:ascii="Liberation Serif" w:hAnsi="Liberation Serif" w:cs="Liberation Serif"/>
          <w:sz w:val="28"/>
          <w:szCs w:val="28"/>
        </w:rPr>
        <w:t xml:space="preserve"> «Детский сад № 9 «Белоснежка»,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Чистякова Виктория Олеговна, воспитатель, МАДОУ № 80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Чистякова Марина Кесарьевна, воспитатель, МАДОУ № 37, ГО Сухой Лог,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Чубукова Елена Михайловна, воспитатель, </w:t>
      </w:r>
      <w:r>
        <w:rPr>
          <w:rFonts w:ascii="Liberation Serif" w:hAnsi="Liberation Serif" w:cs="Liberation Serif"/>
          <w:sz w:val="28"/>
          <w:szCs w:val="28"/>
        </w:rPr>
        <w:t>МАОУ Артинского ГО «Артинская средняя общеобразовательная школа № 1» – Структурное подразделение Детский сад «Березка»,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Чувашова Надежда Яковлевна,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39,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Чугайнова Анна Михайловна, воспитат</w:t>
      </w:r>
      <w:r>
        <w:rPr>
          <w:rFonts w:ascii="Liberation Serif" w:hAnsi="Liberation Serif" w:cs="Liberation Serif"/>
          <w:sz w:val="28"/>
          <w:szCs w:val="28"/>
        </w:rPr>
        <w:t xml:space="preserve">ель, МБДОУ «ЦРР – детский сад № 18 «Семицветик», ГО «Город Лесной»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Чудинова Евгения Алексеевна, воспитатель, МАДОУ д/с «Детство», город Нижний Тагил, 1КК;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Чудинова Наталья Николаевна, воспитатель, МКДОУ № 58 «Петушок»,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/>
          <w:sz w:val="28"/>
          <w:szCs w:val="28"/>
        </w:rPr>
        <w:t>Чудинов</w:t>
      </w:r>
      <w:r>
        <w:rPr>
          <w:rFonts w:ascii="Liberation Serif" w:hAnsi="Liberation Serif"/>
          <w:sz w:val="28"/>
          <w:szCs w:val="28"/>
        </w:rPr>
        <w:t xml:space="preserve">а Оксана Васильевна, воспитатель, </w:t>
      </w:r>
      <w:r>
        <w:rPr>
          <w:rFonts w:ascii="Liberation Serif" w:hAnsi="Liberation Serif"/>
          <w:color w:val="000000"/>
          <w:kern w:val="3"/>
          <w:sz w:val="28"/>
          <w:szCs w:val="28"/>
        </w:rPr>
        <w:t xml:space="preserve">МАДОУ </w:t>
      </w:r>
      <w:r>
        <w:rPr>
          <w:rFonts w:ascii="Liberation Serif" w:hAnsi="Liberation Serif"/>
          <w:color w:val="000000"/>
          <w:sz w:val="28"/>
          <w:szCs w:val="28"/>
        </w:rPr>
        <w:t xml:space="preserve">«Детский сад № 8 «Сказка», </w:t>
      </w:r>
      <w:r>
        <w:rPr>
          <w:rFonts w:ascii="Liberation Serif" w:hAnsi="Liberation Serif"/>
          <w:sz w:val="28"/>
          <w:szCs w:val="28"/>
        </w:rPr>
        <w:t>Арамильский ГО СО,</w:t>
      </w:r>
      <w:r>
        <w:rPr>
          <w:rFonts w:ascii="Liberation Serif" w:hAnsi="Liberation Serif"/>
          <w:color w:val="000000"/>
          <w:sz w:val="28"/>
          <w:szCs w:val="28"/>
        </w:rPr>
        <w:t xml:space="preserve">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Чупракова Ольга Николаевна, воспитатель, МАДОУ ЦРР № 556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Чусовитина Елена Николаевна,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15 </w:t>
      </w:r>
      <w:r>
        <w:rPr>
          <w:rFonts w:ascii="Liberation Serif" w:hAnsi="Liberation Serif" w:cs="Liberation Serif"/>
          <w:sz w:val="28"/>
          <w:szCs w:val="28"/>
        </w:rPr>
        <w:t>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Шабанова Наталия Андреевна, воспитатель, МАДОУ </w:t>
      </w:r>
      <w:r>
        <w:rPr>
          <w:rFonts w:ascii="Liberation Serif" w:hAnsi="Liberation Serif" w:cs="Liberation Serif"/>
          <w:sz w:val="28"/>
          <w:szCs w:val="28"/>
        </w:rPr>
        <w:t xml:space="preserve">детский сад </w:t>
      </w:r>
      <w:r>
        <w:rPr>
          <w:rFonts w:ascii="Liberation Serif" w:eastAsia="Times New Roman" w:hAnsi="Liberation Serif" w:cs="Liberation Serif"/>
          <w:sz w:val="28"/>
          <w:szCs w:val="28"/>
        </w:rPr>
        <w:t>«Гармония»,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Шабанова Татьяна Константиновна, воспитатель, МБДОУ «Детский сад № 90 комбинированного вида», Каменск-Урал</w:t>
      </w:r>
      <w:r>
        <w:rPr>
          <w:rFonts w:ascii="Liberation Serif" w:hAnsi="Liberation Serif" w:cs="Liberation Serif"/>
          <w:sz w:val="28"/>
          <w:szCs w:val="28"/>
        </w:rPr>
        <w:t>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Шаймиева Наталья Анатольевна, воспитатель, МАДОУ № 5, Артемовский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Шаймухаметова Любовь Алексеевна, воспитатель, МАДОУ НТГО детский сад «Ёлочка»,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Шангина Елена Валерьевна, воспитатель, филиал МАДОУ «Детский</w:t>
      </w:r>
      <w:r>
        <w:rPr>
          <w:rFonts w:ascii="Liberation Serif" w:hAnsi="Liberation Serif" w:cs="Liberation Serif"/>
          <w:sz w:val="28"/>
          <w:szCs w:val="28"/>
        </w:rPr>
        <w:t xml:space="preserve"> сад № 26» – «Детский сад № 24»,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Шаповалова Людмила Михайловна, воспитатель, МАДОУ № 175, </w:t>
      </w:r>
      <w:r>
        <w:rPr>
          <w:rFonts w:ascii="Liberation Serif" w:hAnsi="Liberation Serif" w:cs="Liberation Serif"/>
          <w:color w:val="000000"/>
          <w:sz w:val="28"/>
          <w:szCs w:val="28"/>
        </w:rPr>
        <w:br/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color w:val="000000"/>
          <w:sz w:val="28"/>
          <w:szCs w:val="28"/>
        </w:rPr>
        <w:t>Шарапова Наталья Николаевна, воспитатель, МАДОУ «Детский сад № 28»,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Шардина Анна Георгиевн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а, воспитатель, МБДОУ № 466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Шарипова Ольга Васильевна, воспитатель, МАДОУ № 422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Шатунова Анжелика Леонидовна,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«Карусель»,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Шашкова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Марина Витальевна, воспитатель, МБДОУ «Детский сад «Подснежник»,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Шемелева Ольга Викторовна, воспитатель, МБДОУ Детский сад № 7 «Берёзка», 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Шерстобитова Юлия Викторовна, воспитатель, МБДОУ № 352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</w:t>
      </w:r>
      <w:r>
        <w:rPr>
          <w:rFonts w:ascii="Liberation Serif" w:hAnsi="Liberation Serif" w:cs="Liberation Serif"/>
          <w:sz w:val="28"/>
          <w:szCs w:val="28"/>
        </w:rPr>
        <w:t>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Шешко Ирина Анатольевна, воспитатель, филиал МАДОУ «Детский сад № 70» – «Детский сад № 41»,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Шикаева Наталья Васильевна, воспитатель, МБДОУ детский сад № 30 комбинированного вида,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Шиканова Наталья </w:t>
      </w:r>
      <w:r>
        <w:rPr>
          <w:rFonts w:ascii="Liberation Serif" w:hAnsi="Liberation Serif" w:cs="Liberation Serif"/>
          <w:sz w:val="28"/>
          <w:szCs w:val="28"/>
        </w:rPr>
        <w:t>Владимировна, воспитатель, МАДОУ детский сад комбинированного вида № 39 «Родничок»,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Шилимова Светлана Сергеевна, воспитатель, МДОУ «Детский сад «Ласточка»,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Шилова Анна Юрьевна, воспитатель, МАДОУ детский сад «Ро</w:t>
      </w:r>
      <w:r>
        <w:rPr>
          <w:rFonts w:ascii="Liberation Serif" w:hAnsi="Liberation Serif" w:cs="Liberation Serif"/>
          <w:sz w:val="28"/>
          <w:szCs w:val="28"/>
        </w:rPr>
        <w:t>сток» структурное подразделение детский сад № 47,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Шипунова Елена Николаевна, воспитатель, МКДОУ АГО «Ачитский детский сад «Улыбка» – филиал Ачитский детский сад «Тополек»,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  <w:lang w:eastAsia="ru-RU" w:bidi="ru-RU"/>
        </w:rPr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>Ширковская Елена Анатольевна, воспитател</w:t>
      </w:r>
      <w:r>
        <w:rPr>
          <w:rFonts w:ascii="Liberation Serif" w:hAnsi="Liberation Serif" w:cs="Liberation Serif"/>
          <w:sz w:val="28"/>
          <w:szCs w:val="28"/>
          <w:lang w:eastAsia="ru-RU" w:bidi="ru-RU"/>
        </w:rPr>
        <w:t>ь, МБДОУ ПГО «Пышминский детский сад № 3»,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Широкова Олеся Владимировна, воспитатель, МКДОУ Порошинский детский сад № 10,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Широкова Светлана Станиславовна, воспитатель, МАДОУ детский сад № 16 «Рябинка», Невьянский</w:t>
      </w:r>
      <w:r>
        <w:rPr>
          <w:rFonts w:ascii="Liberation Serif" w:hAnsi="Liberation Serif" w:cs="Liberation Serif"/>
          <w:sz w:val="28"/>
          <w:szCs w:val="28"/>
        </w:rPr>
        <w:t xml:space="preserve">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Шихова Елена Аркадьевна, воспитатель, МБДОУ «Детский сад № 1»,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Шкребень Татьяна Леонидовна, воспитатель, МАДОУ «Детский сад </w:t>
      </w: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</w:rPr>
        <w:t>№ 5»,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Шпаковская Надежда Николаевна, воспитатель, ГБОУ СО </w:t>
      </w:r>
      <w:r>
        <w:rPr>
          <w:rFonts w:ascii="Liberation Serif" w:hAnsi="Liberation Serif" w:cs="Liberation Serif"/>
          <w:sz w:val="28"/>
          <w:szCs w:val="28"/>
        </w:rPr>
        <w:t>«Серовская</w:t>
      </w:r>
      <w:r>
        <w:rPr>
          <w:rFonts w:ascii="Liberation Serif" w:hAnsi="Liberation Serif" w:cs="Liberation Serif"/>
          <w:sz w:val="28"/>
          <w:szCs w:val="28"/>
        </w:rPr>
        <w:t xml:space="preserve"> школа № 2, реализующая адаптированные основные общеобразовательные программы»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Серовский ГО,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Штельц Ирина Борисовна, воспитатель, МБДОУ «Детский сад № 95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Штромбергер Светлана Васильевна, </w:t>
      </w:r>
      <w:r>
        <w:rPr>
          <w:rFonts w:ascii="Liberation Serif" w:hAnsi="Liberation Serif" w:cs="Liberation Serif"/>
          <w:sz w:val="28"/>
          <w:szCs w:val="28"/>
        </w:rPr>
        <w:t>воспитатель, МА ДОУ № 11,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Шумакова Ольга Владимировна, воспитатель, МАДОУ № 363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Шурыгина Ирина Ивановна, воспитатель, МАДОУ детский сад № 1 «Карусель»,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Щавелюк Ольга Алексеевна, </w:t>
      </w:r>
      <w:r>
        <w:rPr>
          <w:rFonts w:ascii="Liberation Serif" w:hAnsi="Liberation Serif" w:cs="Liberation Serif"/>
          <w:sz w:val="28"/>
          <w:szCs w:val="28"/>
        </w:rPr>
        <w:t xml:space="preserve">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98»,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Щербакова Лариса Эрнестовна, воспитатель,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83»,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Щербакова Оксана Сергеевна,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92» КГО, Камышловский ГО</w:t>
      </w:r>
      <w:r>
        <w:rPr>
          <w:rFonts w:ascii="Liberation Serif" w:hAnsi="Liberation Serif" w:cs="Liberation Serif"/>
          <w:sz w:val="28"/>
          <w:szCs w:val="28"/>
        </w:rPr>
        <w:t xml:space="preserve">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Щучьева Ирина Сергеевна, воспитатель, МАДОУ «Детский сад № 29 «Даренка», ГО «Город Лесной»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Эйвазова Марина Владимировна, воспитатель, МАДОУ ЦРР № 587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Юдина Наталья Андреевна, воспитатель, ГБОУ СО «Нижнета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гильская школа-интернат»,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Юдина Наталья Дмитриевна, </w:t>
      </w:r>
      <w:r>
        <w:rPr>
          <w:rFonts w:ascii="Liberation Serif" w:hAnsi="Liberation Serif" w:cs="Liberation Serif"/>
          <w:sz w:val="28"/>
          <w:szCs w:val="28"/>
        </w:rPr>
        <w:t xml:space="preserve">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color w:val="000000"/>
          <w:sz w:val="28"/>
          <w:szCs w:val="28"/>
        </w:rPr>
        <w:t>Юнусова Светлана Фаридовна, воспитатель, МАДОУ «Детский сад № 28», ГО Верхняя Пышма,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Юнцевич Юлия </w:t>
      </w:r>
      <w:r>
        <w:rPr>
          <w:rFonts w:ascii="Liberation Serif" w:hAnsi="Liberation Serif" w:cs="Liberation Serif"/>
          <w:sz w:val="28"/>
          <w:szCs w:val="28"/>
        </w:rPr>
        <w:t>Викторовна, воспитатель, МКДОУ «Таборинский детский сад», Таборинский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Юровских Евгения Васильевна, воспитатель, ГБОУ СО «ЦПМСС «Эхо»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Юсупова Светлана Валерьевна, воспитатель, МАДОУ Новолялинского ГО «Детский сад о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бщеразвивающего вида № 4 «Сказка», Новолялинский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Юферова Наталья Александровна, воспитатель, МАДОУ детский сад 3,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Ябурова Зоя Сергеевна, воспитатель, МБДОУ Детский сад № 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Яковлева Ирина Александро</w:t>
      </w:r>
      <w:r>
        <w:rPr>
          <w:rFonts w:ascii="Liberation Serif" w:hAnsi="Liberation Serif" w:cs="Liberation Serif"/>
          <w:sz w:val="28"/>
          <w:szCs w:val="28"/>
        </w:rPr>
        <w:t xml:space="preserve">вна, воспитатель, МКДОУ АГО «Ачитский детский сад «Улыбка» – филиал Ачитский детский сад «Тополек», Ачитский ГО,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Яковлева Любовь Васильевна, воспитатель, ГБОУ СО «Карпинская школа- интернат», 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Яконцева Людмила Владимировна, </w:t>
      </w:r>
      <w:r>
        <w:rPr>
          <w:rFonts w:ascii="Liberation Serif" w:hAnsi="Liberation Serif" w:cs="Liberation Serif"/>
          <w:sz w:val="28"/>
          <w:szCs w:val="28"/>
        </w:rPr>
        <w:t>воспитатель, МДОУ «ЦРР – детский сад «Улыбка»,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Якунина Ольга Владимировна, воспитатель, МАДОУ № 23,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Яранцева Валентина Ивановна, воспитатель, МКДОУ № 1 – детский сад комбинированного вида «Солнышко», Бисертский </w:t>
      </w:r>
      <w:r>
        <w:rPr>
          <w:rFonts w:ascii="Liberation Serif" w:hAnsi="Liberation Serif" w:cs="Liberation Serif"/>
          <w:sz w:val="28"/>
          <w:szCs w:val="28"/>
        </w:rPr>
        <w:t>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Яренских Ольга Александровна, воспитатель,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70 общеразвивающего вида с приоритетным осуществлением деятельности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художественно-эстетическому направлению развития детей»,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Ярина Светлана </w:t>
      </w:r>
      <w:r>
        <w:rPr>
          <w:rFonts w:ascii="Liberation Serif" w:hAnsi="Liberation Serif" w:cs="Liberation Serif"/>
          <w:sz w:val="28"/>
          <w:szCs w:val="28"/>
        </w:rPr>
        <w:t>Валерьевна, воспитатель, МАДОУ «Детский сад № 7», ГО 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eastAsia="Liberation Serif" w:hAnsi="Liberation Serif" w:cs="Liberation Serif"/>
          <w:sz w:val="28"/>
          <w:szCs w:val="28"/>
        </w:rPr>
      </w:pPr>
      <w:r>
        <w:rPr>
          <w:rFonts w:ascii="Liberation Serif" w:eastAsia="Liberation Serif" w:hAnsi="Liberation Serif" w:cs="Liberation Serif"/>
          <w:sz w:val="28"/>
          <w:szCs w:val="28"/>
        </w:rPr>
        <w:t>Ярмиева Елена Леонидовна, воспитатель, МАДОУ Детский сад № 4 «Василек», Туринский ГО, ВКК.</w:t>
      </w:r>
    </w:p>
    <w:p w:rsidR="00AD1BAA" w:rsidRDefault="00AD1BAA">
      <w:pPr>
        <w:tabs>
          <w:tab w:val="left" w:pos="0"/>
          <w:tab w:val="left" w:pos="426"/>
          <w:tab w:val="left" w:pos="1276"/>
        </w:tabs>
        <w:spacing w:after="0"/>
        <w:ind w:right="-1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0"/>
          <w:tab w:val="left" w:pos="1418"/>
          <w:tab w:val="left" w:pos="5378"/>
          <w:tab w:val="left" w:pos="8628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Инструктор-методист</w:t>
      </w:r>
    </w:p>
    <w:p w:rsidR="00AD1BAA" w:rsidRDefault="00AD1BAA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10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Бурцева Галина Анатольевна, инструктор-методист, МАУ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ДО «ДЮСШ № 2», Но</w:t>
      </w:r>
      <w:r>
        <w:rPr>
          <w:rFonts w:ascii="Liberation Serif" w:hAnsi="Liberation Serif" w:cs="Liberation Serif"/>
          <w:sz w:val="28"/>
          <w:szCs w:val="28"/>
        </w:rPr>
        <w:t>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Цыкунова Наталья Михайловна, инструктор-методист, МАУ ДО СТиЭ «Конжак», 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Ямаева Алевтина Вадимовна, инструктор-методист, МБУ ДО ДЮСШ «Межшкольный стадион» № 2, МО «город Екатеринбург», 1КК.</w:t>
      </w:r>
    </w:p>
    <w:p w:rsidR="00AD1BAA" w:rsidRDefault="00AD1BAA">
      <w:pPr>
        <w:tabs>
          <w:tab w:val="left" w:pos="0"/>
          <w:tab w:val="left" w:pos="426"/>
          <w:tab w:val="left" w:pos="1276"/>
        </w:tabs>
        <w:spacing w:after="0"/>
        <w:ind w:right="-1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left="568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Инструктор по физической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культуре</w:t>
      </w:r>
    </w:p>
    <w:p w:rsidR="00AD1BAA" w:rsidRDefault="00AD1BAA">
      <w:pPr>
        <w:tabs>
          <w:tab w:val="left" w:pos="0"/>
        </w:tabs>
        <w:spacing w:after="0"/>
        <w:ind w:left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Адутова Роза Наифовна, инструктор по физической культуре, МАДОУ детский сад «Росток» структурное подразделение детский сад № 36,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Акиньшина Вероника Владимировна, инструктор по физической культуре, МАДОУ детский сад «Стр</w:t>
      </w:r>
      <w:r>
        <w:rPr>
          <w:rFonts w:ascii="Liberation Serif" w:hAnsi="Liberation Serif" w:cs="Liberation Serif"/>
          <w:sz w:val="28"/>
          <w:szCs w:val="28"/>
        </w:rPr>
        <w:t>ана чудес» структурное подразделение детский сад № 12,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Анкушина Наталья Викторовна, инструктор по физической культуре, МАДОУ детский сад № 15,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Артеменкова Людмила Алексеевна, инструктор по физической культуре, </w:t>
      </w:r>
      <w:r>
        <w:rPr>
          <w:rFonts w:ascii="Liberation Serif" w:hAnsi="Liberation Serif" w:cs="Liberation Serif"/>
          <w:sz w:val="28"/>
          <w:szCs w:val="28"/>
        </w:rPr>
        <w:t>МАДОУ НТГО детский сад «Чебурашка»,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Безрукова Екатерина Николаевна, инструктор по физической культуре, МАДОУ № 16 «Тополек», Серовский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Бекмеметьева Любовь Сергеевна, инструктор по физической культуре, МАДОУ «Детский сад № 1</w:t>
      </w:r>
      <w:r>
        <w:rPr>
          <w:rFonts w:ascii="Liberation Serif" w:hAnsi="Liberation Serif"/>
          <w:sz w:val="28"/>
          <w:szCs w:val="28"/>
        </w:rPr>
        <w:t xml:space="preserve"> «Аленка»,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Белкина Анна Николаевна, инструктор по физической культуре, МБДОУ детский сад № 35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Белопашенцева Ирина Валерьевна, инструктор по физической культуре, МБДОУ № 548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Белькова Татьяна Карапетовна, инструктор по физической культуре, МАДОУ № 2, ГО Сухой Лог,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kern w:val="3"/>
          <w:sz w:val="28"/>
          <w:szCs w:val="28"/>
        </w:rPr>
        <w:t>Беляевских Светлана Анатольевна, инструктор по физической культуре, МБДОУ ГО Заречный «Маленькая страна», ГО Заречный,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Блюмберг Наталья Юрьевна, инстр</w:t>
      </w:r>
      <w:r>
        <w:rPr>
          <w:rFonts w:ascii="Liberation Serif" w:hAnsi="Liberation Serif" w:cs="Liberation Serif"/>
          <w:sz w:val="28"/>
          <w:szCs w:val="28"/>
        </w:rPr>
        <w:t>уктор по физической культуре, МАДОУ Новолялинского ГО «Детский сад общеразвивающего вида № 4 «Сказка», Новолялинский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Бологова Наталия Александровна, инструктор по физической культуре, МДОУ «Гаевский детский сад», Ирбитское МО,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Бориславская На</w:t>
      </w:r>
      <w:r>
        <w:rPr>
          <w:rFonts w:ascii="Liberation Serif" w:hAnsi="Liberation Serif" w:cs="Liberation Serif"/>
          <w:sz w:val="28"/>
          <w:szCs w:val="28"/>
        </w:rPr>
        <w:t xml:space="preserve">талья Ивановна, инструктор по физической культуре, МАДОУ детский сад № 1 г. Ивделя, Ивдельский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Борисова Надежда Сергеевна, инструктор по физической культуре, МБДОУ № 341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Бочарова Галина Юрьевна, инструктор по физиче</w:t>
      </w:r>
      <w:r>
        <w:rPr>
          <w:rFonts w:ascii="Liberation Serif" w:hAnsi="Liberation Serif" w:cs="Liberation Serif"/>
          <w:sz w:val="28"/>
          <w:szCs w:val="28"/>
        </w:rPr>
        <w:t>ской культуре, филиал МАДОУ «Детский сад № 70» – «Детский сад № 41»,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Бочкарева Наталья Владимировна, инструктор по физической культуре, МАДОУ № 4, 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Бузмакова Лариса Борисовна, инструктор по физической культуре,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«Академия детства» СП д/с № 196,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Буторина Яна Борисовна, инструктор по физической культуре, МАДОУ № 559,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Бутыгина Наталья Леонидовна,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МБДОУ № 28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Бушланова Наталья Геннадьевна, инструктор по физической культуре, МДОУ «Золотой петушок», Ирбитское МО,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Воронцова Марина Владимировна, инструктор по физической культуре, МАДОУ детский сад № 50, ГО Ревда,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Вохмянина Лариса </w:t>
      </w:r>
      <w:r>
        <w:rPr>
          <w:rFonts w:ascii="Liberation Serif" w:hAnsi="Liberation Serif" w:cs="Liberation Serif"/>
          <w:bCs/>
          <w:sz w:val="28"/>
          <w:szCs w:val="28"/>
        </w:rPr>
        <w:t>Владимировна,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МБДОУ «Центр «Радуга»,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Галактионова Надежда Васильевна, инструктора по физической культуре, МАДОУ «Детский сад № 8 «Сказка»,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Гоглачева Елена Михайловна, </w:t>
      </w:r>
      <w:r>
        <w:rPr>
          <w:rFonts w:ascii="Liberation Serif" w:hAnsi="Liberation Serif" w:cs="Liberation Serif"/>
          <w:sz w:val="28"/>
          <w:szCs w:val="28"/>
        </w:rPr>
        <w:t>инструктор по физической культуре, МБДОУ № 426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Гордеева Ирина Владимировна, инструктор по физической культуре, МАДОУ детский сад «Колобок»,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Горохова Ольга Сергеевна, инструктор по физической культуре, МБДО</w:t>
      </w:r>
      <w:r>
        <w:rPr>
          <w:rFonts w:ascii="Liberation Serif" w:hAnsi="Liberation Serif" w:cs="Liberation Serif"/>
          <w:sz w:val="28"/>
          <w:szCs w:val="28"/>
        </w:rPr>
        <w:t>У № 49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Гридина Кристина Анатольевна, инструктор по физической культуре, МКДОУ Порошинский детский сад № 10,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Гусева Алёна Францевна, инструктор по физической культуре, МБДОУ № 438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</w:t>
      </w:r>
      <w:r>
        <w:rPr>
          <w:rFonts w:ascii="Liberation Serif" w:hAnsi="Liberation Serif" w:cs="Liberation Serif"/>
          <w:sz w:val="28"/>
          <w:szCs w:val="28"/>
        </w:rPr>
        <w:t>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Денисова Наталья Владимировна, инструктор по физической культуре,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«Солнышко» СП № 138,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Денисова Ольга Борисовна,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МБДОУ № 461,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Долгова Наталья Вла</w:t>
      </w:r>
      <w:r>
        <w:rPr>
          <w:rFonts w:ascii="Liberation Serif" w:hAnsi="Liberation Serif" w:cs="Liberation Serif"/>
          <w:sz w:val="28"/>
          <w:szCs w:val="28"/>
        </w:rPr>
        <w:t>димировна, инструктор по физической культуре, МАДОУ № 479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Дубовченко Елена Александровна,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МАДОУ «Детский сад № 25», ГО Верхний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Дюпина Евгения Леонидовна, инструктор по 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физической культуре, МАДОУ – детский сад № 44,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Дюпина Евгения Леонидовна, инструктор по физической культуре, МАДОУ – детский сад № 44,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Ермакова Наиля Искандаровна, инструктор по физической культуре, МБДОУ </w:t>
      </w:r>
      <w:r>
        <w:rPr>
          <w:rFonts w:ascii="Liberation Serif" w:hAnsi="Liberation Serif" w:cs="Liberation Serif"/>
          <w:sz w:val="28"/>
          <w:szCs w:val="28"/>
        </w:rPr>
        <w:t>«Детский сад № 41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Ермичева Галина Давыдовна, инструктор по физической культуре, МАДОУ детский сад № 26 г. Ивделя, Ивдельский ГО,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Захарова Елена Адольфовна, инструктор по физической культуре, МБДОУ</w:t>
      </w:r>
      <w:r>
        <w:rPr>
          <w:rFonts w:ascii="Liberation Serif" w:hAnsi="Liberation Serif" w:cs="Liberation Serif"/>
          <w:sz w:val="28"/>
          <w:szCs w:val="28"/>
        </w:rPr>
        <w:t xml:space="preserve"> № 419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Зеленовская Елена Степановна, инструктор по физической культуре, МКДОУ «Мартюшевский детский сад «Искорка»,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Зуева Наталья Александровна, инструктор по физической культуре, МАДОУ – детский сад № 39, Г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Ивлиева Александра Андреевна, инструктор по физической культуре, МАДОУ ПГО «Детский сад № 65 комбинированного 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Кадочникова Анастасия Валерьевна, инструктор по физической культуре, МАДОУ</w:t>
      </w:r>
      <w:r>
        <w:rPr>
          <w:rFonts w:ascii="Liberation Serif" w:hAnsi="Liberation Serif" w:cs="Liberation Serif"/>
          <w:b/>
          <w:sz w:val="28"/>
          <w:szCs w:val="28"/>
        </w:rPr>
        <w:t xml:space="preserve"> «</w:t>
      </w:r>
      <w:r>
        <w:rPr>
          <w:rFonts w:ascii="Liberation Serif" w:hAnsi="Liberation Serif" w:cs="Liberation Serif"/>
          <w:sz w:val="28"/>
          <w:szCs w:val="28"/>
        </w:rPr>
        <w:t xml:space="preserve">Детский сад № 170» </w:t>
      </w:r>
      <w:r>
        <w:rPr>
          <w:rFonts w:ascii="Liberation Serif" w:hAnsi="Liberation Serif" w:cs="Liberation Serif"/>
          <w:sz w:val="28"/>
          <w:szCs w:val="28"/>
        </w:rPr>
        <w:t>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Казакова Елена Александровна, инструктор по физической культуре, МБДОУ «Детский сад № 102 общеразвивающего вида с приоритетным осуществлением деятельности по художественно-эстетическому направлению развития детей», Каменск-Ура</w:t>
      </w:r>
      <w:r>
        <w:rPr>
          <w:rFonts w:ascii="Liberation Serif" w:hAnsi="Liberation Serif" w:cs="Liberation Serif"/>
          <w:sz w:val="28"/>
          <w:szCs w:val="28"/>
        </w:rPr>
        <w:t>льский ГО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  <w:lang w:eastAsia="ru-RU"/>
        </w:rPr>
        <w:t>Казакова Наталия Александровна, инструктор по физической культуре, МБДОУ детский сад № 24 «Сказка»,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color w:val="000000"/>
          <w:sz w:val="28"/>
          <w:szCs w:val="28"/>
        </w:rPr>
        <w:t>Кандакова Ирина Николаевна, инструктор по физической культуре, МАДОУ «Детский сад № 11», ГО Верхняя Пышма,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</w:t>
      </w:r>
      <w:r>
        <w:rPr>
          <w:rFonts w:ascii="Liberation Serif" w:hAnsi="Liberation Serif" w:cs="Liberation Serif"/>
          <w:sz w:val="28"/>
          <w:szCs w:val="28"/>
        </w:rPr>
        <w:t>арачева Татьяна Рифовна, инструктор по физической культуре, МАДОУ «Детский сад «Теремок», ГО Верхнее Дуброво,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Карнаухова Елена Валерьевна,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МАДОУ № 134,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Кетова Надежда Алексеевна, инструк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тор по физической культуре, МАДОУ «Детский сад «Радуга», Артинский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Кисарина Ирина Федоровна, инструктор по физической культуре, МБДОУ № 464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Кичигина Ольга Юрьевна, инструктор по физической культуре, МАДОУ № 151, МО 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Колобова Светлана Юрьевна, инструктор по физической культуре, МАДОУ ЦРР № 32,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Комаровских Нина Ивановна, инструктор по физической культуре, МАДОУ № 145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Коновалова Галина </w:t>
      </w:r>
      <w:r>
        <w:rPr>
          <w:rFonts w:ascii="Liberation Serif" w:hAnsi="Liberation Serif" w:cs="Liberation Serif"/>
          <w:sz w:val="28"/>
          <w:szCs w:val="28"/>
        </w:rPr>
        <w:t>Алексеевна, инструктор по физической культуре, МАДОУ детский сад 3,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Коренькова Елена Александровна, инструктор по физической культуре, МАДОУ детский сад № 39,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Корецкая Любовь Ивановна, инструктор по физической культу</w:t>
      </w:r>
      <w:r>
        <w:rPr>
          <w:rFonts w:ascii="Liberation Serif" w:hAnsi="Liberation Serif" w:cs="Liberation Serif"/>
          <w:sz w:val="28"/>
          <w:szCs w:val="28"/>
        </w:rPr>
        <w:t>ре, МАДОУ Детский сад № 2 «Колокольчик», Туринский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Коробицына Анастасия Дмитриевна, инструктор по физической культуре, МАДОУ</w:t>
      </w:r>
      <w:r>
        <w:rPr>
          <w:rFonts w:ascii="Liberation Serif" w:hAnsi="Liberation Serif"/>
          <w:b/>
          <w:sz w:val="28"/>
          <w:szCs w:val="28"/>
        </w:rPr>
        <w:t xml:space="preserve"> «</w:t>
      </w:r>
      <w:r>
        <w:rPr>
          <w:rFonts w:ascii="Liberation Serif" w:hAnsi="Liberation Serif"/>
          <w:sz w:val="28"/>
          <w:szCs w:val="28"/>
        </w:rPr>
        <w:t>Детский сад комбинированного вида № 14»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Коробицына Людмила Павловна, инструктор по физическ</w:t>
      </w:r>
      <w:r>
        <w:rPr>
          <w:rFonts w:ascii="Liberation Serif" w:hAnsi="Liberation Serif" w:cs="Liberation Serif"/>
          <w:sz w:val="28"/>
          <w:szCs w:val="28"/>
        </w:rPr>
        <w:t>ой культуре, МАДОУ детский сад № 19, ГО Богданович,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t xml:space="preserve">Коробова Ольга Александровна, инструктор по физической культуре, МАДОУ «Умка», </w:t>
      </w:r>
      <w:r>
        <w:rPr>
          <w:rFonts w:ascii="Liberation Serif" w:hAnsi="Liberation Serif"/>
          <w:sz w:val="28"/>
          <w:szCs w:val="28"/>
          <w:shd w:val="clear" w:color="auto" w:fill="FFFFFF"/>
        </w:rPr>
        <w:t>ГО Карпинск,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Криницына Светлана Петровна,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МАДОУ № 43 «Буратино», Верхнесалдински</w:t>
      </w:r>
      <w:r>
        <w:rPr>
          <w:rFonts w:ascii="Liberation Serif" w:hAnsi="Liberation Serif" w:cs="Liberation Serif"/>
          <w:sz w:val="28"/>
          <w:szCs w:val="28"/>
          <w:lang w:eastAsia="ru-RU"/>
        </w:rPr>
        <w:t>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Крупина Анастасия Алексеевна,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МБДОУ № 54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Юлия Владимировна, инструктор по физической культуре, МАДОУ детский сад № 3 «Светлячок», Кировградский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Юлия </w:t>
      </w:r>
      <w:r>
        <w:rPr>
          <w:rFonts w:ascii="Liberation Serif" w:hAnsi="Liberation Serif" w:cs="Liberation Serif"/>
          <w:sz w:val="28"/>
          <w:szCs w:val="28"/>
        </w:rPr>
        <w:t>Юрьевна, инструктор по физической культуре, МАДОУ ЦРР – детский сад,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Кузовникова Надежда Михайловна, инструктор по физической культуре, МАДОУ д/с «Детство» – СП детский сад № 143,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Кузьмина Любовь Юрьевна, </w:t>
      </w:r>
      <w:r>
        <w:rPr>
          <w:rFonts w:ascii="Liberation Serif" w:hAnsi="Liberation Serif" w:cs="Liberation Serif"/>
          <w:sz w:val="28"/>
          <w:szCs w:val="28"/>
        </w:rPr>
        <w:t>инструктор по физической культуре, МАДОУ № 21 «Сказка»,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Курманова Александра Сергеевна, инструктор по физической культуре, МАДОУ № 25,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Куроян Асмик Гагиковна, инструктор по физической культуре, МБДОУ № 402, </w:t>
      </w:r>
      <w:r>
        <w:rPr>
          <w:rFonts w:ascii="Liberation Serif" w:hAnsi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Левина Марина Рифовна, инструктор по физической культуре, МБДОУ № 62,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Лира Елена Юрьевна, инструктор по физической культуре,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д/с № 25,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Лисьева Ольга Вадимовна, инструкто</w:t>
      </w:r>
      <w:r>
        <w:rPr>
          <w:rFonts w:ascii="Liberation Serif" w:hAnsi="Liberation Serif" w:cs="Liberation Serif"/>
          <w:sz w:val="28"/>
          <w:szCs w:val="28"/>
        </w:rPr>
        <w:t>р по физической культуре, МАДОУ детский сад «Росинка» обособленное структурное подразделение детский сад № 6,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Мазная Кристина Александровна, инструктор по физической культуре, МАДОУ «Детский сад № 12»,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Марсак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ова Юлия Сергеевна, инструктор по физической культуре, </w:t>
      </w:r>
      <w:r>
        <w:rPr>
          <w:rFonts w:ascii="Liberation Serif" w:hAnsi="Liberation Serif" w:cs="Liberation Serif"/>
          <w:sz w:val="28"/>
          <w:szCs w:val="28"/>
        </w:rPr>
        <w:t xml:space="preserve">МБДОУ «Детский сад комбинированного вида № 5 «Светлячок», Арамильский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 w:bidi="ru-RU"/>
        </w:rPr>
        <w:t xml:space="preserve">Мартьянова Татьяна Юрьевна, </w:t>
      </w:r>
      <w:r>
        <w:rPr>
          <w:rFonts w:ascii="Liberation Serif" w:hAnsi="Liberation Serif" w:cs="Liberation Serif"/>
          <w:sz w:val="28"/>
          <w:szCs w:val="28"/>
        </w:rPr>
        <w:t>инструктор по физической культуре, МАДОУ</w:t>
      </w:r>
      <w:r>
        <w:rPr>
          <w:rFonts w:ascii="Liberation Serif" w:hAnsi="Liberation Serif" w:cs="Liberation Serif"/>
          <w:b/>
          <w:sz w:val="28"/>
          <w:szCs w:val="28"/>
        </w:rPr>
        <w:t xml:space="preserve"> «</w:t>
      </w:r>
      <w:r>
        <w:rPr>
          <w:rFonts w:ascii="Liberation Serif" w:hAnsi="Liberation Serif" w:cs="Liberation Serif"/>
          <w:sz w:val="28"/>
          <w:szCs w:val="28"/>
        </w:rPr>
        <w:t>Детский сад № 13»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Мары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 Анжелика Сергеевна,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 МАДОУ д/с № 65 г. Нижние Серги,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Махаева Оксана Георгиевна, инструктор по физической культуре, МАДОУ № 349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Махонина Ольга Владимировна, и</w:t>
      </w:r>
      <w:r>
        <w:rPr>
          <w:rFonts w:ascii="Liberation Serif" w:hAnsi="Liberation Serif" w:cs="Liberation Serif"/>
          <w:sz w:val="28"/>
          <w:szCs w:val="28"/>
        </w:rPr>
        <w:t>нструктор по физической культуре, МАДОУ № 60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Машканцева Наталья Владимировна, инструктор по физической культуре, № 253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Медведева Елена Викторовна,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МБДОУ № 20 «</w:t>
      </w:r>
      <w:r>
        <w:rPr>
          <w:rFonts w:ascii="Liberation Serif" w:hAnsi="Liberation Serif" w:cs="Liberation Serif"/>
          <w:sz w:val="28"/>
          <w:szCs w:val="28"/>
          <w:lang w:eastAsia="ru-RU"/>
        </w:rPr>
        <w:t>Кораблик»,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Мелехина Татьяна Леонидовна, инструктор по физической культуре, МКДОУ Обуховский детский сад № 2, Камышловский МР СО, 1 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Мизеркова Ирина Михайловна, инструктор по физической культуре, МБДОУ ГО Заречный «Детство» стру</w:t>
      </w:r>
      <w:r>
        <w:rPr>
          <w:rFonts w:ascii="Liberation Serif" w:hAnsi="Liberation Serif" w:cs="Liberation Serif"/>
          <w:sz w:val="28"/>
          <w:szCs w:val="28"/>
        </w:rPr>
        <w:t xml:space="preserve">ктурное подразделение «Светлячок»,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Мингалимова Яна Игоревна, инструктор по физической культуре, МБДОУ № 407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Миридонова Ольга Васильевна, инструктор по физической культуре, МАДОУ «Детский сад № 39», ГО Богда</w:t>
      </w:r>
      <w:r>
        <w:rPr>
          <w:rFonts w:ascii="Liberation Serif" w:hAnsi="Liberation Serif" w:cs="Liberation Serif"/>
          <w:sz w:val="28"/>
          <w:szCs w:val="28"/>
        </w:rPr>
        <w:t>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Мицкевич Светлана Владимировна, инструктор по физической культуре, МАДОУ ЦРР № 556,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Нагибина Ирина Сергеевна, инструктор по физической культуре, МАДОУ</w:t>
      </w:r>
      <w:r>
        <w:rPr>
          <w:rFonts w:ascii="Liberation Serif" w:hAnsi="Liberation Serif"/>
          <w:b/>
          <w:sz w:val="28"/>
          <w:szCs w:val="28"/>
        </w:rPr>
        <w:t xml:space="preserve"> «</w:t>
      </w:r>
      <w:r>
        <w:rPr>
          <w:rFonts w:ascii="Liberation Serif" w:hAnsi="Liberation Serif"/>
          <w:sz w:val="28"/>
          <w:szCs w:val="28"/>
        </w:rPr>
        <w:t xml:space="preserve">Детский сад комбинированного вида № 14» КГО, Камышловский ГО </w:t>
      </w:r>
      <w:r>
        <w:rPr>
          <w:rFonts w:ascii="Liberation Serif" w:hAnsi="Liberation Serif"/>
          <w:sz w:val="28"/>
          <w:szCs w:val="28"/>
        </w:rPr>
        <w:t>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Налимова Олеся Владимировна, инструктор по физической культуре, БМАДОУ «Детский сад № 1», Березовский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Нелеп Наталья Владимировна,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МАДОУ «Детский сад № 12»,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Нисковских Анна </w:t>
      </w:r>
      <w:r>
        <w:rPr>
          <w:rFonts w:ascii="Liberation Serif" w:hAnsi="Liberation Serif" w:cs="Liberation Serif"/>
          <w:sz w:val="28"/>
          <w:szCs w:val="28"/>
        </w:rPr>
        <w:t>Андрияновна, инструктор по физической культуре, МАДОУ «Детский сад «Теремок»,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Новопашина Гульзира Миндиахметовна, инструктор по физической культуре, МАДОУ «Детский сад № 47»,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Новоселова Елена Владимировна, инстр</w:t>
      </w:r>
      <w:r>
        <w:rPr>
          <w:rFonts w:ascii="Liberation Serif" w:hAnsi="Liberation Serif" w:cs="Liberation Serif"/>
          <w:sz w:val="28"/>
          <w:szCs w:val="28"/>
        </w:rPr>
        <w:t>уктор по физической культуре, МБДОУ «Детский сад № 42»,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Новоселова Наталья Юрьевна, инструктор по физической культуре, МАДОУ детский сад «Росток» структурное подразделение детский сад № 35,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Осинцева Надежд</w:t>
      </w:r>
      <w:r>
        <w:rPr>
          <w:rFonts w:ascii="Liberation Serif" w:hAnsi="Liberation Serif" w:cs="Liberation Serif"/>
          <w:sz w:val="28"/>
          <w:szCs w:val="28"/>
        </w:rPr>
        <w:t>а Вячеславовна, инструктор по физической культуре, МДОУ «Детский сад № 18», ГО Богданович,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Осинцева Татьяна Павловна, инструктор по физической культуре, МБДОУ «Детский сад № 39», МО город Алапаевск,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Панина Алёна Александровна, инструктор по физи</w:t>
      </w:r>
      <w:r>
        <w:rPr>
          <w:rFonts w:ascii="Liberation Serif" w:hAnsi="Liberation Serif" w:cs="Liberation Serif"/>
          <w:sz w:val="28"/>
          <w:szCs w:val="28"/>
        </w:rPr>
        <w:t>ческой культуре, МАДОУ детский сад «Росинка» обособленное структурное подразделение детский сад № 1, Новоуральский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Панкова Наталья Борисовна, инструктор по физической культуре, МБДОУ «Детский сад № 15 «Алёнушка» присмотра и оздоровления», ГО «Г</w:t>
      </w:r>
      <w:r>
        <w:rPr>
          <w:rFonts w:ascii="Liberation Serif" w:hAnsi="Liberation Serif" w:cs="Liberation Serif"/>
          <w:sz w:val="28"/>
          <w:szCs w:val="28"/>
        </w:rPr>
        <w:t>ород Лесной»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Паршукова Ольга Борисовна, инструктор по физической культуре, МБДОУ № 265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Пелипенко Ольга Александровна, инструктор по физической культуре, МАДОУ детский сад № 42 г. Ивделя, Ивдельский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Пестерева</w:t>
      </w:r>
      <w:r>
        <w:rPr>
          <w:rFonts w:ascii="Liberation Serif" w:hAnsi="Liberation Serif" w:cs="Liberation Serif"/>
          <w:sz w:val="28"/>
          <w:szCs w:val="28"/>
        </w:rPr>
        <w:t xml:space="preserve"> Татьяна Владимировна, инструктор по физической культуре, МБОУ НШДС № 105,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Петалова Виктория Юрьевна, инструктор по физической культуре, МКДОУ «Детский сад № 23 «Теремок», Талицкий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Печеркина Жанна Александровна, инструктор</w:t>
      </w:r>
      <w:r>
        <w:rPr>
          <w:rFonts w:ascii="Liberation Serif" w:hAnsi="Liberation Serif" w:cs="Liberation Serif"/>
          <w:sz w:val="28"/>
          <w:szCs w:val="28"/>
        </w:rPr>
        <w:t xml:space="preserve"> по физической культуре, МАДОУ «Детский сад № 9», ГО Богданович,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Пиксина Екатерина Ивановна, инструктор по физической культуре,</w:t>
      </w:r>
      <w:r>
        <w:rPr>
          <w:rFonts w:ascii="Liberation Serif" w:hAnsi="Liberation Serif" w:cs="Liberation Serif"/>
          <w:sz w:val="28"/>
          <w:szCs w:val="28"/>
        </w:rPr>
        <w:t xml:space="preserve"> БМАДОУ «Детский сад № 5»,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Пирогова Марина Викторовна, инструктор по физической культуре, МБДОУ «Детски</w:t>
      </w:r>
      <w:r>
        <w:rPr>
          <w:rFonts w:ascii="Liberation Serif" w:hAnsi="Liberation Serif" w:cs="Liberation Serif"/>
          <w:sz w:val="28"/>
          <w:szCs w:val="28"/>
        </w:rPr>
        <w:t>й сад № 98»,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>Погадаева Наталья Ивановна, инструктор по физической культуре, МАДОУ № 52 «Рябинка»,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Пономарева Людмила Юрьевна, инструктор по физической культуре, МБДОУ «Детский сад № 24 «Светлячок», ГО</w:t>
      </w:r>
      <w:r>
        <w:rPr>
          <w:rFonts w:ascii="Liberation Serif" w:hAnsi="Liberation Serif" w:cs="Liberation Serif"/>
          <w:sz w:val="28"/>
          <w:szCs w:val="28"/>
        </w:rPr>
        <w:t xml:space="preserve">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Пчелинцева Елена Анатольевна, инструктор по физической культуре, МБДОУ № 545, 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МО «город Екатеринбург», ВКК</w:t>
      </w:r>
      <w:r>
        <w:rPr>
          <w:rFonts w:ascii="Liberation Serif" w:hAnsi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Пылаева Татьяна Захаровна, инструктор по физической культуре, МКДОУ № 1 – детский сад комбинированного вида «Солнышко», </w:t>
      </w:r>
      <w:r>
        <w:rPr>
          <w:rFonts w:ascii="Liberation Serif" w:hAnsi="Liberation Serif" w:cs="Liberation Serif"/>
          <w:sz w:val="28"/>
          <w:szCs w:val="28"/>
        </w:rPr>
        <w:t>Бисертский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Разуева Екатерина Николаевна, инструктор по физической культуре, МАДОУ – детский сад № 21 «Ягодка», Белоярский ГО,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Рогожина Лариса Геннадьевна, инструктор по физической культуре, МАДОУ детский сад № 36 «Радуга», Невьянский ГО, 1КК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Рожкова Галина Геннадьевна, инструктор по физической культуре, МАДОУ «Детский сад № 35»,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Рыжкова Анна Андреевна,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МБДОУ № 371,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Рычкова Ольга Борисовна, инструктор по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физической культуре, </w:t>
      </w:r>
      <w:r>
        <w:rPr>
          <w:rFonts w:ascii="Liberation Serif" w:hAnsi="Liberation Serif" w:cs="Liberation Serif"/>
          <w:sz w:val="28"/>
          <w:szCs w:val="28"/>
        </w:rPr>
        <w:t>МАДОУ «Детский сад № 1 «Голубой кораблик»,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Савельева Наталья Аркадьевна, инструктор по физической культуре, </w:t>
      </w:r>
      <w:r>
        <w:rPr>
          <w:rFonts w:ascii="Liberation Serif" w:hAnsi="Liberation Serif" w:cs="Liberation Serif"/>
          <w:sz w:val="28"/>
          <w:szCs w:val="28"/>
        </w:rPr>
        <w:t>МБДОУ № 32 «Аленький цветочек», Режевской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Савина Наталия Константиновна, инструктор по физической </w:t>
      </w:r>
      <w:r>
        <w:rPr>
          <w:rFonts w:ascii="Liberation Serif" w:hAnsi="Liberation Serif" w:cs="Liberation Serif"/>
          <w:sz w:val="28"/>
          <w:szCs w:val="28"/>
        </w:rPr>
        <w:t>культуре, МАДОУ № 62, Кушвинский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Сащенко Наталья Сергеевна, инструктор по физической культуре, МБДОУ детский сад № 26 п. Горноуральский,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Семакина Елена Александровна, инструктор по физической культуре, МАДОУ «Детский сад № </w:t>
      </w:r>
      <w:r>
        <w:rPr>
          <w:rFonts w:ascii="Liberation Serif" w:hAnsi="Liberation Serif" w:cs="Liberation Serif"/>
          <w:sz w:val="28"/>
          <w:szCs w:val="28"/>
        </w:rPr>
        <w:t>9»,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Семенова Анастасия Борисовна, инструктор по физической культуре, МАДОУ ЦРР № 103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Сергеева Ирина Владимировна</w:t>
      </w: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, </w:t>
      </w:r>
      <w:r>
        <w:rPr>
          <w:rFonts w:ascii="Liberation Serif" w:eastAsia="Times New Roman" w:hAnsi="Liberation Serif"/>
          <w:bCs/>
          <w:sz w:val="28"/>
          <w:szCs w:val="28"/>
          <w:lang w:eastAsia="ru-RU"/>
        </w:rPr>
        <w:t>инструктор по физической культуре,</w:t>
      </w: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МАДОУ № 40, ГО Краснотурьинск, </w:t>
      </w:r>
      <w:r>
        <w:rPr>
          <w:rFonts w:ascii="Liberation Serif" w:hAnsi="Liberation Serif"/>
          <w:sz w:val="28"/>
          <w:szCs w:val="28"/>
          <w:shd w:val="clear" w:color="auto" w:fill="FFFFFF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Симонова </w:t>
      </w:r>
      <w:r>
        <w:rPr>
          <w:rFonts w:ascii="Liberation Serif" w:hAnsi="Liberation Serif" w:cs="Liberation Serif"/>
          <w:sz w:val="28"/>
          <w:szCs w:val="28"/>
        </w:rPr>
        <w:t>Галина Петровна, инструктор по физической культуре, МБДОУ «Детский сад № 88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Сиринова Светлана Юрьевна, инструктор по физической культуре, МБДОУ № 63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Сметанина Лидия Геннад</w:t>
      </w:r>
      <w:r>
        <w:rPr>
          <w:rFonts w:ascii="Liberation Serif" w:hAnsi="Liberation Serif" w:cs="Liberation Serif"/>
          <w:sz w:val="28"/>
          <w:szCs w:val="28"/>
        </w:rPr>
        <w:t>ьевна, инструктор по физической культуре, МКДОУ Байкаловский детский сад № 4 «Богатырь», Байкаловский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Солодовник Наталья Николаевна, инструктор по физической культуре, МАДОУ ПГО «Детский сад № 63 комбинированного 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Стахеева Анастасия Валерьевна, инструктор по физической культуре, МАДОУ «Детский сад «Сказка»,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Сулимова Наталия Николаевна, инструктор по физической культуре, МБДОУ «Детский сад № 7», ГО «город Ирбит»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Сыропятова Наталья Викторов</w:t>
      </w:r>
      <w:r>
        <w:rPr>
          <w:rFonts w:ascii="Liberation Serif" w:hAnsi="Liberation Serif" w:cs="Liberation Serif"/>
          <w:sz w:val="28"/>
          <w:szCs w:val="28"/>
        </w:rPr>
        <w:t>на, инструктор по физической культуре, МАДОУ «Детский сад «Сказка»,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Сычикова Галина Анатольевна, инструктор по физической культуре, МДОУ «ЦРР – детский сад «Улыбка»,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Тетерина Елена Юрьевна, инструктор по </w:t>
      </w:r>
      <w:r>
        <w:rPr>
          <w:rFonts w:ascii="Liberation Serif" w:hAnsi="Liberation Serif" w:cs="Liberation Serif"/>
          <w:sz w:val="28"/>
          <w:szCs w:val="28"/>
        </w:rPr>
        <w:t xml:space="preserve">физической культуре, МБДОУ «Детский сад № 106 комбинированного вида», Каменск-Уральский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Титова Надежда Юрьевна, инструктор по физической культуре, МБДОУ «Детский сад № 98»,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Товкач Татьяна Леонидовна, инструктор по</w:t>
      </w:r>
      <w:r>
        <w:rPr>
          <w:rFonts w:ascii="Liberation Serif" w:hAnsi="Liberation Serif" w:cs="Liberation Serif"/>
          <w:sz w:val="28"/>
          <w:szCs w:val="28"/>
        </w:rPr>
        <w:t xml:space="preserve"> физической культуре, МАДОУ № 177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Тропина Олеся Владимировна, инструктор по физической культуре, филиал МАДОУ «Детский сад № 70» – «Детский сад № 41»,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Туча Мария Владимировна, инструктор по физической ку</w:t>
      </w:r>
      <w:r>
        <w:rPr>
          <w:rFonts w:ascii="Liberation Serif" w:hAnsi="Liberation Serif" w:cs="Liberation Serif"/>
          <w:sz w:val="28"/>
          <w:szCs w:val="28"/>
        </w:rPr>
        <w:t>льтуре, МДОУ «Детский сад «Левушка»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Феоктистова Оксана Викторовна, инструктор по физической культуре, МАДОУ детский сад комбинированного вида № 39 «Родничок»,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Фомина Екатерина Владимировна, инструктор по физической </w:t>
      </w:r>
      <w:r>
        <w:rPr>
          <w:rFonts w:ascii="Liberation Serif" w:hAnsi="Liberation Serif" w:cs="Liberation Serif"/>
          <w:sz w:val="28"/>
          <w:szCs w:val="28"/>
        </w:rPr>
        <w:t>культуре, МДОУ «Детский сад «Чебурашка»,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Фоминых Ольга Леонидовна, инструктор по физической культуре, МБДОУ № 26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Хайдарова Наталия Васильевна, инструктор по физической культуре, МАДОУ «Детский сад № 2</w:t>
      </w:r>
      <w:r>
        <w:rPr>
          <w:rFonts w:ascii="Liberation Serif" w:hAnsi="Liberation Serif" w:cs="Liberation Serif"/>
          <w:sz w:val="28"/>
          <w:szCs w:val="28"/>
        </w:rPr>
        <w:t>6»,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Халилова Фирдауса Вагизовна, инструктор по физической культуре, филиал МАДОУ «Детский сад № 5» – «Детский сад № 10»,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Хандошка Елена Борисовна, инструктор по физической культуре, МАДОУ НТГО детский сад «Ёлочка</w:t>
      </w:r>
      <w:r>
        <w:rPr>
          <w:rFonts w:ascii="Liberation Serif" w:hAnsi="Liberation Serif" w:cs="Liberation Serif"/>
          <w:sz w:val="28"/>
          <w:szCs w:val="28"/>
        </w:rPr>
        <w:t>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Харина Оксана Петровна, инструктор по физической культуре, МАДОУ «Детский сад № 26»,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Хорькова Светлана Викторовна, инструктор по физической культуре, МАДОУ детский сад № 34,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Хуббатуллина </w:t>
      </w:r>
      <w:r>
        <w:rPr>
          <w:rFonts w:ascii="Liberation Serif" w:hAnsi="Liberation Serif" w:cs="Liberation Serif"/>
          <w:sz w:val="28"/>
          <w:szCs w:val="28"/>
        </w:rPr>
        <w:t>Лилия Султановна, инструктор по физической культуре, МАДОУ № 133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Чебыкина Наталья Витальевна, инструктор по физической культуре, МАДОУ НТГО детский сад «Золотой петушок»,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Чиркова Марина Борисовна, инст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МБДОУ детский сад № 2,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Шадрина Наталья Николаевна,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МАДОУ «Детский сад № 1», ГО Дегтярск,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Шанаурина Зухра Миндиахметовна, инструктор по физической культуре, МБДОУ № 339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</w:t>
      </w:r>
      <w:r>
        <w:rPr>
          <w:rFonts w:ascii="Liberation Serif" w:hAnsi="Liberation Serif" w:cs="Liberation Serif"/>
          <w:sz w:val="28"/>
          <w:szCs w:val="28"/>
        </w:rPr>
        <w:t>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Шаптякова Ольга Александровна, инструктор по физической культуре, МБДОУ детский сад № 17,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Шардина Анна Георгиевна,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МБДОУ № 466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Шемелева Ольга Викт</w:t>
      </w:r>
      <w:r>
        <w:rPr>
          <w:rFonts w:ascii="Liberation Serif" w:hAnsi="Liberation Serif" w:cs="Liberation Serif"/>
          <w:sz w:val="28"/>
          <w:szCs w:val="28"/>
        </w:rPr>
        <w:t>оровна, инструктор по физической культуре, МБДОУ Детский сад № 7 «Берёзка»,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Шершнева Юлия Владимировна,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МАДОУ № 19 «Чебурашка»,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Шипицына Людмила Геннадьевна, инструктор по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МАДОУ № 559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Шихова Елена Сергеевна, инструктор по физической культуре, МКДОУ «Детский сад № 22 «Рябинушка», Талицкий ГО,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Шишкина Марина Рауфовна, инструктор по физической культуре, МАДОУ детский сад</w:t>
      </w:r>
      <w:r>
        <w:rPr>
          <w:rFonts w:ascii="Liberation Serif" w:hAnsi="Liberation Serif" w:cs="Liberation Serif"/>
          <w:sz w:val="28"/>
          <w:szCs w:val="28"/>
        </w:rPr>
        <w:t xml:space="preserve"> № 2 «Росинка»,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Шумарова Екатерина Сергеевна, инструктор по физической культуре, МАДОУ № 43,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Шутько Гузал Ахмедчаевна, инструктор по физической культуре, МБДОУ № 523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Ярушин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 Юлия Анатольевна, инструктор по физической культуре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МКДОУ АГО «Ачитский детский сад «Улыбка» – филиал Ачитский детский сад «Тополек», Ачитский ГО, ВКК.</w:t>
      </w:r>
    </w:p>
    <w:p w:rsidR="00AD1BAA" w:rsidRDefault="00AD1BAA">
      <w:pPr>
        <w:tabs>
          <w:tab w:val="left" w:pos="0"/>
        </w:tabs>
        <w:spacing w:after="0"/>
        <w:ind w:left="568"/>
        <w:jc w:val="both"/>
        <w:rPr>
          <w:rFonts w:ascii="Liberation Serif" w:hAnsi="Liberation Serif" w:cs="Liberation Serif"/>
          <w:b/>
          <w:bCs/>
          <w:sz w:val="28"/>
          <w:szCs w:val="28"/>
          <w:lang w:eastAsia="ru-RU"/>
        </w:rPr>
      </w:pPr>
    </w:p>
    <w:p w:rsidR="00AD1BAA" w:rsidRDefault="00CA09AA">
      <w:pPr>
        <w:pStyle w:val="10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Концертмейстер</w:t>
      </w:r>
    </w:p>
    <w:p w:rsidR="00AD1BAA" w:rsidRDefault="00AD1BAA">
      <w:pPr>
        <w:pStyle w:val="10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Вандышева Елена Юрьевна, концертмейстер, МКУ ДО АГО «Ачитская ДШИ», Ачитский ГО,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Дерябина Татьяна Валерьевна, концертмейстер, ДШИ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А.А. Пантыкина, ГО Верхняя Тура,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Курильченко Наталья Леонидовна, концертмейстер, МУДО «Детская школа искусств»,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Мухаметзянова Елена Николаевна, концертмейстер, МАУ ДО </w:t>
      </w:r>
      <w:r>
        <w:rPr>
          <w:rFonts w:ascii="Liberation Serif" w:hAnsi="Liberation Serif" w:cs="Liberation Serif"/>
          <w:sz w:val="28"/>
          <w:szCs w:val="28"/>
          <w:lang w:eastAsia="ru-RU"/>
        </w:rPr>
        <w:t>ГДДЮТ, город Нижний Тагил,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>Назарова Наталья Николаевна, концертмейстер, МКУ ДО «Дворец творчества», Талицкий ГО, 1КК.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Николаева Алевтина Владимировна, концертмейстер, МКУ ДО АГО «Ачитская ДШИ»,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Соковец Ольга Евгеньевна, концертмейсте</w:t>
      </w:r>
      <w:r>
        <w:rPr>
          <w:rFonts w:ascii="Liberation Serif" w:hAnsi="Liberation Serif" w:cs="Liberation Serif"/>
          <w:bCs/>
          <w:sz w:val="28"/>
          <w:szCs w:val="28"/>
        </w:rPr>
        <w:t>р, МУДО «Детская музыкальная школа», Качканарский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Топоркова Марина Сидоровна, концертмейстер, МАУДО «Верхнесергинская детская школа искусств»,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Тюртяева Елена Геннадьевна, концертмейстер, МАУ ДО «ЦВР», Новоуральский </w:t>
      </w:r>
      <w:r>
        <w:rPr>
          <w:rFonts w:ascii="Liberation Serif" w:hAnsi="Liberation Serif" w:cs="Liberation Serif"/>
          <w:sz w:val="28"/>
          <w:szCs w:val="28"/>
        </w:rPr>
        <w:t>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Хайцев Виталий Валентинович, концертмейстер, </w:t>
      </w:r>
      <w:r>
        <w:rPr>
          <w:rFonts w:ascii="Liberation Serif" w:hAnsi="Liberation Serif" w:cs="Liberation Serif"/>
          <w:bCs/>
          <w:sz w:val="28"/>
          <w:szCs w:val="28"/>
        </w:rPr>
        <w:t>МБУ ДО ЦДТ Железнодорожного района, МО «город Екатеринбург», ВКК.</w:t>
      </w:r>
    </w:p>
    <w:p w:rsidR="00AD1BAA" w:rsidRDefault="00AD1BAA">
      <w:pPr>
        <w:tabs>
          <w:tab w:val="left" w:pos="0"/>
        </w:tabs>
        <w:spacing w:after="0"/>
        <w:ind w:left="568"/>
        <w:jc w:val="both"/>
        <w:rPr>
          <w:rFonts w:ascii="Liberation Serif" w:hAnsi="Liberation Serif" w:cs="Liberation Serif"/>
          <w:b/>
          <w:bCs/>
          <w:sz w:val="28"/>
          <w:szCs w:val="28"/>
          <w:lang w:eastAsia="ru-RU"/>
        </w:rPr>
      </w:pPr>
    </w:p>
    <w:p w:rsidR="00AD1BAA" w:rsidRDefault="00CA09AA">
      <w:pPr>
        <w:tabs>
          <w:tab w:val="left" w:pos="284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Мастер производственного обучения</w:t>
      </w:r>
    </w:p>
    <w:p w:rsidR="00AD1BAA" w:rsidRDefault="00AD1BAA">
      <w:pPr>
        <w:tabs>
          <w:tab w:val="left" w:pos="284"/>
        </w:tabs>
        <w:spacing w:after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Агеева Людмила Александровна, мастер производственного обучения (Технология продукции </w:t>
      </w:r>
      <w:r>
        <w:rPr>
          <w:rFonts w:ascii="Liberation Serif" w:hAnsi="Liberation Serif" w:cs="Liberation Serif"/>
          <w:sz w:val="28"/>
          <w:szCs w:val="28"/>
        </w:rPr>
        <w:t>общественного питания, ППКРС «Повар, кондитер»)</w:t>
      </w:r>
      <w:r>
        <w:rPr>
          <w:rFonts w:ascii="Liberation Serif" w:hAnsi="Liberation Serif" w:cs="Liberation Serif"/>
          <w:iCs/>
          <w:sz w:val="28"/>
          <w:szCs w:val="28"/>
        </w:rPr>
        <w:t xml:space="preserve">, ГАПОУ СО «Камышловский гуманитарно-технологический техникум», </w:t>
      </w:r>
      <w:r>
        <w:rPr>
          <w:rFonts w:ascii="Liberation Serif" w:hAnsi="Liberation Serif" w:cs="Liberation Serif"/>
          <w:sz w:val="28"/>
          <w:szCs w:val="28"/>
        </w:rPr>
        <w:t>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Ананьина Ольга Евгеньевна, мастер производственного обучения (Пекарь), ГАПОУ СО «Техникум индустрии питания и услуг «Кул</w:t>
      </w:r>
      <w:r>
        <w:rPr>
          <w:rFonts w:ascii="Liberation Serif" w:hAnsi="Liberation Serif" w:cs="Liberation Serif"/>
          <w:sz w:val="28"/>
          <w:szCs w:val="28"/>
        </w:rPr>
        <w:t xml:space="preserve">инар»,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Белостынин Михаил Константинович, мастер производственного обучения по программе подготовки квалифицированных рабочих, служащих «Мастер по обработке цифровой информации»,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Беляева Вера Александровна, </w:t>
      </w:r>
      <w:r>
        <w:rPr>
          <w:rFonts w:ascii="Liberation Serif" w:hAnsi="Liberation Serif" w:cs="Liberation Serif"/>
          <w:sz w:val="28"/>
          <w:szCs w:val="28"/>
        </w:rPr>
        <w:t xml:space="preserve">мастер производственного обучения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(по профессии монтажник санитарно-технических, вентиляционных систем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оборудования), ГАПОУ СО «Уральский техникум «Рифей»,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Беспалов Алексей Дмитриевич, мастер производственного обучения (те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хническое обслуживание и ремонт автомобильного транспорта), ГАПОУ СО «Ревдинский многопрофильный техникум»,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Бондаренко Ольга Александровна, мастер производственного обучения электротехнического профиля, ГАПОУ СО «Нижнетагильский техникум мет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аллообрабатывающих производств и сервиса»,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Габрахманова Ирина Леонидовна, мастер производственного обучения (строительство), ГАПОУ СО «Первоуральский политехникум»,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Горячкина Юлия Владимировна, мастер производ</w:t>
      </w:r>
      <w:r>
        <w:rPr>
          <w:rFonts w:ascii="Liberation Serif" w:hAnsi="Liberation Serif" w:cs="Liberation Serif"/>
          <w:sz w:val="28"/>
          <w:szCs w:val="28"/>
        </w:rPr>
        <w:t>ственного обучения (электрический и электромеханический профиль), ГАПОУ СО «Екатеринбургский политехникум»,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 xml:space="preserve">Гуломова Шарифа Хамровна, мастер производственного обучения, ГАПОУ СО «Высокогорский многопрофильный техникум», город </w:t>
      </w:r>
      <w:r>
        <w:rPr>
          <w:rFonts w:ascii="Liberation Serif" w:hAnsi="Liberation Serif"/>
          <w:sz w:val="28"/>
          <w:szCs w:val="28"/>
          <w:lang w:eastAsia="ru-RU"/>
        </w:rPr>
        <w:t>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Давыдова Марина Геннадьевна, мастер производственного обучения, ГАПОУ СО «Ирбитский политехникум»,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Дурыманова Анна Васильевна, мастер производственного обучения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обработке цифровой информации, ГАПОУ СО «Екате</w:t>
      </w:r>
      <w:r>
        <w:rPr>
          <w:rFonts w:ascii="Liberation Serif" w:hAnsi="Liberation Serif" w:cs="Liberation Serif"/>
          <w:sz w:val="28"/>
          <w:szCs w:val="28"/>
        </w:rPr>
        <w:t>ринбургский промышленно-технологический техникум имени В.М. Курочкина»,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Дюков Андрей Владимирович, мастер производственного обучения, укрупненная группа 13.00.00 Электро и теплоэнергетика, ГАПОУ СО «Камышловский техникум промы</w:t>
      </w:r>
      <w:r>
        <w:rPr>
          <w:rFonts w:ascii="Liberation Serif" w:hAnsi="Liberation Serif"/>
          <w:sz w:val="28"/>
          <w:szCs w:val="28"/>
        </w:rPr>
        <w:t>шленности и транспорта», Камышловский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Емельянова Ирина Юрьевна, мастер производственного обучения (повар, кондитер), ГАПОУ СО «Техникум индустрии питания и услуг «Кулинар»,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Замятин Алексей Сергеевич, мастер произво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дственного обучения, ГАПОУ СО «Каменск-Уральский агропромышленный техникум»,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Зарецкая Ольга Владимировна, мастер производственного обучения (ОПОП «Парикмахер»), ГБПОУ СО «Серовский металлургический техникум», Серовский ГО,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Зубов Николай Иванович, мастер производственного обучения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ППКРС «Автомеханик», по ППССЗ «Техническое обслуживание и ремонт автомобильного транспорта», ГАПОУ СО «Слободотуринский аграрно-экономический техникум»,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</w:t>
      </w:r>
      <w:r>
        <w:rPr>
          <w:rFonts w:ascii="Liberation Serif" w:hAnsi="Liberation Serif" w:cs="Liberation Serif"/>
          <w:sz w:val="28"/>
          <w:szCs w:val="28"/>
        </w:rPr>
        <w:t xml:space="preserve">а Елена Васильевна, мастер производственного обучения, ГАПОУ СО «Екатеринбургский экономико-технологический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Кабакова Татьяна Геннадьевна, мастер производственного обучения (строительный профиль), ГАПОУ СО «Алапаевск</w:t>
      </w:r>
      <w:r>
        <w:rPr>
          <w:rFonts w:ascii="Liberation Serif" w:hAnsi="Liberation Serif" w:cs="Liberation Serif"/>
          <w:sz w:val="28"/>
          <w:szCs w:val="28"/>
        </w:rPr>
        <w:t xml:space="preserve">ий многопрофильный техникум», МО город Алапаевск,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Катаева Венарида Фановна, мастер производственного обучения (профессия «Сварщик (ручной и частично механизированной сварки (наплавки», специальность «Сварочное производство»), ГАПОУ СО «Ревдинский мно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гопрофильный техникум», ГО Ревда,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Кондратьева Наталия Евгеньевна, мастер производственного обучения (автотранспортный профиль), ГАПОУ СО «Екатеринбургский политехникум»,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Костина Алена Владимировна, мастер </w:t>
      </w:r>
      <w:r>
        <w:rPr>
          <w:rFonts w:ascii="Liberation Serif" w:hAnsi="Liberation Serif" w:cs="Liberation Serif"/>
          <w:sz w:val="28"/>
          <w:szCs w:val="28"/>
        </w:rPr>
        <w:t>производственного обучения (повар-кондитер), ГАПОУ СО «АКТП»,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Кочнев Сергей Павлович, мастер производственного обучения (автотранспортный профиль), ГАПОУ СО «Уральский государственный колледж имени И.И. Ползунова», МО «город Екатеринбу</w:t>
      </w:r>
      <w:r>
        <w:rPr>
          <w:rFonts w:ascii="Liberation Serif" w:hAnsi="Liberation Serif" w:cs="Liberation Serif"/>
          <w:sz w:val="28"/>
          <w:szCs w:val="28"/>
        </w:rPr>
        <w:t>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Кочнева Татьяна Дамировна, мастер производственного обучения, ГАПОУ СО «Екатеринбургский экономико-технологический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Красулина Вероника Вячеславовна, мастер производственного обучения (парикмахерское искусст</w:t>
      </w:r>
      <w:r>
        <w:rPr>
          <w:rFonts w:ascii="Liberation Serif" w:hAnsi="Liberation Serif" w:cs="Liberation Serif"/>
          <w:sz w:val="28"/>
          <w:szCs w:val="28"/>
        </w:rPr>
        <w:t>во), ГБПОУ СО «Екатеринбургский техникум отраслевых технологий и сервиса»,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Кримжалова Людмила Владимировна, мастер производственного обучения (профессия «Токарь-универсал»), ГАПОУ СО «Ревдинский многопрофильный техникум»,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 Р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евда,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Куликова Ольга Владимировна, мастер производственного обучения электроэнергетического профиля, ГАПОУ СО «Екатеринбургский промышленно-технологический техникум имени В.М. Курочкина»,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Лебедева Гульнара Фанавиевна, мас</w:t>
      </w:r>
      <w:r>
        <w:rPr>
          <w:rFonts w:ascii="Liberation Serif" w:hAnsi="Liberation Serif" w:cs="Liberation Serif"/>
          <w:sz w:val="28"/>
          <w:szCs w:val="28"/>
        </w:rPr>
        <w:t>тер производственного обучения электротехнического профиля, ГАПОУ СО «Режевской политехникум»,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Левчина Ольга Анатольевна мастер производственного обучения (профессия «Мастер отделочных строительных и декоративных работ»), ГАПОУ СО «Ревди</w:t>
      </w:r>
      <w:r>
        <w:rPr>
          <w:rFonts w:ascii="Liberation Serif" w:hAnsi="Liberation Serif" w:cs="Liberation Serif"/>
          <w:sz w:val="28"/>
          <w:szCs w:val="28"/>
        </w:rPr>
        <w:t>нский многопрофильный техникум»,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Ленкова Оксана Геннадьевна, мастер производственного обучения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(ОП «Технология продукции общественного питания», «Повар, кондитер»), ГАПОУ СО «Красноуфимский многопрофильный техникум», ГО Красноуфимск СО,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Мелехов Алексей Юрьевич, мастер производственного обучения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 ОПОП «Электромонтер по ремонту и обслуживанию электрооборудования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сельскохозяйственном производстве», ГАПОУ СО «Артинский агропромышленный техникум»,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Мотовилов Михаил Ан</w:t>
      </w:r>
      <w:r>
        <w:rPr>
          <w:rFonts w:ascii="Liberation Serif" w:hAnsi="Liberation Serif" w:cs="Liberation Serif"/>
          <w:sz w:val="28"/>
          <w:szCs w:val="28"/>
        </w:rPr>
        <w:t>атольевич, мастер производственного обучения, ГАПОУ СО «Каменск-Уральский агропромышленный техникум»,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Мухаметшина Эльвира Фанисовна, мастер производственного обучения по ОП Сварщик (ручной и частично механизированной сварки (н</w:t>
      </w:r>
      <w:r>
        <w:rPr>
          <w:rFonts w:ascii="Liberation Serif" w:hAnsi="Liberation Serif" w:cs="Liberation Serif"/>
          <w:sz w:val="28"/>
          <w:szCs w:val="28"/>
        </w:rPr>
        <w:t>аплавки)), Сварочное производство, ГАПОУ СО «Берёзовский техникум «Профи», Берёзовский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Нестерова Светлана Юрьевна, мастер производственного обучения (швейный профиль), ГАПОУ СО «Первоуральский политехникум»,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Низавитин Михаил</w:t>
      </w:r>
      <w:r>
        <w:rPr>
          <w:rFonts w:ascii="Liberation Serif" w:hAnsi="Liberation Serif" w:cs="Liberation Serif"/>
          <w:sz w:val="28"/>
          <w:szCs w:val="28"/>
        </w:rPr>
        <w:t xml:space="preserve"> Петрович, мастер производственного обучения транспортного профиля ГАПОУ СО «Каменск-Уральский агропромышленный техникум»,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Овсянникова Ирина Ивановна, мастер производственного обучения, ГАПОУ СО «Каменск Уральский агропромышле</w:t>
      </w:r>
      <w:r>
        <w:rPr>
          <w:rFonts w:ascii="Liberation Serif" w:hAnsi="Liberation Serif" w:cs="Liberation Serif"/>
          <w:sz w:val="28"/>
          <w:szCs w:val="28"/>
        </w:rPr>
        <w:t>нный техникум»,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Паплина Светлана Владимировна, мастер производственного обучения (ОПОП «Закройщик»), ГАПОУ СО «Серовский политехнический техникум»,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Патрушева Елена Владимировна, мастер производственного обуч</w:t>
      </w:r>
      <w:r>
        <w:rPr>
          <w:rFonts w:ascii="Liberation Serif" w:hAnsi="Liberation Serif" w:cs="Liberation Serif"/>
          <w:sz w:val="28"/>
          <w:szCs w:val="28"/>
        </w:rPr>
        <w:t>ения, ГАПОУ СО «Уральский техникум «Рифей»,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Пирожок Мария Владимировна, мастер производственного обучения, ГАПОУ СО «НТГПК им. Н.А. Демидова»,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Подвойская Наталья Владимировна, мастер производственного </w:t>
      </w:r>
      <w:r>
        <w:rPr>
          <w:rFonts w:ascii="Liberation Serif" w:hAnsi="Liberation Serif" w:cs="Liberation Serif"/>
          <w:sz w:val="28"/>
          <w:szCs w:val="28"/>
        </w:rPr>
        <w:t xml:space="preserve">обучения, ОП «Контролер банка», ГАПОУ СО «Областной техникум дизайна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сервиса»,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Пономарева Людмила Викторовна, мастер производственного обучения, преподаватель, ООП «Парикмахер», ГАПОУ СО «Богдановичский политехникум», ГО Бо</w:t>
      </w:r>
      <w:r>
        <w:rPr>
          <w:rFonts w:ascii="Liberation Serif" w:eastAsia="Times New Roman" w:hAnsi="Liberation Serif" w:cs="Liberation Serif"/>
          <w:sz w:val="28"/>
          <w:szCs w:val="28"/>
        </w:rPr>
        <w:t>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Разумова Анна Владимировна, мастер производственного обучения, ГАПОУ СО «Уральский техникум «Рифей»,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Расковалова Эльмира Мирхатовна, мастер производственного обучения, ГАПОУ СО «Екатеринбургский </w:t>
      </w:r>
      <w:r>
        <w:rPr>
          <w:rFonts w:ascii="Liberation Serif" w:hAnsi="Liberation Serif" w:cs="Liberation Serif"/>
          <w:sz w:val="28"/>
          <w:szCs w:val="28"/>
        </w:rPr>
        <w:t>экономико-технологический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Румянцева Ирина Геннадьевна, мастер производственного обучения,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ОП «Художник по костюму», ГАПОУ СО «Областной техникум дизайна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сервиса»,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Савчук Татьяна Васи</w:t>
      </w:r>
      <w:r>
        <w:rPr>
          <w:rFonts w:ascii="Liberation Serif" w:hAnsi="Liberation Serif" w:cs="Liberation Serif"/>
          <w:sz w:val="28"/>
          <w:szCs w:val="28"/>
        </w:rPr>
        <w:t xml:space="preserve">льевна, мастер производственного обучения (сварочное производство), ГАПОУ СО «Екатеринбургский политехникум»,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/>
          <w:sz w:val="28"/>
          <w:szCs w:val="28"/>
        </w:rPr>
        <w:t>Салтанова Любовь Александровна, мастер производственного обучения укрупненная группа 54.00.00 Изобразительное и при</w:t>
      </w:r>
      <w:r>
        <w:rPr>
          <w:rFonts w:ascii="Liberation Serif" w:hAnsi="Liberation Serif"/>
          <w:sz w:val="28"/>
          <w:szCs w:val="28"/>
        </w:rPr>
        <w:t xml:space="preserve">кладные виды искусств, ГАПОУ СО «Камышловский техникум промышленности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и транспорта», 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Семенова Алена Анатольевна, мастер производственного обучения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ОП «Сварщик», ГАПОУ СО «Асбестовский политехникум»,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Смолокурова Ирина Михайловна, мастер производственного обучения строительного профиля, ГАПОУ СО «Баранчинский электромеханический техникум»,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Стахеев Леонид Анатольевич, мастер производственного обучения автотранспортного профиля, ГБПОУ </w:t>
      </w:r>
      <w:r>
        <w:rPr>
          <w:rFonts w:ascii="Liberation Serif" w:hAnsi="Liberation Serif" w:cs="Liberation Serif"/>
          <w:sz w:val="28"/>
          <w:szCs w:val="28"/>
        </w:rPr>
        <w:t>СО «Уральский техникум автомобильного транспорта и сервиса»,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Стенина Оксана Николаевна, мастер производственного обучения (Поварское и кондитерское дело, повар, кондитер), </w:t>
      </w:r>
      <w:r>
        <w:rPr>
          <w:rFonts w:ascii="Liberation Serif" w:hAnsi="Liberation Serif" w:cs="Liberation Serif"/>
          <w:sz w:val="28"/>
          <w:szCs w:val="28"/>
        </w:rPr>
        <w:t xml:space="preserve">ГАПОУ СО </w:t>
      </w:r>
      <w:r>
        <w:rPr>
          <w:rFonts w:ascii="Liberation Serif" w:hAnsi="Liberation Serif" w:cs="Liberation Serif"/>
          <w:bCs/>
          <w:sz w:val="28"/>
          <w:szCs w:val="28"/>
        </w:rPr>
        <w:t>«Каменск-Уральский техникум торговли и сервис</w:t>
      </w:r>
      <w:r>
        <w:rPr>
          <w:rFonts w:ascii="Liberation Serif" w:hAnsi="Liberation Serif" w:cs="Liberation Serif"/>
          <w:bCs/>
          <w:sz w:val="28"/>
          <w:szCs w:val="28"/>
        </w:rPr>
        <w:t>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Тихомирова Наталия Петровна, мастер производственного обучения парикмахерского искусства, ГАПОУ СО «Екатеринбургский промышленно-технологический техникум имени В.М. Курочкина»,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Чагина Марина Н</w:t>
      </w:r>
      <w:r>
        <w:rPr>
          <w:rFonts w:ascii="Liberation Serif" w:hAnsi="Liberation Serif" w:cs="Liberation Serif"/>
          <w:bCs/>
          <w:sz w:val="28"/>
          <w:szCs w:val="28"/>
        </w:rPr>
        <w:t>иколаевна, мастер производственного обучения (ОПОП «Машинист локомотива»), ГБПОУ СО «Серовский металлургический техникум»,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Шалгина Альфира Файзрахмановна, мастер производственного обучения (Поварское и кондитерское дело, повар, кондитер)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ГАПОУ СО «Каменск-Уральский техникум торговли и сервиса», Каменск-Уральский ГО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Шаманаева Елена Юрьевна, мастер производственного обучения (Повар, кондитер), ГАПОУ СО «Техникум индустрии питания и услуг «Кулинар»,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Ши</w:t>
      </w:r>
      <w:r>
        <w:rPr>
          <w:rFonts w:ascii="Liberation Serif" w:hAnsi="Liberation Serif"/>
          <w:sz w:val="28"/>
          <w:szCs w:val="28"/>
        </w:rPr>
        <w:t>рыкалова Наталья Михайловна, мастер производственного обучения, укрупненная группа 43.00.00 Сервис и туризм, ГАПОУ СО «Камышловский техникум промышленности и транспорта», Камышловский ГО СО,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Щапова Светлана Анатольевна, мастер производственного обучен</w:t>
      </w:r>
      <w:r>
        <w:rPr>
          <w:rFonts w:ascii="Liberation Serif" w:hAnsi="Liberation Serif" w:cs="Liberation Serif"/>
          <w:sz w:val="28"/>
          <w:szCs w:val="28"/>
        </w:rPr>
        <w:t xml:space="preserve">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ОПОП продавец, контролер-кассир, ГАПОУ СО «Артинский агропромышленный техникум», ВКК.</w:t>
      </w:r>
    </w:p>
    <w:p w:rsidR="00AD1BAA" w:rsidRDefault="00AD1BAA">
      <w:pPr>
        <w:tabs>
          <w:tab w:val="left" w:pos="0"/>
        </w:tabs>
        <w:spacing w:after="0"/>
        <w:ind w:left="568"/>
        <w:jc w:val="both"/>
        <w:rPr>
          <w:rFonts w:ascii="Liberation Serif" w:hAnsi="Liberation Serif" w:cs="Liberation Serif"/>
          <w:b/>
          <w:bCs/>
          <w:sz w:val="28"/>
          <w:szCs w:val="28"/>
          <w:lang w:eastAsia="ru-RU"/>
        </w:rPr>
      </w:pPr>
    </w:p>
    <w:p w:rsidR="00AD1BAA" w:rsidRDefault="00CA09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Методист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Абдрахманова Оксана Рафилевна, методист, МБОУ «Красноуфимский РЦ ДОД»,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Абрамовская Олеся Викторовна, методист </w:t>
      </w:r>
      <w:r>
        <w:rPr>
          <w:rFonts w:ascii="Liberation Serif" w:hAnsi="Liberation Serif" w:cs="Liberation Serif"/>
          <w:sz w:val="28"/>
          <w:szCs w:val="28"/>
          <w:lang w:eastAsia="ru-RU"/>
        </w:rPr>
        <w:t>информационно-методического отдела, МАУ ДО Дом детского творчества, Кушвинский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Авдюкова Елена Валерьевна, методист, МБУ ДО ЦДТ «Выйский»,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Аверкиева Елена Николаевна, методист, ГАПОУ СО «Ирбитский аграрный техникум», п. Зай</w:t>
      </w:r>
      <w:r>
        <w:rPr>
          <w:rFonts w:ascii="Liberation Serif" w:hAnsi="Liberation Serif" w:cs="Liberation Serif"/>
          <w:sz w:val="28"/>
          <w:szCs w:val="28"/>
        </w:rPr>
        <w:t>ково,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Антропова Ольга Александровна, методист, ГАПОУ СО «Екатеринбургский политехникум»,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Артемьевских Ольга Александровна, методист, МБУ ДО СЮН,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Банных Елена Леонидовна, методист, М</w:t>
      </w:r>
      <w:r>
        <w:rPr>
          <w:rFonts w:ascii="Liberation Serif" w:hAnsi="Liberation Serif" w:cs="Liberation Serif"/>
          <w:sz w:val="28"/>
          <w:szCs w:val="28"/>
        </w:rPr>
        <w:t>БУ ДО «Центр детского технического творчества Сысертского ГО»,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Беднова Виктория Иосифовна, </w:t>
      </w:r>
      <w:r>
        <w:rPr>
          <w:rFonts w:ascii="Liberation Serif" w:hAnsi="Liberation Serif" w:cs="Liberation Serif"/>
          <w:sz w:val="28"/>
          <w:szCs w:val="28"/>
        </w:rPr>
        <w:t xml:space="preserve">методист,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МБУ ДО – центр «Лик»,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Белицкая Наталия Юрьевна, методист, МАУ ДО «ЦДТ», ГО Краснотурьинск,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Белова К</w:t>
      </w:r>
      <w:r>
        <w:rPr>
          <w:rFonts w:ascii="Liberation Serif" w:hAnsi="Liberation Serif" w:cs="Liberation Serif"/>
          <w:sz w:val="28"/>
          <w:szCs w:val="28"/>
        </w:rPr>
        <w:t>ристина Олеговна, методист, ГАПОУ СО «Ревдинский многопрофильный техникум», ГО Ревда,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Беломестных Марина Сергеевна, методист, МАОУ СОШ № 30,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Белоусова Елена Александровна, методист, МАУ НГО «Центр творчества», Невьянский ГО, 1</w:t>
      </w:r>
      <w:r>
        <w:rPr>
          <w:rFonts w:ascii="Liberation Serif" w:hAnsi="Liberation Serif" w:cs="Liberation Serif"/>
          <w:sz w:val="28"/>
          <w:szCs w:val="28"/>
          <w:lang w:eastAsia="ru-RU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Берсенева Алена Вячеславовна, методист, МАУ ДО – ДДиЮ,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</w:t>
      </w:r>
      <w:r>
        <w:rPr>
          <w:rFonts w:ascii="Liberation Serif" w:hAnsi="Liberation Serif" w:cs="Liberation Serif"/>
          <w:b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Биттер Владимир Андреевич, методист, МАУ ДО «СЮН», ГО Краснотурьинск,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Борковская Татьяна Евгеньевна, методист, МБОУ ДО «Детско-юношеский центр», Белоярский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Буздес Елена Александровна, методист, МАУ ДО Дом детского творчества, Кушвинский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Буйневич Галина Андреевна, методист, МАУ ДО «ЦВР»,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Бушмелева Ольга Алексеевна, методист, МБДОУ «Детский сад № 2», ГО «город Ирбит» СО,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Вдовикова Елена Романовна, методист, МАУ ДО ДДТ Октябрьского района,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Власова Юлия Анатольевна, методист, ГАПОУ СО «Екатеринбургский экономико-технологический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Вонсович Ольга Анатолье</w:t>
      </w:r>
      <w:r>
        <w:rPr>
          <w:rFonts w:ascii="Liberation Serif" w:hAnsi="Liberation Serif" w:cs="Liberation Serif"/>
          <w:sz w:val="28"/>
          <w:szCs w:val="28"/>
        </w:rPr>
        <w:t>вна, методист, МАУ ДО «СЮТ», Новоуральский ГО СО,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Гагарина Татьяна Ильгизаровна, методист, МАУДО «ЦВР «Эльдорадо»,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Гайдук Светлана Юрьевна, методист, ГАПОУ СО «Асбестовский политехникум», Асбестовский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Гафурова </w:t>
      </w:r>
      <w:r>
        <w:rPr>
          <w:rFonts w:ascii="Liberation Serif" w:hAnsi="Liberation Serif" w:cs="Liberation Serif"/>
          <w:sz w:val="28"/>
          <w:szCs w:val="28"/>
        </w:rPr>
        <w:t>Елена Александровна, методист, МАУ ДО «ЦВР»,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Гильманова Ольга Леонидовна, методист, МАДОУ д/с «Детство»,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Гильмуллина Лариса Николаевна, методист, ГБПОУ СО «Верхнетуринский механический техникум», ГО Верхня</w:t>
      </w:r>
      <w:r>
        <w:rPr>
          <w:rFonts w:ascii="Liberation Serif" w:hAnsi="Liberation Serif" w:cs="Liberation Serif"/>
          <w:sz w:val="28"/>
          <w:szCs w:val="28"/>
          <w:lang w:eastAsia="ru-RU"/>
        </w:rPr>
        <w:t>я Тура, ВКК.</w:t>
      </w:r>
    </w:p>
    <w:p w:rsidR="00AD1BAA" w:rsidRDefault="00CA09AA">
      <w:pPr>
        <w:pStyle w:val="6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Гладкова Ольга Геннадьевна, методист, МКУ ДО Байкаловский районный ЦВР, Байкаловский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Гуломова Шарифа Хамровна, методист, ГАПОУ СО «Высокогорский многопрофильный техникум»,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Гультяева Татьяна Викторовна, мето</w:t>
      </w:r>
      <w:r>
        <w:rPr>
          <w:rFonts w:ascii="Liberation Serif" w:hAnsi="Liberation Serif" w:cs="Liberation Serif"/>
          <w:sz w:val="28"/>
          <w:szCs w:val="28"/>
          <w:lang w:eastAsia="ru-RU"/>
        </w:rPr>
        <w:t>дист, МАУ ДО ДДДЮТ,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Дивель Ольга Анатольевна, методист, ГАПОУ СО «Красноуфимский аграрный колледж», ГО Красноуфимск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Дюкина Евгения Александровна, методист, ГАПОУ СО «Северный педагогический колледж»,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Ер</w:t>
      </w:r>
      <w:r>
        <w:rPr>
          <w:rFonts w:ascii="Liberation Serif" w:hAnsi="Liberation Serif" w:cs="Liberation Serif"/>
          <w:bCs/>
          <w:sz w:val="28"/>
          <w:szCs w:val="28"/>
        </w:rPr>
        <w:t>макова Светлана Ильинична, методист, МУДО «Детская художественная школа»,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18"/>
          <w:tab w:val="left" w:pos="93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Ермилова Лариса Владимировна, методист, ГАПОУ СО «Училище олимпийского резерва № 1 (колледж)»,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Желтова Светлана Геннадьевна, </w:t>
      </w:r>
      <w:r>
        <w:rPr>
          <w:rFonts w:ascii="Liberation Serif" w:hAnsi="Liberation Serif" w:cs="Liberation Serif"/>
          <w:sz w:val="28"/>
          <w:szCs w:val="28"/>
        </w:rPr>
        <w:t>методист, МАОУ гимназия № 18,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Жорнова Тамара Ивановна, методист, ГАПОУ СО «Режевской политехникум», Режевской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Зайцева Алла Валерьевна, методист, ГАПОУ СО «Екатеринбургский экономико-технологический колледж»,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AD1BAA" w:rsidRDefault="00CA09AA">
      <w:pPr>
        <w:pStyle w:val="af6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Запретилина Татьяна Михайловна, методист, МАУ ДО Центр «Радуга»,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Зимина Галина Леонидовна, методист, МАДОУ детский сад «Росток»,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Зыкова Елена Ивановна, методист, ГАПОУ СО «Нижнетагил</w:t>
      </w:r>
      <w:r>
        <w:rPr>
          <w:rFonts w:ascii="Liberation Serif" w:hAnsi="Liberation Serif" w:cs="Liberation Serif"/>
          <w:sz w:val="28"/>
          <w:szCs w:val="28"/>
        </w:rPr>
        <w:t xml:space="preserve">ьский торгово-экономический колледж»,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 Алексей Константинович, методист, ГАПОУ СО «УГК имени И.И. Ползунова»,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Ивина Наталья Владимировна, методист, ГАПОУ СО «Сысертский социально-экономический те</w:t>
      </w:r>
      <w:r>
        <w:rPr>
          <w:rFonts w:ascii="Liberation Serif" w:hAnsi="Liberation Serif" w:cs="Liberation Serif"/>
          <w:sz w:val="28"/>
          <w:szCs w:val="28"/>
        </w:rPr>
        <w:t xml:space="preserve">хникум «Родник», Сысертский ГО,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Ивина Наталья Владимировна, методист, МБУ ДО «Центр детского технического творчества Сысертского ГО», Сысертский 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Игошина Ольга Федоровна, методист, МБУ ДО – центр «Лик»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color w:val="000000"/>
          <w:sz w:val="28"/>
          <w:szCs w:val="28"/>
        </w:rPr>
        <w:t>Игошина Ол</w:t>
      </w:r>
      <w:r>
        <w:rPr>
          <w:rFonts w:ascii="Liberation Serif" w:hAnsi="Liberation Serif" w:cs="Liberation Serif"/>
          <w:color w:val="000000"/>
          <w:sz w:val="28"/>
          <w:szCs w:val="28"/>
        </w:rPr>
        <w:t>ьга Федоровна, методист, МБУ ДО – центр «Лик»,</w:t>
      </w:r>
      <w:r>
        <w:rPr>
          <w:rFonts w:ascii="Liberation Serif" w:hAnsi="Liberation Serif" w:cs="Liberation Serif"/>
          <w:color w:val="000000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</w:t>
      </w:r>
      <w:r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Кабанова Ксения Викторовна, методист, МАУ ДО ДЮСШ, ГО Сухой Лог,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Калыева Оксана Фаритовна, методист, ГАПОУ СО «Каменск-Уральский агропромышленный техникум», Каменск-Уральский</w:t>
      </w:r>
      <w:r>
        <w:rPr>
          <w:rFonts w:ascii="Liberation Serif" w:hAnsi="Liberation Serif" w:cs="Liberation Serif"/>
          <w:sz w:val="28"/>
          <w:szCs w:val="28"/>
        </w:rPr>
        <w:t xml:space="preserve">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color w:val="000000"/>
          <w:kern w:val="3"/>
          <w:sz w:val="28"/>
          <w:szCs w:val="28"/>
        </w:rPr>
        <w:t xml:space="preserve">Карпова Светлана Валентиновна, </w:t>
      </w:r>
      <w:r>
        <w:rPr>
          <w:rFonts w:ascii="Liberation Serif" w:hAnsi="Liberation Serif" w:cs="Liberation Serif"/>
          <w:sz w:val="28"/>
          <w:szCs w:val="28"/>
        </w:rPr>
        <w:t>методист, МБУ «Центр психолого-медико-социального сопровождения»,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Картавенко Оксана Владимировна, методист, ГАПОУ СО 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Новоуральский технологический колледж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», Новоуральский ГО СО, </w:t>
      </w:r>
      <w:r>
        <w:rPr>
          <w:rFonts w:ascii="Liberation Serif" w:hAnsi="Liberation Serif" w:cs="Liberation Serif"/>
          <w:sz w:val="28"/>
          <w:szCs w:val="28"/>
          <w:lang w:eastAsia="ru-RU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18"/>
          <w:tab w:val="left" w:pos="93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Кашпулина Елена Михайловна, методист,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Кейль Наталья Леонидовна, методист, МАДОУ «Детский сад № 13», ГО «город Ирбит» СО, 1КК.</w:t>
      </w:r>
    </w:p>
    <w:p w:rsidR="00AD1BAA" w:rsidRDefault="00CA09AA">
      <w:pPr>
        <w:pStyle w:val="af6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Кинева Оксана</w:t>
      </w:r>
      <w:r>
        <w:rPr>
          <w:rFonts w:ascii="Liberation Serif" w:hAnsi="Liberation Serif" w:cs="Liberation Serif"/>
          <w:sz w:val="28"/>
          <w:szCs w:val="28"/>
        </w:rPr>
        <w:t xml:space="preserve"> Сергеевна, методист, МАОУ ДО «Дворец творчества»,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Киселева Татьяна Васильевна, методист, региональный модельный центр ГАНОУ СО «Дворец молодёжи»,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Коблова Светлана Витальевна, методист, МАУ ДО ГДДЮТ, </w:t>
      </w:r>
      <w:r>
        <w:rPr>
          <w:rFonts w:ascii="Liberation Serif" w:hAnsi="Liberation Serif" w:cs="Liberation Serif"/>
          <w:sz w:val="28"/>
          <w:szCs w:val="28"/>
        </w:rPr>
        <w:t>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Колупаева Наталья Ивановна, методист, МБОУ НШДС № 105,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Колупаева Наталья Ивановна, методист, МБОУ НШДС № 105,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Людмила Викторовна, методист, БМАДОУ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39», </w:t>
      </w:r>
      <w:r>
        <w:rPr>
          <w:rFonts w:ascii="Liberation Serif" w:hAnsi="Liberation Serif" w:cs="Liberation Serif"/>
          <w:sz w:val="28"/>
          <w:szCs w:val="28"/>
        </w:rPr>
        <w:t>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Куманеева Надежда Васильевна, методист, МУДО «Дом детского творчества»,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Куприянова Людмила Владимировна, методист, МАОУ АГО «Центр дополнительного образования», Артинский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Линькова Ирина Семеновна, мето</w:t>
      </w:r>
      <w:r>
        <w:rPr>
          <w:rFonts w:ascii="Liberation Serif" w:hAnsi="Liberation Serif" w:cs="Liberation Serif"/>
          <w:sz w:val="28"/>
          <w:szCs w:val="28"/>
          <w:lang w:eastAsia="ru-RU"/>
        </w:rPr>
        <w:t>дист, ГБПОУ СО «Центр психолого-медико-социального сопровождения «Речевой центр»,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Лисина Анна Сергеевна, методист, МАУ ДО ГДТДиМ «Одаренность </w:t>
      </w:r>
      <w:r>
        <w:rPr>
          <w:rFonts w:ascii="Liberation Serif" w:hAnsi="Liberation Serif" w:cs="Liberation Serif"/>
          <w:color w:val="000000"/>
          <w:sz w:val="28"/>
          <w:szCs w:val="28"/>
        </w:rPr>
        <w:br/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и технологии»,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</w:t>
      </w:r>
      <w:r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18"/>
          <w:tab w:val="left" w:pos="93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Локшина Юлия Евгеньевна, методист, ГАП</w:t>
      </w:r>
      <w:r>
        <w:rPr>
          <w:rFonts w:ascii="Liberation Serif" w:hAnsi="Liberation Serif" w:cs="Liberation Serif"/>
          <w:sz w:val="28"/>
          <w:szCs w:val="28"/>
        </w:rPr>
        <w:t>ОУ СО «Областной техникум дизайна и сервиса»,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Ляхова Любовь Николаевна, методист, ЦДТТ СГО, Сысертский ГО</w:t>
      </w:r>
      <w:r>
        <w:rPr>
          <w:rFonts w:ascii="Liberation Serif" w:eastAsia="Times New Roman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Макарова Елена Анатольевна, методист, МАДОУ детский сад «Страна чудес» «Консультативно-методический центр», Новоур</w:t>
      </w:r>
      <w:r>
        <w:rPr>
          <w:rFonts w:ascii="Liberation Serif" w:hAnsi="Liberation Serif" w:cs="Liberation Serif"/>
          <w:sz w:val="28"/>
          <w:szCs w:val="28"/>
        </w:rPr>
        <w:t>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Максимова Мария Вячеславовна, методист, МАУ ДО ДДДЮТ,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Мамчиц Светлана Федоровна, методист, ГАПОУ СО «Екатеринбургский политехникум»,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Мартенс Татьяна Николаевна, методист, МБУ ДО </w:t>
      </w:r>
      <w:r>
        <w:rPr>
          <w:rFonts w:ascii="Liberation Serif" w:hAnsi="Liberation Serif" w:cs="Liberation Serif"/>
          <w:sz w:val="28"/>
          <w:szCs w:val="28"/>
        </w:rPr>
        <w:t xml:space="preserve">ЦДТ,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Мельникова Елена Андреевна, методист, МБОУ ДПО «УМЦРО»,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Минина Наталья Геннадьевна, методист, МБУ ДО ЦДП «Эдельвейс»,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Найдёнова Валентина Анатольевна, методист, МАДОУ детский </w:t>
      </w:r>
      <w:r>
        <w:rPr>
          <w:rFonts w:ascii="Liberation Serif" w:hAnsi="Liberation Serif" w:cs="Liberation Serif"/>
          <w:sz w:val="28"/>
          <w:szCs w:val="28"/>
        </w:rPr>
        <w:t>сад «Страна чудес»,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Насретдинова Ирина Алексеевна, методист, ГАПОУ СО «Сергинский многопрофильный техникум»,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Неверова Ирина Юрьевна, методист, ГАПОУ СО «Екатеринбургский автомобильно-дорожный колледж»,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Некрасова Юлия Александровна, методист, ГАПОУ СО «Каменск-Уральский агропромышленный техникум»,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568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Нечаева Елена Геннадиевна, методист, ГАПОУ СО «Камышловский техникум промышленности и транспорта», К</w:t>
      </w:r>
      <w:r>
        <w:rPr>
          <w:rFonts w:ascii="Liberation Serif" w:hAnsi="Liberation Serif" w:cs="Liberation Serif"/>
          <w:sz w:val="28"/>
          <w:szCs w:val="28"/>
        </w:rPr>
        <w:t>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Новикова Светлана Васильевна, методист, МАУ ДО ГДДЮТ,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Ноянова Наталья Васильевна, методист, ГАПОУ СО «Талицкий лесотехнический колледж им. Н. И. Кузнецова», Талицкий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Нургалеева Ирина Рашитовна, </w:t>
      </w:r>
      <w:r>
        <w:rPr>
          <w:rFonts w:ascii="Liberation Serif" w:hAnsi="Liberation Serif" w:cs="Liberation Serif"/>
          <w:sz w:val="28"/>
          <w:szCs w:val="28"/>
        </w:rPr>
        <w:t>методист, ГАПОУ СО «Ревдинский педагогический колледж»,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Османова Ольга Михайловна, методист, ГАПОУ СО «Екатеринбургский энергетический 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Павлова Елена Сергеевна, методист, МБУДО ПГО «Пышминского ЦДО», </w:t>
      </w:r>
      <w:r>
        <w:rPr>
          <w:rFonts w:ascii="Liberation Serif" w:hAnsi="Liberation Serif" w:cs="Liberation Serif"/>
          <w:sz w:val="28"/>
          <w:szCs w:val="28"/>
        </w:rPr>
        <w:t>Пышминский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Парамонова Светлана Петровна, методист, ГАПОУ СО «Красноуральский многопрофильный техникум», ГО Красноуральск, ВКК.</w:t>
      </w:r>
    </w:p>
    <w:p w:rsidR="00AD1BAA" w:rsidRDefault="00CA09AA">
      <w:pPr>
        <w:pStyle w:val="Style15"/>
        <w:widowControl/>
        <w:numPr>
          <w:ilvl w:val="0"/>
          <w:numId w:val="1"/>
        </w:numPr>
        <w:tabs>
          <w:tab w:val="left" w:pos="1276"/>
        </w:tabs>
        <w:spacing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Пинягина Олеся Владиславовна, методист, МКУ ДО «Дворец творчества»,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Плаксина Марина Геннадьевна, метод</w:t>
      </w:r>
      <w:r>
        <w:rPr>
          <w:rFonts w:ascii="Liberation Serif" w:hAnsi="Liberation Serif" w:cs="Liberation Serif"/>
          <w:sz w:val="28"/>
          <w:szCs w:val="28"/>
        </w:rPr>
        <w:t>ист, МБУ ДО «Центр дополнительного образования»,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Подковырина Надежда Анатольевна, методист, МАОУ ДО «Центр детского творчества»,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Поздеева Оксана Михайловна, методист, ГБОУ СО КШИ «Екатеринбургский кад</w:t>
      </w:r>
      <w:r>
        <w:rPr>
          <w:rFonts w:ascii="Liberation Serif" w:hAnsi="Liberation Serif" w:cs="Liberation Serif"/>
          <w:sz w:val="28"/>
          <w:szCs w:val="28"/>
        </w:rPr>
        <w:t xml:space="preserve">етский корпус войск национальной гвардии»,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Покрышкина Ольга Васильевна, методист, ГАПОУ СО «</w:t>
      </w:r>
      <w:r>
        <w:rPr>
          <w:rStyle w:val="extended-textshort"/>
          <w:rFonts w:ascii="Liberation Serif" w:hAnsi="Liberation Serif" w:cs="Liberation Serif"/>
          <w:bCs/>
          <w:sz w:val="28"/>
          <w:szCs w:val="28"/>
        </w:rPr>
        <w:t>Нижнетагильский</w:t>
      </w:r>
      <w:r>
        <w:rPr>
          <w:rStyle w:val="extended-textshort"/>
          <w:rFonts w:ascii="Liberation Serif" w:hAnsi="Liberation Serif" w:cs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 w:cs="Liberation Serif"/>
          <w:bCs/>
          <w:sz w:val="28"/>
          <w:szCs w:val="28"/>
        </w:rPr>
        <w:t>государственный</w:t>
      </w:r>
      <w:r>
        <w:rPr>
          <w:rStyle w:val="extended-textshort"/>
          <w:rFonts w:ascii="Liberation Serif" w:hAnsi="Liberation Serif" w:cs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 w:cs="Liberation Serif"/>
          <w:bCs/>
          <w:sz w:val="28"/>
          <w:szCs w:val="28"/>
        </w:rPr>
        <w:t>профессиональный</w:t>
      </w:r>
      <w:r>
        <w:rPr>
          <w:rStyle w:val="extended-textshort"/>
          <w:rFonts w:ascii="Liberation Serif" w:hAnsi="Liberation Serif" w:cs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 w:cs="Liberation Serif"/>
          <w:bCs/>
          <w:sz w:val="28"/>
          <w:szCs w:val="28"/>
        </w:rPr>
        <w:t xml:space="preserve">колледж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Н.А. Демидова»,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Пономарёва Татьяна Владимировн</w:t>
      </w:r>
      <w:r>
        <w:rPr>
          <w:rFonts w:ascii="Liberation Serif" w:hAnsi="Liberation Serif" w:cs="Liberation Serif"/>
          <w:sz w:val="28"/>
          <w:szCs w:val="28"/>
        </w:rPr>
        <w:t>а, методист, МБУ ДО «Центр дополнительного образования»,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Пыхтеева Марина Сергеевна, методист,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Рычкова Наталья Викт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оровна, методист, ГАПОУ СО «Уральский радиотехнический колледж им. А.С. Попова»,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Садыкова Надежда Александровна, методист, МАУ ДО ДТ,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Евгения Анатольевна, методист, ГАПОУ СО «Екатеринбургский</w:t>
      </w:r>
      <w:r>
        <w:rPr>
          <w:rFonts w:ascii="Liberation Serif" w:hAnsi="Liberation Serif" w:cs="Liberation Serif"/>
          <w:sz w:val="28"/>
          <w:szCs w:val="28"/>
        </w:rPr>
        <w:t xml:space="preserve"> энергетический 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Серебренникова Алёна Александровна, методист, ГАПОУ СО «Артинский агропромышленный техникум», Артинский ГО,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Серебренникова Галина Викторовна, методист, МАУ ДО – ДДиЮ,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Симашко Евгения Борисовна, методист,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Соловьянова Юлия Сергеевна, методист, ГАПОУ СО «Областной техникум дизайна и сервиса», МО «город Екате</w:t>
      </w:r>
      <w:r>
        <w:rPr>
          <w:rFonts w:ascii="Liberation Serif" w:hAnsi="Liberation Serif" w:cs="Liberation Serif"/>
          <w:sz w:val="28"/>
          <w:szCs w:val="28"/>
        </w:rPr>
        <w:t>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Степанова Надежда Борисовна, методист, МБУ ДО ЦДТ «Галактика»,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Томшина Татьяна Негодимовна, методист, ГАПОУ СО «Ирбитский политехникум»,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Феденева Надежда Александровна методист, ГАПОУ </w:t>
      </w:r>
      <w:r>
        <w:rPr>
          <w:rFonts w:ascii="Liberation Serif" w:hAnsi="Liberation Serif" w:cs="Liberation Serif"/>
          <w:sz w:val="28"/>
          <w:szCs w:val="28"/>
        </w:rPr>
        <w:t xml:space="preserve">СО «Уральский политехнический колледж – Межрегиональный центр компетенций», МО «город Екатеринбург», 1КК.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Филькина Анна Андреевна, методист,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</w:t>
      </w:r>
      <w:r>
        <w:rPr>
          <w:rFonts w:ascii="Liberation Serif" w:hAnsi="Liberation Serif" w:cs="Liberation Serif"/>
          <w:sz w:val="28"/>
          <w:szCs w:val="28"/>
        </w:rPr>
        <w:t>пелев Андрей Николаевич, методист, МАУ ДО ГорСЮН,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Черепанова Татьяна Михайловна, методист, ГАПОУ СО «Верхнепышминский механико-технологический техникум «Юность»,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Черневич Нина Васильевна, методист, МБОУ ДО С</w:t>
      </w:r>
      <w:r>
        <w:rPr>
          <w:rFonts w:ascii="Liberation Serif" w:hAnsi="Liberation Serif" w:cs="Liberation Serif"/>
          <w:sz w:val="28"/>
          <w:szCs w:val="28"/>
        </w:rPr>
        <w:t>ЮН,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Чернова Елена Михайловна, методист, МАУ ДО – ДДиЮ,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Чернцова Елена Вячеславовна, методист, МБУ ДО ДЮСШ 1,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Шаламова Елена Борисовна,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методист, ГАПОУ СО «Каменск-Уральский </w:t>
      </w:r>
      <w:r>
        <w:rPr>
          <w:rFonts w:ascii="Liberation Serif" w:hAnsi="Liberation Serif" w:cs="Liberation Serif"/>
          <w:bCs/>
          <w:sz w:val="28"/>
          <w:szCs w:val="28"/>
        </w:rPr>
        <w:t>политехнический колледж»,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Шершнева Светлана Васильевна, методист, МАУДО «Центр детского творчества п.г.т. Верхние Серги»,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Шмакова Эльвира Александровна, методист, ГАПОУ СО «Уральский горнозаводской </w:t>
      </w:r>
      <w:r>
        <w:rPr>
          <w:rFonts w:ascii="Liberation Serif" w:hAnsi="Liberation Serif" w:cs="Liberation Serif"/>
          <w:sz w:val="28"/>
          <w:szCs w:val="28"/>
          <w:lang w:eastAsia="ru-RU"/>
        </w:rPr>
        <w:t>колледж имени Демидовых»,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Шумакова Клара Сагировна, методист, ГАПОУ СО «Ревдинский педагогический колледж», ГО Ревда,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222222"/>
          <w:sz w:val="28"/>
          <w:szCs w:val="28"/>
          <w:lang w:eastAsia="ru-RU"/>
        </w:rPr>
      </w:pPr>
      <w:r>
        <w:rPr>
          <w:rFonts w:ascii="Liberation Serif" w:hAnsi="Liberation Serif" w:cs="Liberation Serif"/>
          <w:color w:val="222222"/>
          <w:sz w:val="28"/>
          <w:szCs w:val="28"/>
          <w:lang w:eastAsia="ru-RU"/>
        </w:rPr>
        <w:t>Шурц Юлия Александровна, методист, ГАПОУ СО «Баранчинский электромеханический техникум», Кушвинский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Щерб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ина Елена Валерьевна, методист, ГАПОУ СО «Нижнетагильский техникум металлообрабатывающих производств и сервиса»,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Юрина Екатерина Викторовна, методист, региональный модельный центр ГАНОУ СО «Дворец молодёжи», 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18"/>
          <w:tab w:val="left" w:pos="93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Юшкова Александра Владимировна, методист,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Яровикова Валентина Викторовна, методист, МАУ ДО ДДТ Октябрьского района, МО «город Екатеринбур</w:t>
      </w:r>
      <w:r>
        <w:rPr>
          <w:rFonts w:ascii="Liberation Serif" w:hAnsi="Liberation Serif" w:cs="Liberation Serif"/>
          <w:sz w:val="28"/>
          <w:szCs w:val="28"/>
        </w:rPr>
        <w:t>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Ярославцева Елена Анатольевна, методист, ВКК, старший методист, ВКК, ГАПОУ СО «Верхнепышминский механико-технологический техникум «Юность», ГО Верхняя Пышма.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Ярусова Татьяна Ивановна, методист, МКОУ ДО Новолялинского ГО «ДДТ «Радуга», </w:t>
      </w:r>
      <w:r>
        <w:rPr>
          <w:rFonts w:ascii="Liberation Serif" w:hAnsi="Liberation Serif" w:cs="Liberation Serif"/>
          <w:sz w:val="28"/>
          <w:szCs w:val="28"/>
        </w:rPr>
        <w:t>Новолялинский ГО, 1КК.</w:t>
      </w:r>
    </w:p>
    <w:p w:rsidR="00AD1BAA" w:rsidRDefault="00AD1BAA">
      <w:pPr>
        <w:tabs>
          <w:tab w:val="left" w:pos="0"/>
        </w:tabs>
        <w:spacing w:after="0"/>
        <w:ind w:left="568"/>
        <w:jc w:val="both"/>
        <w:rPr>
          <w:rFonts w:ascii="Liberation Serif" w:hAnsi="Liberation Serif" w:cs="Liberation Serif"/>
          <w:b/>
          <w:bCs/>
          <w:sz w:val="28"/>
          <w:szCs w:val="28"/>
          <w:lang w:eastAsia="ru-RU"/>
        </w:rPr>
      </w:pPr>
    </w:p>
    <w:p w:rsidR="00AD1BAA" w:rsidRDefault="00CA09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eastAsia="ru-RU"/>
        </w:rPr>
        <w:t>Музыкальный руководитель</w:t>
      </w:r>
    </w:p>
    <w:p w:rsidR="00AD1BAA" w:rsidRDefault="00AD1BAA">
      <w:pPr>
        <w:tabs>
          <w:tab w:val="left" w:pos="0"/>
        </w:tabs>
        <w:spacing w:after="0"/>
        <w:ind w:left="709"/>
        <w:jc w:val="both"/>
        <w:rPr>
          <w:rFonts w:ascii="Liberation Serif" w:hAnsi="Liberation Serif" w:cs="Liberation Serif"/>
          <w:b/>
          <w:bCs/>
          <w:sz w:val="28"/>
          <w:szCs w:val="28"/>
          <w:lang w:eastAsia="ru-RU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Абдуллина Наталья Валерьевна, музыкальный руководитель, МБДОУ Новолялинского ГО «Детский сад № 15 «Берёзка», Новолялинский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Азизова Аниса Каримовна,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410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МО «город</w:t>
      </w:r>
      <w:r>
        <w:rPr>
          <w:rFonts w:ascii="Liberation Serif" w:hAnsi="Liberation Serif" w:cs="Liberation Serif"/>
          <w:sz w:val="28"/>
          <w:szCs w:val="28"/>
        </w:rPr>
        <w:t xml:space="preserve">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Александрова Анастасия Викторовна, музыкальный руководитель, МАДОУ детский сад № 26 г. Ивделя, Ивдельский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Алексеева Алина Вадимовна, музыкальный руководитель, 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МАДОУ – детский сад № 9 «Лесная сказка», ГО Среднеуральск,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sz w:val="28"/>
          <w:szCs w:val="28"/>
          <w:lang w:eastAsia="ru-RU"/>
        </w:rPr>
        <w:t>Але</w:t>
      </w:r>
      <w:r>
        <w:rPr>
          <w:rFonts w:ascii="Liberation Serif" w:eastAsia="Times New Roman" w:hAnsi="Liberation Serif"/>
          <w:color w:val="000000"/>
          <w:sz w:val="28"/>
          <w:szCs w:val="28"/>
          <w:lang w:eastAsia="ru-RU"/>
        </w:rPr>
        <w:t>ксеенко Дарья Зафаровна, музыкальный руководитель, МАДОУ «Малыш», ГО Богданович, 1КК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Алексютина Галина Васильевна, музыкальный руководитель МАДОУ детский сад № 36 «Радуга»,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Амосова Елена Валентиновна, музыкальный руководитель, МАДОУ НТ</w:t>
      </w:r>
      <w:r>
        <w:rPr>
          <w:rFonts w:ascii="Liberation Serif" w:hAnsi="Liberation Serif" w:cs="Liberation Serif"/>
          <w:sz w:val="28"/>
          <w:szCs w:val="28"/>
        </w:rPr>
        <w:t xml:space="preserve">ГО детский сад «Золотой петушок», Нижнетуринский ГО, 1КК. 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Анафренко Людмила Георгиевна, музыкальный руководитель, МБДОУ № 10, МО «город Екатеринбург»,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Андронова Лидия Владимировна, музыкальный руководитель, МКДОУ Порошинский детский сад № 10, </w:t>
      </w:r>
      <w:r>
        <w:rPr>
          <w:rFonts w:ascii="Liberation Serif" w:hAnsi="Liberation Serif"/>
          <w:sz w:val="28"/>
          <w:szCs w:val="28"/>
        </w:rPr>
        <w:t>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Антонова Лариса Анатольевна, музыкальный руководитель, МБДОУ «Детский сад № 38» АГО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Армишева Ольга Вячеславовна, музыкальный руководитель, филиал МАДОУ «Детский сад № 3» – «Детский сад № 32», ГО Первоуральск,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Liberation Serif" w:hAnsi="Liberation Serif" w:cs="Liberation Serif"/>
          <w:sz w:val="28"/>
          <w:szCs w:val="28"/>
        </w:rPr>
        <w:t xml:space="preserve">Атаманюк Анна Никитична, музыкальный руководитель, МАДОУ «Детский сад № 5 «Огонёк» общеразвивающего вида с приоритетным осуществлением деятельности по физическому развитию детей, Туринский ГО, </w:t>
      </w:r>
      <w:r>
        <w:rPr>
          <w:rFonts w:ascii="Liberation Serif" w:eastAsia="Liberation Serif" w:hAnsi="Liberation Serif" w:cs="Liberation Serif"/>
          <w:sz w:val="28"/>
          <w:szCs w:val="28"/>
        </w:rPr>
        <w:br/>
      </w:r>
      <w:r>
        <w:rPr>
          <w:rFonts w:ascii="Liberation Serif" w:eastAsia="Liberation Serif" w:hAnsi="Liberation Serif" w:cs="Liberation Serif"/>
          <w:sz w:val="28"/>
          <w:szCs w:val="28"/>
        </w:rPr>
        <w:t>1 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Афанасенкова Дарья Сергеевна, музыкальный руководи</w:t>
      </w:r>
      <w:r>
        <w:rPr>
          <w:rFonts w:ascii="Liberation Serif" w:hAnsi="Liberation Serif"/>
          <w:sz w:val="28"/>
          <w:szCs w:val="28"/>
        </w:rPr>
        <w:t>тель, МАДОУ «Детский сад № 1 «Аленка»,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Ахмадеева Рамзия Файзулхаковна, музыкальный руководитель, МДОУ «ЦРР – детский сад «Дружба»,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Ахметова Наталья Владимировна, музыкальный руководитель, МБДОУ № 518, МО «го</w:t>
      </w:r>
      <w:r>
        <w:rPr>
          <w:rFonts w:ascii="Liberation Serif" w:hAnsi="Liberation Serif" w:cs="Liberation Serif"/>
          <w:sz w:val="28"/>
          <w:szCs w:val="28"/>
        </w:rPr>
        <w:t>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Ахтямова Оксана Наильевна,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39, ГО Сухой Лог,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Бабинова Татьяна Петровна, музыкальный руководитель, МКДОУ «Детский сад №2 «Солнышко»,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Багаутдинова Рузалия Ильдаровна, </w:t>
      </w:r>
      <w:r>
        <w:rPr>
          <w:rFonts w:ascii="Liberation Serif" w:hAnsi="Liberation Serif" w:cs="Liberation Serif"/>
          <w:sz w:val="28"/>
          <w:szCs w:val="28"/>
        </w:rPr>
        <w:t>музыкальный руководитель, МБДОУ ЦРР – детский сад № 35 «Сказка», ГО Верхняя Тура,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Баклыкова Светлана Викторовна, музыкальный руководитель, МБДОУ детский сад № 6 «Снежинка» с корпусом № 2 «Сказка» и корпусом № 3 «Теремок», Невьянский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Баранова </w:t>
      </w:r>
      <w:r>
        <w:rPr>
          <w:rFonts w:ascii="Liberation Serif" w:hAnsi="Liberation Serif" w:cs="Liberation Serif"/>
          <w:sz w:val="28"/>
          <w:szCs w:val="28"/>
        </w:rPr>
        <w:t>Эльвира Владимировна, музыкальный руководитель, филиал МАДОУ «Детский сад № 70» – «Детский сад № 41», ГО Первоуральск,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autoSpaceDE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Барковская Виктория Владимировна, музыкальный руководитель, МКДОУ детский сад № 19 г. Михайловска,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Бачай</w:t>
      </w:r>
      <w:r>
        <w:rPr>
          <w:rFonts w:ascii="Liberation Serif" w:hAnsi="Liberation Serif" w:cs="Liberation Serif"/>
          <w:sz w:val="28"/>
          <w:szCs w:val="28"/>
        </w:rPr>
        <w:t xml:space="preserve"> Татьяна Валерьевна, музыкальный руководитель, 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МАДОУ – детский сад № 39,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Белова Ирина Валерьевна, музыкальный руководитель, МБДОУ № 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Белова Ирина Викторовна, музыкальный руководитель, МБДОУ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«Детский с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 № 13»,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Белухина Елена Николаевна, музыкальный руководитель, </w:t>
      </w:r>
      <w:r>
        <w:rPr>
          <w:rFonts w:ascii="Liberation Serif" w:hAnsi="Liberation Serif" w:cs="Liberation Serif"/>
          <w:bCs/>
          <w:sz w:val="28"/>
          <w:szCs w:val="28"/>
        </w:rPr>
        <w:t>детский сад</w:t>
      </w:r>
      <w:r>
        <w:rPr>
          <w:rFonts w:ascii="Liberation Serif" w:hAnsi="Liberation Serif" w:cs="Liberation Serif"/>
          <w:sz w:val="28"/>
          <w:szCs w:val="28"/>
        </w:rPr>
        <w:t xml:space="preserve"> № 125 ОАО «РЖД»,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Белькина Наталия Анатольевна, музыкальный руководитель, МБДОУ № 454,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Бень </w:t>
      </w:r>
      <w:r>
        <w:rPr>
          <w:rFonts w:ascii="Liberation Serif" w:hAnsi="Liberation Serif" w:cs="Liberation Serif"/>
          <w:sz w:val="28"/>
          <w:szCs w:val="28"/>
        </w:rPr>
        <w:t>Мария Евгеньевна музыкальный руководитель, МБДОУ детский сад № 23,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Бешли Наталья Вячеславовна,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364,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Бирюкова Елена Арнольдовна, музыкальный руководитель, </w:t>
      </w:r>
      <w:r>
        <w:rPr>
          <w:rFonts w:ascii="Liberation Serif" w:eastAsia="Times New Roman" w:hAnsi="Liberation Serif" w:cs="Liberation Serif"/>
          <w:sz w:val="28"/>
          <w:szCs w:val="28"/>
        </w:rPr>
        <w:t>МАДОУ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д/с «Солнышко» СП № 162, город Нижний Тагил,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autoSpaceDE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Бисярина Галина Сергеевна, музыкальный руководитель, МКДОУ детский сад № 10 г. Нижние Серги,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bCs/>
          <w:sz w:val="28"/>
          <w:szCs w:val="28"/>
        </w:rPr>
        <w:t xml:space="preserve">Боброва Наталья Григорьевна, </w:t>
      </w:r>
      <w:r>
        <w:rPr>
          <w:rFonts w:ascii="Liberation Serif" w:hAnsi="Liberation Serif"/>
          <w:sz w:val="28"/>
          <w:szCs w:val="28"/>
        </w:rPr>
        <w:t>музыкальный руководитель, МБДОУ Детский сад № 30, ГО Кра</w:t>
      </w:r>
      <w:r>
        <w:rPr>
          <w:rFonts w:ascii="Liberation Serif" w:hAnsi="Liberation Serif"/>
          <w:sz w:val="28"/>
          <w:szCs w:val="28"/>
        </w:rPr>
        <w:t>сноуральск,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Бобрушкина Клавдия Геннадьевна, музыкальный руководитель, МАДОУ № 539, МО «город Екатеринбург»,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autoSpaceDE w:val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Богатенкова Анна Олеговна, музыкальный руководитель, МБДОУ ПГО «Детский сад № 53»,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Богданова Татьяна Александровна, му</w:t>
      </w:r>
      <w:r>
        <w:rPr>
          <w:rFonts w:ascii="Liberation Serif" w:hAnsi="Liberation Serif" w:cs="Liberation Serif"/>
          <w:sz w:val="28"/>
          <w:szCs w:val="28"/>
        </w:rPr>
        <w:t>зыкальный руководитель, МАДОУ Тугулымский детский сад № 6 «Василек»,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Богомолова Ниана Данииловна, музыкальный руководитель, МБДОУ «Детский сад № 8»,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Бойцова Ирина Владимировна,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196,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Боровикова Алена Даниловна, музыкальный руководитель, МАДОУ Зайковский детский сад № 4, Ирбитское МО,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Боровинских Анастасия Федоровна, музыкальный руководитель, 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МАДОУ – детский сад № 9 «Лесная сказка», ГО Среднеуральск, 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Бродягина Алена Анатольевна, музыкальный руководитель, МДОУ детский сад № 28, ГО Богданович,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  <w:shd w:val="clear" w:color="auto" w:fill="FFFFFF"/>
        </w:rPr>
      </w:pP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Бугова Юлия Владимировна, музыкальный руководитель, МАДОУ </w:t>
      </w:r>
      <w:r>
        <w:rPr>
          <w:rFonts w:ascii="Liberation Serif" w:hAnsi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/>
          <w:sz w:val="28"/>
          <w:szCs w:val="28"/>
          <w:shd w:val="clear" w:color="auto" w:fill="FFFFFF"/>
        </w:rPr>
        <w:t>№ 4, ГО Карпинск,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Бунтури Татьяна Николаевна, музыкальный руководитель, МАДОУ детский сад</w:t>
      </w:r>
      <w:r>
        <w:rPr>
          <w:rFonts w:ascii="Liberation Serif" w:hAnsi="Liberation Serif" w:cs="Liberation Serif"/>
          <w:sz w:val="28"/>
          <w:szCs w:val="28"/>
        </w:rPr>
        <w:t xml:space="preserve"> № 14,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Бянкина Амина Ахметвалиевна, музыкальный руководитель МАДОУ детский сад № 10 «Солнышко»,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Васильева Вера Алексеевна,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497,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Васильева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Наталья Викторовна, музыкальный руководитель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МАДОУ № 559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Васильева Юлия Александровна, музыкальный руководитель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МБДОУ № 485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Волкова Татьяна Васильевна, музыкальный руководитель, МАДОУ детский </w:t>
      </w:r>
      <w:r>
        <w:rPr>
          <w:rFonts w:ascii="Liberation Serif" w:hAnsi="Liberation Serif" w:cs="Liberation Serif"/>
          <w:sz w:val="28"/>
          <w:szCs w:val="28"/>
        </w:rPr>
        <w:t>сад № 46,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Володина Татьяна Алексеевна, музыкальный руководитель, МАДОУ «Детский сад № 27»,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Волокитина Елена Алексеевна,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389,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Воропаева Наталья Леонидо</w:t>
      </w:r>
      <w:r>
        <w:rPr>
          <w:rFonts w:ascii="Liberation Serif" w:hAnsi="Liberation Serif" w:cs="Liberation Serif"/>
          <w:sz w:val="28"/>
          <w:szCs w:val="28"/>
        </w:rPr>
        <w:t>вна, музыкальный руководитель, МАДОУ ЦРР № 103,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Воротилкина Светлана Валерьевна, музыкальный руководитель, МБДОУ «Детский сад № 21 «Чебурашка»,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Ворсина Татьяна Николаевна, музыкальный руководитель, М</w:t>
      </w:r>
      <w:r>
        <w:rPr>
          <w:rFonts w:ascii="Liberation Serif" w:hAnsi="Liberation Serif" w:cs="Liberation Serif"/>
          <w:sz w:val="28"/>
          <w:szCs w:val="28"/>
        </w:rPr>
        <w:t xml:space="preserve">АДОУ Детский сад № 2 «Колокольчик», Туринский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Гасанова Любовь Михайловна, музыкальный руководитель, МДОУ «Детский сад Левушка» р.п. Верхняя Синячиха,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Гвоздева Анна Анатольевна, музыкальный руководитель, МБДОУ 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№ 283, МО «горо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Глухих Ольга Александровна, музыкальный руководитель, МКДОУ Байкаловский детский сад № 6 «Рябинушка», Байкаловский МР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Гоглева Ольга Владимировна, музыкальный руководитель, МКДОУ детский сад № 24 пгт. Верхние Серги, </w:t>
      </w:r>
      <w:r>
        <w:rPr>
          <w:rFonts w:ascii="Liberation Serif" w:hAnsi="Liberation Serif" w:cs="Liberation Serif"/>
          <w:sz w:val="28"/>
          <w:szCs w:val="28"/>
        </w:rPr>
        <w:t>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Голованова Екатерина Николаевна, музыкальный руководитель, МБДОУ «Детский сад «Радуга»,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Голованова Наталия Александровна, музыкальный руководитель, МАДОУ № 327,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Горшкова Лариса </w:t>
      </w:r>
      <w:r>
        <w:rPr>
          <w:rFonts w:ascii="Liberation Serif" w:hAnsi="Liberation Serif" w:cs="Liberation Serif"/>
          <w:sz w:val="28"/>
          <w:szCs w:val="28"/>
        </w:rPr>
        <w:t>Геннадьевна, музыкальный руководитель, МКДОУ «Мартюшевский детский сад «Искорка»,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Григорьева Татьяна Игоревна, музыкальный руководитель, МБДОУ «Детский сад № 8»,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Гринкевич Светлана Анатольевна, музыкальный руково</w:t>
      </w:r>
      <w:r>
        <w:rPr>
          <w:rFonts w:ascii="Liberation Serif" w:hAnsi="Liberation Serif" w:cs="Liberation Serif"/>
          <w:sz w:val="28"/>
          <w:szCs w:val="28"/>
        </w:rPr>
        <w:t>дитель, МАДОУ «Детский сад комбинированного вида № 4 «Солнышко»,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Губанова Ольга Викторовна,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18, Артемовский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Гурина Татьяна Васильевна, музыкальный руководитель, БМАДОУ «Детский сад № 17», </w:t>
      </w:r>
      <w:r>
        <w:rPr>
          <w:rFonts w:ascii="Liberation Serif" w:hAnsi="Liberation Serif" w:cs="Liberation Serif"/>
          <w:sz w:val="28"/>
          <w:szCs w:val="28"/>
        </w:rPr>
        <w:t>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Демьяненко Татьяна Викторовна, музыкальный руководитель, филиал МАДОУ «Детский сад № 9» – «Детский сад № 13»,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Денисова Юлия Александровна, музыкальный руководитель, МБДОУ ПГО «Детский сад № 34»,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Добрыгина Наталья Геннадьевна, музыкальный руководитель,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МАДОУ – детский сад № 18 общеразвивающего вида с приоритетным осуществлением деятельности по художественно-эстетическому развитию воспитанников,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Донских Татьяна Ивановна, муз</w:t>
      </w:r>
      <w:r>
        <w:rPr>
          <w:rFonts w:ascii="Liberation Serif" w:hAnsi="Liberation Serif" w:cs="Liberation Serif"/>
          <w:sz w:val="28"/>
          <w:szCs w:val="28"/>
        </w:rPr>
        <w:t>ыкальный руководитель, МАДОУ детский сад № 82,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Дроздова Елена Владимировна, музыкальный руководитель, МАДОУ № 6,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Дубакова Елена Владимировна, музыкальный руководитель, МАДОУ детский сад 6, ГО Красноуфимск </w:t>
      </w:r>
      <w:r>
        <w:rPr>
          <w:rFonts w:ascii="Liberation Serif" w:hAnsi="Liberation Serif" w:cs="Liberation Serif"/>
          <w:sz w:val="28"/>
          <w:szCs w:val="28"/>
        </w:rPr>
        <w:t>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Дубских Елена Леонидовна, музыкальный руководитель, МБДОУ «Детский сад № 2»,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Дунина Елена Вячеславовна,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523,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bCs/>
          <w:sz w:val="28"/>
          <w:szCs w:val="28"/>
        </w:rPr>
        <w:t>Евдошенко Гелена Александровна, музыкальный рук</w:t>
      </w:r>
      <w:r>
        <w:rPr>
          <w:rFonts w:ascii="Liberation Serif" w:hAnsi="Liberation Serif"/>
          <w:bCs/>
          <w:sz w:val="28"/>
          <w:szCs w:val="28"/>
        </w:rPr>
        <w:t>оводитель, МАДОУ Детский сад № 9, ГО Красноуральск,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Еноктаева Ольга Александровна, музыкальный руководитель, МКДОУ ГО Заречный «Детство» структурное подразделение «Теремок», ГО Заречный,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Ермакова Елена Викторовна,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t>«Детский сад № 18»,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Ерыгина Екатерина Николаевна, музыкальный руководитель, МАДОУ № 37,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Желтышева Ольга Викторовна, музыкальный руководитель, МАДОУ № 1, ГО 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Жильцова Татьяна Евгеньевна, музыкальный </w:t>
      </w:r>
      <w:r>
        <w:rPr>
          <w:rFonts w:ascii="Liberation Serif" w:hAnsi="Liberation Serif" w:cs="Liberation Serif"/>
          <w:sz w:val="28"/>
          <w:szCs w:val="28"/>
        </w:rPr>
        <w:t>руководитель, МДОУ «Детский сад № 21 «Чебурашка»,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Завьялова Елена Николаевна, музыкальный руководитель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д/с «Детство» СП детский сад № 192,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Загидулина Роза Харисовна, музыкальный руководитель, МБДОУ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464,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Загудаева Ольга Владимировна, музыкальный руководитель, МБДОУ ПГО «Пышминский детский сад № 6»,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Задорина Наталья Борисовна, музыкальный руководитель МАДОУ «Радость» структурное подразделение детски</w:t>
      </w:r>
      <w:r>
        <w:rPr>
          <w:rFonts w:ascii="Liberation Serif" w:hAnsi="Liberation Serif" w:cs="Liberation Serif"/>
          <w:sz w:val="28"/>
          <w:szCs w:val="28"/>
        </w:rPr>
        <w:t>й сад № 207,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Зарипова Анастасия Сергеевна, музыкальный руководитель, МАДОУ «Детский сад «Теремок», ГО Верхнее Дуброво,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Зверовщикова Наталья Анатольевна, музыкальный руководитель,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МАДОУ № 44, ГО Краснотурьинск,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Зенкова На</w:t>
      </w:r>
      <w:r>
        <w:rPr>
          <w:rFonts w:ascii="Liberation Serif" w:hAnsi="Liberation Serif" w:cs="Liberation Serif"/>
          <w:sz w:val="28"/>
          <w:szCs w:val="28"/>
        </w:rPr>
        <w:t>талья Анатольевна, музыкальный руководитель, МАДОУ детский сад «Гармония» структурное подразделение детский сад № 22,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Зимина Галина Петровна, музыкальный руководитель, МБДОУ «Детский сад «Радуга»,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Зобнина Натал</w:t>
      </w:r>
      <w:r>
        <w:rPr>
          <w:rFonts w:ascii="Liberation Serif" w:hAnsi="Liberation Serif" w:cs="Liberation Serif"/>
          <w:sz w:val="28"/>
          <w:szCs w:val="28"/>
        </w:rPr>
        <w:t xml:space="preserve">ья Васильевна,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496,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Зоркова Ирэна Николаевна, музыкальный руководитель, МБДОУ детский сад № 44 «Солнышко» с корпусом № 2 «Калинка», Невьянский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Зырянова Ольга Юрьевна, музыкальный рук</w:t>
      </w:r>
      <w:r>
        <w:rPr>
          <w:rFonts w:ascii="Liberation Serif" w:hAnsi="Liberation Serif" w:cs="Liberation Serif"/>
          <w:sz w:val="28"/>
          <w:szCs w:val="28"/>
        </w:rPr>
        <w:t>оводитель, МБДОУ «Детский сад № 97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Зяблицева Ирина Александровна, музыкальный руководитель,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МАДОУ «Детский сад № 25», ГО Верхотурский,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Зяброва Марина Владимировна, музыкальный руководитель, МКДОУ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«Детский сад №23 «Теремок», Талицкий ГО,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Иванова Ольга Геннадьевна, музыкальный руководитель, МКДОУ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– детский сад комбинированного вида «Солнышко», Бисертский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Игошева Наталья Николаевна, музыкальный руководитель, МАДОУ </w:t>
      </w:r>
      <w:r>
        <w:rPr>
          <w:rFonts w:ascii="Liberation Serif" w:hAnsi="Liberation Serif"/>
          <w:color w:val="000000"/>
          <w:sz w:val="28"/>
          <w:szCs w:val="28"/>
        </w:rPr>
        <w:t xml:space="preserve">«Детский сад № 8 </w:t>
      </w:r>
      <w:r>
        <w:rPr>
          <w:rFonts w:ascii="Liberation Serif" w:hAnsi="Liberation Serif"/>
          <w:color w:val="000000"/>
          <w:sz w:val="28"/>
          <w:szCs w:val="28"/>
        </w:rPr>
        <w:t xml:space="preserve">«Сказка», </w:t>
      </w:r>
      <w:r>
        <w:rPr>
          <w:rFonts w:ascii="Liberation Serif" w:hAnsi="Liberation Serif"/>
          <w:sz w:val="28"/>
          <w:szCs w:val="28"/>
        </w:rPr>
        <w:t>Арамильский ГО СО</w:t>
      </w:r>
      <w:r>
        <w:rPr>
          <w:rFonts w:ascii="Liberation Serif" w:hAnsi="Liberation Serif"/>
          <w:color w:val="000000"/>
          <w:sz w:val="28"/>
          <w:szCs w:val="28"/>
        </w:rPr>
        <w:t>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Идрисова Анастасия Владимировна, музыкальный руководитель, МБДОУ «Детский сад «Журавушка»»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Ионова Людмила Михайловна,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341,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Кадочни</w:t>
      </w:r>
      <w:r>
        <w:rPr>
          <w:rFonts w:ascii="Liberation Serif" w:hAnsi="Liberation Serif"/>
          <w:sz w:val="28"/>
          <w:szCs w:val="28"/>
        </w:rPr>
        <w:t>кова Юлия Анатольевна, музыкальный руководитель, МАДОУ</w:t>
      </w:r>
      <w:r>
        <w:rPr>
          <w:rFonts w:ascii="Liberation Serif" w:hAnsi="Liberation Serif"/>
          <w:b/>
          <w:sz w:val="28"/>
          <w:szCs w:val="28"/>
        </w:rPr>
        <w:t xml:space="preserve"> «</w:t>
      </w:r>
      <w:r>
        <w:rPr>
          <w:rFonts w:ascii="Liberation Serif" w:hAnsi="Liberation Serif"/>
          <w:sz w:val="28"/>
          <w:szCs w:val="28"/>
        </w:rPr>
        <w:t>Детский сад комбинированного вида № 14»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Казанцева Надежда Владленовна, музыкальный руководитель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МБДОУ № 27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Камаганцева Ирина Валерьяновна,</w:t>
      </w:r>
      <w:r>
        <w:rPr>
          <w:rFonts w:ascii="Liberation Serif" w:hAnsi="Liberation Serif" w:cs="Liberation Serif"/>
          <w:sz w:val="28"/>
          <w:szCs w:val="28"/>
        </w:rPr>
        <w:t xml:space="preserve"> музыкальный руководитель, МАДОУ детский сад № 34, ГО Ревда,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Каркавина Наталья Николаевна, музыкальный руководитель, МБДОУ № 339,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Касакова Наталья Юрьевна,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16, МО «город Екатеринбург»,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Кашпар Инна Валерьевна, музыкальный руководитель, МБДОУ «Детский сад № 9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Кваст Елена Викторовна, музыкальный руководитель, МАДОУ «Детский сад комбинированного вида № 25»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</w:t>
      </w:r>
      <w:r>
        <w:rPr>
          <w:rFonts w:ascii="Liberation Serif" w:hAnsi="Liberation Serif" w:cs="Liberation Serif"/>
          <w:sz w:val="28"/>
          <w:szCs w:val="28"/>
        </w:rPr>
        <w:t>лочкова Марина Валерьевна, музыкальный руководитель, БМАДОУ «Детскиий сад № 5»,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Козуб Оксана Геннадьевна, музыкальный руководитель, МБДОУ № 42,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Кокорина Антонина Петровна, музыкальный руководитель, МА ДОУ № 46, ГО Кр</w:t>
      </w:r>
      <w:r>
        <w:rPr>
          <w:rFonts w:ascii="Liberation Serif" w:hAnsi="Liberation Serif" w:cs="Liberation Serif"/>
          <w:sz w:val="28"/>
          <w:szCs w:val="28"/>
        </w:rPr>
        <w:t>аснотурьинск,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Колесникова Инга Валентиновна, музыкальный руководитель, МАДОУ «Сказка»,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Комарова Ольга Вячеславовна, музыкальный руководитель, МАДОУ детский сад 3,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Коминова Ольга Анатольевна, музыкальный </w:t>
      </w:r>
      <w:r>
        <w:rPr>
          <w:rFonts w:ascii="Liberation Serif" w:hAnsi="Liberation Serif" w:cs="Liberation Serif"/>
          <w:sz w:val="28"/>
          <w:szCs w:val="28"/>
          <w:lang w:eastAsia="ru-RU"/>
        </w:rPr>
        <w:t>руководитель МБДОУ детский сад № 16, п. Новоасбест,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Коновалова Ирина Николаевна, музыкальный руководитель, МАДОУ детский сад 1,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Корень Татьяна Михайловна,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437, МО «город Ек</w:t>
      </w:r>
      <w:r>
        <w:rPr>
          <w:rFonts w:ascii="Liberation Serif" w:hAnsi="Liberation Serif" w:cs="Liberation Serif"/>
          <w:sz w:val="28"/>
          <w:szCs w:val="28"/>
        </w:rPr>
        <w:t>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Корнилова Ольга Николаевна, музыкальный руководитель, МАДОУ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60 «Дюймовочка», Сысертский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Коробицына Елена Витальевна, музыкальный руководитель, МДОУ «Детский сад № 18»,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Коробкина Елена Ивановна, музыкальный </w:t>
      </w:r>
      <w:r>
        <w:rPr>
          <w:rFonts w:ascii="Liberation Serif" w:hAnsi="Liberation Serif" w:cs="Liberation Serif"/>
          <w:sz w:val="28"/>
          <w:szCs w:val="28"/>
        </w:rPr>
        <w:t>руководитель, МАДОУ «Детский сад № 29»,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Королева Татьяна Викторовна, музыкальный руководитель, МБДОУ «Детский сад № 106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Короткова Татьяна Александровна, музыкальный руководитель, </w:t>
      </w:r>
      <w:r>
        <w:rPr>
          <w:rFonts w:ascii="Liberation Serif" w:hAnsi="Liberation Serif" w:cs="Liberation Serif"/>
          <w:sz w:val="28"/>
          <w:szCs w:val="28"/>
        </w:rPr>
        <w:t>МБДОУ детский сад № 2,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Корюкова Нина Ивановна, музыкальный руководитель, МАДОУ Детский сад № 18,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Котельникова Галина Ивановна, музыкальный руководитель, МБДОУ № 545,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Котельникова Елена </w:t>
      </w:r>
      <w:r>
        <w:rPr>
          <w:rFonts w:ascii="Liberation Serif" w:hAnsi="Liberation Serif" w:cs="Liberation Serif"/>
          <w:sz w:val="28"/>
          <w:szCs w:val="28"/>
        </w:rPr>
        <w:t xml:space="preserve">Валерьевна, музыкальный руководитель, МАДОУ № 564,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Кранкенвартер Светлана Сергеевна, музыкальный руководитель, МАДОУ № 14 «Юбилейный», Сысертский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Крылова Людмила Анатольевна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музыкальный руководитель, МАДОУ ДС КВ № 2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7,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Кудряшова Марина Леонидовна, музыкальный руководитель, МАДОУ «Детский сад комбинированного вида № 60»,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Кузнецова Ирина Владимировна, музыкальный руководитель, МБДОУ «Детский сад № 6 «Золотой петушок», </w:t>
      </w:r>
      <w:r>
        <w:rPr>
          <w:rFonts w:ascii="Liberation Serif" w:eastAsia="Times New Roman" w:hAnsi="Liberation Serif" w:cs="Liberation Serif"/>
          <w:sz w:val="28"/>
          <w:szCs w:val="28"/>
        </w:rPr>
        <w:t>ГО «Горо</w:t>
      </w:r>
      <w:r>
        <w:rPr>
          <w:rFonts w:ascii="Liberation Serif" w:eastAsia="Times New Roman" w:hAnsi="Liberation Serif" w:cs="Liberation Serif"/>
          <w:sz w:val="28"/>
          <w:szCs w:val="28"/>
        </w:rPr>
        <w:t>д Лесной» СО, ВКК</w:t>
      </w:r>
      <w:r>
        <w:rPr>
          <w:rFonts w:ascii="Liberation Serif" w:hAnsi="Liberation Serif" w:cs="Liberation Serif"/>
          <w:b/>
          <w:bCs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Разия Харисовна, музыкальный руководитель, МАДОУ «Детский сад № 45»,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Кукушкина Марина Александровна, музыкальный руководитель, МБДОУ ГО Заречный «Детство» структурное подразделение «Светлячок»,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</w:t>
      </w:r>
      <w:r>
        <w:rPr>
          <w:rFonts w:ascii="Liberation Serif" w:hAnsi="Liberation Serif" w:cs="Liberation Serif"/>
          <w:sz w:val="28"/>
          <w:szCs w:val="28"/>
        </w:rPr>
        <w:t>Заречный,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Лаврова Елена Владимировна</w:t>
      </w:r>
      <w:r>
        <w:rPr>
          <w:rFonts w:ascii="Liberation Serif" w:hAnsi="Liberation Serif" w:cs="Liberation Serif"/>
          <w:iCs/>
          <w:sz w:val="28"/>
          <w:szCs w:val="28"/>
        </w:rPr>
        <w:t xml:space="preserve">, музыкальный руководитель, </w:t>
      </w:r>
      <w:r>
        <w:rPr>
          <w:rFonts w:ascii="Liberation Serif" w:hAnsi="Liberation Serif" w:cs="Liberation Serif"/>
          <w:sz w:val="28"/>
          <w:szCs w:val="28"/>
        </w:rPr>
        <w:t>МАОУ Артинского ГО «Артинская средняя общеобразовательная школа № 1» – Структурное подразделение Детский сад «Березка»,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Лазаренко Елена Владимировна, музыкальный руково</w:t>
      </w:r>
      <w:r>
        <w:rPr>
          <w:rFonts w:ascii="Liberation Serif" w:hAnsi="Liberation Serif"/>
          <w:sz w:val="28"/>
          <w:szCs w:val="28"/>
        </w:rPr>
        <w:t>дитель, МБДОУ № 508,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Левина Людмила Борисовна, музыкальный руководитель, МАОУ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«ЦО № 7», ГО Нижняя Салда,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Либман Ольга Анатольевна, музыкальный руководитель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д/с «Солнечный круг»,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Липатникова Елена Николаевна, музыкальный руководитель, филиал МАДОУ «Детский сад № 26» – «Детский сад № 27»,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Лихачева Елена Львовна, музыкальный руководитель, МАДОУ № 445,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Лихачева Наталья Владиславовна,</w:t>
      </w:r>
      <w:r>
        <w:rPr>
          <w:rFonts w:ascii="Liberation Serif" w:hAnsi="Liberation Serif" w:cs="Liberation Serif"/>
          <w:sz w:val="28"/>
          <w:szCs w:val="28"/>
        </w:rPr>
        <w:t xml:space="preserve"> музыкальный руководитель, МАДОУ № 16 «Тополек»,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Ложкина Надежда Васильевна, музыкальный руководитель, МАДОУ НТГО детский сад «Чебурашка»,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Лозовая Нелли Александровна, музыкальный руководитель, МАДОУ НТГО детский </w:t>
      </w:r>
      <w:r>
        <w:rPr>
          <w:rFonts w:ascii="Liberation Serif" w:hAnsi="Liberation Serif" w:cs="Liberation Serif"/>
          <w:sz w:val="28"/>
          <w:szCs w:val="28"/>
        </w:rPr>
        <w:t>сад «Алёнушка»,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Лязер Татьяна Витальевна, музыкальный руководитель, МАДОУ «Детский сад общеразвивающего вида с приоритетным осуществлением художественно-эстетического развития воспитанников № 1»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Лямова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Наталья Владимировна, музыкальный руководитель, </w:t>
      </w:r>
      <w:r>
        <w:rPr>
          <w:rFonts w:ascii="Liberation Serif" w:eastAsia="Times New Roman" w:hAnsi="Liberation Serif" w:cs="Liberation Serif"/>
          <w:sz w:val="28"/>
          <w:szCs w:val="28"/>
        </w:rPr>
        <w:t>МАДОУ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д/с «Солнышко» СП № 52,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kern w:val="3"/>
          <w:sz w:val="28"/>
          <w:szCs w:val="28"/>
          <w:lang w:eastAsia="ru-RU"/>
        </w:rPr>
        <w:t xml:space="preserve">Мазилкина Ирина Владимировна, музыкальный руководитель, МАДОУ № 4, </w:t>
      </w:r>
      <w:r>
        <w:rPr>
          <w:rFonts w:ascii="Liberation Serif" w:hAnsi="Liberation Serif"/>
          <w:sz w:val="28"/>
          <w:szCs w:val="28"/>
        </w:rPr>
        <w:t>МО «город Екатеринбург»,</w:t>
      </w:r>
      <w:r>
        <w:rPr>
          <w:rFonts w:ascii="Liberation Serif" w:eastAsia="Times New Roman" w:hAnsi="Liberation Serif"/>
          <w:kern w:val="3"/>
          <w:sz w:val="28"/>
          <w:szCs w:val="28"/>
          <w:lang w:eastAsia="ru-RU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Макарова Екатерина Дмитриевна, музыкальный руководитель,</w:t>
      </w:r>
      <w:r>
        <w:rPr>
          <w:rFonts w:ascii="Liberation Serif" w:hAnsi="Liberation Serif" w:cs="Liberation Serif"/>
          <w:sz w:val="28"/>
          <w:szCs w:val="28"/>
        </w:rPr>
        <w:t xml:space="preserve"> МКДОУ детский сад № 11,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Малкина Елена Васильевна,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 «Дельфинчик»,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Малых Лариса Николаевна, музыкальный руководитель, МБДОУ «Детский сад № 22», Режевской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Мандриченко Виктор</w:t>
      </w:r>
      <w:r>
        <w:rPr>
          <w:rFonts w:ascii="Liberation Serif" w:hAnsi="Liberation Serif" w:cs="Liberation Serif"/>
          <w:sz w:val="28"/>
          <w:szCs w:val="28"/>
        </w:rPr>
        <w:t>ия Олеговна, музыкальный руководитель, МБДОУ № 398,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Масленникова Иванна Юрьевна, музыкальный руководитель, МБДОУ детский сад № 6 «Снежинка» с корпусом № 2 «Сказка» и корпусом № 3 «Теремок»,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Матюшина Татьяна</w:t>
      </w:r>
      <w:r>
        <w:rPr>
          <w:rFonts w:ascii="Liberation Serif" w:hAnsi="Liberation Serif" w:cs="Liberation Serif"/>
          <w:sz w:val="28"/>
          <w:szCs w:val="28"/>
        </w:rPr>
        <w:t xml:space="preserve"> Васильевна, музыкальный руководитель, МБДОУ № 127,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Махмутова Нина Семеновна,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Махова Евгения Львовна, музыкальный руководитель, МАДОУ детский сад № 8, ГО Верхняя </w:t>
      </w:r>
      <w:r>
        <w:rPr>
          <w:rFonts w:ascii="Liberation Serif" w:hAnsi="Liberation Serif" w:cs="Liberation Serif"/>
          <w:sz w:val="28"/>
          <w:szCs w:val="28"/>
        </w:rPr>
        <w:t>Пышма,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Могутова Екатерина Игоревна,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40/228,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Мозырева Наталья Николаевна, музыкальный руководитель, МКДОУ «Слободо-Туринский детский сад «Алёнка»,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Москалева </w:t>
      </w:r>
      <w:r>
        <w:rPr>
          <w:rFonts w:ascii="Liberation Serif" w:hAnsi="Liberation Serif" w:cs="Liberation Serif"/>
          <w:sz w:val="28"/>
          <w:szCs w:val="28"/>
        </w:rPr>
        <w:t>Оксана Владимировна, музыкальный руководитель, МБДОУ ПГО «Детский сад № 43 общеразвивающего 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Музыкова Олеся Ильинична,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Мурашова Алевтина Борисовна, музыкальный ру</w:t>
      </w:r>
      <w:r>
        <w:rPr>
          <w:rFonts w:ascii="Liberation Serif" w:hAnsi="Liberation Serif" w:cs="Liberation Serif"/>
          <w:sz w:val="28"/>
          <w:szCs w:val="28"/>
          <w:lang w:eastAsia="ru-RU"/>
        </w:rPr>
        <w:t>ководитель, МАДОУ № 19 «Чебурашка»,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Нааб Татьяна Анатольевна, музыкальный руководитель, МБДОУ ПГО «Детский сад № 28 общеразвивающего 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Напольских Лилия Александровна, музыкальный руководитель, МАДОУ «Детски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й сад комбинированного вида № 25»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Насырова Лилия Рашитовна,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324,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Невинная Наталья Игоревна,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Невьянцева Светлана Сергеевна, музыкальный руководитель,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МАДОУ «Детский сад № 15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Недилько Инна Михайловна, музыкальный руководитель, МБДОУ 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№ 117,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Непрокина Ольга Дмитриевн</w:t>
      </w:r>
      <w:r>
        <w:rPr>
          <w:rFonts w:ascii="Liberation Serif" w:hAnsi="Liberation Serif" w:cs="Liberation Serif"/>
          <w:sz w:val="28"/>
          <w:szCs w:val="28"/>
        </w:rPr>
        <w:t xml:space="preserve">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536,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Нестерова Маргарита Олеговна, музыкальный руководитель, МБДОУ д/с № 34 «Родничок», Белоярский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Низамова Кристина Юрьевна, музыкальный руководитель, МДОУ Зайковский детский сад</w:t>
      </w:r>
      <w:r>
        <w:rPr>
          <w:rFonts w:ascii="Liberation Serif" w:hAnsi="Liberation Serif" w:cs="Liberation Serif"/>
          <w:sz w:val="28"/>
          <w:szCs w:val="28"/>
        </w:rPr>
        <w:t xml:space="preserve"> № 1,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Обухова Елена Анатольевна, музыкальный руководитель, МАДОУ № 8,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Орлович Анна Михайловна,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 «Земляничка»,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Осипова Ирина Анатольевна, музыкальный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руководитель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МБДОУ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№ 189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Оттмар Ольга Вячеславовна, музыкальный руководитель, МКДОУ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«Детство» структурное подразделение «Сказка», ГО Заречный,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Ощепкова Ирина Мирзагалиевна,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t>«Детский сад № 12»,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Павловская Елена Николаевна, музыкальный руководитель, МАДОУ детский сад комбинированного вида № 38 «Елочка»,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Паньшина Ксения Николаевна, музыкальный руководитель, МАДОУ детский сад № 13 «Журавуш</w:t>
      </w:r>
      <w:r>
        <w:rPr>
          <w:rFonts w:ascii="Liberation Serif" w:hAnsi="Liberation Serif" w:cs="Liberation Serif"/>
          <w:sz w:val="28"/>
          <w:szCs w:val="28"/>
        </w:rPr>
        <w:t>ка», Невьянский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Паюсова Елена Владимировна, музыкальный руководитель, МБДОУ «Детский сад № 95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Пересадина Надежда Владимировна, музыкальный руководитель, МАДОУ № 9,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Петренко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Светлана Анатольевна, музыкальный руководитель МАДОУ № 43 «Буратино»,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Петришина Елена Валерьевна, музыкальный руководитель, МБДОУ «Детский сад № 12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Платонова Галина Сергеевна, </w:t>
      </w:r>
      <w:r>
        <w:rPr>
          <w:rFonts w:ascii="Liberation Serif" w:hAnsi="Liberation Serif" w:cs="Liberation Serif"/>
          <w:sz w:val="28"/>
          <w:szCs w:val="28"/>
        </w:rPr>
        <w:t>музыкальный руководитель, филиал МАДОУ «Детский сад № 5» – «Детский сад № 10»,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Плюхина Галина Михайловна, музыкальный руководитель, МБДОУ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>
        <w:rPr>
          <w:rFonts w:ascii="Liberation Serif" w:hAnsi="Liberation Serif" w:cs="Liberation Serif"/>
          <w:sz w:val="28"/>
          <w:szCs w:val="28"/>
          <w:lang w:eastAsia="ru-RU"/>
        </w:rPr>
        <w:t>Детский сад № 52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Позднякова Наталия Николаевна, музыкальный </w:t>
      </w:r>
      <w:r>
        <w:rPr>
          <w:rFonts w:ascii="Liberation Serif" w:hAnsi="Liberation Serif" w:cs="Liberation Serif"/>
          <w:sz w:val="28"/>
          <w:szCs w:val="28"/>
        </w:rPr>
        <w:t>руководитель, МАДОУ «Детский сад № 39» – «Детский сад № 20»,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Познякова Светлана Борисовна, музыкальный руководитель, МАДОУ детский сад 10,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Полежанкина Ирина Валерьевна, музыкальный руководитель, МАДОУ детский </w:t>
      </w:r>
      <w:r>
        <w:rPr>
          <w:rFonts w:ascii="Liberation Serif" w:hAnsi="Liberation Serif" w:cs="Liberation Serif"/>
          <w:sz w:val="28"/>
          <w:szCs w:val="28"/>
        </w:rPr>
        <w:t>сад «Жар птица»,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Полякова Елена Валериевна, музыкальный руководитель, МАДОУ детский сад «Росинка» обособленное структурное подразделение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11,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Полякова Татьяна Николаевна, музыкальный руководитель, </w:t>
      </w:r>
      <w:r>
        <w:rPr>
          <w:rFonts w:ascii="Liberation Serif" w:hAnsi="Liberation Serif" w:cs="Liberation Serif"/>
          <w:sz w:val="28"/>
          <w:szCs w:val="28"/>
        </w:rPr>
        <w:t xml:space="preserve">филиал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– Детский сад п.г.т. Шаля», Шалинский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Попова Наталья Леонидовна, музыкальный руководитель, МАДОУ «Детский сад № 24», Режевской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Пошлякова Марина Юрьевна, музыкальный руководитель, МКДОУ «Колчеданский детский сад № 1», Каменский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Прожерина Наталья Геннадиевна, музыкальный руководитель, МКДОУ Галкинский детский сад,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Пузакова Людмила Владимировна, музыкальный руководитель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МАДОУ № 541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Пузынина Ольга Николаевна, музыкал</w:t>
      </w:r>
      <w:r>
        <w:rPr>
          <w:rFonts w:ascii="Liberation Serif" w:hAnsi="Liberation Serif" w:cs="Liberation Serif"/>
          <w:sz w:val="28"/>
          <w:szCs w:val="28"/>
        </w:rPr>
        <w:t xml:space="preserve">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Пьянкова Анжела Владимировна, музыкальный руководитель, МАДОУ № 119,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Река Лариса Валерьевна, музыкальный руководитель, МАДОУ «Детский сад № 70 общеразвивающего вида</w:t>
      </w:r>
      <w:r>
        <w:rPr>
          <w:rFonts w:ascii="Liberation Serif" w:hAnsi="Liberation Serif" w:cs="Liberation Serif"/>
          <w:sz w:val="28"/>
          <w:szCs w:val="28"/>
        </w:rPr>
        <w:t xml:space="preserve"> с приоритетным осуществлением деятельности по художественно-эстетическому направлению развития детей»,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Рензяева Ольга Федоровна, музыкальный руководитель, МБДОУ «Детский сад № 32»,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Репина Инга </w:t>
      </w:r>
      <w:r>
        <w:rPr>
          <w:rFonts w:ascii="Liberation Serif" w:hAnsi="Liberation Serif" w:cs="Liberation Serif"/>
          <w:sz w:val="28"/>
          <w:szCs w:val="28"/>
        </w:rPr>
        <w:t>Владимировна, музыкальный руководитель, МАДОУ № 47,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Романенко Татьяна Владимировна, музыкальный руководитель, МАДОУ МДС № 49, Малышевский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Рубан Татьяна Геннадьевна, музыкальный руководитель, МБДОУ «Детский сад № 16», ГО «го</w:t>
      </w:r>
      <w:r>
        <w:rPr>
          <w:rFonts w:ascii="Liberation Serif" w:hAnsi="Liberation Serif" w:cs="Liberation Serif"/>
          <w:sz w:val="28"/>
          <w:szCs w:val="28"/>
        </w:rPr>
        <w:t>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Рыбина Людмила Александровна, музыкальный руководитель, МБДОУ № 489,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Сайфутдинова Раиса Хайбарахмановна, музыкальный руководитель, МБДОУ № 266,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Самихова Светлана Михайловна, му</w:t>
      </w:r>
      <w:r>
        <w:rPr>
          <w:rFonts w:ascii="Liberation Serif" w:hAnsi="Liberation Serif" w:cs="Liberation Serif"/>
          <w:sz w:val="28"/>
          <w:szCs w:val="28"/>
        </w:rPr>
        <w:t>зыкальный руководитель, МБДОУ ПГО «Детский сад № 51»,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Самойлова Алена Витальевна, музыкальный руководитель, МАДОУ Новолялинского ГО «Детский сад общеразвивающего вида № 4 «Сказка», Новолялинский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Самсонова Ирина Владимировна, муз</w:t>
      </w:r>
      <w:r>
        <w:rPr>
          <w:rFonts w:ascii="Liberation Serif" w:hAnsi="Liberation Serif" w:cs="Liberation Serif"/>
          <w:sz w:val="28"/>
          <w:szCs w:val="28"/>
        </w:rPr>
        <w:t>ыкальный руководитель, МБДОУ № 34,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Сапелкина Ирина Ивановна, музыкальный руководитель,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548,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Саубанова Рушания Ильгисовна, музыкальный руководитель, МБДОУ № 2,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Свяжина</w:t>
      </w:r>
      <w:r>
        <w:rPr>
          <w:rFonts w:ascii="Liberation Serif" w:hAnsi="Liberation Serif" w:cs="Liberation Serif"/>
          <w:sz w:val="28"/>
          <w:szCs w:val="28"/>
        </w:rPr>
        <w:t xml:space="preserve"> Людмила Анатольевна, музыкальный руководитель, МАДОУ Центр развития ребенка – детский сад № 9 «Теремок»,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Семенцова Татьяна Анатольевна, музыкальный руководитель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МАДОУ № 472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Серебренникова Мария Владимиров</w:t>
      </w:r>
      <w:r>
        <w:rPr>
          <w:rFonts w:ascii="Liberation Serif" w:hAnsi="Liberation Serif" w:cs="Liberation Serif"/>
          <w:sz w:val="28"/>
          <w:szCs w:val="28"/>
        </w:rPr>
        <w:t xml:space="preserve">на, </w:t>
      </w:r>
      <w:r>
        <w:rPr>
          <w:rFonts w:ascii="Liberation Serif" w:hAnsi="Liberation Serif" w:cs="Liberation Serif"/>
          <w:iCs/>
          <w:sz w:val="28"/>
          <w:szCs w:val="28"/>
        </w:rPr>
        <w:t xml:space="preserve">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t>«Детский сад «Радуга»,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Лариса Николаевна, музыкальный руководитель, МАДОУ детский сад «Росток» структурное подразделение детский сад № 48,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Симоненко Анастасия </w:t>
      </w:r>
      <w:r>
        <w:rPr>
          <w:rFonts w:ascii="Liberation Serif" w:hAnsi="Liberation Serif" w:cs="Liberation Serif"/>
          <w:sz w:val="28"/>
          <w:szCs w:val="28"/>
        </w:rPr>
        <w:t xml:space="preserve">Сергеевна, музыкальный руководитель, МАДОУ № 60,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Сложеникина Ирина Борисовна, музыкальный руководитель, МАДОУ детский сад «Росинка» обособленное структурное подразделение детский сад № 2,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Смагина Марг</w:t>
      </w:r>
      <w:r>
        <w:rPr>
          <w:rFonts w:ascii="Liberation Serif" w:hAnsi="Liberation Serif" w:cs="Liberation Serif"/>
          <w:sz w:val="28"/>
          <w:szCs w:val="28"/>
        </w:rPr>
        <w:t xml:space="preserve">арита Геннадьевна, музыкальный руководитель, МБДОУ № 174,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Смирнова Ирина Валентиновна, музыкальный руководитель, БМАДОУ «Детский сад № 40»,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Снигирева Елена Александровна, музыкальный руководитель, МДОУ </w:t>
      </w:r>
      <w:r>
        <w:rPr>
          <w:rFonts w:ascii="Liberation Serif" w:hAnsi="Liberation Serif" w:cs="Liberation Serif"/>
          <w:bCs/>
          <w:sz w:val="28"/>
          <w:szCs w:val="28"/>
        </w:rPr>
        <w:t>«Гаевский детский сад»,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Снигирева Ирина Николаевна, музыкальный руководитель, МАДОУ детский сад «Страна чудес» структурное подразделение детский сад № 15,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Солонец Лариса Николаевна, музыкальный руководитель, МАД</w:t>
      </w:r>
      <w:r>
        <w:rPr>
          <w:rFonts w:ascii="Liberation Serif" w:hAnsi="Liberation Serif" w:cs="Liberation Serif"/>
          <w:sz w:val="28"/>
          <w:szCs w:val="28"/>
        </w:rPr>
        <w:t xml:space="preserve">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125,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Спицына Елена Владимировна, музыкальный рукодитель, МКДОУ Байкаловский детский сад № 4 «Богатырь», Байкаловский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Ставрова Нина Владимировна, музыкальный руководитель, МАДОУ «Радость» структурное подраздел</w:t>
      </w:r>
      <w:r>
        <w:rPr>
          <w:rFonts w:ascii="Liberation Serif" w:hAnsi="Liberation Serif" w:cs="Liberation Serif"/>
          <w:sz w:val="28"/>
          <w:szCs w:val="28"/>
        </w:rPr>
        <w:t>ение детский сад № 30,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Стулова Татьяна Вадимовна, музыкальный руководитель, МАДОУ детский сад «Росинка» обособленное структурное подразделение детский сад № 6,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Супрунова Анна Валентиновна, музыкальный </w:t>
      </w:r>
      <w:r>
        <w:rPr>
          <w:rFonts w:ascii="Liberation Serif" w:hAnsi="Liberation Serif" w:cs="Liberation Serif"/>
          <w:sz w:val="28"/>
          <w:szCs w:val="28"/>
        </w:rPr>
        <w:t>руководитель, МКДОУ Порошинский детский сад № 12,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Тагирова Екатерина Владимировна, музыкальный руководитель, МБДОУ «Детский сад «Малыш» АГО,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Тарасова Ольга Павловна, музыкальный руководитель, МБДОУ «Детский са</w:t>
      </w:r>
      <w:r>
        <w:rPr>
          <w:rFonts w:ascii="Liberation Serif" w:hAnsi="Liberation Serif" w:cs="Liberation Serif"/>
          <w:sz w:val="28"/>
          <w:szCs w:val="28"/>
        </w:rPr>
        <w:t>д № 12», ГО Верхняя Тура,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Таусенева Анна Сергеевна, музыкальный руководитель, МАДОУ «Детский сад «Радуга» № 5»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Тельминова Оксана Андреевна, музыкальный руководитель, МКДОУ «Детский сад № 5 «Елочка», Талицкий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Тепл</w:t>
      </w:r>
      <w:r>
        <w:rPr>
          <w:rFonts w:ascii="Liberation Serif" w:hAnsi="Liberation Serif" w:cs="Liberation Serif"/>
          <w:sz w:val="28"/>
          <w:szCs w:val="28"/>
        </w:rPr>
        <w:t>якова Алла Викторовна, музыкальный руководитель, МБОУ «Детский сад № 42», 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Терентьева Ирина Николаевна, </w:t>
      </w:r>
      <w:r>
        <w:rPr>
          <w:rFonts w:ascii="Liberation Serif" w:hAnsi="Liberation Serif" w:cs="Liberation Serif"/>
          <w:iCs/>
          <w:sz w:val="28"/>
          <w:szCs w:val="28"/>
        </w:rPr>
        <w:t xml:space="preserve">музыкальный руководитель, </w:t>
      </w:r>
      <w:r>
        <w:rPr>
          <w:rFonts w:ascii="Liberation Serif" w:hAnsi="Liberation Serif" w:cs="Liberation Serif"/>
          <w:sz w:val="28"/>
          <w:szCs w:val="28"/>
        </w:rPr>
        <w:t xml:space="preserve">МКДОУ АГО «Ачитский детский сад «Улыбка» – филиал Ачитский детский сад «Тополек», Ачитский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</w:t>
      </w:r>
      <w:r>
        <w:rPr>
          <w:rFonts w:ascii="Liberation Serif" w:hAnsi="Liberation Serif" w:cs="Liberation Serif"/>
          <w:sz w:val="28"/>
          <w:szCs w:val="28"/>
        </w:rPr>
        <w:t>ерещенко Татьяна Ивановна, музыкальный руководитель, МБДОУ ПГО «Детский сад № 69 комбинированного 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Тетюева Ирина Константиновна, музыкальный руководитель, МБДОУ «Детский сад № 20»,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Токарева Александра </w:t>
      </w:r>
      <w:r>
        <w:rPr>
          <w:rFonts w:ascii="Liberation Serif" w:hAnsi="Liberation Serif" w:cs="Liberation Serif"/>
          <w:sz w:val="28"/>
          <w:szCs w:val="28"/>
        </w:rPr>
        <w:t>Павловна, музыкальный руководитель, МАДОУ «Детский сад № 5»,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Трохова Валентина Михайловна, музыкальный руководитель, МАДОУ «Детский сад № 2»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Тычкина Светлана Геннадьевна, музыкальный руководитель, МБДОУ Д</w:t>
      </w:r>
      <w:r>
        <w:rPr>
          <w:rFonts w:ascii="Liberation Serif" w:hAnsi="Liberation Serif" w:cs="Liberation Serif"/>
          <w:sz w:val="28"/>
          <w:szCs w:val="28"/>
        </w:rPr>
        <w:t>етский сад № 3,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Урлова Татьяна Геннадьевна,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222,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Усанова Екатерина Владимировна, музыкальный руководитель, МБДОУ «Детский сад № 20 «Ласточка», ГО «Город Лесной» СО,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Устинова Анастасия Николаевна, музыкальный руководитель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МБДОУ детский сад № 561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Ушакова Елена Сергеевна, музыкальный руководитель МАДОУ детский сад «Гармония» структурное подразделение детский сад № 22, Новоуральский ГО </w:t>
      </w:r>
      <w:r>
        <w:rPr>
          <w:rFonts w:ascii="Liberation Serif" w:hAnsi="Liberation Serif" w:cs="Liberation Serif"/>
          <w:sz w:val="28"/>
          <w:szCs w:val="28"/>
        </w:rPr>
        <w:t>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 xml:space="preserve">Ушакова Юлия Дмитриевна, музыкальный руководитель, </w:t>
      </w:r>
      <w:r>
        <w:rPr>
          <w:rFonts w:ascii="Liberation Serif" w:hAnsi="Liberation Serif"/>
          <w:sz w:val="28"/>
          <w:szCs w:val="28"/>
        </w:rPr>
        <w:t>МАДОУ</w:t>
      </w:r>
      <w:r>
        <w:rPr>
          <w:rFonts w:ascii="Liberation Serif" w:hAnsi="Liberation Serif"/>
          <w:color w:val="000000"/>
          <w:sz w:val="28"/>
          <w:szCs w:val="28"/>
        </w:rPr>
        <w:t xml:space="preserve"> «Детский сад № 2 «Радуга»,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Фесенко Альбина Ахметзаитовна, музыкальный руководитель, МАДОУ № 145,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Харанека Олеся Сергеевна, музыкальный р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уководитель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МБДОУ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№ 128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Харисова Гульнара Фаридовна, музыкальный руководитель, МКДОУ д/с № 63 г. Михайловска,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Хлопенова Татьяна Васильевна, музыкальный руководитель, МАДОУ № 5, Артемовский ГО, ВК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Холодкова Людмила Викторовна, музыкальный руководитель, МБДОУ «Детский сад № 22»,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Хухарева Екатерина Дмитриевна, музыкальный руководитель, МАДОУ № 192,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Цветова Людмила Анатольевна, музыкальный </w:t>
      </w:r>
      <w:r>
        <w:rPr>
          <w:rFonts w:ascii="Liberation Serif" w:hAnsi="Liberation Serif" w:cs="Liberation Serif"/>
          <w:sz w:val="28"/>
          <w:szCs w:val="28"/>
        </w:rPr>
        <w:t xml:space="preserve">руководитель, МДОУ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38 «Детский сад Будущего», ГО Богданович,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Цивилева Ирина Васильевна, музыкальный руководитель, МКДОУ «Бродовской детский сад»,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Чашечникова Елена Аркадьевна, музыкальный руководитель, МБДОУ «Детский сад № 49», Г</w:t>
      </w:r>
      <w:r>
        <w:rPr>
          <w:rFonts w:ascii="Liberation Serif" w:hAnsi="Liberation Serif" w:cs="Liberation Serif"/>
          <w:sz w:val="28"/>
          <w:szCs w:val="28"/>
        </w:rPr>
        <w:t>О 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Чеботарева Ольга Вячеславовна, музыкальный руководитель, МАДОУ № 21,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Чемякина Наталья Геннадьевна, музыкальный руководитель, МАДОУ № 25, ГО Карпинск,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Чепракова Елена Гавриловна, музыкальный руководитель МАДОУ </w:t>
      </w:r>
      <w:r>
        <w:rPr>
          <w:rFonts w:ascii="Liberation Serif" w:hAnsi="Liberation Serif" w:cs="Liberation Serif"/>
          <w:sz w:val="28"/>
          <w:szCs w:val="28"/>
        </w:rPr>
        <w:t>детский сад комбинированного вида № 39 «Родничок», Невьянский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Чепчугова Татьяна Сергеевна, музыкальный руководитель, МАДОУ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№ 524,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Черезова Светлана Александровна, музыкальный руководитель, МАДОУ детский сад «Гармония</w:t>
      </w:r>
      <w:r>
        <w:rPr>
          <w:rFonts w:ascii="Liberation Serif" w:hAnsi="Liberation Serif" w:cs="Liberation Serif"/>
          <w:sz w:val="28"/>
          <w:szCs w:val="28"/>
        </w:rPr>
        <w:t>» структурное подразделение детский сад № 49,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Черемных Наталья Викторовна, музыкальный руководитель, МАДОУ № 17,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Чернова Ксения Андреевна, музыкальный руководитель,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ДС № 48, Малышевский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Чеснокова Светлана Геннадьевна, музыкальный руководитель, МБДОУ «Детский сад № 1»,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Шандра Ольга Владимировна, музыкальный руководитель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МБДОУ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№ 28,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Шатаренко Надежда Леонидовна, музыкальный </w:t>
      </w:r>
      <w:r>
        <w:rPr>
          <w:rFonts w:ascii="Liberation Serif" w:hAnsi="Liberation Serif" w:cs="Liberation Serif"/>
          <w:sz w:val="28"/>
          <w:szCs w:val="28"/>
        </w:rPr>
        <w:t>руководитель, МБДОУ № 186,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iCs/>
          <w:sz w:val="28"/>
          <w:szCs w:val="28"/>
        </w:rPr>
        <w:t xml:space="preserve">Шевалдина Инна Львовна, музыкальный руководитель, МАДОУ «Детский сад «Сказка», </w:t>
      </w:r>
      <w:r>
        <w:rPr>
          <w:rFonts w:ascii="Liberation Serif" w:hAnsi="Liberation Serif" w:cs="Liberation Serif"/>
          <w:sz w:val="28"/>
          <w:szCs w:val="28"/>
        </w:rPr>
        <w:t>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Шеломенцева Людмила Ильинична, музыкальный руководитель, МАДОУ Черновский детский сад, Ирбитское МО,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Шибанова Элеонора Георгиевна, музыкальный руководитель, МБДОУ «Детский сад № 101»,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Шипицына Юлия Юрьевна, музыкальный руководитель, МАДОУ № 9, Кушвинский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Шулейкина Юлия Вадимовна, музыкальный руководитель, БМАДОУ</w:t>
      </w:r>
      <w:r>
        <w:rPr>
          <w:rFonts w:ascii="Liberation Serif" w:hAnsi="Liberation Serif" w:cs="Liberation Serif"/>
          <w:sz w:val="28"/>
          <w:szCs w:val="28"/>
        </w:rPr>
        <w:t xml:space="preserve"> «Детский сад № 22»,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Шуткова Юлия Анатольевна, музыкальный руководитель, МАДОУ д/с № 18,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Юдакова Людмила Григорьевна, музыкальный руководитель, МБДОУ детский сад № 35,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Юнусова Ольга Евг</w:t>
      </w:r>
      <w:r>
        <w:rPr>
          <w:rFonts w:ascii="Liberation Serif" w:hAnsi="Liberation Serif" w:cs="Liberation Serif"/>
          <w:sz w:val="28"/>
          <w:szCs w:val="28"/>
        </w:rPr>
        <w:t xml:space="preserve">еньевна, музыкальный руководитель, МДОУ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«ЦРР – детский сад «Улыбка»,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Ядрышникова Екатерина Ивановна, музыкальный руководитель, МКДОУ «Детский сад «Им. 1 Мая»,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Яременко Анна Евгеньевна, музыкальный руководитель, М</w:t>
      </w:r>
      <w:r>
        <w:rPr>
          <w:rFonts w:ascii="Liberation Serif" w:hAnsi="Liberation Serif" w:cs="Liberation Serif"/>
          <w:sz w:val="28"/>
          <w:szCs w:val="28"/>
        </w:rPr>
        <w:t>АДОУ «Детский сад № 37»,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Ячменёва Наталья Александровна, музыкальный руководитель, МАДОУ детский сад «Росток», структурное подразделение детский сад № 35, Новоуральский ГО СО, ВКК.</w:t>
      </w:r>
    </w:p>
    <w:p w:rsidR="00AD1BAA" w:rsidRDefault="00AD1BAA">
      <w:pPr>
        <w:tabs>
          <w:tab w:val="left" w:pos="0"/>
          <w:tab w:val="left" w:pos="426"/>
        </w:tabs>
        <w:spacing w:after="0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 дополнительного образования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Абрамова Ольга </w:t>
      </w:r>
      <w:r>
        <w:rPr>
          <w:rFonts w:ascii="Liberation Serif" w:hAnsi="Liberation Serif" w:cs="Liberation Serif"/>
          <w:bCs/>
          <w:sz w:val="28"/>
          <w:szCs w:val="28"/>
        </w:rPr>
        <w:t>Анатольевна, педагог дополнительного образования, МБУ ДО «ИДДТ»,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Абрамова Ольга Владимировна, педагог дополнительного образования, ГАПОУ СО «Северный педагогический колледж»,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Абросимова Екатерина Викторовна, 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педагог дополнительного образования, МКУ ДО АГО «Ачитский ЦДО»,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Авдюкова Елена Николаевна, педагог дополнительного образования (художественная), МАОУ СОШ № 32,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Ананьева Надежда Витальевна, педагог дополнитель</w:t>
      </w:r>
      <w:r>
        <w:rPr>
          <w:rFonts w:ascii="Liberation Serif" w:hAnsi="Liberation Serif" w:cs="Liberation Serif"/>
          <w:sz w:val="28"/>
          <w:szCs w:val="28"/>
          <w:lang w:eastAsia="ru-RU"/>
        </w:rPr>
        <w:t>ного образования, МБУ ДО ДДТ Ленинского района,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Анкудинова Любовь Львовна, педагог дополнительного образования, МБУ ДО ТДДТ,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Анкушина Наталья Владимировна, педагог дополнительного образования, МБОУ ДО ДДТ,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Волчанский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Аргучинская Ольга Александровна, педагог дополнительного образования, МАОУ ДО «Центр образования и профессиональной ориентации»,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Ардашева Лилия Вячеславовна, педагог дополнительного образования </w:t>
      </w:r>
      <w:r>
        <w:rPr>
          <w:rFonts w:ascii="Liberation Serif" w:hAnsi="Liberation Serif" w:cs="Liberation Serif"/>
          <w:sz w:val="28"/>
          <w:szCs w:val="28"/>
        </w:rPr>
        <w:t>(художественная),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</w:t>
      </w:r>
      <w:r>
        <w:rPr>
          <w:rFonts w:ascii="Liberation Serif" w:hAnsi="Liberation Serif" w:cs="Liberation Serif"/>
          <w:sz w:val="28"/>
          <w:szCs w:val="28"/>
          <w:lang w:eastAsia="ru-RU"/>
        </w:rPr>
        <w:t>ОУ лицей № 12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Артемьевских Ольга Александровна, педагог дополнительного образования, МБУ ДО СЮН,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Асоцкая Елена Владимировна, педагог дополнительного образования, МАОУ «СОШ № 2»,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Афанась</w:t>
      </w:r>
      <w:r>
        <w:rPr>
          <w:rFonts w:ascii="Liberation Serif" w:hAnsi="Liberation Serif" w:cs="Liberation Serif"/>
          <w:sz w:val="28"/>
          <w:szCs w:val="28"/>
        </w:rPr>
        <w:t>ева Елена Ивановна, педагог дополнительного образования МАОУ школа-интернат № 9, ГО Богданович,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Ахмедова Ольга Ивановна, педагог дополнительного образования, ЦДТТ СГО, Сысертский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Ахтямова Оксана Наильевна, педагог дополнительного образования,</w:t>
      </w:r>
      <w:r>
        <w:rPr>
          <w:rFonts w:ascii="Liberation Serif" w:hAnsi="Liberation Serif" w:cs="Liberation Serif"/>
          <w:sz w:val="28"/>
          <w:szCs w:val="28"/>
        </w:rPr>
        <w:t xml:space="preserve"> МАДОУ № 39, ГО Сухой Лог,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Бабкина Вера Викторовна, педагог дополнительного образования, МАУДО «Центр детского творчества п.г.т. Верхние Серги»,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Балакаева Татьяна Борисовна, педагог дополнительного образования МАОУ «Средняя</w:t>
      </w:r>
      <w:r>
        <w:rPr>
          <w:rFonts w:ascii="Liberation Serif" w:hAnsi="Liberation Serif" w:cs="Liberation Serif"/>
          <w:sz w:val="28"/>
          <w:szCs w:val="28"/>
        </w:rPr>
        <w:t xml:space="preserve"> общеобразовательная школа № 1»,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-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Бармина Ия Григорьевна, педагог дополнительного образования МАОУ «СОШ № 45»,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Барскова Татьяна Юрьевна, педагог дополнительного образования, МАУДО ДДТ МГО, Малышевский ГО,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Батанина Наталья Владимировна, педагог дополнительного образования, МКУДО «Дворец творчества»,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Бачин Алексей Алексеевич, педагог дополнительного образования МАОУ «Каменск-Уральская гимназия»,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Беглянина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Елена Германовна, педагог дополнительного образования </w:t>
      </w:r>
      <w:r>
        <w:rPr>
          <w:rFonts w:ascii="Liberation Serif" w:hAnsi="Liberation Serif" w:cs="Liberation Serif"/>
          <w:sz w:val="28"/>
          <w:szCs w:val="28"/>
        </w:rPr>
        <w:t>(естественно-научная),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МАОУ СОШ № 74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Бектяшева Марина Амировна, педагог дополнительного образования </w:t>
      </w:r>
      <w:r>
        <w:rPr>
          <w:rFonts w:ascii="Liberation Serif" w:hAnsi="Liberation Serif" w:cs="Liberation Serif"/>
          <w:sz w:val="28"/>
          <w:szCs w:val="28"/>
        </w:rPr>
        <w:t xml:space="preserve">(художественная),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МАОУ СОШ № 69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Бекурин </w:t>
      </w:r>
      <w:r>
        <w:rPr>
          <w:rFonts w:ascii="Liberation Serif" w:hAnsi="Liberation Serif" w:cs="Liberation Serif"/>
          <w:sz w:val="28"/>
          <w:szCs w:val="28"/>
        </w:rPr>
        <w:t>Максим Дмитриевич, педагог дополнительного образования, ЦДТТ СГО, Сысертский ГО</w:t>
      </w:r>
      <w:r>
        <w:rPr>
          <w:rFonts w:ascii="Liberation Serif" w:eastAsia="Times New Roman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Белицкая Наталия Юрьевна, педагог дополнительного образования, МАУ ДО «ЦДТ»,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Белодед Александр Сергеевич, педагог дополнительного образования (тех</w:t>
      </w:r>
      <w:r>
        <w:rPr>
          <w:rFonts w:ascii="Liberation Serif" w:hAnsi="Liberation Serif" w:cs="Liberation Serif"/>
          <w:sz w:val="28"/>
          <w:szCs w:val="28"/>
        </w:rPr>
        <w:t>ническая)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ГДТДиМ «Одаренность и технологии»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Белоусова Елена Александровна, педагог дополнительного образования, МАУ НГО «Центр творчества», Невьянский ГО,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Белоусова Людмила Владимировна, педагог дополнительного 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образования, МБУ ДО ЦДТ «Выйский»,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Белоусова Ольга Александровна, педагог дополнительного образования, МАУ НГО «Центр творчества»,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Бельтюкова Юлия Владиславовна, педагог дополнительного образования, МАУ ДО «ЦДТ»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Берсенева Алена Вячеславовна, педагог дополнительного образования (художественная), МАУ ДО – ДДиЮ,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Бессонова Марина Валериевна, педагог дополнительного образования (художественная), МАОУ СОШ № 64, 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Бессонова Светлана Павловна, педагог дополнительного образования, МБОУ лицей,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Биттер Владимир Андреевич, педагог дополнительного образования, МАУ ДО «СЮН»,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Борисова Наталья Сергеев</w:t>
      </w:r>
      <w:r>
        <w:rPr>
          <w:rFonts w:ascii="Liberation Serif" w:hAnsi="Liberation Serif" w:cs="Liberation Serif"/>
          <w:sz w:val="28"/>
          <w:szCs w:val="28"/>
        </w:rPr>
        <w:t>на, педагог дополнительного образования, БМАДОУ «Центр развития ребенка – Детский сад № 41»,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Бочкарева Елена Владимировна, педагог дополнительного образования (художественная), МАОУ гимназия № 120,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Брусяни</w:t>
      </w:r>
      <w:r>
        <w:rPr>
          <w:rFonts w:ascii="Liberation Serif" w:hAnsi="Liberation Serif" w:cs="Liberation Serif"/>
          <w:sz w:val="28"/>
          <w:szCs w:val="28"/>
        </w:rPr>
        <w:t>на Елена Владимировна, педагог дополнительного образования, МАУ ДО «Центр дополнительного образования,»,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Брыткова Алла Геннадьевна, педагог дополнительного образования </w:t>
      </w:r>
      <w:r>
        <w:rPr>
          <w:rFonts w:ascii="Liberation Serif" w:hAnsi="Liberation Serif" w:cs="Liberation Serif"/>
          <w:sz w:val="28"/>
          <w:szCs w:val="28"/>
        </w:rPr>
        <w:t xml:space="preserve">(художественная),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МАОУ гимназия № 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</w:t>
      </w:r>
      <w:r>
        <w:rPr>
          <w:rFonts w:ascii="Liberation Serif" w:hAnsi="Liberation Serif" w:cs="Liberation Serif"/>
          <w:sz w:val="28"/>
          <w:szCs w:val="28"/>
        </w:rPr>
        <w:t>йневич Галина Андреевна, педагог дополнительного образования, МАУ ДО «ЦВР»,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Булыгина Людмила Константиновна, педагог дополнительного образования, ЦВР СГО, Сысертский ГО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Важенина Анастасия Викторовна, педагог дополнительного </w:t>
      </w:r>
      <w:r>
        <w:rPr>
          <w:rFonts w:ascii="Liberation Serif" w:hAnsi="Liberation Serif" w:cs="Liberation Serif"/>
          <w:sz w:val="28"/>
          <w:szCs w:val="28"/>
        </w:rPr>
        <w:t>образования (художественная), МАОУ гимназия № 94,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Варясова Ольга Ивановна, педагог дополнительного образования, МАУ ДО ДДДЮТ, город Нижний Тагил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Васильева Татьяна Юрьевна, педагог дополнительного образования, МКУДО </w:t>
      </w:r>
      <w:r>
        <w:rPr>
          <w:rFonts w:ascii="Liberation Serif" w:hAnsi="Liberation Serif" w:cs="Liberation Serif"/>
          <w:sz w:val="28"/>
          <w:szCs w:val="28"/>
        </w:rPr>
        <w:t>«Дворец творчества»,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Вершинина Людмила Григорьевна, педагог дополнительного образования (художественная)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МБУ ДО ДДТ Ленинского района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Витомская Лариса Олеговна, педагог дополнительного образования </w:t>
      </w:r>
      <w:r>
        <w:rPr>
          <w:rFonts w:ascii="Liberation Serif" w:hAnsi="Liberation Serif" w:cs="Liberation Serif"/>
          <w:sz w:val="28"/>
          <w:szCs w:val="28"/>
        </w:rPr>
        <w:t xml:space="preserve">(художественная),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МАОУ СОШ № 63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Волегова Татьяна Сергеевна, педагог дополнительного образования, МАУ ДО ЦВР «Факел», Кушвинский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 Николай Васильевич, педагог дополнительного образования МБОУ СОШ № 5 г. Невьянска</w:t>
      </w:r>
      <w:r>
        <w:rPr>
          <w:rFonts w:ascii="Liberation Serif" w:hAnsi="Liberation Serif" w:cs="Liberation Serif"/>
          <w:sz w:val="28"/>
          <w:szCs w:val="28"/>
        </w:rPr>
        <w:t>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Волкова Вера Николаевна, педагог дополнительного образования, МОУ ДО «Детский экологический центр»,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Волкова Наталия Викторовна, педагог дополнительного образования, МБОУ СОШ № 1,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Вонсович Ольг</w:t>
      </w:r>
      <w:r>
        <w:rPr>
          <w:rFonts w:ascii="Liberation Serif" w:hAnsi="Liberation Serif" w:cs="Liberation Serif"/>
          <w:sz w:val="28"/>
          <w:szCs w:val="28"/>
          <w:lang w:eastAsia="ru-RU"/>
        </w:rPr>
        <w:t>а Анатольевна, педагог дополнительного образования, МАУ ДО «СЮТ»,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Ворошилова Ольга Владимировна, педагог дополнительного образования, МАУ ДО ДТ,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Вылегжанина Ирина Леонидовна, педагог дополнительного образо</w:t>
      </w:r>
      <w:r>
        <w:rPr>
          <w:rFonts w:ascii="Liberation Serif" w:hAnsi="Liberation Serif" w:cs="Liberation Serif"/>
          <w:sz w:val="28"/>
          <w:szCs w:val="28"/>
        </w:rPr>
        <w:t>вания, МАОУ ЦДО «Фаворит»,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Галишева Елена Михайловна, педагог дополнительного образования (художественная)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ГДТДиМ «Одарённость и технологии»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Гамм Елена Эрвиновна, педагог дополнительного образова</w:t>
      </w:r>
      <w:r>
        <w:rPr>
          <w:rFonts w:ascii="Liberation Serif" w:hAnsi="Liberation Serif" w:cs="Liberation Serif"/>
          <w:sz w:val="28"/>
          <w:szCs w:val="28"/>
        </w:rPr>
        <w:t>ния, ГБОУ СО «Екатеринбургская школа № 2, реализующая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Гилязитдинова Евгения Григорьевна, педагог дополнительного образования, МАУ ДО «ЦВР»,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Гимад</w:t>
      </w:r>
      <w:r>
        <w:rPr>
          <w:rFonts w:ascii="Liberation Serif" w:hAnsi="Liberation Serif" w:cs="Liberation Serif"/>
          <w:bCs/>
          <w:sz w:val="28"/>
          <w:szCs w:val="28"/>
        </w:rPr>
        <w:t xml:space="preserve">етдинова Марина Борисовна, педагог дополнительного образования, </w:t>
      </w:r>
      <w:r>
        <w:rPr>
          <w:rFonts w:ascii="Liberation Serif" w:hAnsi="Liberation Serif" w:cs="Liberation Serif"/>
          <w:sz w:val="28"/>
          <w:szCs w:val="28"/>
        </w:rPr>
        <w:t>ГБОУ СО «Серовская школа-интернат», Серовский ГО</w:t>
      </w:r>
      <w:r>
        <w:rPr>
          <w:rFonts w:ascii="Liberation Serif" w:hAnsi="Liberation Serif" w:cs="Liberation Serif"/>
          <w:bCs/>
          <w:sz w:val="28"/>
          <w:szCs w:val="28"/>
        </w:rPr>
        <w:t>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Гладкова Ольга Геннадьевна, педагог дополнительного образования, МКУ ДО Байкаловский районный ЦВР, Байкаловский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Глушенко </w:t>
      </w:r>
      <w:r>
        <w:rPr>
          <w:rFonts w:ascii="Liberation Serif" w:hAnsi="Liberation Serif" w:cs="Liberation Serif"/>
          <w:sz w:val="28"/>
          <w:szCs w:val="28"/>
        </w:rPr>
        <w:t>Татьяна Александровна, педагог дополнительного образования (художественная), МАОУ гимназия № 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Голубовская Елена Эгвартовна, педагог дополнительного образования, ПМАОУ ДО ЦДТ,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Голубцова Елена Геннадьевна</w:t>
      </w:r>
      <w:r>
        <w:rPr>
          <w:rFonts w:ascii="Liberation Serif" w:hAnsi="Liberation Serif" w:cs="Liberation Serif"/>
          <w:sz w:val="28"/>
          <w:szCs w:val="28"/>
        </w:rPr>
        <w:t xml:space="preserve">, педагог дополнительного образования, МАУДО «ЦВР «Эльдорадо», Слободо-Туринский МР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Гонцова Анна Степанова, педагог дополнительного образования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региональный центр детско-юношеского туризма и краеведения СО, ГАНОУ СО «Дворец молодёжи»,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Горнов Андрей Анатольевич, педагог дополнительного образования (туристско-краеведческое), МАУ ДО «Центр внешкольной работы Сысертского городского округа»,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Гостюхина Елена Михайловна, педагог дополнительного образования (художествен</w:t>
      </w:r>
      <w:r>
        <w:rPr>
          <w:rFonts w:ascii="Liberation Serif" w:hAnsi="Liberation Serif" w:cs="Liberation Serif"/>
          <w:sz w:val="28"/>
          <w:szCs w:val="28"/>
          <w:lang w:eastAsia="ru-RU"/>
        </w:rPr>
        <w:t>ная), МАОУ СОШ № 69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Гриценко Наталья Елисеевна, педагог дополнительного образования (художественная), МАУ ДО ДДТ «РАДУГА»,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Гришина Светлана Юрьевна, педагог дополнительного образования МБОУ СОШ </w:t>
      </w:r>
      <w:r>
        <w:rPr>
          <w:rFonts w:ascii="Liberation Serif" w:hAnsi="Liberation Serif" w:cs="Liberation Serif"/>
          <w:sz w:val="28"/>
          <w:szCs w:val="28"/>
        </w:rPr>
        <w:t>№ 5 г. Невьянска, Невьянский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Гультяева Татьяна Викторовна, педагог дополнительного образования, МАУ ДО ДДДЮТ,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Гусакова Нурия Мусаевна, педагог дополнительного образования («Вокал»), ГАПОУ СО «Верхнепышминский </w:t>
      </w:r>
      <w:r>
        <w:rPr>
          <w:rFonts w:ascii="Liberation Serif" w:hAnsi="Liberation Serif" w:cs="Liberation Serif"/>
          <w:sz w:val="28"/>
          <w:szCs w:val="28"/>
        </w:rPr>
        <w:t>механико-технологический техникум «Юность»,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Гусева Катарина Сергеевна, педагог дополнительного образования, МАОУ ДО «Центр образования и профессиональной ориентации»,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Гущина Ганна Григорьевна, педагог дополните</w:t>
      </w:r>
      <w:r>
        <w:rPr>
          <w:rFonts w:ascii="Liberation Serif" w:hAnsi="Liberation Serif" w:cs="Liberation Serif"/>
          <w:sz w:val="28"/>
          <w:szCs w:val="28"/>
          <w:lang w:eastAsia="ru-RU"/>
        </w:rPr>
        <w:t>льного образования (техническая), МАОУ гимназия № 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Давыдова Татьяна Борисовна, педагог дополнительного образования, МАУДО «Центр детского творчества пгт. Верхние Серги»,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Дворянцева Ольга Владимиро</w:t>
      </w:r>
      <w:r>
        <w:rPr>
          <w:rFonts w:ascii="Liberation Serif" w:hAnsi="Liberation Serif" w:cs="Liberation Serif"/>
          <w:sz w:val="28"/>
          <w:szCs w:val="28"/>
        </w:rPr>
        <w:t>вна, педагог дополнительного образования, МАОУ «СОШ № 45»,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Дегтярева Елена Игоревна, педагог дополнительного образования, МАУ ДО «Дом детского творчества»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Дедюхин Александр Юрьевич, педагог дополнител</w:t>
      </w:r>
      <w:r>
        <w:rPr>
          <w:rFonts w:ascii="Liberation Serif" w:hAnsi="Liberation Serif" w:cs="Liberation Serif"/>
          <w:sz w:val="28"/>
          <w:szCs w:val="28"/>
        </w:rPr>
        <w:t>ьного образования (техническая), МАУ ДО ДДТ «Химмашевец»,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Деменьшина Ольга Сергеевна, педагог дополнительного образования, ЦВР СГО, Сысертский ГО, 1КК.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Долгих Галина Васильевна, педагог дополнительного образования, МБОУ ДО «ЦД</w:t>
      </w:r>
      <w:r>
        <w:rPr>
          <w:rFonts w:ascii="Liberation Serif" w:hAnsi="Liberation Serif" w:cs="Liberation Serif"/>
          <w:sz w:val="28"/>
          <w:szCs w:val="28"/>
        </w:rPr>
        <w:t>О»,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Дрокин Андрей Анатольевич, педагог дополнительного образования (художественная), МБУ ДО ДДТ Ленинского района,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Дылдина Ольга Вениаминовна, педагог дополнительного образования (художественная), МБУ ДО </w:t>
      </w:r>
      <w:r>
        <w:rPr>
          <w:rFonts w:ascii="Liberation Serif" w:hAnsi="Liberation Serif" w:cs="Liberation Serif"/>
          <w:sz w:val="28"/>
          <w:szCs w:val="28"/>
        </w:rPr>
        <w:t>ЦДТ Железнодорожного района,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Евтехов Андрей Васильевич, педагог дополнительного образования, МБУ ДО ГорСЮТ,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Ермакова Лариса Сергеевна, педагог дополнительного образования (художественная), МАУ ДО ДДТ </w:t>
      </w:r>
      <w:r>
        <w:rPr>
          <w:rFonts w:ascii="Liberation Serif" w:hAnsi="Liberation Serif" w:cs="Liberation Serif"/>
          <w:sz w:val="28"/>
          <w:szCs w:val="28"/>
        </w:rPr>
        <w:t>Октябрьского района,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Ермолина Лада Валерьевна, педагог дополнительного образования (социально-гуманитарная, естественно-научная направленности), МБУ ДО ЦДЮ «Созвездие»,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Ерохина Наталья Петровна, п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едагог дополнительного образования (естественно-научная), МБУ ДО «ДЭЦ Рифей»,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Ершов Александр Юрьевич, педагог дополнительного образования, МАУ ДО ЦДО,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Есипова Галина Николаевна, педагог дополнительного </w:t>
      </w:r>
      <w:r>
        <w:rPr>
          <w:rFonts w:ascii="Liberation Serif" w:hAnsi="Liberation Serif" w:cs="Liberation Serif"/>
          <w:sz w:val="28"/>
          <w:szCs w:val="28"/>
        </w:rPr>
        <w:t>образования (прикладное творчество), МАОУ ДО ЦТР и ГО «Гармония»,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Ефимов Иван Тимофеевич, педагог дополнительного образования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22,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Журкина Ольга Викторовна, педагог дополнительного образования, МАОУ ДО №</w:t>
      </w:r>
      <w:r>
        <w:rPr>
          <w:rFonts w:ascii="Liberation Serif" w:hAnsi="Liberation Serif" w:cs="Liberation Serif"/>
          <w:sz w:val="28"/>
          <w:szCs w:val="28"/>
        </w:rPr>
        <w:t xml:space="preserve"> 24 «Детская художественная школа»,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Завьялова Ольга Владимировна, педагог дополнительного образования, МАУ ДО «ЦДО», ГО Ревда,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Закатова Анастасия Владимировна, педагог дополнительного образования, центр развития художественно-эст</w:t>
      </w:r>
      <w:r>
        <w:rPr>
          <w:rFonts w:ascii="Liberation Serif" w:hAnsi="Liberation Serif" w:cs="Liberation Serif"/>
          <w:sz w:val="28"/>
          <w:szCs w:val="28"/>
        </w:rPr>
        <w:t>етической направленности, ГАНОУ СО «Дворец молодёжи»,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440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Замятин Алексей Сергеевич,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педагог дополнительного образования, ГАПОУ СО «Каменск-Уральский агропромышленный техникум»,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Захарова Ирина Николае</w:t>
      </w:r>
      <w:r>
        <w:rPr>
          <w:rFonts w:ascii="Liberation Serif" w:hAnsi="Liberation Serif" w:cs="Liberation Serif"/>
          <w:bCs/>
          <w:sz w:val="28"/>
          <w:szCs w:val="28"/>
        </w:rPr>
        <w:t>вна, педагог дополнительного образования, ГБОУ СО «СОШ № 3», ГО Верхотурский,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Захарова Наталья Васильевна, педагог дополнительного образования, МАОУ ДО «Дом детского творчества»,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Заякина Татьяна Валентиновна, педагог дополнитель</w:t>
      </w:r>
      <w:r>
        <w:rPr>
          <w:rFonts w:ascii="Liberation Serif" w:hAnsi="Liberation Serif" w:cs="Liberation Serif"/>
          <w:sz w:val="28"/>
          <w:szCs w:val="28"/>
        </w:rPr>
        <w:t>ного образования (техническая), МБУ ДО ЦДТ Железнодорожного района,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Зиннатова Эльвира Рашидовна, педагог дополнительного образования, МАУ ДО ГорСЮН,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Зинюк Елена Владимировна, педагог дополнительного </w:t>
      </w:r>
      <w:r>
        <w:rPr>
          <w:rFonts w:ascii="Liberation Serif" w:hAnsi="Liberation Serif" w:cs="Liberation Serif"/>
          <w:sz w:val="28"/>
          <w:szCs w:val="28"/>
        </w:rPr>
        <w:t>образования, ГБОУ СО «Екатеринбургская школа-интернат № 12, реализующая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Злыгостева Наталья Владимировна, педагог дополнительного образования МАОУ «Средняя общеобразовател</w:t>
      </w:r>
      <w:r>
        <w:rPr>
          <w:rFonts w:ascii="Liberation Serif" w:hAnsi="Liberation Serif" w:cs="Liberation Serif"/>
          <w:sz w:val="28"/>
          <w:szCs w:val="28"/>
        </w:rPr>
        <w:t>ьная школа № 1»,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Зубанова Евгения Иосифовна, педагог дополнительного образования (художественная), МАОУ СОШ № 143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Зубрицких Оксана Леонидовна, педагог дополнительного образования, МБУ ДО «СЮТ», ГО Ревд</w:t>
      </w:r>
      <w:r>
        <w:rPr>
          <w:rFonts w:ascii="Liberation Serif" w:hAnsi="Liberation Serif" w:cs="Liberation Serif"/>
          <w:sz w:val="28"/>
          <w:szCs w:val="28"/>
        </w:rPr>
        <w:t>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Зудина Наталья Георгиевна, педагог дополнительного образования (художественная), МАОУ СОШ № 171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Зырянова Светлана Сергеевна, педагог дополнительного образования, МБОУ ДО ГО Заречный «ЦДТ», ГО Заречный,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Иванова Ир</w:t>
      </w:r>
      <w:r>
        <w:rPr>
          <w:rFonts w:ascii="Liberation Serif" w:hAnsi="Liberation Serif" w:cs="Liberation Serif"/>
          <w:sz w:val="28"/>
          <w:szCs w:val="28"/>
          <w:lang w:eastAsia="ru-RU"/>
        </w:rPr>
        <w:t>ина Георгиевна, педагог дополнительного образования, МАОУ СОШ № 2, Тавдинский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Иванова Оксана Евгеньевна, педагог дополнительного образования, МАУ ДО ДДДЮТ,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Инютина Екатерина Сергеевна, педагог дополнительного образования 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(физкультурно-спортивная), МАУ ДО ГДТДиМ «Одаренность и технологии», </w:t>
      </w:r>
      <w:r>
        <w:rPr>
          <w:rFonts w:ascii="Liberation Serif" w:hAnsi="Liberation Serif" w:cs="Liberation Serif"/>
          <w:color w:val="000000"/>
          <w:sz w:val="28"/>
          <w:szCs w:val="28"/>
        </w:rPr>
        <w:br/>
      </w:r>
      <w:r>
        <w:rPr>
          <w:rFonts w:ascii="Liberation Serif" w:hAnsi="Liberation Serif" w:cs="Liberation Serif"/>
          <w:color w:val="000000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Ионова Галина Георгиевна, педагог дополнительного образования (техническая), МАОУ СОШ № 29,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Исакова Светлана Владимировна, пед</w:t>
      </w:r>
      <w:r>
        <w:rPr>
          <w:rFonts w:ascii="Liberation Serif" w:hAnsi="Liberation Serif" w:cs="Liberation Serif"/>
          <w:sz w:val="28"/>
          <w:szCs w:val="28"/>
        </w:rPr>
        <w:t>агог дополнительного образования (физическая культура), ГБУ СО «ЦППМСП «Ресурс», МО «город Екатеринбург»,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Кадникова Наталия Васильевна, педагог дополнительного образования (хореография, танцы), МАУ ДО «Центр внешкольной работы</w:t>
      </w:r>
      <w:r>
        <w:rPr>
          <w:rFonts w:ascii="Liberation Serif" w:hAnsi="Liberation Serif" w:cs="Liberation Serif"/>
          <w:sz w:val="28"/>
          <w:szCs w:val="28"/>
        </w:rPr>
        <w:t xml:space="preserve"> Сысертского городского округа»,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Камалдинова Ольга Геннадьевна, педагог дополнительного образования, МУДО «Дом детского творчества»,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Каплина Оксана Геннадьевна, педагог дополнительного образования (художественна</w:t>
      </w:r>
      <w:r>
        <w:rPr>
          <w:rFonts w:ascii="Liberation Serif" w:hAnsi="Liberation Serif" w:cs="Liberation Serif"/>
          <w:sz w:val="28"/>
          <w:szCs w:val="28"/>
        </w:rPr>
        <w:t xml:space="preserve">я), МАОУ СОШ № 65,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Карамышева Мария Юрьевна, педагог дополнительного образования (техническая, социально-гуманитарная), МАУ ДО ДДТ «Химмашевец», </w:t>
      </w:r>
      <w:r>
        <w:rPr>
          <w:rFonts w:ascii="Liberation Serif" w:hAnsi="Liberation Serif" w:cs="Liberation Serif"/>
          <w:color w:val="000000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Карамышева Ольга Юрьевна, педагог дополнительного </w:t>
      </w:r>
      <w:r>
        <w:rPr>
          <w:rFonts w:ascii="Liberation Serif" w:hAnsi="Liberation Serif" w:cs="Liberation Serif"/>
          <w:sz w:val="28"/>
          <w:szCs w:val="28"/>
        </w:rPr>
        <w:t xml:space="preserve">образования (техническая, социально-гуманитарная), МАУ ДО ДДТ «Химмашевец», </w:t>
      </w:r>
      <w:r>
        <w:rPr>
          <w:rFonts w:ascii="Liberation Serif" w:hAnsi="Liberation Serif" w:cs="Liberation Serif"/>
          <w:color w:val="000000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Каримова Лариса Эрнестовна, педагог дополнительного образования, МАУ ДО Дом детского творчества, Кушвинский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Каримова Наталья Сергеевна, педа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гог дополнительного образования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МАДОУ «Детский сад комбинированного вида № 4 «Солнышко»,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Каркавина Ольга Владимировна, педагог дополнительного образования, МКУ ДО АГО «Ачитский ЦДО»,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Керимова Венера Рустамовна, </w:t>
      </w:r>
      <w:r>
        <w:rPr>
          <w:rFonts w:ascii="Liberation Serif" w:hAnsi="Liberation Serif" w:cs="Liberation Serif"/>
          <w:sz w:val="28"/>
          <w:szCs w:val="28"/>
        </w:rPr>
        <w:t>педагог дополнительного образования (художественная), МАОУ СОШ № 91,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Киреенко Людмила Александровна, педагог дополнительного образования, МАОУ СОШ № 4,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Киселева Ирина Анелидовна, педагог дополнительног</w:t>
      </w:r>
      <w:r>
        <w:rPr>
          <w:rFonts w:ascii="Liberation Serif" w:hAnsi="Liberation Serif" w:cs="Liberation Serif"/>
          <w:sz w:val="28"/>
          <w:szCs w:val="28"/>
        </w:rPr>
        <w:t>о образования, МБУ ДО «Центр дополнительного образования,»,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Киселева Ольга Александровна, педагог дополнительного образования (художественная) МАУ ДО ГДТДиМ «Одаренность и технологии»,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Клейменова </w:t>
      </w:r>
      <w:r>
        <w:rPr>
          <w:rFonts w:ascii="Liberation Serif" w:hAnsi="Liberation Serif" w:cs="Liberation Serif"/>
          <w:sz w:val="28"/>
          <w:szCs w:val="28"/>
        </w:rPr>
        <w:t>Вероника Гелиевна, педагог дополнительного образования (туристско-краеведческая), МАОУ СОШ № 65,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Ковалева Фаина Павловна, педагог дополнительного образования, МБУ ДО ТДДТ, город Нижний Тагил, ВКК.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Козлова Марина Валерьевна, п</w:t>
      </w:r>
      <w:r>
        <w:rPr>
          <w:rFonts w:ascii="Liberation Serif" w:hAnsi="Liberation Serif" w:cs="Liberation Serif"/>
          <w:sz w:val="28"/>
          <w:szCs w:val="28"/>
        </w:rPr>
        <w:t>едагог дополнительного образования, МБУ ДО ШГО «Дом творчества», Шалинский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Кокорина Юлия Александровна, педагог дополнительного образования, МКДОД Байкаловский детско-юношеский центр «Созвездие», Байкаловский МР СО,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Кокшарова Ирина </w:t>
      </w:r>
      <w:r>
        <w:rPr>
          <w:rFonts w:ascii="Liberation Serif" w:hAnsi="Liberation Serif" w:cs="Liberation Serif"/>
          <w:sz w:val="28"/>
          <w:szCs w:val="28"/>
        </w:rPr>
        <w:t>Викторовна, педагог дополнительного образования (художественная), МАОУ СОШ № 140,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Коломенцева Лариса Александровна, педагог дополнительного образования, МАОУ СОШ № 4, МО город Алапаевск,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Кондратьева Светлана Викторовна, </w:t>
      </w:r>
      <w:r>
        <w:rPr>
          <w:rFonts w:ascii="Liberation Serif" w:hAnsi="Liberation Serif" w:cs="Liberation Serif"/>
          <w:sz w:val="28"/>
          <w:szCs w:val="28"/>
        </w:rPr>
        <w:t>педагог дополнительного образования МКОУ «Травянская средняя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Коновалов Александр Викторович, педагог дополнительного образования, МАОУ ДО № 24 «Детская художественная школа»,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Копейкина Тат</w:t>
      </w:r>
      <w:r>
        <w:rPr>
          <w:rFonts w:ascii="Liberation Serif" w:hAnsi="Liberation Serif" w:cs="Liberation Serif"/>
          <w:sz w:val="28"/>
          <w:szCs w:val="28"/>
        </w:rPr>
        <w:t>ьяна Геннадьевна, педагог дополнительного образования, ПМАОУ «СОШ № 7»,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Коробейникова Елена Анатольевна, педагог дополнительного образования (физкультурно-спортивная), МАОУ СОШ № 69,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Корчагина Ирина Никол</w:t>
      </w:r>
      <w:r>
        <w:rPr>
          <w:rFonts w:ascii="Liberation Serif" w:hAnsi="Liberation Serif" w:cs="Liberation Serif"/>
          <w:bCs/>
          <w:sz w:val="28"/>
          <w:szCs w:val="28"/>
        </w:rPr>
        <w:t>аевна, педагог дополнительного образования, МБУДО ЦДП «Эдельвейс»,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Корчемкина Галина Георгиевна, педагог дополнительного образования, МБУДО «ЦДО»,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Костин Лариса Васильевна, педагог дополнительного образования, </w:t>
      </w:r>
      <w:r>
        <w:rPr>
          <w:rFonts w:ascii="Liberation Serif" w:hAnsi="Liberation Serif" w:cs="Liberation Serif"/>
          <w:sz w:val="28"/>
          <w:szCs w:val="28"/>
        </w:rPr>
        <w:t>МАДОУ «Детский сад № 21»,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Кошкарова Татьяна Викторовна, педагог дополнительного образования (физкультурно-спортивная, социально-гуманитарная), МАУ ДО ДДТ «Химмашевец»,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Красильникова </w:t>
      </w:r>
      <w:r>
        <w:rPr>
          <w:rFonts w:ascii="Liberation Serif" w:eastAsia="Times New Roman" w:hAnsi="Liberation Serif" w:cs="Liberation Serif"/>
          <w:sz w:val="28"/>
          <w:szCs w:val="28"/>
        </w:rPr>
        <w:t>Наталья Владимиров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на, </w:t>
      </w:r>
      <w:r>
        <w:rPr>
          <w:rFonts w:ascii="Liberation Serif" w:hAnsi="Liberation Serif" w:cs="Liberation Serif"/>
          <w:sz w:val="28"/>
          <w:szCs w:val="28"/>
        </w:rPr>
        <w:t xml:space="preserve">педагог дополнительного образования (естественно-научная), </w:t>
      </w:r>
      <w:r>
        <w:rPr>
          <w:rFonts w:ascii="Liberation Serif" w:hAnsi="Liberation Serif" w:cs="Liberation Serif"/>
          <w:bCs/>
          <w:sz w:val="28"/>
          <w:szCs w:val="28"/>
        </w:rPr>
        <w:t>МБУ ДО ГДЭЦ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Краснова Нина Владимировна, педагог дополнительного образования (художественная), МАУ ДО ДДТ Октябрьского района,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Красн</w:t>
      </w:r>
      <w:r>
        <w:rPr>
          <w:rFonts w:ascii="Liberation Serif" w:hAnsi="Liberation Serif" w:cs="Liberation Serif"/>
          <w:sz w:val="28"/>
          <w:szCs w:val="28"/>
        </w:rPr>
        <w:t>оперов Анатолий Юрьевич, педагог дополнительного образования, ЦВР СГО,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Красноярова Людмила Геннадьевна, педагог дополнительного образования (художественная), МБОУ СОШ № 119,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Кропылева Ольга Александровна, п</w:t>
      </w:r>
      <w:r>
        <w:rPr>
          <w:rFonts w:ascii="Liberation Serif" w:hAnsi="Liberation Serif" w:cs="Liberation Serif"/>
          <w:sz w:val="28"/>
          <w:szCs w:val="28"/>
          <w:lang w:eastAsia="ru-RU"/>
        </w:rPr>
        <w:t>едагог дополнительного образования, МАУ НГО «Центр творчества»,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Кубасова Анна Владимировна, педагог дополнительного образования (социально-гуманитарная), МАОУ СОШ № 74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Кузьмина Ирина Витальевна, педагог до</w:t>
      </w:r>
      <w:r>
        <w:rPr>
          <w:rFonts w:ascii="Liberation Serif" w:hAnsi="Liberation Serif" w:cs="Liberation Serif"/>
          <w:bCs/>
          <w:sz w:val="28"/>
          <w:szCs w:val="28"/>
        </w:rPr>
        <w:t>полнительного образования, МБОУ ДО ДДТ, Волчанский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Кулик Светлана Анатольевна, педагог дополнительного образования (художественная), МБУ ДО – ЦДТ Железнодорожного района,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Кулинич Михаил Геннадьевич, педагог дополнител</w:t>
      </w:r>
      <w:r>
        <w:rPr>
          <w:rFonts w:ascii="Liberation Serif" w:hAnsi="Liberation Serif" w:cs="Liberation Serif"/>
          <w:sz w:val="28"/>
          <w:szCs w:val="28"/>
        </w:rPr>
        <w:t>ьного образования, ГАПОУ СО «Екатеринбургский политехникум»,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Куприянова Людмила Владимировна, педагог дополнительного образования, МАОУ АГО «Центр дополнительнго образования», Артинский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Кыштымова Галина Александровна,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педагог дополнительного образования, МАУ ДО «ЦВР»,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Лаврова Людмила Васильевна, педагог дополнительного образования, МКУДО «Дворец творчества», Талицкий ГО, ВКК.</w:t>
      </w:r>
    </w:p>
    <w:p w:rsidR="00AD1BAA" w:rsidRDefault="00CA09AA">
      <w:pPr>
        <w:pStyle w:val="af6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Лакмасова Оксана Васильевна, педагог дополнительного образования, </w:t>
      </w:r>
      <w:r>
        <w:rPr>
          <w:rFonts w:ascii="Liberation Serif" w:hAnsi="Liberation Serif" w:cs="Liberation Serif"/>
          <w:sz w:val="28"/>
          <w:szCs w:val="28"/>
        </w:rPr>
        <w:t>МАУДО Центр «Радуга» г. Михайловска, Нижнесергинский МР СО, ВКК.</w:t>
      </w:r>
    </w:p>
    <w:p w:rsidR="00AD1BAA" w:rsidRDefault="00CA09AA">
      <w:pPr>
        <w:pStyle w:val="Style15"/>
        <w:widowControl/>
        <w:numPr>
          <w:ilvl w:val="0"/>
          <w:numId w:val="1"/>
        </w:numPr>
        <w:tabs>
          <w:tab w:val="left" w:pos="1276"/>
        </w:tabs>
        <w:spacing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Ласкина Нина Григорьевна, педагог дополнительного образования, МБОУ ДО «Тугулымская СЮТур», Тугулымский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Лашук Ирина Борисовна, педагог дополнительного образования, МБУДО ЦДТ, ГО </w:t>
      </w:r>
      <w:r>
        <w:rPr>
          <w:rFonts w:ascii="Liberation Serif" w:hAnsi="Liberation Serif" w:cs="Liberation Serif"/>
          <w:bCs/>
          <w:sz w:val="28"/>
          <w:szCs w:val="28"/>
        </w:rPr>
        <w:t>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Лебедева Елена Николаевна, педагог дополнительного образования, ГАПОУ СО «Северный педагогический колледж», структурное подразделение, детский сад «Солнышко», Серовский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Лебедева Любовь Михайловна, педагог дополнительного об</w:t>
      </w:r>
      <w:r>
        <w:rPr>
          <w:rFonts w:ascii="Liberation Serif" w:hAnsi="Liberation Serif" w:cs="Liberation Serif"/>
          <w:sz w:val="28"/>
          <w:szCs w:val="28"/>
        </w:rPr>
        <w:t>разования, МАУ ДО «Центр внешкольной работы Сысертского городского округа» (декоративно-прикладное творчество),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Литвинова Татьяна Владимировна, педагог дополнительного образования, МАОУ СОШ № 2,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Лоскутова Оксана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Евгеньевна, педагог дополнительного образования, МАНОУ «Центр молодёжи», ГО Рефтинский, </w:t>
      </w:r>
      <w:r>
        <w:rPr>
          <w:rFonts w:ascii="Liberation Serif" w:hAnsi="Liberation Serif" w:cs="Liberation Serif"/>
          <w:bCs/>
          <w:sz w:val="28"/>
          <w:szCs w:val="28"/>
        </w:rPr>
        <w:t>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Лукьянова Екатерина Владимировна, педагог дополнительного образования, МАОУ СОШ № 2,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Лумпова Марина Владимировна</w:t>
      </w:r>
      <w:r>
        <w:rPr>
          <w:rFonts w:ascii="Liberation Serif" w:hAnsi="Liberation Serif" w:cs="Liberation Serif"/>
          <w:b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 xml:space="preserve">педагог дополнительного </w:t>
      </w:r>
      <w:r>
        <w:rPr>
          <w:rFonts w:ascii="Liberation Serif" w:hAnsi="Liberation Serif" w:cs="Liberation Serif"/>
          <w:sz w:val="28"/>
          <w:szCs w:val="28"/>
        </w:rPr>
        <w:t xml:space="preserve">образования, МБОУ ДО «Детско-юношеский центр», Белоярский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Лупашко Наталия Мирзаноровна,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педагог дополнительного образования, МАУ ДО «ЦДТ», ГО Краснотурьинск,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Луткова Лидия Петровна, педагог дополнительного образования, МАОУ гимназия № 86, го</w:t>
      </w:r>
      <w:r>
        <w:rPr>
          <w:rFonts w:ascii="Liberation Serif" w:hAnsi="Liberation Serif" w:cs="Liberation Serif"/>
          <w:sz w:val="28"/>
          <w:szCs w:val="28"/>
        </w:rPr>
        <w:t>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Лытина Наталья Сергеевна, педагог дополнительного образования, центр социально-педагогических проектов, ГАНОУ СО «Дворец молодёжи»,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Макаренко Надежда Леонидовна, педагог дополнительного образования, МА</w:t>
      </w:r>
      <w:r>
        <w:rPr>
          <w:rFonts w:ascii="Liberation Serif" w:hAnsi="Liberation Serif" w:cs="Liberation Serif"/>
          <w:sz w:val="28"/>
          <w:szCs w:val="28"/>
        </w:rPr>
        <w:t>ОУ «Лицей № 5» КГО, Камышловский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Макарова Елена Павловна, педагог дополнительного образования, ГБОУ СО «Корзуновский детский дом-школа»,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Макарова Наталья Владимировна, педагог дополнительного образования (художественная)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</w:t>
      </w:r>
      <w:r>
        <w:rPr>
          <w:rFonts w:ascii="Liberation Serif" w:hAnsi="Liberation Serif" w:cs="Liberation Serif"/>
          <w:sz w:val="28"/>
          <w:szCs w:val="28"/>
        </w:rPr>
        <w:t>ДО ДДТ «Химмашевец»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Маколдина Наталия Геннадьевна, педагог дополнительного образования (художественная), МАУ ДО ДДТ «РАДУГА»,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Максунова Светлана Георгиевна, педагог дополнительного образования (к</w:t>
      </w:r>
      <w:r>
        <w:rPr>
          <w:rFonts w:ascii="Liberation Serif" w:hAnsi="Liberation Serif" w:cs="Liberation Serif"/>
          <w:sz w:val="28"/>
          <w:szCs w:val="28"/>
        </w:rPr>
        <w:t>раеведение), МАОУ АГО «Центр дополнительного образования»,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Малашенко Ольга Владимировна, педагог дополнительного образования (художественная), МАОУ СОШ № 10,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Малик Гульнара Шафкатовна, педагог </w:t>
      </w:r>
      <w:r>
        <w:rPr>
          <w:rFonts w:ascii="Liberation Serif" w:hAnsi="Liberation Serif" w:cs="Liberation Serif"/>
          <w:sz w:val="28"/>
          <w:szCs w:val="28"/>
        </w:rPr>
        <w:t>дополнительного образования (биология, химия), ГБУ СО «ЦППМСП «Ресурс», МО «город Екатеринбург», ВКК.</w:t>
      </w:r>
    </w:p>
    <w:p w:rsidR="00AD1BAA" w:rsidRDefault="00CA09AA">
      <w:pPr>
        <w:pStyle w:val="af6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Малыгина Наталья Геннадьевна, педагог дополнительного образования, МАУДО «Центр детского творчества п.г.т. Верхние Серги»,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</w:t>
      </w:r>
      <w:r>
        <w:rPr>
          <w:rFonts w:ascii="Liberation Serif" w:hAnsi="Liberation Serif" w:cs="Liberation Serif"/>
          <w:sz w:val="28"/>
          <w:szCs w:val="28"/>
        </w:rPr>
        <w:t>ышева Людмила Николаевна, педагог дополнительного образования, МАУ ДО ДДТ МГО, Малышевский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Мальцева Оксана Викторовна, педагог дополнительного образования, ЦВР СГО, Сысертский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Манкевич Ольга Александровна, педагог дополнительного образова</w:t>
      </w:r>
      <w:r>
        <w:rPr>
          <w:rFonts w:ascii="Liberation Serif" w:hAnsi="Liberation Serif" w:cs="Liberation Serif"/>
          <w:sz w:val="28"/>
          <w:szCs w:val="28"/>
        </w:rPr>
        <w:t>ния, МБУ ДО ДДТ Ленинского района,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Мансурова Муза Владимировна, педагог дополнительного образования, МБУ ДО городская Станция юных техников,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Мартенс Татьяна Николаевна, педагог дополнительного образования (</w:t>
      </w:r>
      <w:r>
        <w:rPr>
          <w:rFonts w:ascii="Liberation Serif" w:hAnsi="Liberation Serif" w:cs="Liberation Serif"/>
          <w:sz w:val="28"/>
          <w:szCs w:val="28"/>
        </w:rPr>
        <w:t>техническая, художественная), МБУ ДО ЦДТ,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Мартьянова Наталья Владимировна, педагог дополнительного образования (социально-гуманитарная), МАОУ СОШ № 16,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Медведева Людмила Дмитриевна, педагог </w:t>
      </w:r>
      <w:r>
        <w:rPr>
          <w:rFonts w:ascii="Liberation Serif" w:hAnsi="Liberation Serif" w:cs="Liberation Serif"/>
          <w:sz w:val="28"/>
          <w:szCs w:val="28"/>
        </w:rPr>
        <w:t>дополнительного образования, ГАПОУ СО «Екатеринбургский политехникум»,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Мелиев Мумин Ганиевич, педагог дополнительного образования (направление «Свето и звукорежиссура»), ГАПОУ СО «Ревдинский многопрофильный техникум», </w:t>
      </w:r>
      <w:r>
        <w:rPr>
          <w:rFonts w:ascii="Liberation Serif" w:hAnsi="Liberation Serif" w:cs="Liberation Serif"/>
          <w:sz w:val="28"/>
          <w:szCs w:val="28"/>
        </w:rPr>
        <w:t xml:space="preserve">ГО </w:t>
      </w:r>
      <w:r>
        <w:rPr>
          <w:rFonts w:ascii="Liberation Serif" w:hAnsi="Liberation Serif" w:cs="Liberation Serif"/>
          <w:sz w:val="28"/>
          <w:szCs w:val="28"/>
        </w:rPr>
        <w:t xml:space="preserve">Ревда, </w:t>
      </w:r>
      <w:r>
        <w:rPr>
          <w:rFonts w:ascii="Liberation Serif" w:eastAsia="Times New Roman" w:hAnsi="Liberation Serif" w:cs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Мельникова Нина Александровна, педагог дополнительного образования, МБУ ДО ТДДТ,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Миндибаева Ирина Викторовна, педагог дополнительного образования, ПМАОУ ДО ЦДТ,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Митин Владимир Николаевич, педагог д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ополнительного образования, МБУ ДО Городская станция юных туристов,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Митюшкина Ольга Владимировна, педагог дополнительного образования, МБУДО ЦДТ,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Мокрецова Вера Николаевна, педагог дополнительного образов</w:t>
      </w:r>
      <w:r>
        <w:rPr>
          <w:rFonts w:ascii="Liberation Serif" w:hAnsi="Liberation Serif" w:cs="Liberation Serif"/>
          <w:sz w:val="28"/>
          <w:szCs w:val="28"/>
        </w:rPr>
        <w:t>ания, МАОУ «СОШ № 29»,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Молокова Светлана Юрьевна, педагог дополнительного образования, МОУ «Костинская СОШ»,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Молокова Светлана Юрьевна, педагог дополнительного образования, МОУ «Костинская СОШ»,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Мордвина Наталья Дмитриевна, педагог дополнительного образования (художественная), МАОУ СОШ № 93,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Морева Алла Кимовна, педагог дополнительного образования, МБОУ ДОД «Центр развития творчества детей и юношества «ЮНТА», Арамильс</w:t>
      </w:r>
      <w:r>
        <w:rPr>
          <w:rFonts w:ascii="Liberation Serif" w:hAnsi="Liberation Serif" w:cs="Liberation Serif"/>
          <w:sz w:val="28"/>
          <w:szCs w:val="28"/>
        </w:rPr>
        <w:t>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Морева Алла Кимовна, педагог дополнительного образования, МБОУ ДОД «Центр развития творчества детей и юношества «ЮНТА»,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Мухаметзянова Елена Николаевна, педагог дополнительного образования, МАУ ДО ГДДЮТ, город Нижний </w:t>
      </w:r>
      <w:r>
        <w:rPr>
          <w:rFonts w:ascii="Liberation Serif" w:hAnsi="Liberation Serif" w:cs="Liberation Serif"/>
          <w:sz w:val="28"/>
          <w:szCs w:val="28"/>
          <w:lang w:eastAsia="ru-RU"/>
        </w:rPr>
        <w:t>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Мызников Алексей Станиславович, педагог дополнительного образования, МАОУ СОШ № 22</w:t>
      </w:r>
      <w:r>
        <w:rPr>
          <w:rStyle w:val="afa"/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>
        <w:rPr>
          <w:rStyle w:val="afa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им. Героя Советского Союза В.С. Маркова</w:t>
      </w:r>
      <w:r>
        <w:rPr>
          <w:rStyle w:val="afa"/>
          <w:rFonts w:ascii="Liberation Serif" w:hAnsi="Liberation Serif" w:cs="Liberation Serif"/>
          <w:sz w:val="28"/>
          <w:szCs w:val="28"/>
          <w:shd w:val="clear" w:color="auto" w:fill="FFFFFF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Нагорничных Галина Михайловна, педагог дополнительного образования (техническая), МАОУ СОШ № 74, МО </w:t>
      </w:r>
      <w:r>
        <w:rPr>
          <w:rFonts w:ascii="Liberation Serif" w:hAnsi="Liberation Serif" w:cs="Liberation Serif"/>
          <w:sz w:val="28"/>
          <w:szCs w:val="28"/>
          <w:lang w:eastAsia="ru-RU"/>
        </w:rPr>
        <w:t>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Напалкова Елена Анатольевна, педагог дополнительного образования, МАОУ СОШ № 1,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Некрасова Наталья Анатольевна, педагог дополнительного образования (направление «Вокал»), ГАПОУ СО «Ревдинский многопрофильн</w:t>
      </w:r>
      <w:r>
        <w:rPr>
          <w:rFonts w:ascii="Liberation Serif" w:hAnsi="Liberation Serif" w:cs="Liberation Serif"/>
          <w:sz w:val="28"/>
          <w:szCs w:val="28"/>
        </w:rPr>
        <w:t>ый техникум»,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Непомнящая Оксана Викторовна, педагог дополнительного образования, МБУДО ПГО «ЦРТ имени Н.Е. Бобровой»,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Нечаева Татьяна Анатольевна, педагог дополнительного образования (социально-гуманитарная, техническая)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МБУ ДО ДЮЦ «Контакт»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Низиева Ирина Михайловна, педагог дополнительного образования, ГАПОУ СО «Уральский техникум «Рифей»,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Никитина Анастасия Валерьевна, педагог дополнительного образования (худож</w:t>
      </w:r>
      <w:r>
        <w:rPr>
          <w:rFonts w:ascii="Liberation Serif" w:hAnsi="Liberation Serif" w:cs="Liberation Serif"/>
          <w:sz w:val="28"/>
          <w:szCs w:val="28"/>
        </w:rPr>
        <w:t>ественная), МБУ ДО ДДТ Ленинского района,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Никифоров Сергей Юрьевич, педагог дополнительного образования, МКОУ АГО «Большеутинская СОШ», Ачитский ГО, 1КК.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before="0" w:after="0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Новикова Светлана Владиленовна, педагог дополнительного образования, МБУ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МБУДО «Байкаловская детско-юношеская спортивная школа»,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Носарева Людмила Евгеньевна, педагог дополнительного образования, МБУ ДО ГорСЮТ,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Носонова Екатерина Валерьевна, педагог дополнительного образования,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МАУ ДО Дом детского творчества, Кушвинский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44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Овсянникова Ирина Ивановна, педагог дополнительного образования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ГАПОУ СО «Каменск-Уральский агропромышленный техникум»,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Окунцова Юлия Сергеевна, педагог дополнительного </w:t>
      </w:r>
      <w:r>
        <w:rPr>
          <w:rFonts w:ascii="Liberation Serif" w:hAnsi="Liberation Serif" w:cs="Liberation Serif"/>
          <w:bCs/>
          <w:sz w:val="28"/>
          <w:szCs w:val="28"/>
        </w:rPr>
        <w:t>образования, МАУ ДО «ЦДТ»,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Онуфрейчук Вера Алексеевна, педагог дополнительного образования (художественная), МАУ ДО – ДДиЮ,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Отставных Светлана Андреевна, педагог дополнительного образования, МАУ ДО «ЦДТ», ГО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Краснотурьинск,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Павлова Татьяна Александровна, педагог дополнительного образования (художественная), МБВСОУ ЦО № 224,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Пантелеева Ирина Николаевна, педагог дополнительного образования (музыка), ГБОУ СО «Верхнепышминская ш</w:t>
      </w:r>
      <w:r>
        <w:rPr>
          <w:rFonts w:ascii="Liberation Serif" w:hAnsi="Liberation Serif" w:cs="Liberation Serif"/>
          <w:sz w:val="28"/>
          <w:szCs w:val="28"/>
        </w:rPr>
        <w:t>кола-интернат им. С.А. Мартиросяна»,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Парфенюк Вероника Юрьевна, педагог дополнительного образования, МАУДО ДДТ МГО, Малышевский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Патракова Любовь Григорьевна, педагог дополнительного образования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МКОУ АГО «Уфимская СОШ»,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Ачитский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Пенькова Яна Алексеевна, педагог дополнительного образования, МБУ ДО «ДДТ»,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Пенькова Яна Алексеевна, педагог дополнительного образования, МБУ ДО «ДДТ»,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Перевалова Марина Фёдоровна, педагог доп</w:t>
      </w:r>
      <w:r>
        <w:rPr>
          <w:rFonts w:ascii="Liberation Serif" w:hAnsi="Liberation Serif" w:cs="Liberation Serif"/>
          <w:sz w:val="28"/>
          <w:szCs w:val="28"/>
        </w:rPr>
        <w:t>олнительного образования, МБОУ ДО ГО Заречный «ЦДТ», ГО Заречный,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Петрашень Олеся Евгеньевна, педагог дополнительного образования (художественная), МАУ ДО ГДТДиМ «Одарённость и технологии»,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Пилигримова Наталья Валерьевна</w:t>
      </w:r>
      <w:r>
        <w:rPr>
          <w:rFonts w:ascii="Liberation Serif" w:hAnsi="Liberation Serif" w:cs="Liberation Serif"/>
          <w:sz w:val="28"/>
          <w:szCs w:val="28"/>
        </w:rPr>
        <w:t>, педагог дополнительного образования (физкультурно-спортивная), МАОУ СОШ № 85, МО «город Екатеринбург», 1КК.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Пинчук Лариса Валентиновна, педагог дополнительного образования, МКУ ДО Байкаловский районный ЦВР, Байкаловский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Плотников Александр Се</w:t>
      </w:r>
      <w:r>
        <w:rPr>
          <w:rFonts w:ascii="Liberation Serif" w:hAnsi="Liberation Serif" w:cs="Liberation Serif"/>
          <w:sz w:val="28"/>
          <w:szCs w:val="28"/>
        </w:rPr>
        <w:t>ргеевич, педагог дополнительного образования (художественная), МАОУ СОШ № 175,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Плотникова Людмила Геннадьевна, педагог дополнительного образования, МБУ ДО ЦДТ «Галактика»,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Погорелая Светлана Юрьев</w:t>
      </w:r>
      <w:r>
        <w:rPr>
          <w:rFonts w:ascii="Liberation Serif" w:hAnsi="Liberation Serif" w:cs="Liberation Serif"/>
          <w:sz w:val="28"/>
          <w:szCs w:val="28"/>
        </w:rPr>
        <w:t>на, педагог дополнительного образования, МАОУ Политехнической гимназия,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Подковырина Надежда Анатольевна, педагог дополнительного образования, МАОУ ДО «Центр детского творчества»,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Половникова Надежда </w:t>
      </w:r>
      <w:r>
        <w:rPr>
          <w:rFonts w:ascii="Liberation Serif" w:hAnsi="Liberation Serif" w:cs="Liberation Serif"/>
          <w:sz w:val="28"/>
          <w:szCs w:val="28"/>
        </w:rPr>
        <w:t>Николаевна, педагог дополнительного образования, МБУ ДО СЮН,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Польянова Тамара Александровна, педагог дополнительного образования, ЦВР СГО, Сысертский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Попова Юлия Александровна, педагог дополнительного образования, МАУ ДО «</w:t>
      </w:r>
      <w:r>
        <w:rPr>
          <w:rFonts w:ascii="Liberation Serif" w:hAnsi="Liberation Serif" w:cs="Liberation Serif"/>
          <w:sz w:val="28"/>
          <w:szCs w:val="28"/>
          <w:lang w:eastAsia="ru-RU"/>
        </w:rPr>
        <w:t>СЮТ»,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Протасова Светлана Владимировна, педагог дополнительного образования МАОУ «Средняя общеобразовательная школа № 34»,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Путилов Анатолий Юрьевич, педагог дополнительного образования МБОУ СОШ № 5 г. </w:t>
      </w:r>
      <w:r>
        <w:rPr>
          <w:rFonts w:ascii="Liberation Serif" w:hAnsi="Liberation Serif" w:cs="Liberation Serif"/>
          <w:sz w:val="28"/>
          <w:szCs w:val="28"/>
        </w:rPr>
        <w:t>Невьянска, Невьянский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Разумова Ольга Юрьевна, педагог дополнительного образования, МАОУ «СОШ № 3», ГО Ревда,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Ромашова Александра Андреевна, педагог дополнительного образования, МБОУ ДО ДДТ Ленинского района,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Рублева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Марина Викторовна, педагог дополнительного образования, МБУ ДО ЦДТ,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Румянцева Ольга Павловна, педагог дополнительного образования (художественная, социально-гуманитарная), МБУ ДО – ЦДТ Железнодорожного района, МО «город Екатеринбург»,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Савалова Татьяна Станиславовна, педагог дополнительного образования, МАУ ДО «ЦВР»,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Савватеева Татьяна Анатольевна, педагог дополнительного образования, МКУ ДО АГО «Ачитский ЦДО»,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Савенкова Наталия Николаевна</w:t>
      </w:r>
      <w:r>
        <w:rPr>
          <w:rFonts w:ascii="Liberation Serif" w:hAnsi="Liberation Serif" w:cs="Liberation Serif"/>
          <w:sz w:val="28"/>
          <w:szCs w:val="28"/>
          <w:lang w:eastAsia="ru-RU"/>
        </w:rPr>
        <w:t>, педагог дополнительного образования (техническая, художественная), МАОУ СОШ № 41,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Сандаевская Наталья Евгеньевна, педагог дополнительного образования, МБУ ДО городская Станция юных техников,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Сараева </w:t>
      </w:r>
      <w:r>
        <w:rPr>
          <w:rFonts w:ascii="Liberation Serif" w:hAnsi="Liberation Serif" w:cs="Liberation Serif"/>
          <w:sz w:val="28"/>
          <w:szCs w:val="28"/>
        </w:rPr>
        <w:t>Светлана Дмитриевна, педагог дополнительного образования (социально-гуманитарная), МАОУ СОШ № 71,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Саркисян Андрей Игоревич, педагог дополнительного образования МАОУ «Средняя общеобразовательная школа № 34», Каменск-Уральский Г</w:t>
      </w:r>
      <w:r>
        <w:rPr>
          <w:rFonts w:ascii="Liberation Serif" w:hAnsi="Liberation Serif" w:cs="Liberation Serif"/>
          <w:sz w:val="28"/>
          <w:szCs w:val="28"/>
        </w:rPr>
        <w:t>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Сафонова Наталия Валерьевна, педагог дополнительного образования (социально-гуманитарная), МАОУ гимназия № 13,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Сердюк Вера Сергеевна, педагог дополнительного образования, МАОУ ЦДО «Фаворит»,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Сердюк Марина Васильевна, педагог дополнительного образования, ПМАОУ ДО ЦДТ,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Серебров Владимир Александрович, педагог дополнительного образования (социально-гуманитарная), МАОУ СОШ № 85,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Серикова Ирина Ад</w:t>
      </w:r>
      <w:r>
        <w:rPr>
          <w:rFonts w:ascii="Liberation Serif" w:hAnsi="Liberation Serif" w:cs="Liberation Serif"/>
          <w:sz w:val="28"/>
          <w:szCs w:val="28"/>
          <w:lang w:eastAsia="ru-RU"/>
        </w:rPr>
        <w:t>риановна, педагог дополнительного образования (техническая, художественная), МАОУ СОШ № 168,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Силачева Ольга Федоровна, педагог дополнительного образования, МАУ ДО «ЦДО»,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Силина Валентина Михайловна, </w:t>
      </w:r>
      <w:r>
        <w:rPr>
          <w:rFonts w:ascii="Liberation Serif" w:hAnsi="Liberation Serif" w:cs="Liberation Serif"/>
          <w:sz w:val="28"/>
          <w:szCs w:val="28"/>
        </w:rPr>
        <w:t>педагог доп</w:t>
      </w:r>
      <w:r>
        <w:rPr>
          <w:rFonts w:ascii="Liberation Serif" w:hAnsi="Liberation Serif" w:cs="Liberation Serif"/>
          <w:sz w:val="28"/>
          <w:szCs w:val="28"/>
        </w:rPr>
        <w:t xml:space="preserve">олнительного образования (естественно-научная), </w:t>
      </w:r>
      <w:r>
        <w:rPr>
          <w:rFonts w:ascii="Liberation Serif" w:hAnsi="Liberation Serif" w:cs="Liberation Serif"/>
          <w:bCs/>
          <w:sz w:val="28"/>
          <w:szCs w:val="28"/>
        </w:rPr>
        <w:t>МБУ ДО – ГДЭЦ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Скобелина Ольга Викторовна, педагог дополнительного образования, МБУ ДО «Центр дополнительного образования»,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Смирнова Наталья </w:t>
      </w:r>
      <w:r>
        <w:rPr>
          <w:rFonts w:ascii="Liberation Serif" w:hAnsi="Liberation Serif" w:cs="Liberation Serif"/>
          <w:sz w:val="28"/>
          <w:szCs w:val="28"/>
          <w:lang w:eastAsia="ru-RU"/>
        </w:rPr>
        <w:t>Львовна, педагог дополнительного образования (физкультурно-спортивная), МАОУ СОШ № 121,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Сморкалова Карина Владимировна, педагог дополнительного образования, МБУ ДО ТДДТ,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</w:rPr>
        <w:t>ВКК</w:t>
      </w:r>
      <w:r>
        <w:rPr>
          <w:rFonts w:ascii="Liberation Serif" w:eastAsia="Times New Roman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Соколова Ольга Владимировна, пе</w:t>
      </w:r>
      <w:r>
        <w:rPr>
          <w:rFonts w:ascii="Liberation Serif" w:hAnsi="Liberation Serif" w:cs="Liberation Serif"/>
          <w:sz w:val="28"/>
          <w:szCs w:val="28"/>
        </w:rPr>
        <w:t>дагог дополнительного образования, МБУ ДО «Центр детского технического творчества Сысертского ГО»,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Соловьева Ирина Георгиевна, педагог дополнительного образования (социально-гуманитарная), МАОУ СОШ № 97,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-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Сороколетова Марина Федоровна, педагог дополнительного образования МАОУ «СОШ № 49», Новоуральский ГО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Сосновских Светлана Александровна, педагог дополнительного образования (художественная), МАОУ СОШ № 32,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Софронова М</w:t>
      </w:r>
      <w:r>
        <w:rPr>
          <w:rFonts w:ascii="Liberation Serif" w:hAnsi="Liberation Serif" w:cs="Liberation Serif"/>
          <w:sz w:val="28"/>
          <w:szCs w:val="28"/>
        </w:rPr>
        <w:t>ария Александровна, педагог дополнительного образования, МАОУ лицей № 39,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Софьина Светлана Викторовна, педагог дополнительного образования, МБУ ДО «ДДТ»,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Софьина Светлана Викторовна, педагог дополнительного о</w:t>
      </w:r>
      <w:r>
        <w:rPr>
          <w:rFonts w:ascii="Liberation Serif" w:hAnsi="Liberation Serif" w:cs="Liberation Serif"/>
          <w:sz w:val="28"/>
          <w:szCs w:val="28"/>
        </w:rPr>
        <w:t>бразования, МБУ ДО «ДДТ»,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Старикова Елена Павловна, педагог дополнительного образования, МАУ ДО «Дом детского творчества»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Стахеева Наталья Геннадьевна, педагог дополнительного образования, МКУ ДО АГО «Ач</w:t>
      </w:r>
      <w:r>
        <w:rPr>
          <w:rFonts w:ascii="Liberation Serif" w:hAnsi="Liberation Serif" w:cs="Liberation Serif"/>
          <w:sz w:val="28"/>
          <w:szCs w:val="28"/>
        </w:rPr>
        <w:t>итский ЦДО»,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Степанова Надежда Борисовна, педагог дополнительного образования (техническая, художественная, социально-гуманитарная), МБУ ДО ЦДТ «Галактика»,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color w:val="000000"/>
          <w:sz w:val="28"/>
          <w:szCs w:val="28"/>
        </w:rPr>
        <w:t>Стригулина Екатерина Юрьевна, педагог дополнительно</w:t>
      </w:r>
      <w:r>
        <w:rPr>
          <w:rFonts w:ascii="Liberation Serif" w:hAnsi="Liberation Serif" w:cs="Liberation Serif"/>
          <w:color w:val="000000"/>
          <w:sz w:val="28"/>
          <w:szCs w:val="28"/>
        </w:rPr>
        <w:t>го образования (социально-гуманитарная), МАУ ДО – ДДиЮ, МО «город Екатеринбург», ВК</w:t>
      </w:r>
      <w:r>
        <w:rPr>
          <w:rFonts w:ascii="Liberation Serif" w:hAnsi="Liberation Serif" w:cs="Liberation Serif"/>
          <w:sz w:val="28"/>
          <w:szCs w:val="28"/>
        </w:rPr>
        <w:t>К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Сунегина Татьяна Григорьевна, педагог дополнительного образования, МАУ ДО «ЦДО»,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Суханова Ираида Ивановна, </w:t>
      </w:r>
      <w:r>
        <w:rPr>
          <w:rFonts w:ascii="Liberation Serif" w:hAnsi="Liberation Serif" w:cs="Liberation Serif"/>
          <w:sz w:val="28"/>
          <w:szCs w:val="28"/>
        </w:rPr>
        <w:t>педагог дополнительного образования (физкультур</w:t>
      </w:r>
      <w:r>
        <w:rPr>
          <w:rFonts w:ascii="Liberation Serif" w:hAnsi="Liberation Serif" w:cs="Liberation Serif"/>
          <w:sz w:val="28"/>
          <w:szCs w:val="28"/>
        </w:rPr>
        <w:t xml:space="preserve">но-спортивная), МАУ ДО ГДТДиМ «Одарённость и технологии»,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Сысолятина Людмила Петровна, педагог дополнительного образования, МАУ ДОЦДО, ГО Сухой Лог,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Сюзева Елена Сергеевна, педагог дополнительного образования, МБУ ДО </w:t>
      </w:r>
      <w:r>
        <w:rPr>
          <w:rFonts w:ascii="Liberation Serif" w:hAnsi="Liberation Serif" w:cs="Liberation Serif"/>
          <w:sz w:val="28"/>
          <w:szCs w:val="28"/>
        </w:rPr>
        <w:t>«ДДТ», ГО Среднеуральск,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Таможникова Лариса Николаевна, педагог дополнительного образования, МАУ ДО Дом детского творчества,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Тармасова Елена Викторовна, педагог дополнительного образования (художественная)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МБУ ДО ДЮЦ «Контакт»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МО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Теплых Любовь Михайловна, педагог дополнительного образования, МБОУ ДОД «Центр развития творчества детей и юношества «ЮНТА»,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Теплых Любовь Михайловна,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педагог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дополнительного образования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 xml:space="preserve">МБОУ ДОД «Центр </w:t>
      </w:r>
      <w:r>
        <w:rPr>
          <w:rFonts w:ascii="Liberation Serif" w:hAnsi="Liberation Serif" w:cs="Liberation Serif"/>
          <w:sz w:val="28"/>
          <w:szCs w:val="28"/>
        </w:rPr>
        <w:t>развития творчества детей и юношества «ЮНТА», Арамильский ГО СО, ВКК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440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Тетерин Илья Сергеевич, педагог дополнительного образования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ГАПОУ СО «Каменск-Уральский агропромышленный техникум»,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Токарева Ирина Евгеньевна, педагог допо</w:t>
      </w:r>
      <w:r>
        <w:rPr>
          <w:rFonts w:ascii="Liberation Serif" w:hAnsi="Liberation Serif" w:cs="Liberation Serif"/>
          <w:sz w:val="28"/>
          <w:szCs w:val="28"/>
        </w:rPr>
        <w:t>лнительного образования, МАОУ «Лицей № 56»,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Толмачев Владислав Григорьевич, педагог дополнительного образования, МАОУ «Школа № 13»,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Толстых Наталия Сергеевна, педагог дополнительного образования, МБОУ «Шк</w:t>
      </w:r>
      <w:r>
        <w:rPr>
          <w:rFonts w:ascii="Liberation Serif" w:hAnsi="Liberation Serif" w:cs="Liberation Serif"/>
          <w:sz w:val="28"/>
          <w:szCs w:val="28"/>
        </w:rPr>
        <w:t>ола № 5», ГО «город Ирбит» СО,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Трофимова Марина Михайловна, педагог дополнительного образования, МАДОУ № 44, ГО Сухой Лог,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Трофимова Наталья Анатольевна, педагог дополнительного образования (социально-гуманитарная), МАУ ДО ДДТ «Химмашевец»,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</w:t>
      </w:r>
      <w:r>
        <w:rPr>
          <w:rFonts w:ascii="Liberation Serif" w:hAnsi="Liberation Serif" w:cs="Liberation Serif"/>
          <w:sz w:val="28"/>
          <w:szCs w:val="28"/>
        </w:rPr>
        <w:t>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Ульянова Олеся Николаевна, педагог дополнительного образования, МБОУ СОШ № 1,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Федотова Марина Сергеевна, педагог дополнительного образования, МАОУ «СОШ № 45»,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Фефелова Рида Габдулло</w:t>
      </w:r>
      <w:r>
        <w:rPr>
          <w:rFonts w:ascii="Liberation Serif" w:hAnsi="Liberation Serif" w:cs="Liberation Serif"/>
          <w:sz w:val="28"/>
          <w:szCs w:val="28"/>
        </w:rPr>
        <w:t>вна, педагог дополнительного образования, МБУ ДО «ДДТ»,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Фефелова Рида Габдулловна, педагог дополнительного образования, МБУ ДО «ДДТ»,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Хабибов Виталий Анатольевич, педагог дополнительного образования, МАУ ДО «Це</w:t>
      </w:r>
      <w:r>
        <w:rPr>
          <w:rFonts w:ascii="Liberation Serif" w:hAnsi="Liberation Serif" w:cs="Liberation Serif"/>
          <w:sz w:val="28"/>
          <w:szCs w:val="28"/>
        </w:rPr>
        <w:t>нтр внешкольной работы Сысертского городского округа» (социально-гуманитарный),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Хайдуков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Олег Сергеевич, педагог дополнительного образования, МБУДО ЦДТ,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Цепелева Елена Ивановна, педагог дополнительного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образования, МБУДО ПГО «Пышминский ЦДО», Пышминский 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Цивилева Ольга Михайловна, педагог дополнительного образования, МБОУ ДО «ЦДО»,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Цыкунова Наталья Михайловна, педагог дополнительного образования, МАУ ДО СТиЭ «Конжак», ГО Кар</w:t>
      </w:r>
      <w:r>
        <w:rPr>
          <w:rFonts w:ascii="Liberation Serif" w:hAnsi="Liberation Serif" w:cs="Liberation Serif"/>
          <w:bCs/>
          <w:sz w:val="28"/>
          <w:szCs w:val="28"/>
        </w:rPr>
        <w:t>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Чебыкина Татьяна Анатольевна, педагог дополнительного образования (техническая направленность), МАОУ АГО «Центр дополнительного образования»,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Чепелева Наталья Георгиевна, педагог дополнительного образования, МАУ ДО «Дом детск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ого творчества»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Черепанова Вера Сергеевна, педагог дополнительного образования, МУ ДО «Дом детского творчества»,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Чермянинова Наталия Александровна, педагог дополнительного образования (художественная),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МБУ ДО ЦДТ Железнодорожного района,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Чукреева Алевтина Николаевна, педагог дополнительного образования (техническая), МАОУ Гимназия № 202,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Чулкина Светлана Николаевна, педагог дополнительного обр</w:t>
      </w:r>
      <w:r>
        <w:rPr>
          <w:rFonts w:ascii="Liberation Serif" w:hAnsi="Liberation Serif" w:cs="Liberation Serif"/>
          <w:sz w:val="28"/>
          <w:szCs w:val="28"/>
          <w:lang w:eastAsia="ru-RU"/>
        </w:rPr>
        <w:t>азования МАУ ДО «ЦВР»,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Шабалина Анна Андреевна, педагог дополнительного образования,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МБУДО СЮН,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Шабурова Светлана Анатольевна, педагог дополнительного образования (физкультурно-спортивная), МБОУ СОШ № 119, МО</w:t>
      </w:r>
      <w:r>
        <w:rPr>
          <w:rFonts w:ascii="Liberation Serif" w:hAnsi="Liberation Serif" w:cs="Liberation Serif"/>
          <w:sz w:val="28"/>
          <w:szCs w:val="28"/>
        </w:rPr>
        <w:t xml:space="preserve">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Шаламова Анастасия Владимировна, педагог дополнительного образования, МАДОУ «Малыш», ГО Богданович,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Шаманаева Олеся Романовна, педагог дополнительного образования (физкультурно-спортивная), МАОУ СОШ № 16, МО «город Екатерин</w:t>
      </w:r>
      <w:r>
        <w:rPr>
          <w:rFonts w:ascii="Liberation Serif" w:hAnsi="Liberation Serif" w:cs="Liberation Serif"/>
          <w:sz w:val="28"/>
          <w:szCs w:val="28"/>
        </w:rPr>
        <w:t>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Шарифуллина Анастасия Викторовна, педагог дополнительного образования (художественная)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МБУ ДО ДЮЦ «Контакт»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Швецова Татьяна Реввовна, педагог дополнительного образования (естественно-научная)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МБУ ДО ГДЭЦ, МО </w:t>
      </w:r>
      <w:r>
        <w:rPr>
          <w:rFonts w:ascii="Liberation Serif" w:hAnsi="Liberation Serif" w:cs="Liberation Serif"/>
          <w:bCs/>
          <w:sz w:val="28"/>
          <w:szCs w:val="28"/>
        </w:rPr>
        <w:t>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Швидь Олеся Анатольевна, педагог дополнительного образования, МБОУ гимназия № 161,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Шепель Людмила Владимировна, педагог дополнительного образования, МБУ ДО ГорСЮТ,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Шимаковска</w:t>
      </w:r>
      <w:r>
        <w:rPr>
          <w:rFonts w:ascii="Liberation Serif" w:hAnsi="Liberation Serif" w:cs="Liberation Serif"/>
          <w:sz w:val="28"/>
          <w:szCs w:val="28"/>
          <w:lang w:eastAsia="ru-RU"/>
        </w:rPr>
        <w:t>я Кристина Валерьевна, педагог дополнительного образования, МБОУ ДО СЮН,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Широкова Людмила Владимировна, педагог дополнительного образования (художественная)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ДДТ Октябрьского района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Ширяева Ольга </w:t>
      </w:r>
      <w:r>
        <w:rPr>
          <w:rFonts w:ascii="Liberation Serif" w:hAnsi="Liberation Serif" w:cs="Liberation Serif"/>
          <w:sz w:val="28"/>
          <w:szCs w:val="28"/>
        </w:rPr>
        <w:t>Викторовна, педагог дополнительного образования, МБУ ДО ДЮЦ «Мир», город Нижний Тагил, ВКК.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Шмаков Вячеслав Владимирович, педагог дополнительного образования, МБУ ДО ЦДП «Эдельвейс»,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Штыкова Нина Георгиевна, педагог дополнительного обра</w:t>
      </w:r>
      <w:r>
        <w:rPr>
          <w:rFonts w:ascii="Liberation Serif" w:hAnsi="Liberation Serif" w:cs="Liberation Serif"/>
          <w:bCs/>
          <w:sz w:val="28"/>
          <w:szCs w:val="28"/>
        </w:rPr>
        <w:t>зования, МАУ ДО «СЮН», ГО Краснотурьинск,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Шурова Елена Александровна, педагог дополнительного образования, МАУ ДО ГДДЮТ, город Нижний Тагил,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Шушаков Илья Владимирович, педагог дополнительного образования МАОУ СОШ с. Быньги,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Щелконогова Екатерина Сергеевна, педагог дополнительного образования (художественная)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ДДТ «РАДУГА»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Якимова Елена Геннадьевна, педагог дополнительного образования, МКУ ДО АГО «Ачитский ЦДО»,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Яровикова</w:t>
      </w:r>
      <w:r>
        <w:rPr>
          <w:rFonts w:ascii="Liberation Serif" w:hAnsi="Liberation Serif" w:cs="Liberation Serif"/>
          <w:sz w:val="28"/>
          <w:szCs w:val="28"/>
        </w:rPr>
        <w:t xml:space="preserve"> Валентина Викторовна, педагог дополнительного образования (социально-гуманитарная)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ДДТ Октябрьского района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Педагог-библиотекарь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Аверкиева Светлана Ивановна, педагог-библиотекарь,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105, МО «город Екатери</w:t>
      </w:r>
      <w:r>
        <w:rPr>
          <w:rFonts w:ascii="Liberation Serif" w:hAnsi="Liberation Serif" w:cs="Liberation Serif"/>
          <w:sz w:val="28"/>
          <w:szCs w:val="28"/>
        </w:rPr>
        <w:t>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Азанова Ирина Геннадьевна, педагог-библиотекарь, ГБОУ СО «Корзуновский детский дом-школа»,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Амосова Надежда Алексеевна, педагог-библиотекарь,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44,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Ансимова Маргарита Геннадьевна, педагог-биб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лиотекарь, МАОУ СОШ № 22,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Атаманова Галина Геннадьевна, педагог-библиотекарь, МАОУ Зайковская СОШ № 2, Ирбитское МО,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Ашлапова Ольга Владимировна, педагог-библиотекарь, МАОУ «Средняя общеобразовательная школа № 22 с углубл</w:t>
      </w:r>
      <w:r>
        <w:rPr>
          <w:rFonts w:ascii="Liberation Serif" w:hAnsi="Liberation Serif" w:cs="Liberation Serif"/>
          <w:sz w:val="28"/>
          <w:szCs w:val="28"/>
        </w:rPr>
        <w:t>енным изучением отдельных предметов»,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Братышева Татьяна Михайловна, педагог-библиотекарь, МАОУ СОШ № 2,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Бровина Марина Борисовна, педагог-библиотекарь, МАОУ СОШ № 4,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Букша Елена </w:t>
      </w:r>
      <w:r>
        <w:rPr>
          <w:rFonts w:ascii="Liberation Serif" w:hAnsi="Liberation Serif" w:cs="Liberation Serif"/>
          <w:bCs/>
          <w:sz w:val="28"/>
          <w:szCs w:val="28"/>
        </w:rPr>
        <w:t>Евгеньевна, педагог-библиотекарь, МАОУ «СОШ № 13», Североуральский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Ворошилова Татьяна Ильинична, педагог-библиотекарь, МБОУ СОШ № 23,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Грачева Татьяна Николаевна, педагог-библиотекарь, МАОУ СОШ № 27,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Зарубина Н</w:t>
      </w:r>
      <w:r>
        <w:rPr>
          <w:rFonts w:ascii="Liberation Serif" w:hAnsi="Liberation Serif" w:cs="Liberation Serif"/>
          <w:sz w:val="28"/>
          <w:szCs w:val="28"/>
        </w:rPr>
        <w:t>аталья Борисовна, педагог-библиотекарь, МБОУ Ертарская средняя общеобразовательная школа № 27,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928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Оксана Павловна, педагог-библиотекарь, МОУ «Речкаловская СОШ», Ирбитское МО,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Катаева Татьяна Александровна, педагог-библиотекар</w:t>
      </w:r>
      <w:r>
        <w:rPr>
          <w:rFonts w:ascii="Liberation Serif" w:hAnsi="Liberation Serif" w:cs="Liberation Serif"/>
          <w:sz w:val="28"/>
          <w:szCs w:val="28"/>
        </w:rPr>
        <w:t xml:space="preserve">ь, МАОУ «Средняя общеобразовательная школа № 1», Арамильский ГО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Киселева Наталья Евгеньевна, педагог-библиотекарь, БМАОУ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Березовский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Клюева Елена Александровна, педагог-библиотекарь, МОУ СОШ № 3, ГО Богданович,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iCs/>
          <w:sz w:val="28"/>
          <w:szCs w:val="28"/>
          <w:shd w:val="clear" w:color="auto" w:fill="FFFFFF"/>
        </w:rPr>
        <w:t>Кожунова Ел</w:t>
      </w:r>
      <w:r>
        <w:rPr>
          <w:rFonts w:ascii="Liberation Serif" w:hAnsi="Liberation Serif" w:cs="Liberation Serif"/>
          <w:iCs/>
          <w:sz w:val="28"/>
          <w:szCs w:val="28"/>
          <w:shd w:val="clear" w:color="auto" w:fill="FFFFFF"/>
        </w:rPr>
        <w:t>ена Валерьевна, педагог-библиотекарь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iCs/>
          <w:sz w:val="28"/>
          <w:szCs w:val="28"/>
          <w:shd w:val="clear" w:color="auto" w:fill="FFFFFF"/>
        </w:rPr>
        <w:t xml:space="preserve"> МБОУ Горно-металлургическая СОШ,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Колесникова Наталия Викторовна, педагог-библиотекарь, МАОУ «Гимназия № 41»,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Кочнева Ольга Николаевна, педагог-библиотекарь, МАОУ </w:t>
      </w:r>
      <w:r>
        <w:rPr>
          <w:rFonts w:ascii="Liberation Serif" w:hAnsi="Liberation Serif" w:cs="Liberation Serif"/>
          <w:sz w:val="28"/>
          <w:szCs w:val="28"/>
        </w:rPr>
        <w:t>«Кочневская СОШ № 16», Белоярский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Светлана Евгеньевна, педагог-библиотекарь, МАОУ СОШ № 61,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Ломанова Оксана Владимировна, педагог-библиотекарь, МАОУ «Гимназия»,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Никулина Ольга Викторовна</w:t>
      </w:r>
      <w:r>
        <w:rPr>
          <w:rFonts w:ascii="Liberation Serif" w:hAnsi="Liberation Serif" w:cs="Liberation Serif"/>
          <w:sz w:val="28"/>
          <w:szCs w:val="28"/>
        </w:rPr>
        <w:t xml:space="preserve">, педагог-библиотекарь,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138,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Пахтусова Татьяна Григорьевна, педагог-библиотекарь, МАОУ «СОШ № 23 с углубленным изучением отдельных предметов», ГО Краснотурьинск,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Марина Николаевна, педагог-библиотекарь</w:t>
      </w:r>
      <w:r>
        <w:rPr>
          <w:rFonts w:ascii="Liberation Serif" w:hAnsi="Liberation Serif" w:cs="Liberation Serif"/>
          <w:sz w:val="28"/>
          <w:szCs w:val="28"/>
        </w:rPr>
        <w:t>, МОУ «Арамашевская СОШ»,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928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Татьяна Ивановна, педагог-библиотекарь, МАОУ «Слободо-Туринская СОШ № 2»,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 xml:space="preserve">Ткачук Наталья Анатольевна, педагог-библиотекарь, МБОУ СОШ </w:t>
      </w: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iCs/>
          <w:sz w:val="28"/>
          <w:szCs w:val="28"/>
          <w:lang w:eastAsia="ru-RU"/>
        </w:rPr>
        <w:t>№ 71,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928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Удинц</w:t>
      </w:r>
      <w:r>
        <w:rPr>
          <w:rFonts w:ascii="Liberation Serif" w:hAnsi="Liberation Serif" w:cs="Liberation Serif"/>
          <w:sz w:val="28"/>
          <w:szCs w:val="28"/>
        </w:rPr>
        <w:t>ева Наталья Михайловна, педагог-библиотекарь, МОУ «Рудновская ООШ», Ирбитское МО,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Фартушняк Наталья Александровна, педагог-библиотекарь, МБОУ СОШ № 19,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Хоруженко Ольга Николаевна, педагог-библиотекарь, МОУ СОШ № 2 Качканарского ГО,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Черемушкина Людмила Яковлевна, педагог-библиотекарь, МКОУ «Троицкая средняя общеобразовательная школа № 5»,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567"/>
        </w:tabs>
        <w:spacing w:after="0" w:line="240" w:lineRule="auto"/>
        <w:ind w:left="0" w:right="-1" w:firstLine="709"/>
        <w:jc w:val="both"/>
      </w:pPr>
      <w:r>
        <w:rPr>
          <w:rStyle w:val="afa"/>
          <w:rFonts w:ascii="Liberation Serif" w:hAnsi="Liberation Serif" w:cs="Liberation Serif"/>
          <w:b w:val="0"/>
          <w:sz w:val="28"/>
          <w:szCs w:val="28"/>
        </w:rPr>
        <w:t>Чернышева Светлана Анатольевна</w:t>
      </w:r>
      <w:r>
        <w:rPr>
          <w:rFonts w:ascii="Liberation Serif" w:hAnsi="Liberation Serif" w:cs="Liberation Serif"/>
          <w:sz w:val="28"/>
          <w:szCs w:val="28"/>
        </w:rPr>
        <w:t>, педагог-библиотекарь, МАОУ «Бродовская средняя общеобразовательная школа», Каменский ГО, 1КК.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Шишкина Наталья Владимировна, педагог-библиотекарь, МАОУ «Средняя общеобразовательная школа № 34»,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Шмидт Надежда Александровна, педагог-библиотекарь, МАОУ «СОШ № 15», ГО Краснотурьинск, 1КК.</w:t>
      </w: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Педагог-организатор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Абросимова 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Екатерина Викторовна, педагог-организатор, МКУ ДО АГО «Ачитский ЦДО», Ачитский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Ананьева Надежда Витальевна, педагог-организатор, МБУ ДО ДДТ Ленинского района,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71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Афанасьева Елена Ивановна, педагог-организатор, МАОУ школа-инте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рнат № 9, ГО Богданович,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Ахмедова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Ольга Ивановна, педагог-организатор, </w:t>
      </w:r>
      <w:r>
        <w:rPr>
          <w:rFonts w:ascii="Liberation Serif" w:hAnsi="Liberation Serif" w:cs="Liberation Serif"/>
          <w:sz w:val="28"/>
          <w:szCs w:val="28"/>
        </w:rPr>
        <w:t>ЦДТТ СГО, Сысертский ГО</w:t>
      </w:r>
      <w:r>
        <w:rPr>
          <w:rFonts w:ascii="Liberation Serif" w:eastAsia="Times New Roman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Березина Любовь Викторовна, педагог-организатор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МБУ ДО ЦДЮ «Созвездие» Орджоникидзевского района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Боброва Светлана Генн</w:t>
      </w:r>
      <w:r>
        <w:rPr>
          <w:rFonts w:ascii="Liberation Serif" w:hAnsi="Liberation Serif" w:cs="Liberation Serif"/>
          <w:sz w:val="28"/>
          <w:szCs w:val="28"/>
        </w:rPr>
        <w:t>адьевна, педагог-организатор, МАОУ «Средняя общеобразовательная школа № 1 с углубленным изучением отдельных предметов»,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Бодрова Людмила Игоревна, педагог-организатор, МАОУ ДО «Центр образования и профессиональной ориентации», </w:t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Булычева Оксана Викторовна, педагог-организатор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МБУ ДО ДДТ Ленинского района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Бызова Светлана Николаевна, педагог-организатор, МАУ ДО «ЦВР»,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Варваркина Ирина Андреевна, </w:t>
      </w:r>
      <w:r>
        <w:rPr>
          <w:rFonts w:ascii="Liberation Serif" w:hAnsi="Liberation Serif" w:cs="Liberation Serif"/>
          <w:sz w:val="28"/>
          <w:szCs w:val="28"/>
        </w:rPr>
        <w:t xml:space="preserve">педагог-организатор, МАОУ –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Ваулина Елена Александровна, педагог-организатор, МОУ ДО «Детский экологический центр»,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Виндекер Галина Юрьевна, педагог-организатор, МБУ ДО ПГО «ЦРТ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имени Н.Е. Бобровой», Полевс</w:t>
      </w:r>
      <w:r>
        <w:rPr>
          <w:rFonts w:ascii="Liberation Serif" w:hAnsi="Liberation Serif" w:cs="Liberation Serif"/>
          <w:sz w:val="28"/>
          <w:szCs w:val="28"/>
        </w:rPr>
        <w:t>кой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Волегова Татьяна Сергеевна, педагог-организатор, МАУ ДО ЦВР «Факел»,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Гишиварова Людмила Александровна, педагог-организатор, МБУ ДО ЦДП «Эдельвейс»,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Говорухина Людмила Викторовна</w:t>
      </w:r>
      <w:r>
        <w:rPr>
          <w:rFonts w:ascii="Liberation Serif" w:hAnsi="Liberation Serif" w:cs="Liberation Serif"/>
          <w:b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педагог-организатор, МБОУ</w:t>
      </w:r>
      <w:r>
        <w:rPr>
          <w:rFonts w:ascii="Liberation Serif" w:hAnsi="Liberation Serif" w:cs="Liberation Serif"/>
          <w:sz w:val="28"/>
          <w:szCs w:val="28"/>
        </w:rPr>
        <w:t xml:space="preserve"> ДО «Детско-юношеский центр»,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Гусева Дина Викторовна, педагог-организатор, МБУ ДО «Центр дополнительного образования»,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Гусева Катарина Сергеевна, педагог-организатор, МАОУ ДО «Центр образования и профессион</w:t>
      </w:r>
      <w:r>
        <w:rPr>
          <w:rFonts w:ascii="Liberation Serif" w:hAnsi="Liberation Serif" w:cs="Liberation Serif"/>
          <w:sz w:val="28"/>
          <w:szCs w:val="28"/>
        </w:rPr>
        <w:t>альной ориентации»,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Гусева Катарина Сергеевна, педагог-организатор, МАОУ ДО «Центра образования и профессиональной ориентации»,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Дронченко Наталия Евгеньевна, педагог-организатор, МКОУ «Новоисетская средняя </w:t>
      </w:r>
      <w:r>
        <w:rPr>
          <w:rFonts w:ascii="Liberation Serif" w:hAnsi="Liberation Serif" w:cs="Liberation Serif"/>
          <w:sz w:val="28"/>
          <w:szCs w:val="28"/>
        </w:rPr>
        <w:t>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Евлентьева Елена Валентиновна,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МАНОУ «Центр молодёжи» городского округа Рефтинский,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Еловских Анастасия Васильевна, педагог-организатор, МБОУ СОШ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№ 11, Серовский ГО, ВК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Ермакова Лариса Сергеевна, педагог-организатор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ДДТ Октябрьского района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Жвакина Елена Андреевна, педагог-организатор, МБУ ДО «Дом детского творчества»,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Жвакина Елена Андреевна, педагог-орга</w:t>
      </w:r>
      <w:r>
        <w:rPr>
          <w:rFonts w:ascii="Liberation Serif" w:hAnsi="Liberation Serif" w:cs="Liberation Serif"/>
          <w:sz w:val="28"/>
          <w:szCs w:val="28"/>
        </w:rPr>
        <w:t xml:space="preserve">низатор, МБУ ДО ДДТ,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Жевняк Надежда Анатольевна, педагог-организатор, МАУ ДО «ЦДТ»,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Железнова Любовь Григорьевна,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«Сухановская средняя общеобразовательная школа», Артинский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Зиннатова Эльвира Рашидовна,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МАУ ДО ГорСЮН,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Елена Гурьевна, педагог-организатор, центр развития художественно-эстетической направленности, ГАНОУ СО «Дворец молодёжи»,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color w:val="000000"/>
          <w:sz w:val="28"/>
          <w:szCs w:val="28"/>
        </w:rPr>
        <w:t>Инюти</w:t>
      </w:r>
      <w:r>
        <w:rPr>
          <w:rFonts w:ascii="Liberation Serif" w:hAnsi="Liberation Serif" w:cs="Liberation Serif"/>
          <w:color w:val="000000"/>
          <w:sz w:val="28"/>
          <w:szCs w:val="28"/>
        </w:rPr>
        <w:t>на Екатерина Сергеевна, педагог-организатор, МАУ ДО ГДТДиМ «Одаренность и технологии», МО «город Екатеринбург»,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Калинина Лариса Васильевна, педагог-организатор, МОУ «Пионерская СОШ», Ирбитское МО,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Калинкина Екатерина Валерьевна, </w:t>
      </w:r>
      <w:r>
        <w:rPr>
          <w:rFonts w:ascii="Liberation Serif" w:hAnsi="Liberation Serif" w:cs="Liberation Serif"/>
          <w:bCs/>
          <w:sz w:val="28"/>
          <w:szCs w:val="28"/>
        </w:rPr>
        <w:t>педагог-организатор, МКОУ «Чатлыковская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Карамышева Ольга Юрьевна, педагог-организатор, МАУ ДО ДДТ «Химмашевец»,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Каурова Елена Павловна, педагог-организатор, МБУ ДО ЦДП «Эдельвейс», Серовский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Квашнина Ирина Владимировна, педагог-организатор,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3, Малышевский 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Костина Наталья Анатольевна, педагог-организатор, МБОУ ДО «ЦДО»,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Костромкина Ирина Ивановна, педагог-организатор, МАУДО ПГО «ЦРТ имени П.П</w:t>
      </w:r>
      <w:r>
        <w:rPr>
          <w:rFonts w:ascii="Liberation Serif" w:hAnsi="Liberation Serif" w:cs="Liberation Serif"/>
          <w:sz w:val="28"/>
          <w:szCs w:val="28"/>
        </w:rPr>
        <w:t>. Бажова», Полевской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Краснова Нина Владимировна, педагог-организатор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ДДТ Октябрьского района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Кузьмина Екатерина Алексеевна, педагог-организатор, МКУДО «Дворец творчества», Талицкий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Кыштымова Галина </w:t>
      </w:r>
      <w:r>
        <w:rPr>
          <w:rFonts w:ascii="Liberation Serif" w:hAnsi="Liberation Serif" w:cs="Liberation Serif"/>
          <w:sz w:val="28"/>
          <w:szCs w:val="28"/>
        </w:rPr>
        <w:t>Александровна, педагог-организатор, МАУ ДО «ЦВР»,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Лебедева Елена Евгеньевна,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МАУ ДО ДДДЮТ,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Лигостаева Анастасия Константиновна, педагог-организатор, МАОУ «Гимназия № 41», Новоуральский</w:t>
      </w:r>
      <w:r>
        <w:rPr>
          <w:rFonts w:ascii="Liberation Serif" w:hAnsi="Liberation Serif" w:cs="Liberation Serif"/>
          <w:sz w:val="28"/>
          <w:szCs w:val="28"/>
        </w:rPr>
        <w:t xml:space="preserve">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Лузгина Елена Петровна,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МАОУ ДО ЦТР и ГО «Гармония», Тавдинский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Лупашко Наталия Мирзаноровна, </w:t>
      </w:r>
      <w:r>
        <w:rPr>
          <w:rFonts w:ascii="Liberation Serif" w:hAnsi="Liberation Serif" w:cs="Liberation Serif"/>
          <w:bCs/>
          <w:sz w:val="28"/>
          <w:szCs w:val="28"/>
        </w:rPr>
        <w:t>педагог-организатор, МАУ ДО «ЦДТ», ГО Краснотурьинск,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Лытина Наталья Сергеевна, педагог-организатор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центр </w:t>
      </w:r>
      <w:r>
        <w:rPr>
          <w:rFonts w:ascii="Liberation Serif" w:hAnsi="Liberation Serif" w:cs="Liberation Serif"/>
          <w:sz w:val="28"/>
          <w:szCs w:val="28"/>
        </w:rPr>
        <w:t>социально-педагогических проектов, ГАНОУ СО «Дворец молодёжи»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Мельникова Нина Александровна,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МБУ ДО ТДДТ,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Некрасова Юлия Александровна, педагог-организатор, МБОУ ПГО «Трифоновская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СОШ», Пышминский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Никифоров Сергей Юрьевич, педагог-организатор, МКОУ АГО «Большеутинская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Николаева Ирина Владимировна, педагог-организатор, МБУ ДО ДЮЦ «Мир»,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Носонова Екатерина Валерьевна, педагог-</w:t>
      </w:r>
      <w:r>
        <w:rPr>
          <w:rFonts w:ascii="Liberation Serif" w:hAnsi="Liberation Serif" w:cs="Liberation Serif"/>
          <w:sz w:val="28"/>
          <w:szCs w:val="28"/>
          <w:lang w:eastAsia="ru-RU"/>
        </w:rPr>
        <w:t>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МАУ ДО Дом детского творчества,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Онуфрейчук Вера Алексеевна, педагог-организатор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– ДДиЮ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Орловская Елена Сергеевна, педагог-организатор, МАУ ДО «Центр дополнительного образования», Камен</w:t>
      </w:r>
      <w:r>
        <w:rPr>
          <w:rFonts w:ascii="Liberation Serif" w:hAnsi="Liberation Serif" w:cs="Liberation Serif"/>
          <w:sz w:val="28"/>
          <w:szCs w:val="28"/>
        </w:rPr>
        <w:t>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Пинчук Ирина Александровна, педагог-организатор, МКДОД Байкаловский детско-юношеский центр, Байкаловский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Плешкова Татьяна Валентиновна, педагог-организатор, МАОУ лицей № 159,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Пономарёв Евгений Борисов</w:t>
      </w:r>
      <w:r>
        <w:rPr>
          <w:rFonts w:ascii="Liberation Serif" w:hAnsi="Liberation Serif" w:cs="Liberation Serif"/>
          <w:sz w:val="28"/>
          <w:szCs w:val="28"/>
        </w:rPr>
        <w:t>ич, педагог-организатор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ДДТ «РАДУГА»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Попова Надежда Владимировна, педагог-организатор,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Пронина Елена Вячеславовна, педагог-организатор, МБОУ ДО «ЦДО»,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Прохорова Ольга Германова,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МАУ ДО ГДДЮТ,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Рошка Анна Викторовна, педагог-организатор, 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Сазанов Иван Анатольевич, педагог-организатор, МАОУ «СОШ № 29»</w:t>
      </w:r>
      <w:r>
        <w:rPr>
          <w:rFonts w:ascii="Liberation Serif" w:hAnsi="Liberation Serif" w:cs="Liberation Serif"/>
          <w:sz w:val="28"/>
          <w:szCs w:val="28"/>
        </w:rPr>
        <w:t xml:space="preserve"> ГО Ревда,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Самылова Ольга Николаевна,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МАУ ДО ДДДЮТ,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Семакова Лионелла Аркадьевна, педагог-организатор,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Собенина Дарья Дмитриевна, педагог-организатор, МАОУ СОШ № 16,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Соколова Ольга Александровна, педагог-организатор, МБОУ ПГО «Пышминская СОШ», Пышминский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Сосновских Аксана Александровна, педагог-организатор, МБОУ «Школа № 5», ГО «город Ирбит»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Стаценко Валерия Викторовна,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педагог-организатор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МАУ ДО ДДТ «РАДУГА»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Степанов Андрей Владимирович, педагог-организатор, МБОУ Зубковская ООШ № 20, Тугулымский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Сысолятина Наталия Юрьевна, педагог-организатор, МАУ ДО «ЦДО»,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Третьякова Елена Михайловна, педагог-организатор, МКУ ДО АГО «Ачитский ЦДО»,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Федотова Марина Сергеевна, педагог-организатор,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45»,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Филатова Вера Александровна,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МБУ ДО ЦДТ, Асбесто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Черемных Наталья Николаевна, педагог-организатор, МОУ Лицей № 6, Качканарский ГО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Черепанова Вера Сергеевна, педагог-организатор, МУ ДО «Дом детского творчества», Качканарский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Чертихина Наталия Владиславовна, </w:t>
      </w:r>
      <w:r>
        <w:rPr>
          <w:rFonts w:ascii="Liberation Serif" w:hAnsi="Liberation Serif" w:cs="Liberation Serif"/>
          <w:sz w:val="28"/>
          <w:szCs w:val="28"/>
        </w:rPr>
        <w:t>педагог-организатор, МАОУ СОШ № 59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Чистякова Надежда Александровна, педагог-организатор, МБОУ ДО «ЦДО»,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Шатунова Татьяна Вадимовна, педагог-организатор, МОУ СОШ № 3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Шепель Людмила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Владимировна,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МБУ ДО ГорСЮТ,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Шилкина Анна Ивановна,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МКОУ АГО «Ачитская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Шулева Мария Сергеевна,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МБУ ДО ТДДТ,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Шурчилова </w:t>
      </w:r>
      <w:r>
        <w:rPr>
          <w:rFonts w:ascii="Liberation Serif" w:hAnsi="Liberation Serif" w:cs="Liberation Serif"/>
          <w:sz w:val="28"/>
          <w:szCs w:val="28"/>
        </w:rPr>
        <w:t xml:space="preserve">Наталья Алексеевна, педагог-организатор,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Щекина Татьяна Владимировна,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МАУ ДО ДЮСШ «Олимп», ГО Рефтинский,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Эйфлер Дина Вадимовна, педагог-организатор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МБУ ДО ТДДТ, город Нижний </w:t>
      </w:r>
      <w:r>
        <w:rPr>
          <w:rFonts w:ascii="Liberation Serif" w:hAnsi="Liberation Serif" w:cs="Liberation Serif"/>
          <w:sz w:val="28"/>
          <w:szCs w:val="28"/>
          <w:lang w:eastAsia="ru-RU"/>
        </w:rPr>
        <w:t>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Юдина Наталья Андреевна, педагог-организатор, ГБОУ СО «Нижнетагильская школа-интернат»,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71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Яковлева Наталья Анатольевна, педагог-организатор, МОУ ДО «Детский экологический центр», Ирбитское МО,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Ямщикова Анна Сергеевна</w:t>
      </w:r>
      <w:r>
        <w:rPr>
          <w:rFonts w:ascii="Liberation Serif" w:hAnsi="Liberation Serif" w:cs="Liberation Serif"/>
          <w:sz w:val="28"/>
          <w:szCs w:val="28"/>
        </w:rPr>
        <w:t>, педагог-организатор, ГАПОУ СО «Уральский техникум «Рифей»,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Яровикова Валентина Викторовна, педагог-организатор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ДДТ Октябрьского района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0"/>
          <w:tab w:val="left" w:pos="568"/>
        </w:tabs>
        <w:spacing w:after="0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Педагог-психолог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Cухова Елена Сергеевна, 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педагог-психолог, МАДОУ «Детский сад 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№ 1», ГО Дегтярск,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Абдрахманова Рамиля Фитласовна, педагог-психолог, МБДОУ «Детский сад № 59»,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Абсатарова Татьяна Рафаиловна, педагог-психолог,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159, МО «город Екатеринбу</w:t>
      </w:r>
      <w:r>
        <w:rPr>
          <w:rFonts w:ascii="Liberation Serif" w:hAnsi="Liberation Serif" w:cs="Liberation Serif"/>
          <w:sz w:val="28"/>
          <w:szCs w:val="28"/>
        </w:rPr>
        <w:t>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color w:val="000000"/>
          <w:sz w:val="28"/>
          <w:szCs w:val="28"/>
        </w:rPr>
        <w:t>Аккозина Наталья Михайловна, педагог-психолог, МАДОУ «Детский сад № 23»,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Акулова Анастасия Алексеевна, педагог-психолог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МАДОУ детский сад № 32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Алексеева Ольга Александровна, педагог-психолог,</w:t>
      </w:r>
      <w:r>
        <w:rPr>
          <w:rFonts w:ascii="Liberation Serif" w:hAnsi="Liberation Serif" w:cs="Liberation Serif"/>
          <w:sz w:val="28"/>
          <w:szCs w:val="28"/>
        </w:rPr>
        <w:t xml:space="preserve"> МБДОУ «Детский сад № 106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Амарцева Ксения Владимировна, педагог-психолог, МБДОУ «Детский сад № 42»,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Ананина Наталья Леонидовна, педагог-психолог, МБОУ СОШ № 81,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МО «город Екате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Андреева Елена Сергеевна, педагог-психолог, МОУ СОШ № 7,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Анисимова Елена Александровна, педагог-психолог,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Антонова Евгения Николаевна, педагог-психолог, МБДОУ детский </w:t>
      </w:r>
      <w:r>
        <w:rPr>
          <w:rFonts w:ascii="Liberation Serif" w:hAnsi="Liberation Serif" w:cs="Liberation Serif"/>
          <w:sz w:val="28"/>
          <w:szCs w:val="28"/>
        </w:rPr>
        <w:t>сад комбинированного вида № 2, с. Петрокаменское, Горноуральский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Антонова Светлана Михайловна, педагог-психолог,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Антропова Татьяна Сергеевна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педагог-психолог, МАОУ гимназия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45, МО «город Екате</w:t>
      </w:r>
      <w:r>
        <w:rPr>
          <w:rFonts w:ascii="Liberation Serif" w:hAnsi="Liberation Serif" w:cs="Liberation Serif"/>
          <w:bCs/>
          <w:sz w:val="28"/>
          <w:szCs w:val="28"/>
        </w:rPr>
        <w:t>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Ахтарова Альбина Габдульяновна, педагог-психолог, МАДОУ № 134,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Байнова Владислава Александровна, педагог-психолог, МБДОУ «Детский сад № 8»,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Бакулина Наталья Николаевна, </w:t>
      </w:r>
      <w:r>
        <w:rPr>
          <w:rFonts w:ascii="Liberation Serif" w:hAnsi="Liberation Serif" w:cs="Liberation Serif"/>
          <w:sz w:val="28"/>
          <w:szCs w:val="28"/>
        </w:rPr>
        <w:t xml:space="preserve">педагог-психолог, МАДОУ ПГО «Детский сад № 65 комбинированного вида», Полевской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Банных Наталия Леонидовна, педагог-психолог, МАДОУ № 126,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Баранова Наталья Александровна, педагог-психолог, МАОУ «НТГ», Нижнетуринский </w:t>
      </w:r>
      <w:r>
        <w:rPr>
          <w:rFonts w:ascii="Liberation Serif" w:hAnsi="Liberation Serif" w:cs="Liberation Serif"/>
          <w:bCs/>
          <w:sz w:val="28"/>
          <w:szCs w:val="28"/>
        </w:rPr>
        <w:t>ГО, 1КК.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0"/>
          <w:tab w:val="left" w:pos="1276"/>
        </w:tabs>
        <w:spacing w:before="0" w:after="0"/>
        <w:ind w:left="0" w:firstLine="709"/>
        <w:jc w:val="both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>Белоносова Ольга Александровна, педагог-психолог, МКДОУ «Детский сад «Им. 1 Мая», Талицкий ГО,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Белоусова Наталья Анатольевна, педагог-психолог, МАОУ СОШ № 4, МО город Алапаевск, 1КК.</w:t>
      </w:r>
    </w:p>
    <w:p w:rsidR="00AD1BAA" w:rsidRDefault="00CA09AA">
      <w:pPr>
        <w:pStyle w:val="13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Берстенева Светлана Васильевна, педагог-психолог, МАДОУ Де</w:t>
      </w:r>
      <w:r>
        <w:rPr>
          <w:rFonts w:ascii="Liberation Serif" w:hAnsi="Liberation Serif"/>
          <w:sz w:val="28"/>
          <w:szCs w:val="28"/>
        </w:rPr>
        <w:t>тский сад № 18,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Беседина Наталья Васильевна, педагог-психолог, МАОУ СОШ № 3, Кировградский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Богданова Анастасия Вячеславовна,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педагог-психолог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МБДОУ № 466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Богданова Наталья Сергеевна, </w:t>
      </w:r>
      <w:r>
        <w:rPr>
          <w:rFonts w:ascii="Liberation Serif" w:hAnsi="Liberation Serif" w:cs="Liberation Serif"/>
          <w:sz w:val="28"/>
          <w:szCs w:val="28"/>
        </w:rPr>
        <w:t xml:space="preserve">педагог-психолог, ПМАОУ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Большакова Виктория Владимировна, педагог-психолог, МБДОУ № 2,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Бриченко Елена Сергеевна, педагог-психолог, МБДОУ № 532, 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418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Бызова Людмила Александров</w:t>
      </w:r>
      <w:r>
        <w:rPr>
          <w:rFonts w:ascii="Liberation Serif" w:hAnsi="Liberation Serif" w:cs="Liberation Serif"/>
          <w:sz w:val="28"/>
          <w:szCs w:val="28"/>
        </w:rPr>
        <w:t>на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 xml:space="preserve">педагог-психолог,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п. Цементный, Невьянский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Вагина Марина Анатольевна, педагог-психолог, МАОУ СОШ № 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Валдас Марина Иосифовна, педагог-психолог, МАУДО «ЦДО»,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Васильева Елизавета Александровна, пед</w:t>
      </w:r>
      <w:r>
        <w:rPr>
          <w:rFonts w:ascii="Liberation Serif" w:hAnsi="Liberation Serif" w:cs="Liberation Serif"/>
          <w:sz w:val="28"/>
          <w:szCs w:val="28"/>
        </w:rPr>
        <w:t>агог-психолог, МАДОУ детский сад «Страна чудес» структурное подразделение детский сад № 15,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Васильева Нина Алексеевна, педагог-психолог, МАОУ СОШ № 181, МО «город Екатеринбург», ВКК.</w:t>
      </w:r>
    </w:p>
    <w:p w:rsidR="00AD1BAA" w:rsidRDefault="00CA09AA">
      <w:pPr>
        <w:pStyle w:val="1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Вахрушева Ирина Викторовна, педагог-психолог,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ГАПОУ СО </w:t>
      </w:r>
      <w:r>
        <w:rPr>
          <w:rFonts w:ascii="Liberation Serif" w:hAnsi="Liberation Serif" w:cs="Liberation Serif"/>
          <w:sz w:val="28"/>
          <w:szCs w:val="28"/>
        </w:rPr>
        <w:t>«Серовский политехнический техникум»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Серовский ГО, </w:t>
      </w:r>
      <w:r>
        <w:rPr>
          <w:rFonts w:ascii="Liberation Serif" w:hAnsi="Liberation Serif" w:cs="Liberation Serif"/>
          <w:sz w:val="28"/>
          <w:szCs w:val="28"/>
        </w:rPr>
        <w:t xml:space="preserve">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Ворошилова Полина Георгиевна, педагог-психолог, МАОУ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№ 125,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Вотякова Татьяна Викторовна, педагог-психолог, МАОУ «Каменск-Уральская гимназия», Каменск-Ура</w:t>
      </w:r>
      <w:r>
        <w:rPr>
          <w:rFonts w:ascii="Liberation Serif" w:hAnsi="Liberation Serif" w:cs="Liberation Serif"/>
          <w:sz w:val="28"/>
          <w:szCs w:val="28"/>
        </w:rPr>
        <w:t>льский ГО СО,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0"/>
        </w:tabs>
        <w:spacing w:before="0" w:after="0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Гаврилова Юлия Юрьевна, педагог-психолог, МКДОУ Калиновский детский сад, Камышловский МР СО, 1 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Галицкая Ольга Викторовна, педагог-психолог, МБДОУ № 151,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Гервиц Светлана Эдуардовна, педагог-психолог, </w:t>
      </w:r>
      <w:r>
        <w:rPr>
          <w:rFonts w:ascii="Liberation Serif" w:hAnsi="Liberation Serif" w:cs="Liberation Serif"/>
          <w:sz w:val="28"/>
          <w:szCs w:val="28"/>
        </w:rPr>
        <w:t xml:space="preserve">МАОУ СОШ №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Гин Ольга Валентиновна, педагог-психолог, МБДОУ № 468,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Гладкова Юлия Вячеславовна, педагог-психолог, МКДОУ АГО «Ачитский детский сад «Улыбка»,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Гладышева Инна Сте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пановна, педагог-психолог, МБУ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«Центр психолого-педагогической, медицинской и социальной помощи»</w:t>
      </w:r>
      <w:r>
        <w:rPr>
          <w:rFonts w:ascii="Liberation Serif" w:hAnsi="Liberation Serif" w:cs="Liberation Serif"/>
          <w:bCs/>
          <w:sz w:val="28"/>
          <w:szCs w:val="28"/>
        </w:rPr>
        <w:t>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Глазкова Анна Владимировна, педагог-психолог, МАУ ДО Центр «Остров»,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Глушманюк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Ольга Николаевна,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педагог-психолог, МБУ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«Центр психолого-педагогической, медицинской и социальной помощи»</w:t>
      </w:r>
      <w:r>
        <w:rPr>
          <w:rFonts w:ascii="Liberation Serif" w:hAnsi="Liberation Serif" w:cs="Liberation Serif"/>
          <w:bCs/>
          <w:sz w:val="28"/>
          <w:szCs w:val="28"/>
        </w:rPr>
        <w:t>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Голикова Наталия Константиновна, педагог-психолог, МБДОУ № 27,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Головатюк Ирина Анатольевна, педагог-психолог,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МАОУ СОШ № 184,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Гонтаренко Людмила Ивановна, педагог-психолог, МАДОУ № 145,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Гончаренко Марина Анатольевна, педагог-психолог, МБДОУ детский сад № 24 «Сказка»,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Гордиевич </w:t>
      </w:r>
      <w:r>
        <w:rPr>
          <w:rFonts w:ascii="Liberation Serif" w:hAnsi="Liberation Serif" w:cs="Liberation Serif"/>
          <w:sz w:val="28"/>
          <w:szCs w:val="28"/>
        </w:rPr>
        <w:t>Татьяна Алексеевна, педагог-психолог, МАУ ДО «ЦДК», Новоуральский ГО СО, ВКК.</w:t>
      </w:r>
    </w:p>
    <w:p w:rsidR="00AD1BAA" w:rsidRDefault="00CA09AA">
      <w:pPr>
        <w:pStyle w:val="Style15"/>
        <w:widowControl/>
        <w:numPr>
          <w:ilvl w:val="0"/>
          <w:numId w:val="1"/>
        </w:numPr>
        <w:tabs>
          <w:tab w:val="left" w:pos="928"/>
          <w:tab w:val="left" w:pos="1276"/>
        </w:tabs>
        <w:spacing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Горина Елена Владимировна, педагог-психолог, МАОУ «Школа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13», ГО «город Ирбит»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Горина Марина Владимировна, педагог-психолог,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</w:rPr>
        <w:t>д/с «Солнышко» СП № 165, город Ниж</w:t>
      </w:r>
      <w:r>
        <w:rPr>
          <w:rFonts w:ascii="Liberation Serif" w:hAnsi="Liberation Serif" w:cs="Liberation Serif"/>
          <w:sz w:val="28"/>
          <w:szCs w:val="28"/>
        </w:rPr>
        <w:t>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Гратволь Людмила Юрьевна, педагог-психолог, МАДОУ № 11 «Золотой ключик»,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Гридюшко Вера Васильевна, педагог-психолог, МКОУ Галкинская 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Гриневич Татьяна Борисовна, педагог-психолог, МАДОУ НТГО д</w:t>
      </w:r>
      <w:r>
        <w:rPr>
          <w:rFonts w:ascii="Liberation Serif" w:hAnsi="Liberation Serif" w:cs="Liberation Serif"/>
          <w:sz w:val="28"/>
          <w:szCs w:val="28"/>
        </w:rPr>
        <w:t>етский сад «Алёнушка»,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Губина Ольга Васильевна, педагог-психолог, ГБОУ СО «ЦПМСС «Эхо»,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Дамберг Лилия Сергеевна, педагог-психолог, ГБОУ СО «Алапаевская школа, реализующая адаптированные основные </w:t>
      </w:r>
      <w:r>
        <w:rPr>
          <w:rFonts w:ascii="Liberation Serif" w:hAnsi="Liberation Serif" w:cs="Liberation Serif"/>
          <w:sz w:val="28"/>
          <w:szCs w:val="28"/>
        </w:rPr>
        <w:t>общеобразовательные программы», 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Дашковская Анна Петровна, педагог-психолог, МАДОУ № 177,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Style15"/>
        <w:widowControl/>
        <w:numPr>
          <w:ilvl w:val="0"/>
          <w:numId w:val="1"/>
        </w:numPr>
        <w:tabs>
          <w:tab w:val="left" w:pos="928"/>
          <w:tab w:val="left" w:pos="1276"/>
        </w:tabs>
        <w:spacing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Докучаева Светлана Владимировна, педагог-психолог, МКОУ «Ницинская СОШ»,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Донченко</w:t>
      </w:r>
      <w:r>
        <w:rPr>
          <w:rFonts w:ascii="Liberation Serif" w:hAnsi="Liberation Serif" w:cs="Liberation Serif"/>
          <w:sz w:val="28"/>
          <w:szCs w:val="28"/>
        </w:rPr>
        <w:t xml:space="preserve"> Наталья Александровна, педагог-психолог,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1, Тавдинский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993"/>
          <w:tab w:val="left" w:pos="1418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Доценко Наталья Юрьевна, педагог-психолог, ГБОУ СО «Екатеринбургская школа № 8,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</w:t>
      </w:r>
      <w:r>
        <w:rPr>
          <w:rFonts w:ascii="Liberation Serif" w:hAnsi="Liberation Serif" w:cs="Liberation Serif"/>
          <w:sz w:val="28"/>
          <w:szCs w:val="28"/>
        </w:rPr>
        <w:t>роздова Елена Анатольевна, педагог-психолог, МАОУ «Белоярская СОШ № 1»,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Дюпина Марина Вячеславовна, педагог-психолог, МАОУ «Средняя общеобразовательная школа № 1»,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Ельцына Надежда Николаевна, педагог-психолог, </w:t>
      </w:r>
      <w:r>
        <w:rPr>
          <w:rFonts w:ascii="Liberation Serif" w:hAnsi="Liberation Serif" w:cs="Liberation Serif"/>
          <w:sz w:val="28"/>
          <w:szCs w:val="28"/>
        </w:rPr>
        <w:t>МКДОУ «Детский сад № 23 «Теремок»,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Емельянова Олеся Николаевна, педагог-психолог, МБДОУ «Детский сад № 102 общеразвивающего вида с приоритетным осуществлением деятельности по художественно-эстетическому направлению развития детей», Каменс</w:t>
      </w:r>
      <w:r>
        <w:rPr>
          <w:rFonts w:ascii="Liberation Serif" w:hAnsi="Liberation Serif" w:cs="Liberation Serif"/>
          <w:sz w:val="28"/>
          <w:szCs w:val="28"/>
        </w:rPr>
        <w:t>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Епифанцева Ольга Трофимовна, педагог-психолог, МБУ «Центр психолого-медико-социального сопровождения»,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Еремина Елена Владимировна, педагог-психолог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МБДОУ «Детский сад № 1», Каменск-Уральский ГО СО,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Ефимовских Алена Сергеевна, педагог-психолог, МБДОУ детский сад № 30 комбинированного вида, с. Николо-Павловское,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Жужгова Алёна Андреевна, педагог-психолог, МКДОУ Порошинский детский сад № 12,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Жукова Лю</w:t>
      </w:r>
      <w:r>
        <w:rPr>
          <w:rFonts w:ascii="Liberation Serif" w:hAnsi="Liberation Serif" w:cs="Liberation Serif"/>
          <w:sz w:val="28"/>
          <w:szCs w:val="28"/>
        </w:rPr>
        <w:t>бовь Александровна, педагог-психолог, МАДОУ «Малыш»,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Закирова Ирина Линовна, педагог-психолог, МАДОУ № 369,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Захарова Екатерина Ивановна, педагог-психолог, МАДОУ № 2 «Колокольчик», 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Зеликс</w:t>
      </w:r>
      <w:r>
        <w:rPr>
          <w:rFonts w:ascii="Liberation Serif" w:hAnsi="Liberation Serif" w:cs="Liberation Serif"/>
          <w:bCs/>
          <w:sz w:val="28"/>
          <w:szCs w:val="28"/>
        </w:rPr>
        <w:t xml:space="preserve">он Елена Михайловна, педагог-психолог, ГБОУ СО «Серовская </w:t>
      </w:r>
      <w:r>
        <w:rPr>
          <w:rFonts w:ascii="Liberation Serif" w:hAnsi="Liberation Serif" w:cs="Liberation Serif"/>
          <w:sz w:val="28"/>
          <w:szCs w:val="28"/>
        </w:rPr>
        <w:t>школа-интернат для детей, нуждающихся в длительном лечении</w:t>
      </w:r>
      <w:r>
        <w:rPr>
          <w:rFonts w:ascii="Liberation Serif" w:hAnsi="Liberation Serif" w:cs="Liberation Serif"/>
          <w:bCs/>
          <w:sz w:val="28"/>
          <w:szCs w:val="28"/>
        </w:rPr>
        <w:t xml:space="preserve">», </w:t>
      </w:r>
      <w:r>
        <w:rPr>
          <w:rFonts w:ascii="Liberation Serif" w:hAnsi="Liberation Serif" w:cs="Liberation Serif"/>
          <w:sz w:val="28"/>
          <w:szCs w:val="28"/>
        </w:rPr>
        <w:t>Серовский ГО</w:t>
      </w:r>
      <w:r>
        <w:rPr>
          <w:rFonts w:ascii="Liberation Serif" w:hAnsi="Liberation Serif" w:cs="Liberation Serif"/>
          <w:bCs/>
          <w:sz w:val="28"/>
          <w:szCs w:val="28"/>
        </w:rPr>
        <w:t>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Зонова Екатерина Георгиевна, педагог-психолог, МАДОУ ЦРР – детский сад,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Зубова Оксана </w:t>
      </w:r>
      <w:r>
        <w:rPr>
          <w:rFonts w:ascii="Liberation Serif" w:hAnsi="Liberation Serif" w:cs="Liberation Serif"/>
          <w:sz w:val="28"/>
          <w:szCs w:val="28"/>
        </w:rPr>
        <w:t>Анатольевна, педагог-психолог, ГАПОУ СО «Уральский техникум «Рифей» (отделение кадетский корпус «Спасатель»),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Ицкович Марк Матусович, педагог-психолог, ГКОУ СО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«Школа-интернат № 17»,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Кадкина Свет</w:t>
      </w:r>
      <w:r>
        <w:rPr>
          <w:rFonts w:ascii="Liberation Serif" w:hAnsi="Liberation Serif" w:cs="Liberation Serif"/>
          <w:sz w:val="28"/>
          <w:szCs w:val="28"/>
        </w:rPr>
        <w:t xml:space="preserve">лана Валерьевна, </w:t>
      </w:r>
      <w:r>
        <w:rPr>
          <w:rFonts w:ascii="Liberation Serif" w:hAnsi="Liberation Serif" w:cs="Liberation Serif"/>
          <w:spacing w:val="-2"/>
          <w:sz w:val="28"/>
          <w:szCs w:val="28"/>
        </w:rPr>
        <w:t xml:space="preserve">педагог-психолог, </w:t>
      </w:r>
      <w:r>
        <w:rPr>
          <w:rFonts w:ascii="Liberation Serif" w:hAnsi="Liberation Serif" w:cs="Liberation Serif"/>
          <w:sz w:val="28"/>
          <w:szCs w:val="28"/>
        </w:rPr>
        <w:t>МАДОУ детский сад «Страна чудес» структурное подразделение детский сад № 52,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Калинкина Людмила Николаевна, педагог-психолог, МАОУ «Новосельская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Кандалова Ксени</w:t>
      </w:r>
      <w:r>
        <w:rPr>
          <w:rFonts w:ascii="Liberation Serif" w:hAnsi="Liberation Serif" w:cs="Liberation Serif"/>
          <w:sz w:val="28"/>
          <w:szCs w:val="28"/>
        </w:rPr>
        <w:t xml:space="preserve">я Михайловна, педагог-психолог, МОУ – СОШ №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Карамышева Полина Михайловна, педагог-психолог, МБОУ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«ЦППМиСП», ГО Заречный,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Карпова Светлана Валентиновна, педагог-психолог, МБУ «Центр психолого-медико-социального сопр</w:t>
      </w:r>
      <w:r>
        <w:rPr>
          <w:rFonts w:ascii="Liberation Serif" w:hAnsi="Liberation Serif" w:cs="Liberation Serif"/>
          <w:sz w:val="28"/>
          <w:szCs w:val="28"/>
        </w:rPr>
        <w:t>овождения»,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Кислова Алёна Павловна, педагог-психолог, ГБОУ СО «Ревдинская школа, реализующая адаптированные основные общеобразовательные программы»,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Клепикова Светлана Викторовна, педагог-психолог, МАОУ –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</w:t>
      </w:r>
      <w:r>
        <w:rPr>
          <w:rFonts w:ascii="Liberation Serif" w:hAnsi="Liberation Serif" w:cs="Liberation Serif"/>
          <w:sz w:val="28"/>
          <w:szCs w:val="28"/>
        </w:rPr>
        <w:t xml:space="preserve"> 2,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Клишина Евгения Александровна, педагог-психолог, МАДОУ ЦРР – «Слободо-Туринский детский сад «Солнечный»,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Кныр Виктория Романовна, педагог-психолог,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3», Тавдинский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Князева </w:t>
      </w:r>
      <w:r>
        <w:rPr>
          <w:rFonts w:ascii="Liberation Serif" w:hAnsi="Liberation Serif" w:cs="Liberation Serif"/>
          <w:sz w:val="28"/>
          <w:szCs w:val="28"/>
        </w:rPr>
        <w:t xml:space="preserve">Алёна Владимировна, </w:t>
      </w:r>
      <w:r>
        <w:rPr>
          <w:rFonts w:ascii="Liberation Serif" w:hAnsi="Liberation Serif" w:cs="Liberation Serif"/>
          <w:spacing w:val="-2"/>
          <w:sz w:val="28"/>
          <w:szCs w:val="28"/>
        </w:rPr>
        <w:t xml:space="preserve">педагог-психолог, </w:t>
      </w:r>
      <w:r>
        <w:rPr>
          <w:rFonts w:ascii="Liberation Serif" w:hAnsi="Liberation Serif" w:cs="Liberation Serif"/>
          <w:sz w:val="28"/>
          <w:szCs w:val="28"/>
        </w:rPr>
        <w:t>МАДОУ детский сад «Страна чудес» структурное подразделение детский сад № 13,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Колесникова Светлана Валентиновна, педагог-психолог, МАДОУ № 14 «Юбилейный»,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Колесова Надежда М</w:t>
      </w:r>
      <w:r>
        <w:rPr>
          <w:rFonts w:ascii="Liberation Serif" w:hAnsi="Liberation Serif"/>
          <w:sz w:val="28"/>
          <w:szCs w:val="28"/>
        </w:rPr>
        <w:t>ихайловна, педагог-психолог, МБДОУ детский сад № 87, Горноуральский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Колпащикова Анна Андреевна, педагог-психолог, ГБОУ СО </w:t>
      </w:r>
      <w:r>
        <w:rPr>
          <w:rFonts w:ascii="Liberation Serif" w:hAnsi="Liberation Serif" w:cs="Liberation Serif"/>
          <w:sz w:val="28"/>
          <w:szCs w:val="28"/>
        </w:rPr>
        <w:t>«Серовская школа № 2, реализующая адаптированные основные общеобразовательные программы»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Серовский ГО</w:t>
      </w:r>
      <w:r>
        <w:rPr>
          <w:rFonts w:ascii="Liberation Serif" w:hAnsi="Liberation Serif" w:cs="Liberation Serif"/>
          <w:bCs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Комина Наталия Н</w:t>
      </w:r>
      <w:r>
        <w:rPr>
          <w:rFonts w:ascii="Liberation Serif" w:hAnsi="Liberation Serif" w:cs="Liberation Serif"/>
          <w:sz w:val="28"/>
          <w:szCs w:val="28"/>
        </w:rPr>
        <w:t>иколаевна, педагог-психолог, МАДОУ детский сад № 1 «Карусель»,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Конова Алена Юрьевна, педагог-психолог МАДОУ детский сад № 18,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Коновалова Юлия Олеговна, педагог-психолог, МБОУ СОШ № 5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Королева Л</w:t>
      </w:r>
      <w:r>
        <w:rPr>
          <w:rFonts w:ascii="Liberation Serif" w:hAnsi="Liberation Serif" w:cs="Liberation Serif"/>
          <w:sz w:val="28"/>
          <w:szCs w:val="28"/>
        </w:rPr>
        <w:t>ариса Анатольевна, педагог-психолог, БМАДОУ «Детский сад № 5»,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Королькова Ольга Александровна, педагог-психолог, МАДОУ «Детский сад № 2 «Елочка»,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0"/>
          <w:tab w:val="left" w:pos="1276"/>
        </w:tabs>
        <w:spacing w:before="0" w:after="0"/>
        <w:ind w:left="0" w:firstLine="709"/>
        <w:jc w:val="both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>Корякина Наталья Ивановна, педагог-психолог, МКДОУ «Детский сад №2 «Солнышко», Талиц</w:t>
      </w:r>
      <w:r>
        <w:rPr>
          <w:rFonts w:ascii="Liberation Serif" w:eastAsia="Calibri" w:hAnsi="Liberation Serif"/>
          <w:sz w:val="28"/>
          <w:szCs w:val="28"/>
        </w:rPr>
        <w:t>кий ГО,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Кравченко Ольга Павловна, педагог-психолог, МАУ ДО ЦСШ,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Крапивина Наталья Игоревна, педагог-психолог, МАДОУ Детский сад № 3 «Родничок»,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Красильникова Ольга Александровна, </w:t>
      </w:r>
      <w:r>
        <w:rPr>
          <w:rFonts w:ascii="Liberation Serif" w:hAnsi="Liberation Serif" w:cs="Liberation Serif"/>
          <w:sz w:val="28"/>
          <w:szCs w:val="28"/>
        </w:rPr>
        <w:t>педагог-психолог, МАОУ СОШ № 85,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Кривец Галина Юрьевна, педагог-психолог,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д/с «Академия детства» СП д/с № 191,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Кротенко Диана Александровна, педагог-психолог, МАОУ «Гимназия № 41», </w:t>
      </w:r>
      <w:r>
        <w:rPr>
          <w:rFonts w:ascii="Liberation Serif" w:hAnsi="Liberation Serif" w:cs="Liberation Serif"/>
          <w:sz w:val="28"/>
          <w:szCs w:val="28"/>
        </w:rPr>
        <w:t xml:space="preserve">Новоуральский </w:t>
      </w:r>
      <w:r>
        <w:rPr>
          <w:rFonts w:ascii="Liberation Serif" w:hAnsi="Liberation Serif" w:cs="Liberation Serif"/>
          <w:sz w:val="28"/>
          <w:szCs w:val="28"/>
        </w:rPr>
        <w:t>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Круглая Елена Александровна, педагог-психолог, МБДОУ № 28,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Крысова Галина Александровна, педагог-психолог МОУ ООШ 5 Качканарского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Купцова Ирина Сергеевна, педагог-психолог,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39 </w:t>
      </w:r>
      <w:r>
        <w:rPr>
          <w:rFonts w:ascii="Liberation Serif" w:hAnsi="Liberation Serif" w:cs="Liberation Serif"/>
          <w:sz w:val="28"/>
          <w:szCs w:val="28"/>
        </w:rPr>
        <w:t>«Родничок», Невьянский ГО,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Лавлинская Людмила Викторовна, </w:t>
      </w:r>
      <w:r>
        <w:rPr>
          <w:rFonts w:ascii="Liberation Serif" w:hAnsi="Liberation Serif" w:cs="Liberation Serif"/>
          <w:spacing w:val="-2"/>
          <w:sz w:val="28"/>
          <w:szCs w:val="28"/>
        </w:rPr>
        <w:t xml:space="preserve">педагог-психолог, </w:t>
      </w:r>
      <w:r>
        <w:rPr>
          <w:rFonts w:ascii="Liberation Serif" w:hAnsi="Liberation Serif" w:cs="Liberation Serif"/>
          <w:sz w:val="28"/>
          <w:szCs w:val="28"/>
        </w:rPr>
        <w:t>МАДОУ детский сад «Росинка» обособленное структурное подразделение детский сад № 6,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Лагутина Марина Сергеевна, педагог-психолог, МАДОУ ЦРР детский с</w:t>
      </w:r>
      <w:r>
        <w:rPr>
          <w:rFonts w:ascii="Liberation Serif" w:hAnsi="Liberation Serif" w:cs="Liberation Serif"/>
          <w:sz w:val="28"/>
          <w:szCs w:val="28"/>
        </w:rPr>
        <w:t>ад № 20, ГО Среднеуральск,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Ладыгина Марина Анатольевна, педагог-психолог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МБУ ДО Центр «Новая Авеста»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color w:val="000000"/>
          <w:sz w:val="28"/>
          <w:szCs w:val="28"/>
        </w:rPr>
        <w:t>Лапина Елена Алексеевна, педагог-психолог, МАДОУ «Детский сад № 29»,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Лапина Елена Глебовна, пед</w:t>
      </w:r>
      <w:r>
        <w:rPr>
          <w:rFonts w:ascii="Liberation Serif" w:hAnsi="Liberation Serif" w:cs="Liberation Serif"/>
          <w:sz w:val="28"/>
          <w:szCs w:val="28"/>
        </w:rPr>
        <w:t xml:space="preserve">агог-психолог, МБДОУ детский сад № 26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Горноуральский,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Лисицкая Ольга Владимировна, педагог-психолог, МАОУ СОШ № 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Литовченко Ольга Сергеевна, педагог-психолог, МАОУ «Средняя общеобразовательная школа № </w:t>
      </w:r>
      <w:r>
        <w:rPr>
          <w:rFonts w:ascii="Liberation Serif" w:hAnsi="Liberation Serif" w:cs="Liberation Serif"/>
          <w:sz w:val="28"/>
          <w:szCs w:val="28"/>
        </w:rPr>
        <w:t>21»,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Ломакова Алена Сергеевна, педагог-психолог, МБОУ СОШ № 4,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Лубнина Ольга Алексеевна, педагог-психолог, МАДОУ «Детский сад № 70»,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Лунегова Лариса Вадимовна, педагог-психолог, МАУ ДО</w:t>
      </w:r>
      <w:r>
        <w:rPr>
          <w:rFonts w:ascii="Liberation Serif" w:hAnsi="Liberation Serif" w:cs="Liberation Serif"/>
          <w:sz w:val="28"/>
          <w:szCs w:val="28"/>
        </w:rPr>
        <w:t xml:space="preserve"> «ЦДК»,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Мавлаутдинова Наталья Раффаковна, педагог-психолог, ГБОУ СО «Верхнепышминская школа-интернат им. С.А. Мартиросяна», ГО Верхняя Пышма,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Малкова Светлана Валентиновна, педагог-психолог, МАОУ СОШ № 1 с углублённым изучен</w:t>
      </w:r>
      <w:r>
        <w:rPr>
          <w:rFonts w:ascii="Liberation Serif" w:hAnsi="Liberation Serif" w:cs="Liberation Serif"/>
          <w:bCs/>
          <w:sz w:val="28"/>
          <w:szCs w:val="28"/>
        </w:rPr>
        <w:t>ием отдельных предметов «Полифорум»,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Малофеева Юлия Алексеевна, педагог-психолог, ГАПОУ СО «Артинский агропромышленный техникум»,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Малых Светлана Николаевна, педагог-психолог, МБДОУ № 35, </w:t>
      </w:r>
      <w:r>
        <w:rPr>
          <w:rFonts w:ascii="Liberation Serif" w:hAnsi="Liberation Serif"/>
          <w:sz w:val="28"/>
          <w:szCs w:val="28"/>
        </w:rPr>
        <w:t>МО «город Екатеринбург»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Мамаева Ольга Юрьевна, педагог-психолог, МАДОУ № 8, ГО Сухой Лог,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Мамина Юлия Сергеевна, педагог-психолог, МБДОУ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83»,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Маннанова Елена Анасовна, педагог-психолог, МАОУ СОШ № 28,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Мартю</w:t>
      </w:r>
      <w:r>
        <w:rPr>
          <w:rFonts w:ascii="Liberation Serif" w:hAnsi="Liberation Serif" w:cs="Liberation Serif"/>
          <w:sz w:val="28"/>
          <w:szCs w:val="28"/>
        </w:rPr>
        <w:t xml:space="preserve">шева Маргарита Александровна, </w:t>
      </w:r>
      <w:r>
        <w:rPr>
          <w:rFonts w:ascii="Liberation Serif" w:hAnsi="Liberation Serif" w:cs="Liberation Serif"/>
          <w:spacing w:val="-2"/>
          <w:sz w:val="28"/>
          <w:szCs w:val="28"/>
        </w:rPr>
        <w:t xml:space="preserve">педагог-психолог, </w:t>
      </w:r>
      <w:r>
        <w:rPr>
          <w:rFonts w:ascii="Liberation Serif" w:hAnsi="Liberation Serif" w:cs="Liberation Serif"/>
          <w:sz w:val="28"/>
          <w:szCs w:val="28"/>
        </w:rPr>
        <w:t>МАДОУ детский сад «Росток» структурное подразделение детский сад № 47,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Марьина Елена Николаевна, педагог-психолог, МАДОУ «Байкаловский детский сад № 1 «Теремок», Байкаловский МР СО,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568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Мачтакова Юлия Владимировна, педагог-психолог, МАОУ СОШ № 131, МО «город Екатеринбург», ВКК</w:t>
      </w:r>
      <w:r>
        <w:rPr>
          <w:rFonts w:ascii="Liberation Serif" w:hAnsi="Liberation Serif"/>
          <w:b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Медко Марина Борисовна, педагог-психолог, МАОУ «ЦО № 7»,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Мезенина Оксана Юрьевна, </w:t>
      </w:r>
      <w:r>
        <w:rPr>
          <w:rFonts w:ascii="Liberation Serif" w:hAnsi="Liberation Serif" w:cs="Liberation Serif"/>
          <w:spacing w:val="-2"/>
          <w:sz w:val="28"/>
          <w:szCs w:val="28"/>
        </w:rPr>
        <w:t xml:space="preserve">педагог-психолог, </w:t>
      </w:r>
      <w:r>
        <w:rPr>
          <w:rFonts w:ascii="Liberation Serif" w:hAnsi="Liberation Serif" w:cs="Liberation Serif"/>
          <w:sz w:val="28"/>
          <w:szCs w:val="28"/>
        </w:rPr>
        <w:t>МАДОУ детский сад «Росток» структур</w:t>
      </w:r>
      <w:r>
        <w:rPr>
          <w:rFonts w:ascii="Liberation Serif" w:hAnsi="Liberation Serif" w:cs="Liberation Serif"/>
          <w:sz w:val="28"/>
          <w:szCs w:val="28"/>
        </w:rPr>
        <w:t>ное подразделение детский сад № 48,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Минеева Елена Николаевна, педагог-психолог, МКОУ «Новоисетская средняя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Минеева Лариса Владимировна, педагог-психолог, МАДОУ детский сад 3, ГО Красн</w:t>
      </w:r>
      <w:r>
        <w:rPr>
          <w:rFonts w:ascii="Liberation Serif" w:hAnsi="Liberation Serif" w:cs="Liberation Serif"/>
          <w:sz w:val="28"/>
          <w:szCs w:val="28"/>
        </w:rPr>
        <w:t>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Михалева Екатерина Михайловна, педагог-психолог, ГБОУ СО «Харловская школа-интернат, реализующая адаптированные основные общеобразовательные программы»,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Михальченко Наталья Владимировна, педагог-психолог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МАДОУ «Детский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сад комбинированного вида № 60»,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Михеева Светлана Васильевна, педагог-психолог, ГАПОУ СО «Северный педагогический колледж»,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Михеева Светлана Васильевна, педагог-психолог, МАДОУ № 16,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Молодцова </w:t>
      </w:r>
      <w:r>
        <w:rPr>
          <w:rFonts w:ascii="Liberation Serif" w:hAnsi="Liberation Serif" w:cs="Liberation Serif"/>
          <w:sz w:val="28"/>
          <w:szCs w:val="28"/>
        </w:rPr>
        <w:t>Татьяна Геннадьевна, педагог-психолог, ГБОУ СО «Полевская школа, реализующая адаптированные основные общеобразовательные программы»,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Мосеевская Ангелина Владимировна, педагог-психолог, кадетская школа-интернат структурного подразделения </w:t>
      </w:r>
      <w:r>
        <w:rPr>
          <w:rFonts w:ascii="Liberation Serif" w:hAnsi="Liberation Serif" w:cs="Liberation Serif"/>
          <w:sz w:val="28"/>
          <w:szCs w:val="28"/>
        </w:rPr>
        <w:t>ГАПОУ СО «Верхнепышминский механико-технологический техникум «Юность»,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Мосеевская Ангелина Владимировна, педагог-психолог, кадетской школы-интернат структурного подразделения ГАПОУ СО «Верхнепышминский механико-технологический техник</w:t>
      </w:r>
      <w:r>
        <w:rPr>
          <w:rFonts w:ascii="Liberation Serif" w:hAnsi="Liberation Serif" w:cs="Liberation Serif"/>
          <w:sz w:val="28"/>
          <w:szCs w:val="28"/>
        </w:rPr>
        <w:t>ум «Юность»,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Наймушина Ирина Александровна, педагог-психолог, ГБОУ СО «Екатеринбургская школа-интернат «Эверест»,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Настина Лариса Владимировна, педагог-психолог, МБДОУ детский сад № 17,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Никитина Елена Борисовна, педагог-психолог, МАОУ СОШ № 30,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Новикова Ирина Александровна, педагог-психолог, МАДОУ «Детский сад № 25», ГО Верхний Тагил,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>Новопашина Татьяна Вячеславовна, педагог-психолог, МКОУ «Троицкая СОШ</w:t>
      </w:r>
      <w:r>
        <w:rPr>
          <w:rFonts w:ascii="Liberation Serif" w:eastAsia="Calibri" w:hAnsi="Liberation Serif"/>
          <w:sz w:val="28"/>
          <w:szCs w:val="28"/>
        </w:rPr>
        <w:t xml:space="preserve"> № 5», Талицкий ГО,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Носкова Татьяна Валерьевна, педагог-психолог, МАДОУ № 44,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Овчинникова Елена Александровна, педагог-психолог, МБВ(С)ОУ В(С)ОШ № 185,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Омелькова Татьяна Дмитриевна, педагог-психолог, </w:t>
      </w:r>
      <w:r>
        <w:rPr>
          <w:rFonts w:ascii="Liberation Serif" w:hAnsi="Liberation Serif" w:cs="Liberation Serif"/>
          <w:sz w:val="28"/>
          <w:szCs w:val="28"/>
        </w:rPr>
        <w:t>МАОУ АГО «Артинская средняя общеобразовательная школа № 6»,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Опачева Эмма Петровна, педагог-психолог, МАОУ ПГО «СОШ – Лицей № 4 «Интеллект»,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Осипова Алеся Александровна, педагог-психолог, МКДОУ Обуховский детский сад №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2, Камышловский МР СО, 1 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Отставных Светлана Андреевна, педагог-психолог, МАУ ДО «ЦДТ», ГО 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Патанина Татьяна Евгеньевна, педагог-психолог, ГБОУ СО «Екатеринбургская школа-интернат № 12, реализующая адаптированные основные </w:t>
      </w:r>
      <w:r>
        <w:rPr>
          <w:rFonts w:ascii="Liberation Serif" w:hAnsi="Liberation Serif" w:cs="Liberation Serif"/>
          <w:bCs/>
          <w:sz w:val="28"/>
          <w:szCs w:val="28"/>
        </w:rPr>
        <w:t>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Персидская Наталья Анатольевна, педагог-психолог, ГБОУ СО «Каменск-Уральская школа, реализующая адаптированные основные общеобразовательные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Каменск-Уральский ГО СО, </w:t>
      </w:r>
      <w:r>
        <w:rPr>
          <w:rFonts w:ascii="Liberation Serif" w:hAnsi="Liberation Serif" w:cs="Liberation Serif"/>
          <w:sz w:val="28"/>
          <w:szCs w:val="28"/>
        </w:rPr>
        <w:t xml:space="preserve">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Пинчук Евге</w:t>
      </w:r>
      <w:r>
        <w:rPr>
          <w:rFonts w:ascii="Liberation Serif" w:hAnsi="Liberation Serif" w:cs="Liberation Serif"/>
          <w:sz w:val="28"/>
          <w:szCs w:val="28"/>
        </w:rPr>
        <w:t xml:space="preserve">ния Владимировна, педагог-психолог,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1», ГО Первоуральск,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Пинягина Олеся Владиславовна, педагог-психолог, МКУ ДО «Дворец творчества», Талицкий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Пиценко Наталья Валерьевна, педагог-психолог,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86, город Нижний Тагил,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Побежимова Юлия Александровна, педагог-психолог, МКДОУ Баранниковский детский сад,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Полуянова Светлана Евгеньевна, педагог-психолог, МАОУ СОШ № 65,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Полянская Антонина Николаевна, педагог-психолог,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филиал МАДОУ «Детский сад № 9» – «Детский сад № 14»,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Полянская Наталья Александровна, педагог-психолог, МБДОУ ПГО «Детский сад № 54 комбинированного 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Помелова Светлана Васильевна, педагог-психолог, МБДОУ д/с №</w:t>
      </w:r>
      <w:r>
        <w:rPr>
          <w:rFonts w:ascii="Liberation Serif" w:hAnsi="Liberation Serif" w:cs="Liberation Serif"/>
          <w:bCs/>
          <w:sz w:val="28"/>
          <w:szCs w:val="28"/>
        </w:rPr>
        <w:t xml:space="preserve"> 33 «Веснушки»,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993"/>
          <w:tab w:val="left" w:pos="1418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Поспелова Светлана Алексеевна, педагог-психолог, ГБОУ СО «Екатеринбургская школа № 8,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Придюк Ольга Валентиновна, педагог-пс</w:t>
      </w:r>
      <w:r>
        <w:rPr>
          <w:rFonts w:ascii="Liberation Serif" w:hAnsi="Liberation Serif" w:cs="Liberation Serif"/>
          <w:sz w:val="28"/>
          <w:szCs w:val="28"/>
        </w:rPr>
        <w:t>ихолог, МАДОУ «Детский сад № 12»,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Пынтикова Анна Васильевна, педагог-психолог, МОУ «Верхнесинячихинская СОШ № 3», МО Алапаевское,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Репина Елена Валентиновна, педагог-психолог, МБОУ «Основная общеобразовательная школа № 27 с </w:t>
      </w:r>
      <w:r>
        <w:rPr>
          <w:rFonts w:ascii="Liberation Serif" w:hAnsi="Liberation Serif" w:cs="Liberation Serif"/>
          <w:sz w:val="28"/>
          <w:szCs w:val="28"/>
        </w:rPr>
        <w:t>интернатом»,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Рогозина Наталья Анатольевна, педагог-психолог, МАОУ Тугулымская средняя общеобразовательная школа № 26,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Рожкова Дарья Борисовна, педагог-психолог, БМАОУ СОШ № 9,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Рожкова </w:t>
      </w:r>
      <w:r>
        <w:rPr>
          <w:rFonts w:ascii="Liberation Serif" w:hAnsi="Liberation Serif" w:cs="Liberation Serif"/>
          <w:sz w:val="28"/>
          <w:szCs w:val="28"/>
        </w:rPr>
        <w:t>Наталья Владимировна, педагог-психолог, МАДОУ ЦРР – детский сад, ГО Красноуфимск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Романова Елена Васильевна, педагог-психолог, МАДОУ № 460,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Рубцова Татьяна Павловна, педагог-психолог, ГБОУ СО «Новоуральская школа № 2,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реализующая адаптированные основные общеобразовательные программы»,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Русанова Наталья Николаевна, педагог-психолог, ГАПОУ СО «Уральский государственный колледж имени И.И. Ползунова»,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Рыбникова Юлия Ав</w:t>
      </w:r>
      <w:r>
        <w:rPr>
          <w:rFonts w:ascii="Liberation Serif" w:hAnsi="Liberation Serif" w:cs="Liberation Serif"/>
          <w:sz w:val="28"/>
          <w:szCs w:val="28"/>
        </w:rPr>
        <w:t>хатовна, педагог-психолог, МБДОУ ПГО «Детский сад № 40 общеразвивающего 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568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Савченко Ирина Владимировна, педагог-психолог, ГАПОУ СО «Первоуральский политехникум»,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Салихзянова Нина Владимировна, педагог-психолог, </w:t>
      </w:r>
      <w:r>
        <w:rPr>
          <w:rFonts w:ascii="Liberation Serif" w:hAnsi="Liberation Serif" w:cs="Liberation Serif"/>
          <w:sz w:val="28"/>
          <w:szCs w:val="28"/>
        </w:rPr>
        <w:t>МАОУ гимназия № 35,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Самарина Олеся Геннадьевна, педагог-психолог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МАДОУ № 17,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Свизева Татьяна Григорьевна, педагог-психолог, МАДОУ «Детский сад № 5»,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Сергеева Юлия Валентиновна, педаго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г-психолог, МБДОУ № 21,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МО «город Екатеринбург»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Сизова Татьяна Алексеевна, педагог-психолог, МБОУ Лицей,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Скрипова Инна Геннадьевна, педагог-психолог, МБДОУ № 101,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Смирнова Карина Игоревна, педа</w:t>
      </w:r>
      <w:r>
        <w:rPr>
          <w:rFonts w:ascii="Liberation Serif" w:hAnsi="Liberation Serif"/>
          <w:sz w:val="28"/>
          <w:szCs w:val="28"/>
        </w:rPr>
        <w:t>гог-психолог, «Детский сад общеразвивающего вида с приоритетным осуществлением художественно-эстетического развития воспитанников № 1» КГО, Камышловский ГО СО, ВКК.</w:t>
      </w:r>
    </w:p>
    <w:p w:rsidR="00AD1BAA" w:rsidRDefault="00CA09AA">
      <w:pPr>
        <w:pStyle w:val="13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Собенина Юлия Викторовна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педагог-психолог, </w:t>
      </w:r>
      <w:r>
        <w:rPr>
          <w:rFonts w:ascii="Liberation Serif" w:hAnsi="Liberation Serif" w:cs="Liberation Serif"/>
          <w:sz w:val="28"/>
          <w:szCs w:val="28"/>
        </w:rPr>
        <w:t>МАДОУ № 50, ГО Краснотурьинск,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Соколова </w:t>
      </w:r>
      <w:r>
        <w:rPr>
          <w:rFonts w:ascii="Liberation Serif" w:hAnsi="Liberation Serif" w:cs="Liberation Serif"/>
          <w:sz w:val="28"/>
          <w:szCs w:val="28"/>
        </w:rPr>
        <w:t>Ирина Борисовна, педагог-психолог, МАДОУ детский сад № 62,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Соколова Ирина Михайловна, педагог-психолог, МАОУ СОШ № 106,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Соколова Юлия Александровна, педагог-психолог, филиал МАДОУ «Детский сад № 39» –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«Детский сад № 15»,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Сорокина Лариса Юрьевна, педагог-психолог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МАДОУ № 38 «Теремок», Сысертский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Сохина Людмила Анатольевна, педагог-психолог, МБДОУ детский сад № 6 «Снежинка»,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Старикова</w:t>
      </w:r>
      <w:r>
        <w:rPr>
          <w:rFonts w:ascii="Liberation Serif" w:eastAsia="Times New Roman" w:hAnsi="Liberation Serif" w:cs="Liberation Serif"/>
          <w:spacing w:val="-11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Наталья</w:t>
      </w:r>
      <w:r>
        <w:rPr>
          <w:rFonts w:ascii="Liberation Serif" w:eastAsia="Times New Roman" w:hAnsi="Liberation Serif" w:cs="Liberation Serif"/>
          <w:spacing w:val="-11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Владимиров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на,</w:t>
      </w:r>
      <w:r>
        <w:rPr>
          <w:rFonts w:ascii="Liberation Serif" w:eastAsia="Times New Roman" w:hAnsi="Liberation Serif" w:cs="Liberation Serif"/>
          <w:spacing w:val="-11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педагог-психолог,</w:t>
      </w:r>
      <w:r>
        <w:rPr>
          <w:rFonts w:ascii="Liberation Serif" w:eastAsia="Times New Roman" w:hAnsi="Liberation Serif" w:cs="Liberation Serif"/>
          <w:spacing w:val="-11"/>
          <w:sz w:val="28"/>
          <w:szCs w:val="28"/>
          <w:lang w:eastAsia="ru-RU"/>
        </w:rPr>
        <w:t xml:space="preserve"> </w:t>
      </w:r>
      <w:r>
        <w:rPr>
          <w:rFonts w:ascii="Liberation Serif" w:eastAsia="Arial" w:hAnsi="Liberation Serif" w:cs="Liberation Serif"/>
          <w:spacing w:val="-2"/>
          <w:sz w:val="28"/>
          <w:szCs w:val="28"/>
          <w:lang w:eastAsia="ru-RU"/>
        </w:rPr>
        <w:t>МАДОУ – детский</w:t>
      </w:r>
      <w:r>
        <w:rPr>
          <w:rFonts w:ascii="Liberation Serif" w:eastAsia="Arial" w:hAnsi="Liberation Serif" w:cs="Liberation Serif"/>
          <w:spacing w:val="26"/>
          <w:w w:val="99"/>
          <w:sz w:val="28"/>
          <w:szCs w:val="28"/>
          <w:lang w:eastAsia="ru-RU"/>
        </w:rPr>
        <w:t xml:space="preserve"> </w:t>
      </w:r>
      <w:r>
        <w:rPr>
          <w:rFonts w:ascii="Liberation Serif" w:eastAsia="Arial" w:hAnsi="Liberation Serif" w:cs="Liberation Serif"/>
          <w:sz w:val="28"/>
          <w:szCs w:val="28"/>
          <w:lang w:eastAsia="ru-RU"/>
        </w:rPr>
        <w:t>сад</w:t>
      </w:r>
      <w:r>
        <w:rPr>
          <w:rFonts w:ascii="Liberation Serif" w:eastAsia="Arial" w:hAnsi="Liberation Serif" w:cs="Liberation Serif"/>
          <w:spacing w:val="-5"/>
          <w:sz w:val="28"/>
          <w:szCs w:val="28"/>
          <w:lang w:eastAsia="ru-RU"/>
        </w:rPr>
        <w:t xml:space="preserve"> </w:t>
      </w:r>
      <w:r>
        <w:rPr>
          <w:rFonts w:ascii="Liberation Serif" w:eastAsia="Arial" w:hAnsi="Liberation Serif" w:cs="Liberation Serif"/>
          <w:sz w:val="28"/>
          <w:szCs w:val="28"/>
          <w:lang w:eastAsia="ru-RU"/>
        </w:rPr>
        <w:t>№ 18 общеразвивающего вида с приоритетн</w:t>
      </w:r>
      <w:r>
        <w:rPr>
          <w:rFonts w:ascii="Liberation Serif" w:hAnsi="Liberation Serif" w:cs="Liberation Serif"/>
          <w:sz w:val="28"/>
          <w:szCs w:val="28"/>
        </w:rPr>
        <w:t>ы</w:t>
      </w:r>
      <w:r>
        <w:rPr>
          <w:rFonts w:ascii="Liberation Serif" w:eastAsia="Arial" w:hAnsi="Liberation Serif" w:cs="Liberation Serif"/>
          <w:sz w:val="28"/>
          <w:szCs w:val="28"/>
          <w:lang w:eastAsia="ru-RU"/>
        </w:rPr>
        <w:t>м осуществлением деятельности по художественно-эстети</w:t>
      </w:r>
      <w:r>
        <w:rPr>
          <w:rFonts w:ascii="Liberation Serif" w:hAnsi="Liberation Serif" w:cs="Liberation Serif"/>
          <w:sz w:val="28"/>
          <w:szCs w:val="28"/>
        </w:rPr>
        <w:t>ч</w:t>
      </w:r>
      <w:r>
        <w:rPr>
          <w:rFonts w:ascii="Liberation Serif" w:eastAsia="Arial" w:hAnsi="Liberation Serif" w:cs="Liberation Serif"/>
          <w:sz w:val="28"/>
          <w:szCs w:val="28"/>
          <w:lang w:eastAsia="ru-RU"/>
        </w:rPr>
        <w:t>ескому развитию воспитанников,</w:t>
      </w:r>
      <w:r>
        <w:rPr>
          <w:rFonts w:ascii="Liberation Serif" w:eastAsia="Arial" w:hAnsi="Liberation Serif" w:cs="Liberation Serif"/>
          <w:spacing w:val="-5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Arial" w:hAnsi="Liberation Serif" w:cs="Liberation Serif"/>
          <w:spacing w:val="-9"/>
          <w:sz w:val="28"/>
          <w:szCs w:val="28"/>
          <w:lang w:eastAsia="ru-RU"/>
        </w:rPr>
        <w:t>ГО</w:t>
      </w:r>
      <w:r>
        <w:rPr>
          <w:rFonts w:ascii="Liberation Serif" w:eastAsia="Arial" w:hAnsi="Liberation Serif" w:cs="Liberation Serif"/>
          <w:spacing w:val="-5"/>
          <w:sz w:val="28"/>
          <w:szCs w:val="28"/>
          <w:lang w:eastAsia="ru-RU"/>
        </w:rPr>
        <w:t xml:space="preserve"> </w:t>
      </w:r>
      <w:r>
        <w:rPr>
          <w:rFonts w:ascii="Liberation Serif" w:eastAsia="Arial" w:hAnsi="Liberation Serif" w:cs="Liberation Serif"/>
          <w:spacing w:val="-1"/>
          <w:sz w:val="28"/>
          <w:szCs w:val="28"/>
          <w:lang w:eastAsia="ru-RU"/>
        </w:rPr>
        <w:t>Среднеуральск, В</w:t>
      </w:r>
      <w:r>
        <w:rPr>
          <w:rFonts w:ascii="Liberation Serif" w:eastAsia="Arial" w:hAnsi="Liberation Serif" w:cs="Liberation Serif"/>
          <w:sz w:val="28"/>
          <w:szCs w:val="28"/>
          <w:lang w:eastAsia="ru-RU"/>
        </w:rPr>
        <w:t>КК.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Стенина Елена Николаевна, педагог-психолог, ГБОУ СО </w:t>
      </w:r>
      <w:r>
        <w:rPr>
          <w:rFonts w:ascii="Liberation Serif" w:hAnsi="Liberation Serif" w:cs="Liberation Serif"/>
          <w:sz w:val="28"/>
          <w:szCs w:val="28"/>
        </w:rPr>
        <w:t>«Екатеринбургская школа № 5, реализующая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Столярова Екатерина Сергеевна, педагог-психолог, МАОУ СОШ № 10,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 xml:space="preserve">Стригулина Екатерина Юрьевна, </w:t>
      </w:r>
      <w:r>
        <w:rPr>
          <w:rFonts w:ascii="Liberation Serif" w:hAnsi="Liberation Serif"/>
          <w:color w:val="000000"/>
          <w:sz w:val="28"/>
          <w:szCs w:val="28"/>
        </w:rPr>
        <w:t>педагог-психолог, МАУ ДО – ДДиЮ, МО «город Екатеринбург»,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Сутягина Ольга Геннадьевна, педагог-психолог, МКОУ «Троицкая средняя общеобразовательная школа № 62»,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Суховецкая Анжелика Павловна, педагог-психолог, МКДОУ Порошинский детский</w:t>
      </w:r>
      <w:r>
        <w:rPr>
          <w:rFonts w:ascii="Liberation Serif" w:hAnsi="Liberation Serif" w:cs="Liberation Serif"/>
          <w:sz w:val="28"/>
          <w:szCs w:val="28"/>
        </w:rPr>
        <w:t xml:space="preserve"> сад № 10,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Сухогузова Эльмира Раисовна, педагог-психолог, ГБОУ СО «Богдановичская школа-интернат, реализующая адаптированные основные общеобразовательные программы»,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Сыргий Альбина Фанисовна, педагог-психолог, М</w:t>
      </w:r>
      <w:r>
        <w:rPr>
          <w:rFonts w:ascii="Liberation Serif" w:hAnsi="Liberation Serif"/>
          <w:bCs/>
          <w:sz w:val="28"/>
          <w:szCs w:val="28"/>
        </w:rPr>
        <w:t>ДОУ – детский сад «Звездочка» комбинированного вида Качканарского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Тагильцева Светлана Анатольевна, педагог-психолог, МАОУ «Средняя общеобразовательная школа № 38»,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Таланова Елена Викторовна, педагог-психолог, МАДОУ № </w:t>
      </w:r>
      <w:r>
        <w:rPr>
          <w:rFonts w:ascii="Liberation Serif" w:hAnsi="Liberation Serif" w:cs="Liberation Serif"/>
          <w:sz w:val="28"/>
          <w:szCs w:val="28"/>
        </w:rPr>
        <w:t xml:space="preserve">366,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Таран Елена Викторовна, педагог-психолог, МАОУ «Гимназия»,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Тарасова Елена Владимировна, педагог-психолог, МАДОУ № 43,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Тарбеева Светлана Владимировна, </w:t>
      </w:r>
      <w:r>
        <w:rPr>
          <w:rFonts w:ascii="Liberation Serif" w:hAnsi="Liberation Serif" w:cs="Liberation Serif"/>
          <w:sz w:val="28"/>
          <w:szCs w:val="28"/>
        </w:rPr>
        <w:t xml:space="preserve">педагог-психолог, МАДОУ № 257,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Ташкинова Анастасия Викторовна, педагог-психолог, МДОУ «ЦРР – детский сад «Дружба»,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Теймурова Любовь Владимировна, педагог-психолог,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64,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Тимохова Елена Васильевна, педагог-психолог, МАОУ «СОШ № 14», Верхнесалдинский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Топоркова Лариса Николаевна, педагог-психолог, МБОУ ГО Заречный «ЦППМиСП», ГО Заречный,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568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Тофанило Елена Александровна, 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ab/>
        <w:t>педагог-психолог, МБОУ С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№ 27,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568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Третьякова Анна Сергеевна, педагог-психолог, МАОУ СОШ № 28,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Третьякова Светлана Васильевна, педагог-психолог, МАОУ «Криулинская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Третьякова Татьяна Па</w:t>
      </w:r>
      <w:r>
        <w:rPr>
          <w:rFonts w:ascii="Liberation Serif" w:hAnsi="Liberation Serif" w:cs="Liberation Serif"/>
          <w:sz w:val="28"/>
          <w:szCs w:val="28"/>
        </w:rPr>
        <w:t>вловна, педагог-психолог, МБОУ СОШ № 19, ГО Верхняя Тура,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Трофимова Наталья Анатольевна, педагог-психолог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ДДТ «Химмашевец»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Трушина Анна Николаевна, педагог-психолог, МАУ ДО Центр «Остров», Североуральский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Тюш Наталья Анатольевна, педагог-психолог, МАДОУ № 133,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Умеренкова Светлана Александровна, педагог-психолог, МАОУ СОШ № 1, МО город Алапаевск,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Усатова Надежда Николаевна, </w:t>
      </w:r>
      <w:r>
        <w:rPr>
          <w:rFonts w:ascii="Liberation Serif" w:hAnsi="Liberation Serif" w:cs="Liberation Serif"/>
          <w:spacing w:val="-2"/>
          <w:sz w:val="28"/>
          <w:szCs w:val="28"/>
        </w:rPr>
        <w:t xml:space="preserve">педагог-психолог, </w:t>
      </w:r>
      <w:r>
        <w:rPr>
          <w:rFonts w:ascii="Liberation Serif" w:hAnsi="Liberation Serif" w:cs="Liberation Serif"/>
          <w:sz w:val="28"/>
          <w:szCs w:val="28"/>
        </w:rPr>
        <w:t xml:space="preserve">МАДОУ детский сад «Росинка» </w:t>
      </w:r>
      <w:r>
        <w:rPr>
          <w:rFonts w:ascii="Liberation Serif" w:hAnsi="Liberation Serif" w:cs="Liberation Serif"/>
          <w:sz w:val="28"/>
          <w:szCs w:val="28"/>
        </w:rPr>
        <w:t>обособленное структурное подразделение детский сад № 6,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Уфимцева Виктория Алексеевна, педагог-психолог, МБОУ СОШ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№ 107,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Фишер Ирина Леонидовна, педагог-психолог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БМАОУ «Гимназия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№ 5», Березовский ГО,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56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Фроленкова Лариса Дмитриевна, педагог-психолог, ГБОУ СО «Нижнетагильская школа № 1, реализующая адаптированные основные общеобразовательные программы»,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Хлань Анна Анатольевна, педагог-психолог, МБДОУ ГО Заречный «Детство» стр</w:t>
      </w:r>
      <w:r>
        <w:rPr>
          <w:rFonts w:ascii="Liberation Serif" w:hAnsi="Liberation Serif"/>
          <w:sz w:val="28"/>
          <w:szCs w:val="28"/>
        </w:rPr>
        <w:t>уктурное подразделение «Сказка», ГО Заречный,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Ходыкина Ольга Андреевна педагог-психолог, МАДОУ «ЦРР – д/с «Гнёздышко»,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Холодник Елена Анатольевна, педагог-психолог, МОУ «Килачевская СОШ», Ирбитское МО,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Храмцова Ольга Валер</w:t>
      </w:r>
      <w:r>
        <w:rPr>
          <w:rFonts w:ascii="Liberation Serif" w:hAnsi="Liberation Serif" w:cs="Liberation Serif"/>
          <w:bCs/>
          <w:sz w:val="28"/>
          <w:szCs w:val="28"/>
        </w:rPr>
        <w:t>ьевна, педагог-психолог, МАОУ СОШ № 9, Тавдинский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Хрупало Татьяна Евгеньевна, педагог-психолог, МБОУ «СОШ № 18»,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Чачина Лариса Анатольевна, педагог-психолог, МАОУ «СОШ № 9»,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Чекоренко Оксана </w:t>
      </w:r>
      <w:r>
        <w:rPr>
          <w:rFonts w:ascii="Liberation Serif" w:hAnsi="Liberation Serif" w:cs="Liberation Serif"/>
          <w:sz w:val="28"/>
          <w:szCs w:val="28"/>
        </w:rPr>
        <w:t>Вячеславовна, педагог-психолог, БМАДОУ «Детский сад № 16»,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Чернюк Ольга Васильевна, педагог-психолог, МАДОУ «Детский сад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>№ 52 «Рябинка»,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Чечёткина Маргарита Михайловна, педагог-психолог, 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МАДОУ – детский сад №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9 «Лесная сказка», ГО Среднеуральск,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Чубаркова Надежда Леонидовна, педагог-психолог, БМАДОУ «Детский сад № 40», Березовский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Чулкина Светлана Николаевна, педагог-психолог, МАУ ДО «ЦВР»,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Чурина Жанна Валерьевна, педаг</w:t>
      </w:r>
      <w:r>
        <w:rPr>
          <w:rFonts w:ascii="Liberation Serif" w:hAnsi="Liberation Serif" w:cs="Liberation Serif"/>
          <w:sz w:val="28"/>
          <w:szCs w:val="28"/>
        </w:rPr>
        <w:t>ог-психолог, МАДОУ № 19,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Чурманова Екатерина Михайловна, педагог-психолог, МБДОУ ПГО «Пышминский детский сад № 5», Пышминский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Шабас Светлана Георгиевна, педагог-психолог, МБДОУ № 26,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Шаймуратова Ольга Николаевна, педагог-психолог, МАОУ СШ № 1 им. И.И. Марьина, ГО. Красноуфимск,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Шалагинова Светлана Александровна, педагог-психолог, МАОУ лицей № 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Шалапугина Галина Ивановна, педагог-психолог, МАДОУ «Де</w:t>
      </w:r>
      <w:r>
        <w:rPr>
          <w:rFonts w:ascii="Liberation Serif" w:hAnsi="Liberation Serif" w:cs="Liberation Serif"/>
          <w:sz w:val="28"/>
          <w:szCs w:val="28"/>
        </w:rPr>
        <w:t>тский сад комбинированного вида № 4 «Солнышко», Арамильский ГО СО, 1КК</w:t>
      </w:r>
      <w:r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Шамсумухаметова Ильсияр Таиповна, педагог-психолог, МАДОУ детский сад № 26 «Радуга»,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Шарафулина Юлия Равильевна, педагог-психолог, МАОУ гимназия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№ 9, МО «город </w:t>
      </w:r>
      <w:r>
        <w:rPr>
          <w:rFonts w:ascii="Liberation Serif" w:hAnsi="Liberation Serif" w:cs="Liberation Serif"/>
          <w:sz w:val="28"/>
          <w:szCs w:val="28"/>
          <w:lang w:eastAsia="ru-RU"/>
        </w:rPr>
        <w:t>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Шаульская Татьяна Николаевна, педагог-психолог, МБДОУ д/с № 34 «Родничок»,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Шепелева Светлана Викторовна, педагог-психолог, МАОУ «СОШ № 2»,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568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Шерстнева Юлия Васильевна, педагог-психолог, МАОУ СОШ</w:t>
      </w:r>
      <w:r>
        <w:rPr>
          <w:rFonts w:ascii="Liberation Serif" w:hAnsi="Liberation Serif" w:cs="Liberation Serif"/>
          <w:sz w:val="28"/>
          <w:szCs w:val="28"/>
        </w:rPr>
        <w:t xml:space="preserve"> № 19 МГО, Малышевский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Ширыкалова Евгения Витальевна, педагог-психолог, МАДОУ «Детский сад № 9»,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Шитикова Ольга Николаевна, педагог-психолог, МБОУ ПГО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20»,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Шкиль Елена Алексеевна, педагог-психолог, </w:t>
      </w:r>
      <w:r>
        <w:rPr>
          <w:rFonts w:ascii="Liberation Serif" w:hAnsi="Liberation Serif" w:cs="Liberation Serif"/>
          <w:sz w:val="28"/>
          <w:szCs w:val="28"/>
        </w:rPr>
        <w:t>МАДОУ НТГО детский сад «Ёлочка»,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141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Шулаков Антон Игоревич, педагог-психолог, ГБУ СО «ЦППМСП «Ресурс»,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Шумкова Светлана Леонидовна, педагог-психолог, МАДОУ «Детский сад № 26»,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</w:t>
      </w:r>
      <w:r>
        <w:rPr>
          <w:rFonts w:ascii="Liberation Serif" w:hAnsi="Liberation Serif" w:cs="Liberation Serif"/>
          <w:sz w:val="28"/>
          <w:szCs w:val="28"/>
        </w:rPr>
        <w:t>ховцева Светлана Евгеньевна, педагог-психолог, ГБОУ СО «Березовская школа»,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Юрлова Наталья Валерьевна, педагог-психолог, МБОУ СОШ «ЦО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Юсис Елена Сергеевна, педагог-психолог, МАОУ СОШ № 7, Тавдинский ГО,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Юсупова Наталья Викторовна, педагог-психолог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МБДОУ «Детский сад № 13»,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Яппарова Надежда Вениаминовна, педагог-психолог, МБДОУ № 15, Артемовский ГО, 1КК.</w:t>
      </w: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284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Преподаватель</w:t>
      </w:r>
    </w:p>
    <w:p w:rsidR="00AD1BAA" w:rsidRDefault="00AD1BAA">
      <w:pPr>
        <w:tabs>
          <w:tab w:val="left" w:pos="284"/>
        </w:tabs>
        <w:spacing w:after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</w:pPr>
      <w:r>
        <w:rPr>
          <w:rFonts w:ascii="Liberation Serif" w:hAnsi="Liberation Serif" w:cs="Liberation Serif"/>
          <w:kern w:val="3"/>
          <w:sz w:val="28"/>
          <w:szCs w:val="28"/>
        </w:rPr>
        <w:t xml:space="preserve">Абатурова Анастасия Владимировна, преподаватель </w:t>
      </w:r>
      <w:r>
        <w:rPr>
          <w:rFonts w:ascii="Liberation Serif" w:hAnsi="Liberation Serif" w:cs="Liberation Serif"/>
          <w:kern w:val="3"/>
          <w:sz w:val="28"/>
          <w:szCs w:val="28"/>
        </w:rPr>
        <w:t>(художественные дисциплины), МБУ ДО ПГО «Пышминская школа искусств»,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Абросимова Елена Анатольевна, преподаватель, музыкальное искусство, МКУ ДО АГО «Ачитская ДШИ», Ачитский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Алиева Екатерина Владимировна, преподаватель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МУДО «Де</w:t>
      </w:r>
      <w:r>
        <w:rPr>
          <w:rFonts w:ascii="Liberation Serif" w:hAnsi="Liberation Serif" w:cs="Liberation Serif"/>
          <w:sz w:val="28"/>
          <w:szCs w:val="28"/>
        </w:rPr>
        <w:t>тская музыкальная школа», Качканарский ГО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Вандышева Елена Юрьевна, преподаватель, музыкальное искусство, МКУ ДО АГО «Ачитская ДШИ», Ачитский ГО,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Васильева Ольга Викторовна, преподаватель, МАОУ ДО Детская школа искусств», Тугулымский ГО, 1КК.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>Виноградов Анатолий Валентинович, преподаватель по классу духовых инструментов (флейта), МБУ ДО ПГО «Пышминская школа искусств», Пышминский ГО,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Владимиров Виктор Степанович, преподаватель, Юшалинское отделение МАОУ ДО «Детская школа искусств», Тугулым</w:t>
      </w:r>
      <w:r>
        <w:rPr>
          <w:rFonts w:ascii="Liberation Serif" w:hAnsi="Liberation Serif" w:cs="Liberation Serif"/>
          <w:sz w:val="28"/>
          <w:szCs w:val="28"/>
        </w:rPr>
        <w:t>ский ГО, 1КК.</w:t>
      </w:r>
    </w:p>
    <w:p w:rsidR="00AD1BAA" w:rsidRDefault="00CA09AA">
      <w:pPr>
        <w:pStyle w:val="af6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Гайдукова Елена Германовна, преподаватель, МКУДО «Нижнесергинский центр дополнительного образования детей», Нижнесергинский МР СО, ВКК.</w:t>
      </w:r>
    </w:p>
    <w:p w:rsidR="00AD1BAA" w:rsidRDefault="00CA09AA">
      <w:pPr>
        <w:pStyle w:val="af6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Гвоздецкий Вячеслав Анатольевич, преподаватель, МКУДО «Кленовская детская школа искусств», Нижнесергинский</w:t>
      </w:r>
      <w:r>
        <w:rPr>
          <w:rFonts w:ascii="Liberation Serif" w:hAnsi="Liberation Serif" w:cs="Liberation Serif"/>
          <w:sz w:val="28"/>
          <w:szCs w:val="28"/>
        </w:rPr>
        <w:t xml:space="preserve"> МР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Дерябина Татьяна Валерьевна, преподаватель, ДШИ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А.А. Пантыкина, ГО Верхняя Тура,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Ермакова Светлана Ильинична, преподаватель, МУДО «Детская художественная школа», Качканарский ГО СО,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Качевская Татьяна Ивановна, преподаватель, МАО</w:t>
      </w:r>
      <w:r>
        <w:rPr>
          <w:rFonts w:ascii="Liberation Serif" w:hAnsi="Liberation Serif" w:cs="Liberation Serif"/>
          <w:sz w:val="28"/>
          <w:szCs w:val="28"/>
        </w:rPr>
        <w:t>У ДО «Детская школа искусств», Тугулымский ГО,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Коняева Гузалия Габдулхамовна, преподаватель, МАУДО «Верхнесергинская детская школа искусств», Нижнесергинский МР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Крашенинникова Алла Анатольевна, преподаватель, хореографическое искусство, МКУ Д</w:t>
      </w:r>
      <w:r>
        <w:rPr>
          <w:rFonts w:ascii="Liberation Serif" w:hAnsi="Liberation Serif" w:cs="Liberation Serif"/>
          <w:sz w:val="28"/>
          <w:szCs w:val="28"/>
        </w:rPr>
        <w:t>О АГО «Ачитская ДШИ»,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Курильченко Наталья Леонидовна, преподаватель, МУДО «Детская школа искусств»,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Николаева Алевтина Владимировна, преподаватель музыкального искусства, МКУ ДО АГО «Ачитская ДШИ», Ачитский ГО, 1К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Николаева Анна Владимировна, преподаватель, МКУДО «Дворец творчества», Талицкий ГО, ВКК.</w:t>
      </w:r>
    </w:p>
    <w:p w:rsidR="00AD1BAA" w:rsidRDefault="00CA09AA">
      <w:pPr>
        <w:pStyle w:val="af6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Павлова Светлана Альгирдасовна, преподаватель, МКУДО «Нижнесергинский центр дополнительного образования детей», Нижнесергинский МР СО,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Пенкина Анна </w:t>
      </w:r>
      <w:r>
        <w:rPr>
          <w:rFonts w:ascii="Liberation Serif" w:hAnsi="Liberation Serif" w:cs="Liberation Serif"/>
          <w:sz w:val="28"/>
          <w:szCs w:val="28"/>
        </w:rPr>
        <w:t>Анатольевна, преподаватель, МКУ ДО «Бисертская детская школа искусств», Бисертский ГО, ВКК.</w:t>
      </w:r>
    </w:p>
    <w:p w:rsidR="00AD1BAA" w:rsidRDefault="00CA09AA">
      <w:pPr>
        <w:pStyle w:val="af6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Петрушайтис Людмила Николаевна, преподаватель, МАУДО «Михайловская детская школа искусств»,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Потёмкина Любовь Александровна, преподавател</w:t>
      </w:r>
      <w:r>
        <w:rPr>
          <w:rFonts w:ascii="Liberation Serif" w:hAnsi="Liberation Serif" w:cs="Liberation Serif"/>
          <w:sz w:val="28"/>
          <w:szCs w:val="28"/>
        </w:rPr>
        <w:t>ь изобразительного искусства, МКУ ДО АГО «Ачитская ДШИ», Ачитский ГО,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Саломанова Наталья Николаевна, преподаватель, МКУДО «Дворец творчества», Талицкий ГО,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</w:pPr>
      <w:r>
        <w:rPr>
          <w:rFonts w:ascii="Liberation Serif" w:hAnsi="Liberation Serif" w:cs="Liberation Serif"/>
          <w:kern w:val="3"/>
          <w:sz w:val="28"/>
          <w:szCs w:val="28"/>
        </w:rPr>
        <w:t>Сереброва Дарья Васильевна, преподаватель (хореографическое творчество), МБУ ДО ПГО «Пышми</w:t>
      </w:r>
      <w:r>
        <w:rPr>
          <w:rFonts w:ascii="Liberation Serif" w:hAnsi="Liberation Serif" w:cs="Liberation Serif"/>
          <w:kern w:val="3"/>
          <w:sz w:val="28"/>
          <w:szCs w:val="28"/>
        </w:rPr>
        <w:t>нская школа искусств»,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Соина Марина Геннадьевна, преподаватель, МКУ ДО «Бисертская детская школа искусств», Бисертский ГО, ВКК.</w:t>
      </w:r>
    </w:p>
    <w:p w:rsidR="00AD1BAA" w:rsidRDefault="00CA09AA">
      <w:pPr>
        <w:pStyle w:val="af6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Соколкина Лариса Витальевна, преподаватель, МАУДО «Михайловская детская школа искусств», Нижнесергинский МР </w:t>
      </w:r>
      <w:r>
        <w:rPr>
          <w:rFonts w:ascii="Liberation Serif" w:hAnsi="Liberation Serif" w:cs="Liberation Serif"/>
          <w:sz w:val="28"/>
          <w:szCs w:val="28"/>
        </w:rPr>
        <w:t xml:space="preserve">СО, ВКК. </w:t>
      </w:r>
    </w:p>
    <w:p w:rsidR="00AD1BAA" w:rsidRDefault="00CA09AA">
      <w:pPr>
        <w:pStyle w:val="af6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Топоркова Марина Сидоровна, преподаватель, МАУДО «Верхнесергинская детская школа искусств»,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Тукачева Ольга Александровна, преподаватель изобразительного искусства, МКУ ДО АГО «Ачитская ДШИ», Ачитский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Туренкова</w:t>
      </w:r>
      <w:r>
        <w:rPr>
          <w:rFonts w:ascii="Liberation Serif" w:hAnsi="Liberation Serif" w:cs="Liberation Serif"/>
          <w:sz w:val="28"/>
          <w:szCs w:val="28"/>
        </w:rPr>
        <w:t xml:space="preserve"> Наталья Сергеевна, преподаватель, МКУ ДО «Бисертская детская школа искусств», Бисертский ГО, ВКК.</w:t>
      </w:r>
    </w:p>
    <w:p w:rsidR="00AD1BAA" w:rsidRDefault="00CA09AA">
      <w:pPr>
        <w:pStyle w:val="af6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Чагина Маргарита Анатольевна, преподаватель, МАУДО «Верхнесергинская детская школа искусств»,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kern w:val="3"/>
          <w:sz w:val="28"/>
          <w:szCs w:val="28"/>
        </w:rPr>
        <w:t>Чмелева Елена Николаевна, преподава</w:t>
      </w:r>
      <w:r>
        <w:rPr>
          <w:rFonts w:ascii="Liberation Serif" w:hAnsi="Liberation Serif" w:cs="Liberation Serif"/>
          <w:kern w:val="3"/>
          <w:sz w:val="28"/>
          <w:szCs w:val="28"/>
        </w:rPr>
        <w:t>тель (струнные инструменты, скрипка), МБУ ДО ПГО «Пышминская школа искусств», Пышминский ГО, ВКК.</w:t>
      </w: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142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Преподаватель</w:t>
      </w:r>
    </w:p>
    <w:p w:rsidR="00AD1BAA" w:rsidRDefault="00AD1BAA">
      <w:pPr>
        <w:tabs>
          <w:tab w:val="left" w:pos="142"/>
        </w:tabs>
        <w:spacing w:after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142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Общеобразовательные дисциплины</w:t>
      </w:r>
    </w:p>
    <w:p w:rsidR="00AD1BAA" w:rsidRDefault="00AD1BAA">
      <w:pPr>
        <w:tabs>
          <w:tab w:val="left" w:pos="142"/>
        </w:tabs>
        <w:spacing w:after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Абишева Майра, преподаватель физики, ГАПОУ СО «Камышловский техникум промышленности и транспорта», </w:t>
      </w:r>
      <w:r>
        <w:rPr>
          <w:rFonts w:ascii="Liberation Serif" w:hAnsi="Liberation Serif" w:cs="Liberation Serif"/>
          <w:sz w:val="28"/>
          <w:szCs w:val="28"/>
        </w:rPr>
        <w:t>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Абрамова Татьяна Валерьевна, преподаватель обществознания, ГАПОУ СО «Техникум индустрии питания и услуг «Кулинар»,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Авсеенко Людмила Михайловна, преподаватель математики, ГАПОУ СО «</w:t>
      </w:r>
      <w:r>
        <w:rPr>
          <w:rStyle w:val="extended-textshort"/>
          <w:rFonts w:ascii="Liberation Serif" w:hAnsi="Liberation Serif" w:cs="Liberation Serif"/>
          <w:bCs/>
          <w:sz w:val="28"/>
          <w:szCs w:val="28"/>
        </w:rPr>
        <w:t>Нижнетагильский</w:t>
      </w:r>
      <w:r>
        <w:rPr>
          <w:rStyle w:val="extended-textshort"/>
          <w:rFonts w:ascii="Liberation Serif" w:hAnsi="Liberation Serif" w:cs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 w:cs="Liberation Serif"/>
          <w:bCs/>
          <w:sz w:val="28"/>
          <w:szCs w:val="28"/>
        </w:rPr>
        <w:t>госуд</w:t>
      </w:r>
      <w:r>
        <w:rPr>
          <w:rStyle w:val="extended-textshort"/>
          <w:rFonts w:ascii="Liberation Serif" w:hAnsi="Liberation Serif" w:cs="Liberation Serif"/>
          <w:bCs/>
          <w:sz w:val="28"/>
          <w:szCs w:val="28"/>
        </w:rPr>
        <w:t>арственный</w:t>
      </w:r>
      <w:r>
        <w:rPr>
          <w:rStyle w:val="extended-textshort"/>
          <w:rFonts w:ascii="Liberation Serif" w:hAnsi="Liberation Serif" w:cs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 w:cs="Liberation Serif"/>
          <w:bCs/>
          <w:sz w:val="28"/>
          <w:szCs w:val="28"/>
        </w:rPr>
        <w:t>профессиональный</w:t>
      </w:r>
      <w:r>
        <w:rPr>
          <w:rStyle w:val="extended-textshort"/>
          <w:rFonts w:ascii="Liberation Serif" w:hAnsi="Liberation Serif" w:cs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 w:cs="Liberation Serif"/>
          <w:bCs/>
          <w:sz w:val="28"/>
          <w:szCs w:val="28"/>
        </w:rPr>
        <w:t>колледж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им. Н.А. Демидова»,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Азисова Фатыма Ахмаровна, преподаватель математики, ГАПОУ СО «Техникум индустрии питания и услуг «Кулинар»,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Аксенова Галина Александровна, препо</w:t>
      </w:r>
      <w:r>
        <w:rPr>
          <w:rFonts w:ascii="Liberation Serif" w:hAnsi="Liberation Serif" w:cs="Liberation Serif"/>
          <w:sz w:val="28"/>
          <w:szCs w:val="28"/>
        </w:rPr>
        <w:t>даватель истории, обществознания, географии, ГАПОУ СО «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Артемовский колледж точного приборостроения»</w:t>
      </w:r>
      <w:r>
        <w:rPr>
          <w:rFonts w:ascii="Liberation Serif" w:hAnsi="Liberation Serif" w:cs="Liberation Serif"/>
          <w:sz w:val="28"/>
          <w:szCs w:val="28"/>
        </w:rPr>
        <w:t>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Александрова Елена Михайловна, преподаватель информатики, ГАПОУ СО «Екатеринбургский колледж транспортного строительства»,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Алифанова Нина Михайловна, преподаватель физики, ГАПОУ СО «Сысертский социально-экономический техникум «Родник»,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Алферьева Ольга Викторовна, преподаватель математики, элементов высшей математики, элементов </w:t>
      </w:r>
      <w:r>
        <w:rPr>
          <w:rFonts w:ascii="Liberation Serif" w:hAnsi="Liberation Serif" w:cs="Liberation Serif"/>
          <w:sz w:val="28"/>
          <w:szCs w:val="28"/>
        </w:rPr>
        <w:t>математической логики, ГАПОУ СО «Уральский радиотехнический колледж им. А.С. Попова»,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Антропович Екатерина Владимировна, преподаватель истории, экономики, ГАПОУ СО «Нижнетагильский педагогический колледж № 2», город Нижний Таг</w:t>
      </w:r>
      <w:r>
        <w:rPr>
          <w:rFonts w:ascii="Liberation Serif" w:hAnsi="Liberation Serif" w:cs="Liberation Serif"/>
          <w:sz w:val="28"/>
          <w:szCs w:val="28"/>
          <w:lang w:eastAsia="ru-RU"/>
        </w:rPr>
        <w:t>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Аркушина Анна Николаевна, преподаватель химии и биологии, ГАПОУ СО «Каменск-Уральский радиотехнический техникум»,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Артемьева Людмила Владимировна, преподаватель географии, биологии, ГАПОУ СО «Первоуральский металлургич</w:t>
      </w:r>
      <w:r>
        <w:rPr>
          <w:rFonts w:ascii="Liberation Serif" w:hAnsi="Liberation Serif" w:cs="Liberation Serif"/>
          <w:sz w:val="28"/>
          <w:szCs w:val="28"/>
        </w:rPr>
        <w:t xml:space="preserve">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Асланидис Светлана Константиновна,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ГАПОУ СО «Екатеринбургский техникум химического машиностроения»,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Афанасьева Галина Ивановна, преподаватель п</w:t>
      </w:r>
      <w:r>
        <w:rPr>
          <w:rFonts w:ascii="Liberation Serif" w:hAnsi="Liberation Serif" w:cs="Liberation Serif"/>
          <w:sz w:val="28"/>
          <w:szCs w:val="28"/>
        </w:rPr>
        <w:t>сихологии, дошкольной педагогики, методики физического воспитания, ГАПОУ СО «Свердловский областной педагогический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Байдало Елена Николаевна, преподаватель физики, ГАПОУ СО «Екатеринбургский экономико-технологический </w:t>
      </w:r>
      <w:r>
        <w:rPr>
          <w:rFonts w:ascii="Liberation Serif" w:hAnsi="Liberation Serif" w:cs="Liberation Serif"/>
          <w:sz w:val="28"/>
          <w:szCs w:val="28"/>
        </w:rPr>
        <w:t>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Байрамгулова Эльмира Идельмановна, преподаватель физики, ГАПОУ СО «Екатеринбургский торгово-экономический техникум»,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Барабанова Светлана Павловна, преподаватель математики, ГАПОУ СО «Тур</w:t>
      </w:r>
      <w:r>
        <w:rPr>
          <w:rFonts w:ascii="Liberation Serif" w:hAnsi="Liberation Serif" w:cs="Liberation Serif"/>
          <w:sz w:val="28"/>
          <w:szCs w:val="28"/>
        </w:rPr>
        <w:t>инский многопрофильный техникум»,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Баранцева Елена Анатольевна, преподаватель немецкого языка, ГАПОУ СО «Екатеринбургский экономико-технологический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Баскова Екатерина Михайловна, преподаватель матем</w:t>
      </w:r>
      <w:r>
        <w:rPr>
          <w:rFonts w:ascii="Liberation Serif" w:hAnsi="Liberation Serif" w:cs="Liberation Serif"/>
          <w:sz w:val="28"/>
          <w:szCs w:val="28"/>
        </w:rPr>
        <w:t>атики, ГАПОУ СО «Уральский государственный колледж имени И.И. Ползунова»,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Бейтельмахер Юлия Леонидовна, преподаватель информатики (общеобразовательный цикл), ГАПОУ СО «Камышловский техникум промышленности и транспорта», </w:t>
      </w:r>
      <w:r>
        <w:rPr>
          <w:rFonts w:ascii="Liberation Serif" w:hAnsi="Liberation Serif" w:cs="Liberation Serif"/>
          <w:sz w:val="28"/>
          <w:szCs w:val="28"/>
        </w:rPr>
        <w:t>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Белоногова Людмила Витальевна, преподаватель физики, ГАПОУ СО «Ревдинский педагогический колледж», ГО Ревда,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Белоносова Мария Леонидовна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, преподаватель истории, обществознания, ГАПОУ СО «Каменск-Уральский политехнический колле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дж», Каменск-Уральский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Березина Наталья Васильевна, преподаватель истории, обществознания, ГАПОУ СО «Уральский политехнический колледж – Межрегиональный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Биц Наталья Александровна, преподаватель ист</w:t>
      </w:r>
      <w:r>
        <w:rPr>
          <w:rFonts w:ascii="Liberation Serif" w:hAnsi="Liberation Serif" w:cs="Liberation Serif"/>
          <w:sz w:val="28"/>
          <w:szCs w:val="28"/>
        </w:rPr>
        <w:t>ории, права, ГАПОУ СО «Уральский радиотехнический колледж им. А.С. Попова»,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Борисова Елена Александровна,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ГАПОУ СО «Уральский политехнический колледж – Межрегиональный центр компетен</w:t>
      </w:r>
      <w:r>
        <w:rPr>
          <w:rFonts w:ascii="Liberation Serif" w:hAnsi="Liberation Serif" w:cs="Liberation Serif"/>
          <w:sz w:val="28"/>
          <w:szCs w:val="28"/>
        </w:rPr>
        <w:t>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Борисова Ольга Людвиговна, преподаватель информатики, черчения, ГАПОУ СО «Кировградский техникум ПТС»,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Бочарова Елена Борисовна, преподаватель информатики, ГАПОУ СО «Полевской многопрофильный техни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кум им. В.И. Назарова», Полевской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Бренчагова Галина Дмитриевна, преподаватель математики, ГАПОУ СО «Ревдинский многопрофильный техникум», ГО Ревда,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Британова Елена Максимовна,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ГАПОУ СО «Ирбитский гу</w:t>
      </w:r>
      <w:r>
        <w:rPr>
          <w:rFonts w:ascii="Liberation Serif" w:hAnsi="Liberation Serif" w:cs="Liberation Serif"/>
          <w:sz w:val="28"/>
          <w:szCs w:val="28"/>
        </w:rPr>
        <w:t>манитарный колледж»,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Бронских Елена Владимировна, преподаватель общеобразовательных дисциплин (математика), ГАПОУ СО «Новоуральский технологический колледж»,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Бруева Марина Ивановна, преподаватель </w:t>
      </w:r>
      <w:r>
        <w:rPr>
          <w:rFonts w:ascii="Liberation Serif" w:hAnsi="Liberation Serif" w:cs="Liberation Serif"/>
          <w:sz w:val="28"/>
          <w:szCs w:val="28"/>
        </w:rPr>
        <w:t>общеобразовательных дисциплин (русский язык и литература), ГАПОУ СО «Уральский техникум «Рифей»,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Брусницына Светлана Владимировна, преподаватель физики, ГАПОУ СО «Нижнетагильский горно-металлургический колледж имени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Е.А. и М.</w:t>
      </w:r>
      <w:r>
        <w:rPr>
          <w:rFonts w:ascii="Liberation Serif" w:hAnsi="Liberation Serif" w:cs="Liberation Serif"/>
          <w:sz w:val="28"/>
          <w:szCs w:val="28"/>
          <w:lang w:eastAsia="ru-RU"/>
        </w:rPr>
        <w:t>Е. Черепановых»,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Брюханова Татьяна Ивановна, преподаватель химии и биологии, ГАПОУ СО «Нижнетагильский техникум металлообрабатывающих производств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сервиса»,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Булдакова Людмила Анатольевна, преподаватель ин</w:t>
      </w:r>
      <w:r>
        <w:rPr>
          <w:rFonts w:ascii="Liberation Serif" w:hAnsi="Liberation Serif" w:cs="Liberation Serif"/>
          <w:iCs/>
          <w:sz w:val="28"/>
          <w:szCs w:val="28"/>
        </w:rPr>
        <w:t>остранного языка (английский), ГАПОУ СО «Камышловский педагогический колледж»,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Бунтова Галина Александровна, преподаватель русского языка, литературы, ГАПОУ СО «Ревдинский педагогический колледж»,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Бусыгина Ирина Влад</w:t>
      </w:r>
      <w:r>
        <w:rPr>
          <w:rFonts w:ascii="Liberation Serif" w:hAnsi="Liberation Serif" w:cs="Liberation Serif"/>
          <w:sz w:val="28"/>
          <w:szCs w:val="28"/>
        </w:rPr>
        <w:t>имировна, преподаватель информатики, ГАПОУ СО «Туринский многопрофильный техникум»,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Быкова Елена Валерьевна, преподаватель физической культуры, ГАПОУ СО «Областной техникум дизайна и сервиса»,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Вершинина Любо</w:t>
      </w:r>
      <w:r>
        <w:rPr>
          <w:rFonts w:ascii="Liberation Serif" w:hAnsi="Liberation Serif" w:cs="Liberation Serif"/>
          <w:sz w:val="28"/>
          <w:szCs w:val="28"/>
        </w:rPr>
        <w:t xml:space="preserve">вь Александровна,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ГАПОУ СО «Екатеринбургский экономико-технологический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Власова Юлия Анатольевна, преподаватель химии, биологии, экологических основ природопользования, ГАПО</w:t>
      </w:r>
      <w:r>
        <w:rPr>
          <w:rFonts w:ascii="Liberation Serif" w:hAnsi="Liberation Serif" w:cs="Liberation Serif"/>
          <w:sz w:val="28"/>
          <w:szCs w:val="28"/>
        </w:rPr>
        <w:t>У СО «Екатеринбургский экономико-технологический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Волохань Ирина Валерьевна, преподаватель химии, ГАПОУ СО «Екатеринбургский экономико-технологический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Воронкова Татьяна Михайлов</w:t>
      </w:r>
      <w:r>
        <w:rPr>
          <w:rFonts w:ascii="Liberation Serif" w:hAnsi="Liberation Serif" w:cs="Liberation Serif"/>
          <w:sz w:val="28"/>
          <w:szCs w:val="28"/>
        </w:rPr>
        <w:t>на, преподаватель математики,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Гаврилова Динара Сафаевна, преподаватель иностранного языка (английский), ГАПОУ СО «Областной техникум дизайна и с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ервиса»,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Гайдук Светлана Юрьевна, преподаватель иностранного языка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ГАПОУ СО «Асбестовский политехникум»,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Галяминских Владимир Александрович, преподаватель, ГАПОУ СО «Каменск-Уральский радиотехнический </w:t>
      </w:r>
      <w:r>
        <w:rPr>
          <w:rFonts w:ascii="Liberation Serif" w:hAnsi="Liberation Serif" w:cs="Liberation Serif"/>
          <w:sz w:val="28"/>
          <w:szCs w:val="28"/>
        </w:rPr>
        <w:t>техникум»,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Гареева Светлана Евгеньевна,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ГАПОУ СО «Берёзовский техникум «Профи», Берёзовский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Глушакова Ирина Петровна, преподаватель основ безопасности жизнедеятельности, ГАП</w:t>
      </w:r>
      <w:r>
        <w:rPr>
          <w:rFonts w:ascii="Liberation Serif" w:hAnsi="Liberation Serif" w:cs="Liberation Serif"/>
          <w:sz w:val="28"/>
          <w:szCs w:val="28"/>
        </w:rPr>
        <w:t xml:space="preserve">ОУ СО «Алапаевский индустриальный 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город Алапаевск,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Голендухина Марина Леонидовна, преподаватель физики, информатики, географии, ГАПОУ СО «Режевской политехникум»,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Голубева Нелли Леонидовна, преподаватель биологии, ГА</w:t>
      </w:r>
      <w:r>
        <w:rPr>
          <w:rFonts w:ascii="Liberation Serif" w:hAnsi="Liberation Serif" w:cs="Liberation Serif"/>
          <w:sz w:val="28"/>
          <w:szCs w:val="28"/>
        </w:rPr>
        <w:t>ПОУ СО «Алапаевский профессионально-педагогический колледж»,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Горбоносова Наталья Геннадиевна, преподаватель математических дисциплин, ГАПОУ СО «Нижнетагильский торгово-экономический колледж»,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Горохова </w:t>
      </w:r>
      <w:r>
        <w:rPr>
          <w:rFonts w:ascii="Liberation Serif" w:hAnsi="Liberation Serif" w:cs="Liberation Serif"/>
          <w:sz w:val="28"/>
          <w:szCs w:val="28"/>
        </w:rPr>
        <w:t xml:space="preserve">Галина Николаевна, преподаватель математики, ГАПОУ СО «Алапаевский профессионально-педагогический колледж», МО город Алапаевск,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Гробер Эдуард Яковлевич, преподаватель физической культуры, ГАПОУ СО «Алапаевский индустриальный техникум», МО город Алапа</w:t>
      </w:r>
      <w:r>
        <w:rPr>
          <w:rFonts w:ascii="Liberation Serif" w:hAnsi="Liberation Serif" w:cs="Liberation Serif"/>
          <w:sz w:val="28"/>
          <w:szCs w:val="28"/>
        </w:rPr>
        <w:t>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Груздева Юлия Евгеньевна, преподаватель информатики и математики, ГАПОУ СО «Свердловский областной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Гущина Маргарита Михайловна, преподаватель английского языка, ГАПОУ СО «Екатеринбургский </w:t>
      </w:r>
      <w:r>
        <w:rPr>
          <w:rFonts w:ascii="Liberation Serif" w:hAnsi="Liberation Serif" w:cs="Liberation Serif"/>
          <w:sz w:val="28"/>
          <w:szCs w:val="28"/>
        </w:rPr>
        <w:t>политехникум»,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Давыдова Валентина Алексеевна, преподаватель обществознания, права,</w:t>
      </w:r>
      <w:r>
        <w:rPr>
          <w:rFonts w:ascii="Liberation Serif" w:hAnsi="Liberation Serif" w:cs="Liberation Serif"/>
          <w:sz w:val="28"/>
          <w:szCs w:val="28"/>
        </w:rPr>
        <w:t xml:space="preserve"> философии, ГАПОУ СО «Верхнепышминский механико-технологический техникум «Юность»,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Даниленко Людмила Петровна, преподават</w:t>
      </w:r>
      <w:r>
        <w:rPr>
          <w:rFonts w:ascii="Liberation Serif" w:hAnsi="Liberation Serif" w:cs="Liberation Serif"/>
          <w:sz w:val="28"/>
          <w:szCs w:val="28"/>
        </w:rPr>
        <w:t xml:space="preserve">ель биологии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естествознания, экологических основ природопользования,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Данилова Ольга Витальевна,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</w:t>
      </w:r>
      <w:r>
        <w:rPr>
          <w:rFonts w:ascii="Liberation Serif" w:hAnsi="Liberation Serif" w:cs="Liberation Serif"/>
          <w:sz w:val="28"/>
          <w:szCs w:val="28"/>
        </w:rPr>
        <w:t>АПОУ СО «Уральский политехнический колледж – Межрегиональный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Дарьева Валерия Олеговна, преподаватель физики и естествознания, ГАПОУ СО «Уральский политехнический колледж – Межрегиональный центр компетенций»</w:t>
      </w:r>
      <w:r>
        <w:rPr>
          <w:rFonts w:ascii="Liberation Serif" w:hAnsi="Liberation Serif" w:cs="Liberation Serif"/>
          <w:sz w:val="28"/>
          <w:szCs w:val="28"/>
        </w:rPr>
        <w:t>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Двинских Татьяна Ильинична, преподаватель физики, ГАПОУ СО «Нижнетагильский горно-металлургический колледж имени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Е.А. и М.Е. Черепановых»,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Дворникова Ольга Борисовна, преподаватель физической культу</w:t>
      </w:r>
      <w:r>
        <w:rPr>
          <w:rFonts w:ascii="Liberation Serif" w:hAnsi="Liberation Serif" w:cs="Liberation Serif"/>
          <w:bCs/>
          <w:sz w:val="28"/>
          <w:szCs w:val="28"/>
        </w:rPr>
        <w:t xml:space="preserve">ры, методики преподавания физической культуры, ГБПОУ СО «Красноуфимский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 Красноуфимск СО, </w:t>
      </w:r>
      <w:r>
        <w:rPr>
          <w:rFonts w:ascii="Liberation Serif" w:hAnsi="Liberation Serif" w:cs="Liberation Serif"/>
          <w:bCs/>
          <w:sz w:val="28"/>
          <w:szCs w:val="28"/>
        </w:rPr>
        <w:t>ВКК, кандидат педагогических наук, доцент.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Дивель Ольга Анатольевна, преподаватель географии, экологии, </w:t>
      </w:r>
      <w:r>
        <w:rPr>
          <w:rFonts w:ascii="Liberation Serif" w:hAnsi="Liberation Serif" w:cs="Liberation Serif"/>
          <w:sz w:val="28"/>
          <w:szCs w:val="28"/>
        </w:rPr>
        <w:t>ГАПОУ СО «Красноуфимский аграрный к</w:t>
      </w:r>
      <w:r>
        <w:rPr>
          <w:rFonts w:ascii="Liberation Serif" w:hAnsi="Liberation Serif" w:cs="Liberation Serif"/>
          <w:sz w:val="28"/>
          <w:szCs w:val="28"/>
        </w:rPr>
        <w:t>олледж»,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Дмитриева Разия Гаптулхазыевна, преподаватель физики, математики, ГАПОУ СО «Уральский государственный колледж имени И.И. Ползунова»,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Дмитриенко Марина Витальевна, преподаватель инженерной гра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фики, ГАПОУ СО «Екатеринбургский промышленно-технологический техникум имени В.М. Курочкина»,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Дойникова Надежда Владимировна, преподаватель английского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немецкого языков, ГАПОУ СО «</w:t>
      </w:r>
      <w:r>
        <w:rPr>
          <w:rStyle w:val="extended-textshort"/>
          <w:rFonts w:ascii="Liberation Serif" w:hAnsi="Liberation Serif" w:cs="Liberation Serif"/>
          <w:bCs/>
          <w:sz w:val="28"/>
          <w:szCs w:val="28"/>
        </w:rPr>
        <w:t>Нижнетагильский</w:t>
      </w:r>
      <w:r>
        <w:rPr>
          <w:rStyle w:val="extended-textshort"/>
          <w:rFonts w:ascii="Liberation Serif" w:hAnsi="Liberation Serif" w:cs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 w:cs="Liberation Serif"/>
          <w:bCs/>
          <w:sz w:val="28"/>
          <w:szCs w:val="28"/>
        </w:rPr>
        <w:t>государственный</w:t>
      </w:r>
      <w:r>
        <w:rPr>
          <w:rStyle w:val="extended-textshort"/>
          <w:rFonts w:ascii="Liberation Serif" w:hAnsi="Liberation Serif" w:cs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 w:cs="Liberation Serif"/>
          <w:bCs/>
          <w:sz w:val="28"/>
          <w:szCs w:val="28"/>
        </w:rPr>
        <w:t>профессионал</w:t>
      </w:r>
      <w:r>
        <w:rPr>
          <w:rStyle w:val="extended-textshort"/>
          <w:rFonts w:ascii="Liberation Serif" w:hAnsi="Liberation Serif" w:cs="Liberation Serif"/>
          <w:bCs/>
          <w:sz w:val="28"/>
          <w:szCs w:val="28"/>
        </w:rPr>
        <w:t>ьный</w:t>
      </w:r>
      <w:r>
        <w:rPr>
          <w:rStyle w:val="extended-textshort"/>
          <w:rFonts w:ascii="Liberation Serif" w:hAnsi="Liberation Serif" w:cs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 w:cs="Liberation Serif"/>
          <w:bCs/>
          <w:sz w:val="28"/>
          <w:szCs w:val="28"/>
        </w:rPr>
        <w:t>колледж</w:t>
      </w:r>
      <w:r>
        <w:rPr>
          <w:rFonts w:ascii="Liberation Serif" w:hAnsi="Liberation Serif" w:cs="Liberation Serif"/>
          <w:sz w:val="28"/>
          <w:szCs w:val="28"/>
        </w:rPr>
        <w:t xml:space="preserve"> им. Н.А. Демидова»,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Долгорукова Оксана Николаевна, преподаватель физической культуры, ГАПОУ СО «Нижнетагильский горно-металлургический колледж имени Е.А. и М.Е. Черепановых»,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Дышаева Татьяна </w:t>
      </w:r>
      <w:r>
        <w:rPr>
          <w:rFonts w:ascii="Liberation Serif" w:hAnsi="Liberation Serif" w:cs="Liberation Serif"/>
          <w:sz w:val="28"/>
          <w:szCs w:val="28"/>
        </w:rPr>
        <w:t xml:space="preserve">Владимировна, преподаватель общеобразовательных дисциплин гуманитарного профиля: русский язык, литература, русский язык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культура речи, МХК, ГАПОУ СО «Уральский политехнический колледж – Межрегиональный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</w:t>
      </w:r>
      <w:r>
        <w:rPr>
          <w:rFonts w:ascii="Liberation Serif" w:hAnsi="Liberation Serif" w:cs="Liberation Serif"/>
          <w:sz w:val="28"/>
          <w:szCs w:val="28"/>
        </w:rPr>
        <w:t>голаева Наталья Николаевна, преподаватель информатики, ИТПД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Елисеева Надежда Александровна, преподаватель иностранного (английского) языка, ГБПО</w:t>
      </w:r>
      <w:r>
        <w:rPr>
          <w:rFonts w:ascii="Liberation Serif" w:hAnsi="Liberation Serif" w:cs="Liberation Serif"/>
          <w:bCs/>
          <w:sz w:val="28"/>
          <w:szCs w:val="28"/>
        </w:rPr>
        <w:t xml:space="preserve">У СО «Красноуфимский педагогический колледж»,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Красноуфимск СО,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Ерёмина Ирина Анатольевна, преподаватель информатики, ГАПОУ СО «Екатеринбургский экономико-технологический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Ермилова Вера Петровна, преподаватель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истории, обществознания, ГАПОУ СО «Краснотурьинский индустриальный колледж», ГО Краснотурьинск, ВКК.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Ермолина Ирина Павловна, преподаватель английского языка, ГАПОУ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СО «Верхнепышминский механико-технологический техникум «Юность»,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ВВК.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710"/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Жорнова Тамара Ивановна, преподаватель математики, ГАПОУ СО «Режевской политехникум», Режевской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Забелина Нина Ивановна, преподаватель математики, ГАПОУ СО «Ирбитский гуманитарный колледж»,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Зайцева Алла Валерьевна, препо</w:t>
      </w:r>
      <w:r>
        <w:rPr>
          <w:rFonts w:ascii="Liberation Serif" w:hAnsi="Liberation Serif" w:cs="Liberation Serif"/>
          <w:sz w:val="28"/>
          <w:szCs w:val="28"/>
        </w:rPr>
        <w:t>даватель истории, экскурсионной деятельности, ГАПОУ СО «Екатеринбургский экономико-технологический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Зобнина Марина Александровна, преподаватель математики, ГАПОУ СО «Алапаевский индустриальный техникум», МО город Алап</w:t>
      </w:r>
      <w:r>
        <w:rPr>
          <w:rFonts w:ascii="Liberation Serif" w:hAnsi="Liberation Serif" w:cs="Liberation Serif"/>
          <w:sz w:val="28"/>
          <w:szCs w:val="28"/>
        </w:rPr>
        <w:t>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Зуева Ольга Сергеевна, преподаватель математики, ГАПОУ СО «Камышловский техникум промышленности и транспорта»,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Зуйкова Елена Ивановна, преподаватель русского языка, литература, ГАПОУ СО «Сергинский многопрофильный </w:t>
      </w:r>
      <w:r>
        <w:rPr>
          <w:rFonts w:ascii="Liberation Serif" w:hAnsi="Liberation Serif" w:cs="Liberation Serif"/>
          <w:sz w:val="28"/>
          <w:szCs w:val="28"/>
        </w:rPr>
        <w:t>техникум»,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Зырянова Елена Геннадьевна, преподаватель немецкого языка, ГАПОУ СО «Краснотурьинский индустриальный колледж», ГО Краснотурьинск, ВКК.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Зырянова Лариса Владимировна, преподаватель иностранного языка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ГАПОУ СО «Каменск</w:t>
      </w:r>
      <w:r>
        <w:rPr>
          <w:rFonts w:ascii="Liberation Serif" w:hAnsi="Liberation Serif" w:cs="Liberation Serif"/>
          <w:sz w:val="28"/>
          <w:szCs w:val="28"/>
        </w:rPr>
        <w:t xml:space="preserve">-Уральский техникум металлургии и машиностроения», 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Каменск-Уральский ГО СО,</w:t>
      </w:r>
      <w:r>
        <w:rPr>
          <w:rFonts w:ascii="Liberation Serif" w:hAnsi="Liberation Serif" w:cs="Liberation Serif"/>
          <w:sz w:val="28"/>
          <w:szCs w:val="28"/>
        </w:rPr>
        <w:t xml:space="preserve">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Иванчик Светлана Аркадьевна, преподаватель русского языка и литературы, ГАПОУ СО «Серовский техникум сферы обслуживания и питания»,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Ивина Наталья Владимиров</w:t>
      </w:r>
      <w:r>
        <w:rPr>
          <w:rFonts w:ascii="Liberation Serif" w:hAnsi="Liberation Serif" w:cs="Liberation Serif"/>
          <w:sz w:val="28"/>
          <w:szCs w:val="28"/>
        </w:rPr>
        <w:t xml:space="preserve">на, преподаватель физики, ГАПОУ СО «Сысертский социально-экономический техникум «Родник», Сысертский ГО,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Игнатьева Татьяна Анатольевна, преподаватель химии, биологии, ГАПОУ СО «Первоуральский политехникум»,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Ильина Оксана Анатоль</w:t>
      </w:r>
      <w:r>
        <w:rPr>
          <w:rFonts w:ascii="Liberation Serif" w:hAnsi="Liberation Serif" w:cs="Liberation Serif"/>
          <w:sz w:val="28"/>
          <w:szCs w:val="28"/>
        </w:rPr>
        <w:t>евна, преподаватель химии, биологии, экологии, ГАПОУ СО «Областной техникум дизайна и сервиса»,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Ильницкий Вячеслав Георгиевич, преподаватель информатики ИТПД, ГАПОУ СО «Уральский политехнический колледж – Межрегиональный центр</w:t>
      </w:r>
      <w:r>
        <w:rPr>
          <w:rFonts w:ascii="Liberation Serif" w:hAnsi="Liberation Serif" w:cs="Liberation Serif"/>
          <w:sz w:val="28"/>
          <w:szCs w:val="28"/>
        </w:rPr>
        <w:t xml:space="preserve">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Казаева Лидия Игоревна, преподаватель физической культуры, ГАПОУ СО «Северный педагогический колледж»,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iCs/>
          <w:sz w:val="28"/>
          <w:szCs w:val="28"/>
        </w:rPr>
        <w:t xml:space="preserve">Казанцева Ольга Михайловна, преподаватель русского языка </w:t>
      </w:r>
      <w:r>
        <w:rPr>
          <w:rFonts w:ascii="Liberation Serif" w:hAnsi="Liberation Serif" w:cs="Liberation Serif"/>
          <w:iCs/>
          <w:sz w:val="28"/>
          <w:szCs w:val="28"/>
        </w:rPr>
        <w:br/>
      </w:r>
      <w:r>
        <w:rPr>
          <w:rFonts w:ascii="Liberation Serif" w:hAnsi="Liberation Serif" w:cs="Liberation Serif"/>
          <w:iCs/>
          <w:sz w:val="28"/>
          <w:szCs w:val="28"/>
        </w:rPr>
        <w:t>и литературы, философии, истори</w:t>
      </w:r>
      <w:r>
        <w:rPr>
          <w:rFonts w:ascii="Liberation Serif" w:hAnsi="Liberation Serif" w:cs="Liberation Serif"/>
          <w:iCs/>
          <w:sz w:val="28"/>
          <w:szCs w:val="28"/>
        </w:rPr>
        <w:t xml:space="preserve">и, ГАПОУ СО «Камышловский гуманитарно-технологический техникум», Камышловский ГО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Калыева Оксана Фаритовна, преподаватель обществознания, экономических дисциплин, ГАПОУ СО «Каменск-Уральский агропромышленный техникум»,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Капустина Ирина Геннадьевна, преподаватель естественно-научных дисциплин,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Караваева Наталья Радиславовна, преподаватель истории, психологии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социально-общественных дисциплин, ГАПОУ СО «Асбес</w:t>
      </w:r>
      <w:r>
        <w:rPr>
          <w:rFonts w:ascii="Liberation Serif" w:hAnsi="Liberation Serif" w:cs="Liberation Serif"/>
          <w:bCs/>
          <w:sz w:val="28"/>
          <w:szCs w:val="28"/>
        </w:rPr>
        <w:t xml:space="preserve">товский политехникум», </w:t>
      </w:r>
      <w:r>
        <w:rPr>
          <w:rFonts w:ascii="Liberation Serif" w:hAnsi="Liberation Serif" w:cs="Liberation Serif"/>
          <w:sz w:val="28"/>
          <w:szCs w:val="28"/>
        </w:rPr>
        <w:t xml:space="preserve">Асбестовский ГО,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Картавенко Оксана Владимировна, преподаватель истории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обществознания, ГАПОУ СО 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Новоуральский технологический колледж</w:t>
      </w:r>
      <w:r>
        <w:rPr>
          <w:rFonts w:ascii="Liberation Serif" w:hAnsi="Liberation Serif" w:cs="Liberation Serif"/>
          <w:sz w:val="28"/>
          <w:szCs w:val="28"/>
          <w:lang w:eastAsia="ru-RU"/>
        </w:rPr>
        <w:t>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 xml:space="preserve">Касьянова Анна Васильевна, преподаватель филологических </w:t>
      </w:r>
      <w:r>
        <w:rPr>
          <w:rFonts w:ascii="Liberation Serif" w:hAnsi="Liberation Serif" w:cs="Liberation Serif"/>
          <w:iCs/>
          <w:sz w:val="28"/>
          <w:szCs w:val="28"/>
        </w:rPr>
        <w:t>дисциплин, ГАПОУ СО «Камышловский педагогический колледж»,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Кенебас Алексей Григорьевич, преподаватель географии, биологии, ГАПОУ СО «Екатеринбургский экономико-технологический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Киселева Марин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а Николаевна, преподаватель английского языка, ГАПОУ СО «Каменск-Уральский политехнический колледж»,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Клемято Татьяна Анатольевна, преподаватель русского языка, литературы, ГАПОУ СО «Екатеринбургский автомобильно-дорожный колле</w:t>
      </w:r>
      <w:r>
        <w:rPr>
          <w:rFonts w:ascii="Liberation Serif" w:hAnsi="Liberation Serif" w:cs="Liberation Serif"/>
          <w:sz w:val="28"/>
          <w:szCs w:val="28"/>
        </w:rPr>
        <w:t xml:space="preserve">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Коднер Галина Яковлевна, преподаватель информатики, ИТПД,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Колбина Елена Николаевна, преподаватель общеобразо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вательных дисциплин (химия, биология), ГАПОУ СО «</w:t>
      </w:r>
      <w:r>
        <w:rPr>
          <w:rStyle w:val="extended-textshort"/>
          <w:rFonts w:ascii="Liberation Serif" w:hAnsi="Liberation Serif" w:cs="Liberation Serif"/>
          <w:sz w:val="28"/>
          <w:szCs w:val="28"/>
        </w:rPr>
        <w:t>Верхнесалдинский авиаметаллургический колледж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им. А.А. Евстигнеева»,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Колотилова Ольга Владимировна, преподаватель английского языка, ГАПОУ СО «Каменск-Уральский радиотехнический тех</w:t>
      </w:r>
      <w:r>
        <w:rPr>
          <w:rFonts w:ascii="Liberation Serif" w:hAnsi="Liberation Serif" w:cs="Liberation Serif"/>
          <w:sz w:val="28"/>
          <w:szCs w:val="28"/>
        </w:rPr>
        <w:t>никум»,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71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iCs/>
          <w:sz w:val="28"/>
          <w:szCs w:val="28"/>
        </w:rPr>
        <w:t>Комаров Алексей Осипович, преподаватель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физической культуры, методики преподавания физической культуры, ГБПОУ СО «Красноуфимский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 Красноуфимск СО,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Комолов Сергей Геннадиевич, </w:t>
      </w:r>
      <w:r>
        <w:rPr>
          <w:rFonts w:ascii="Liberation Serif" w:hAnsi="Liberation Serif" w:cs="Liberation Serif"/>
          <w:sz w:val="28"/>
          <w:szCs w:val="28"/>
        </w:rPr>
        <w:t xml:space="preserve">преподаватель иностранного языка (английский), ГАПОУ СО «Уральский государственный колледж имени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И.И. Ползунова»,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Кондратьева Светлана Валентиновна, преподаватель истории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обществознания, ГАПОУ СО «Нижнетагильский государст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венный профессиональный колледж им. Н.А. Демидова»,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Коновалова Галина Валентиновна, преподаватель истории, философии, ГАПОУ СО «Первоуральский металлургический колледж»,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Коновалова Марина Владимировна, препода</w:t>
      </w:r>
      <w:r>
        <w:rPr>
          <w:rFonts w:ascii="Liberation Serif" w:hAnsi="Liberation Serif" w:cs="Liberation Serif"/>
          <w:sz w:val="28"/>
          <w:szCs w:val="28"/>
        </w:rPr>
        <w:t>ватель истории, обществознания, ГАПОУ СО «Сергинский многопрофильный техникум»,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Коновалова Татьяна Ивановна, преподаватель информатики, ГАПОУ СО «</w:t>
      </w:r>
      <w:r>
        <w:rPr>
          <w:rStyle w:val="extended-textshort"/>
          <w:rFonts w:ascii="Liberation Serif" w:hAnsi="Liberation Serif" w:cs="Liberation Serif"/>
          <w:bCs/>
          <w:sz w:val="28"/>
          <w:szCs w:val="28"/>
        </w:rPr>
        <w:t>Нижнетагильский</w:t>
      </w:r>
      <w:r>
        <w:rPr>
          <w:rStyle w:val="extended-textshort"/>
          <w:rFonts w:ascii="Liberation Serif" w:hAnsi="Liberation Serif" w:cs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 w:cs="Liberation Serif"/>
          <w:bCs/>
          <w:sz w:val="28"/>
          <w:szCs w:val="28"/>
        </w:rPr>
        <w:t>государственный</w:t>
      </w:r>
      <w:r>
        <w:rPr>
          <w:rStyle w:val="extended-textshort"/>
          <w:rFonts w:ascii="Liberation Serif" w:hAnsi="Liberation Serif" w:cs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 w:cs="Liberation Serif"/>
          <w:bCs/>
          <w:sz w:val="28"/>
          <w:szCs w:val="28"/>
        </w:rPr>
        <w:t>профессиональный</w:t>
      </w:r>
      <w:r>
        <w:rPr>
          <w:rStyle w:val="extended-textshort"/>
          <w:rFonts w:ascii="Liberation Serif" w:hAnsi="Liberation Serif" w:cs="Liberation Serif"/>
          <w:sz w:val="28"/>
          <w:szCs w:val="28"/>
        </w:rPr>
        <w:t xml:space="preserve"> </w:t>
      </w:r>
      <w:r>
        <w:rPr>
          <w:rStyle w:val="extended-textshort"/>
          <w:rFonts w:ascii="Liberation Serif" w:hAnsi="Liberation Serif" w:cs="Liberation Serif"/>
          <w:bCs/>
          <w:sz w:val="28"/>
          <w:szCs w:val="28"/>
        </w:rPr>
        <w:t>колледж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им. Н.А. Демидова», горо</w:t>
      </w:r>
      <w:r>
        <w:rPr>
          <w:rFonts w:ascii="Liberation Serif" w:hAnsi="Liberation Serif" w:cs="Liberation Serif"/>
          <w:sz w:val="28"/>
          <w:szCs w:val="28"/>
          <w:lang w:eastAsia="ru-RU"/>
        </w:rPr>
        <w:t>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Кононова Ольга Сергеевна, преподаватель биологии, естествознания, химии, ГАПОУ СО «Екатеринбургский экономико-технологический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Копылова Елена Анатольевна, преподаватель химии, ГАПОУ СО «Екатеринбу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ргский автомобильно-дорожный колледж», МО «город Екатеринбург», 1КК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Коровина Наталья Анатольевна, преподаватель русского языка, литературы, ГАПОУ СО «Ревдинский педагогический колледж»,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Коршунова Галина Николаевна, </w:t>
      </w:r>
      <w:r>
        <w:rPr>
          <w:rFonts w:ascii="Liberation Serif" w:hAnsi="Liberation Serif" w:cs="Liberation Serif"/>
          <w:sz w:val="28"/>
          <w:szCs w:val="28"/>
        </w:rPr>
        <w:t>преподаватель информатики,</w:t>
      </w:r>
      <w:r>
        <w:rPr>
          <w:rFonts w:ascii="Liberation Serif" w:hAnsi="Liberation Serif" w:cs="Liberation Serif"/>
          <w:sz w:val="28"/>
          <w:szCs w:val="28"/>
        </w:rPr>
        <w:t xml:space="preserve"> ГАПОУ СО «Верхнепышминский механико-технологический техникум «Юность»,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Косова Алена Александровна, преподаватель информатики, информационных технологий в профессиональной деятельности, ГАПОУ СО «Екатеринбургский автомобильно-дорожн</w:t>
      </w:r>
      <w:r>
        <w:rPr>
          <w:rFonts w:ascii="Liberation Serif" w:hAnsi="Liberation Serif" w:cs="Liberation Serif"/>
          <w:sz w:val="28"/>
          <w:szCs w:val="28"/>
        </w:rPr>
        <w:t>ый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Костарева Тамара Ивановна, преподаватель химии, ГАПОУ СО «Полевской многопрофильный техникум им. В.И. Назарова»,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Костенко Ольга Аркадьевна, преподаватель математики, ГАПОУ СО «Екатеринбургский т</w:t>
      </w:r>
      <w:r>
        <w:rPr>
          <w:rFonts w:ascii="Liberation Serif" w:hAnsi="Liberation Serif" w:cs="Liberation Serif"/>
          <w:sz w:val="28"/>
          <w:szCs w:val="28"/>
        </w:rPr>
        <w:t>оргово-экономический 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Костылев Евгений Михайлович, преподаватель обществоведческих дисциплин, ГАПОУ СО «Нижнетагильский педагогический колледж № 1»,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Костылева Людмила Владимировна, преподава</w:t>
      </w:r>
      <w:r>
        <w:rPr>
          <w:rFonts w:ascii="Liberation Serif" w:hAnsi="Liberation Serif" w:cs="Liberation Serif"/>
          <w:sz w:val="28"/>
          <w:szCs w:val="28"/>
        </w:rPr>
        <w:t>тель физики, ГАПОУ СО «Первоуральский металлургический колледж»,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Кошкарова Юлия Васильевна, преподаватель английского языка, ГАПОУ СО «Нижнетагильский горно-металлургический колледж имени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Е.А. и М.Е. Черепановых», город Нижний Тагил,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Красноперова Любовь Михайловна, преподаватель филологических дисциплин, ГАПОУ СО «Камышловский педагогический колледж»,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Кривошеева Надежда Талгатовна, преподаватель английского языка, ГАПОУ СО «Нижнетагильский строительный </w:t>
      </w:r>
      <w:r>
        <w:rPr>
          <w:rFonts w:ascii="Liberation Serif" w:hAnsi="Liberation Serif" w:cs="Liberation Serif"/>
          <w:sz w:val="28"/>
          <w:szCs w:val="28"/>
          <w:lang w:eastAsia="ru-RU"/>
        </w:rPr>
        <w:t>колледж»,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Крупина Оксана Яковлевна, преподаватель истории и обществознания, ГАПОУ СО «Баранчинский электромеханический техникум»,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Кузеванова Елена Александровна, преподаватель информатики, ГАПОУ СО «Ирбитский </w:t>
      </w:r>
      <w:r>
        <w:rPr>
          <w:rFonts w:ascii="Liberation Serif" w:hAnsi="Liberation Serif" w:cs="Liberation Serif"/>
          <w:sz w:val="28"/>
          <w:szCs w:val="28"/>
        </w:rPr>
        <w:t>мотоциклетный техникум»,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 Михаил Николаевич, преподаватель БЖД, ОБЖ, ГАПОУ СО «Уральский радиотехнический колледж им. А.С. Попова»,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Алина Валентиновна, преподаватель физики, ГАПОУ СО</w:t>
      </w:r>
      <w:r>
        <w:rPr>
          <w:rFonts w:ascii="Liberation Serif" w:hAnsi="Liberation Serif" w:cs="Liberation Serif"/>
          <w:sz w:val="28"/>
          <w:szCs w:val="28"/>
        </w:rPr>
        <w:t xml:space="preserve"> «Первоуральский политехникум»,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Вера Александровна, преподаватель русского языка, литературы, ГАПОУ СО «Уральский государственный колледж имени И.И. Ползунова»,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Лариса Викторовна, преп</w:t>
      </w:r>
      <w:r>
        <w:rPr>
          <w:rFonts w:ascii="Liberation Serif" w:hAnsi="Liberation Serif" w:cs="Liberation Serif"/>
          <w:sz w:val="28"/>
          <w:szCs w:val="28"/>
        </w:rPr>
        <w:t>одаватель математики, информатики, ГАПОУ СО «Ревдинский многопрофильный техникум»,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Кузнецова Лидия Андреевна, преподаватель географии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ГАПОУ СО «Уральский колледж строительства, архитектуры и предпринимательства»,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Марина Федоровна, преподаватель иностранного языка (немецкий, английский), ГАПОУ СО «Свердловский областной педагогический колледж», МО «город Екатеринбург», ВКК, кандидат педагогических наук.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Оксана Михайловна, преподаватель иностр</w:t>
      </w:r>
      <w:r>
        <w:rPr>
          <w:rFonts w:ascii="Liberation Serif" w:hAnsi="Liberation Serif" w:cs="Liberation Serif"/>
          <w:sz w:val="28"/>
          <w:szCs w:val="28"/>
        </w:rPr>
        <w:t xml:space="preserve">анного языка, ГАПОУ СО «Алапаевский профессионально-педагогический колледж», МО город Алапаевск,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Кузнецова Светлана Валерьевна, преподаватель английского языка, ГАПОУ СО «Нижнетагильский горно-металлургический колледж имени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Е.А. и М.Е. Черепановых»,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Кузьмин Виктор Михайлович, преподаватель физической культуры,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Кукушкина Ксения Сергеевна, преподаватель иностранного </w:t>
      </w:r>
      <w:r>
        <w:rPr>
          <w:rFonts w:ascii="Liberation Serif" w:hAnsi="Liberation Serif" w:cs="Liberation Serif"/>
          <w:sz w:val="28"/>
          <w:szCs w:val="28"/>
        </w:rPr>
        <w:t xml:space="preserve">языка, ГАПОУ СО «Екатеринбургский колледж транспортного строительства»,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Курносова Дарья Владимировна, преподаватель физической культуры, ГАПОУ СО «Уральский радиотехнический колледж им. А.С. Попова»,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Кучерова Марина Валерьевна, преподаватель обществознания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психолого-педагогических дисциплин, ГАПОУ СО «Алапаевский профессионально-педагогический колледж», МО город Алапаевск,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Ламтева Наталья Викторовна, преподаватель математики, ГАПОУ СО «К</w:t>
      </w:r>
      <w:r>
        <w:rPr>
          <w:rFonts w:ascii="Liberation Serif" w:hAnsi="Liberation Serif" w:cs="Liberation Serif"/>
          <w:sz w:val="28"/>
          <w:szCs w:val="28"/>
          <w:lang w:eastAsia="ru-RU"/>
        </w:rPr>
        <w:t>аменск-Уральский техникум торговли и сервиса»,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Леонтьева Ирина Владимировна, преподаватель истории, ГАПОУ СО «Первоуральский металлургический колледж»,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Леськив Елена Владимировна, преподаватель русского я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зыка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и литературы, ГАПОУ СО «Колледж управления и сервиса «Стиль»,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Линенко Валерий Владимирович, преподаватель основ безопасности жизнедеятельности, ГАПОУ СО «Уральский техникум «Рифей»,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Лихачев</w:t>
      </w:r>
      <w:r>
        <w:rPr>
          <w:rFonts w:ascii="Liberation Serif" w:hAnsi="Liberation Serif" w:cs="Liberation Serif"/>
          <w:sz w:val="28"/>
          <w:szCs w:val="28"/>
        </w:rPr>
        <w:t xml:space="preserve"> Александр Владимирович, преподаватель математики, физики, электротехники, Полевской филиал ГАПОУ СО «Уральский радиотехнический колледж им. А.С. Попова»,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Лопатина Наталья Александровна, преподаватель русского языка и литературы, ГАПОУ </w:t>
      </w:r>
      <w:r>
        <w:rPr>
          <w:rFonts w:ascii="Liberation Serif" w:hAnsi="Liberation Serif" w:cs="Liberation Serif"/>
          <w:sz w:val="28"/>
          <w:szCs w:val="28"/>
        </w:rPr>
        <w:t xml:space="preserve">СО </w:t>
      </w:r>
      <w:r>
        <w:rPr>
          <w:rFonts w:ascii="Liberation Serif" w:hAnsi="Liberation Serif" w:cs="Liberation Serif"/>
          <w:bCs/>
          <w:sz w:val="28"/>
          <w:szCs w:val="28"/>
        </w:rPr>
        <w:t>«Каменск-Уральский техникум торговли и сервиса», Каменск-Уральский ГО СО,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Лосева Людмила Николаевна, преподаватель географии, обществознания, ГАПОУ СО «Екатеринбургский политехникум»,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Люкшина Наталья Алексеевна, </w:t>
      </w:r>
      <w:r>
        <w:rPr>
          <w:rFonts w:ascii="Liberation Serif" w:hAnsi="Liberation Serif" w:cs="Liberation Serif"/>
          <w:sz w:val="28"/>
          <w:szCs w:val="28"/>
        </w:rPr>
        <w:t>преподаватель иностранного языка, ГАПОУ СО «Первоуральский металлургический колледж»,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Мадыгина Татьяна Александровна, преподаватель математики, ГАПОУ</w:t>
      </w:r>
      <w:r>
        <w:rPr>
          <w:rFonts w:ascii="Liberation Serif" w:hAnsi="Liberation Serif" w:cs="Liberation Serif"/>
          <w:iCs/>
          <w:sz w:val="28"/>
          <w:szCs w:val="28"/>
        </w:rPr>
        <w:t xml:space="preserve"> СО «Камышловский гуманитарно-технологический техникум», Камышловский ГО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Май</w:t>
      </w:r>
      <w:r>
        <w:rPr>
          <w:rFonts w:ascii="Liberation Serif" w:hAnsi="Liberation Serif" w:cs="Liberation Serif"/>
          <w:sz w:val="28"/>
          <w:szCs w:val="28"/>
        </w:rPr>
        <w:t>орова Ирина Игорьевна, преподаватель информатики и ИКТ, ГАПОУ СО «Карпинский машиностроительный техникум», 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Маковская Инна Геннадьевна, преподаватель физики, ГАПОУ СО «Каменск-Уральский радиотехнический техникум», Каменск-Уральский ГО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Малахеева Татьяна Владимировна, преподаватель иностранного языка (немецкий), ГАПОУ СО «Свердловский областной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Мамчиц Светлана Федоровна, преподаватель физики, астрономии, ГАПОУ СО «Екатеринбургск</w:t>
      </w:r>
      <w:r>
        <w:rPr>
          <w:rFonts w:ascii="Liberation Serif" w:hAnsi="Liberation Serif" w:cs="Liberation Serif"/>
          <w:sz w:val="28"/>
          <w:szCs w:val="28"/>
        </w:rPr>
        <w:t>ий политехникум»,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Манзин Александр Борисович, преподаватель информатики, ГАПОУ СО «Нижнетагильский государственный профессиональный колледж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им. Н.А. Демидова»,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Мансуров Сергей Александрович, </w:t>
      </w:r>
      <w:r>
        <w:rPr>
          <w:rFonts w:ascii="Liberation Serif" w:hAnsi="Liberation Serif" w:cs="Liberation Serif"/>
          <w:bCs/>
          <w:sz w:val="28"/>
          <w:szCs w:val="28"/>
        </w:rPr>
        <w:t>преподаватель физической культуры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ГАПОУ СО «Сысертский социально-экономический техникум «Родник», Сысертский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Мариненко Александр Петрович, преподаватель физической культуры, ГАПОУ СО «Уральский политехнический колледж – Межрегиональный центр комп</w:t>
      </w:r>
      <w:r>
        <w:rPr>
          <w:rFonts w:ascii="Liberation Serif" w:hAnsi="Liberation Serif" w:cs="Liberation Serif"/>
          <w:sz w:val="28"/>
          <w:szCs w:val="28"/>
        </w:rPr>
        <w:t>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Маршакова Светлана Федоровна</w:t>
      </w:r>
      <w:r>
        <w:rPr>
          <w:rFonts w:ascii="Liberation Serif" w:hAnsi="Liberation Serif" w:cs="Liberation Serif"/>
          <w:b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преподаватель химии, биологии, географии, ГАПОУ СО «Сергинский многопрофильный техникум»,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Масликова Юлия Владимировна, преподаватель общеобразовательных дисци</w:t>
      </w:r>
      <w:r>
        <w:rPr>
          <w:rFonts w:ascii="Liberation Serif" w:hAnsi="Liberation Serif" w:cs="Liberation Serif"/>
          <w:sz w:val="28"/>
          <w:szCs w:val="28"/>
        </w:rPr>
        <w:t>плин (математика), ГАПОУ СО «Уральский техникум «Рифей»,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Махова Юлия Владимировна, преподаватель общеобразовательных дисциплин (обществознание, история, философия), ГАПОУ СО «Екатеринбургский энергетический техникум», МО «горо</w:t>
      </w:r>
      <w:r>
        <w:rPr>
          <w:rFonts w:ascii="Liberation Serif" w:hAnsi="Liberation Serif" w:cs="Liberation Serif"/>
          <w:sz w:val="28"/>
          <w:szCs w:val="28"/>
        </w:rPr>
        <w:t>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Медведева Людмила Дмитриевна, преподаватель дисциплин литература, русский язык, русский язык и культура речи, этикет, социальная психология, ГАПОУ СО «Екатеринбургский политехникум»,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Мелехина Марина Влади</w:t>
      </w:r>
      <w:r>
        <w:rPr>
          <w:rFonts w:ascii="Liberation Serif" w:hAnsi="Liberation Serif" w:cs="Liberation Serif"/>
          <w:sz w:val="28"/>
          <w:szCs w:val="28"/>
        </w:rPr>
        <w:t>мировна, преподаватель общеобразовательных дисциплин (немецкий язык), ГАПОУ СО «Уральский техникум «Рифей»,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Мешкова Ольга Леонидовна, преподаватель информатики, ГАПОУ СО «Алапаевский индустриальный техникум», МО город Алапаевс</w:t>
      </w:r>
      <w:r>
        <w:rPr>
          <w:rFonts w:ascii="Liberation Serif" w:hAnsi="Liberation Serif" w:cs="Liberation Serif"/>
          <w:sz w:val="28"/>
          <w:szCs w:val="28"/>
        </w:rPr>
        <w:t>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Милькова Елена Викторовна, преподаватель математики, информатики, естествознания, ГАПОУ СО «Ирбитский гуманитарный колледж»,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Миненко Нина Вениаминовна, преподаватель литературы, ГАПОУ СО «Артинский агропромышленный технику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Минкова Ирина Анатольевна, преподаватель русского языка, литературы, ГАПОУ СО «Екатеринбургский политехникум»,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Михалёва Марина Михайловна, преподаватель английского языка, ГАПОУ СО «Екатеринбургский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автомобильно-дорожный колледж»,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Мишина Ирина Владимировна, преподаватель иностранного (английского) языка, ГАПОУ СО «Красноуфимский аграрный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Моисеева Надежда Павловна, преподаватель информа</w:t>
      </w:r>
      <w:r>
        <w:rPr>
          <w:rFonts w:ascii="Liberation Serif" w:hAnsi="Liberation Serif" w:cs="Liberation Serif"/>
          <w:sz w:val="28"/>
          <w:szCs w:val="28"/>
        </w:rPr>
        <w:t>тики, экономики, ГАПОУ СО «Ревдинский многопрофильный техникум», ГО Ревда,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Мухаматьянова Эльвира Садыковна, преподаватель общественно-политических дисциплин, ГАПОУ СО «Ревдинский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Мызникова Елена Степановна, пре</w:t>
      </w:r>
      <w:r>
        <w:rPr>
          <w:rFonts w:ascii="Liberation Serif" w:hAnsi="Liberation Serif" w:cs="Liberation Serif"/>
          <w:sz w:val="28"/>
          <w:szCs w:val="28"/>
          <w:lang w:eastAsia="ru-RU"/>
        </w:rPr>
        <w:t>подаватель математики, ГАПОУ СО «Нижнетагильский техникум металлообрабатывающих производств и сервиса»,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Мызникова Ирина Викторовна, преподаватель физики, информатики, ГБПОУ СО «Нижнетагильский железнодорожный техникум», город Нижни</w:t>
      </w:r>
      <w:r>
        <w:rPr>
          <w:rFonts w:ascii="Liberation Serif" w:hAnsi="Liberation Serif" w:cs="Liberation Serif"/>
          <w:sz w:val="28"/>
          <w:szCs w:val="28"/>
          <w:lang w:eastAsia="ru-RU"/>
        </w:rPr>
        <w:t>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Мыслинская Александра Брониславовна, преподаватель истории, ГАПОУ СО «Белоярский многопрофильный техникум»,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Нагибина Ольга Сергеевна,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ГАПОУ СО «Свердловский областной педагогичес</w:t>
      </w:r>
      <w:r>
        <w:rPr>
          <w:rFonts w:ascii="Liberation Serif" w:hAnsi="Liberation Serif" w:cs="Liberation Serif"/>
          <w:sz w:val="28"/>
          <w:szCs w:val="28"/>
        </w:rPr>
        <w:t xml:space="preserve">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710"/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Намятова Галина Алексеевна,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ГАПОУ СО «Слободотуринский аграрно-экономический техникум»,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Неверова Ирина Юрьевна, преподаватель информатики, </w:t>
      </w:r>
      <w:r>
        <w:rPr>
          <w:rFonts w:ascii="Liberation Serif" w:hAnsi="Liberation Serif" w:cs="Liberation Serif"/>
          <w:sz w:val="28"/>
          <w:szCs w:val="28"/>
        </w:rPr>
        <w:t>информационных технологий в профессиональной деятельности, ГАПОУ СО «Екатеринбургский автомобильно-дорожный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44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Неуймина Анна Васильевна, преподаватель (физическая культура,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организация различных видов деятельности и общ</w:t>
      </w:r>
      <w:r>
        <w:rPr>
          <w:rFonts w:ascii="Liberation Serif" w:hAnsi="Liberation Serif" w:cs="Liberation Serif"/>
          <w:bCs/>
          <w:sz w:val="28"/>
          <w:szCs w:val="28"/>
        </w:rPr>
        <w:t xml:space="preserve">ения детей в </w:t>
      </w:r>
      <w:r>
        <w:rPr>
          <w:rFonts w:ascii="Liberation Serif" w:hAnsi="Liberation Serif" w:cs="Liberation Serif"/>
          <w:sz w:val="28"/>
          <w:szCs w:val="28"/>
        </w:rPr>
        <w:t>дошкольных образовательных организациях</w:t>
      </w:r>
      <w:r>
        <w:rPr>
          <w:rFonts w:ascii="Liberation Serif" w:hAnsi="Liberation Serif" w:cs="Liberation Serif"/>
          <w:bCs/>
          <w:sz w:val="28"/>
          <w:szCs w:val="28"/>
        </w:rPr>
        <w:t>, преподавание по программам начального общего образования), ГАПОУ СО «Каменск-Уральский педагогический колледж»,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Нигматуллина Анжелика Ринатовна, преподаватель английского я</w:t>
      </w:r>
      <w:r>
        <w:rPr>
          <w:rFonts w:ascii="Liberation Serif" w:hAnsi="Liberation Serif" w:cs="Liberation Serif"/>
          <w:sz w:val="28"/>
          <w:szCs w:val="28"/>
        </w:rPr>
        <w:t>зыка, ГАПОУ СО «Каменск-Уральский агропромышленный техникум»,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Николаева Надежда Анатольевна,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ГАПОУ СО «Краснотурьинский политехникум»,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Никонова Любовь Валент</w:t>
      </w:r>
      <w:r>
        <w:rPr>
          <w:rFonts w:ascii="Liberation Serif" w:hAnsi="Liberation Serif" w:cs="Liberation Serif"/>
          <w:sz w:val="28"/>
          <w:szCs w:val="28"/>
        </w:rPr>
        <w:t>иновна, преподаватель английского языка, ГАПОУ СО «Алапаевский профессионально-педагогический колледж»,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Нифонтова Ирина Геннадьевна, преподаватель математики, ГАПОУ СО «Верхнепышминский механико-технологический техникум «Юность»,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Новиченкова Марина Юзефовна, преподаватель истории, ГБПОУ СО «Серовский металлургический техникум», Серовский ГО,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Новожилова Екатерина Геннадиевна, преподаватель иностранного языка (английский), ГАПОУ СО «Уральский государствен</w:t>
      </w:r>
      <w:r>
        <w:rPr>
          <w:rFonts w:ascii="Liberation Serif" w:hAnsi="Liberation Serif" w:cs="Liberation Serif"/>
          <w:sz w:val="28"/>
          <w:szCs w:val="28"/>
        </w:rPr>
        <w:t xml:space="preserve">ный колледж имени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И.И. Ползунова»,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Нохрина Елена Григорьевна,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ГАПОУ СО «Асбестовский политехникум»,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Ноянова Наталья Васильевна, преподаватель </w:t>
      </w:r>
      <w:r>
        <w:rPr>
          <w:rFonts w:ascii="Liberation Serif" w:hAnsi="Liberation Serif" w:cs="Liberation Serif"/>
          <w:sz w:val="28"/>
          <w:szCs w:val="28"/>
        </w:rPr>
        <w:t xml:space="preserve">(общеобразовательные, естественно-научные дисциплины, математика, информатика), ГАПОУ СО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«Талицкий лесотехнический колледж им. Н.И. Кузнецова», Талицкий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Нургалеева Ирина Рашитовна, преподаватель информатики, ГАПОУ СО «Ревдинский педагогический ко</w:t>
      </w:r>
      <w:r>
        <w:rPr>
          <w:rFonts w:ascii="Liberation Serif" w:hAnsi="Liberation Serif" w:cs="Liberation Serif"/>
          <w:sz w:val="28"/>
          <w:szCs w:val="28"/>
        </w:rPr>
        <w:t>лледж»,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44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Обухова Надежда Анатольевна, преподаватель математики, информатики, информационных технологий в профессиональной деятельности, ГАПОУ СО «Богдановичский политехникум», ГО Богданович,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Оводкова Светлана Александровна, преподаватель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химии и биологии, ГАПОУ СО «Нижнетагильский горно-металлургический колледж имени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Е.А. и М.Е. Черепановых»,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Овчинникова Вероника Анатольевна, преподаватель русского язык, ГАПОУ СО «Артинский агропромышленный техникум», Артинский Г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Овчинникова Светлана Викторовна, преподаватель английского языка, ГАПОУ СО «Алапаевский профессионально-педагогический колледж»,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Озорнина Надежда Степановна, преподаватель физики, ГАПОУ СО «Екатеринбургский промышленно-техн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ологический техникум имени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В.М. Курочкина», Екатеринбург,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Павлова Оксана Леонидовна, преподаватель информатики, математических дисциплин, ГАПОУ СО «Камышловский педагогический колледж»,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Парисенкова Татьяна Алексеевна, </w:t>
      </w:r>
      <w:r>
        <w:rPr>
          <w:rFonts w:ascii="Liberation Serif" w:hAnsi="Liberation Serif" w:cs="Liberation Serif"/>
          <w:sz w:val="28"/>
          <w:szCs w:val="28"/>
        </w:rPr>
        <w:t>преподаватель французского языка, ГАПОУ СО «Первоуральский политехникум»,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Патракова Гульнара Галимжановна, преподаватель биологии, ГАПОУ СО «Ревдинский педагогический колледж»,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Перезолов Алексей Евгеньевич, преподавател</w:t>
      </w:r>
      <w:r>
        <w:rPr>
          <w:rFonts w:ascii="Liberation Serif" w:hAnsi="Liberation Serif" w:cs="Liberation Serif"/>
          <w:sz w:val="28"/>
          <w:szCs w:val="28"/>
          <w:lang w:eastAsia="ru-RU"/>
        </w:rPr>
        <w:t>ь физической культуры, ГАПОУ СО «Нижнетагильский педагогический колледж № 2»,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Перминова Татьяна Андреевна, преподаватель русского языка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литературы, ГАПОУ СО «Нижнетагильский строительный колледж»,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Пермяк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ова Татьяна Константиновна, преподаватель математики, ГАПОУ СО «Екатеринбургский колледж транспортного строительства»,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Петкин Игорь Николаевич, преподаватель физической культуры, ГАПОУ СО «Камышловский педагогический колледж»</w:t>
      </w:r>
      <w:r>
        <w:rPr>
          <w:rFonts w:ascii="Liberation Serif" w:hAnsi="Liberation Serif" w:cs="Liberation Serif"/>
          <w:iCs/>
          <w:sz w:val="28"/>
          <w:szCs w:val="28"/>
        </w:rPr>
        <w:t>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Петрова Анастасия Константиновна, преподаватель иностранного языка, ГАПОУ СО «Ревдинский многопрофильный техникум», ГО Ревда,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Пикулева Нина Александровна, преподаватель математики, ГАПОУ СО «Ревдинский педагогический колледж</w:t>
      </w:r>
      <w:r>
        <w:rPr>
          <w:rFonts w:ascii="Liberation Serif" w:hAnsi="Liberation Serif" w:cs="Liberation Serif"/>
          <w:sz w:val="28"/>
          <w:szCs w:val="28"/>
        </w:rPr>
        <w:t>», ГО Ревда,1КК.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Плюснина Светлана Викторовна, преподаватель русского языка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литературы, ГАПОУ СО «Баранчинский электромеханический техникум»,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Подкорытова Диана Дмитриевна, преподаватель (русский язык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литература, преподавание по пр</w:t>
      </w:r>
      <w:r>
        <w:rPr>
          <w:rFonts w:ascii="Liberation Serif" w:hAnsi="Liberation Serif" w:cs="Liberation Serif"/>
          <w:bCs/>
          <w:sz w:val="28"/>
          <w:szCs w:val="28"/>
        </w:rPr>
        <w:t>ограммам начального общего образования), ГАПОУ СО «Каменск-Уральский педагогический колледж»,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Позднякова Ольга Июрьевна, преподаватель физической культуры, ГАПОУ СО «Екатеринбургский техникум химического машиностроения»,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Покрышкина Ольга Васильевна, преподаватель математики, информатики, ГАПОУ СО «Нижнетагильский государственный профессиональный колледж им. Н.А. Демидова»,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Пономарева Екатерина Витальевна, преподаватель физики, информационных технол</w:t>
      </w:r>
      <w:r>
        <w:rPr>
          <w:rFonts w:ascii="Liberation Serif" w:hAnsi="Liberation Serif" w:cs="Liberation Serif"/>
          <w:sz w:val="28"/>
          <w:szCs w:val="28"/>
        </w:rPr>
        <w:t>огий (Компас), ГАПОУ СО «Екатеринбургский автомобильно-дорожный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 Николай Леонидович, преподаватель физической культуры, ГАПОУ СО «Екатеринбургский экономико-технологический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Приемщиков Александр Евгеньевич, преподаватель основ философии, ГАПОУ СО «Красноуфимский аграрный колледж»,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Прожерина Надежда Ивановна, преподаватель математики, ГАПОУ СО «Камышловский педагогический колледж», Камышловский ГО СО</w:t>
      </w:r>
      <w:r>
        <w:rPr>
          <w:rFonts w:ascii="Liberation Serif" w:hAnsi="Liberation Serif" w:cs="Liberation Serif"/>
          <w:iCs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Прокопенко Ася Юрьевна, преподаватель иностранного языка, ГАПОУ СО «Уральский политехнический колледж – Межрегиональный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Радиола Анна Ивановна,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преподаватель физики, ГАПОУ СО «Каменск-Уральский </w:t>
      </w:r>
      <w:r>
        <w:rPr>
          <w:rFonts w:ascii="Liberation Serif" w:hAnsi="Liberation Serif" w:cs="Liberation Serif"/>
          <w:bCs/>
          <w:sz w:val="28"/>
          <w:szCs w:val="28"/>
        </w:rPr>
        <w:t>политехнический колледж»,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Райкова Юлия Владимировна, преподаватель химии, естествознания, химических и физико-химических методов анализа, ГАПОУ СО «Уральский политехнический колледж – Межрегиональный центр компетенций», МО «го</w:t>
      </w:r>
      <w:r>
        <w:rPr>
          <w:rFonts w:ascii="Liberation Serif" w:hAnsi="Liberation Serif" w:cs="Liberation Serif"/>
          <w:sz w:val="28"/>
          <w:szCs w:val="28"/>
        </w:rPr>
        <w:t>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Рамазанова Елена Рифатовна, преподаватель английского языка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ГАПОУ СО </w:t>
      </w:r>
      <w:r>
        <w:rPr>
          <w:rFonts w:ascii="Liberation Serif" w:hAnsi="Liberation Serif" w:cs="Liberation Serif"/>
          <w:bCs/>
          <w:sz w:val="28"/>
          <w:szCs w:val="28"/>
        </w:rPr>
        <w:t>«Каменск-Уральский техникум торговли и сервиса», Каменск-Уральский ГО СО,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Решетникова Янина Евгеньевна, преподаватель математики, </w:t>
      </w:r>
      <w:r>
        <w:rPr>
          <w:rFonts w:ascii="Liberation Serif" w:hAnsi="Liberation Serif" w:cs="Liberation Serif"/>
          <w:sz w:val="28"/>
          <w:szCs w:val="28"/>
        </w:rPr>
        <w:t xml:space="preserve">ГАПОУ СО </w:t>
      </w:r>
      <w:r>
        <w:rPr>
          <w:rFonts w:ascii="Liberation Serif" w:hAnsi="Liberation Serif" w:cs="Liberation Serif"/>
          <w:bCs/>
          <w:sz w:val="28"/>
          <w:szCs w:val="28"/>
        </w:rPr>
        <w:t>«Каменск-Уральский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техникум торговли и сервиса»,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Рогалева Светлана Борисовна, преподаватель английского языка, ГАПОУ СО «Ревдинский педагогический колледж», ГО Ревда, ВКК.</w:t>
      </w:r>
    </w:p>
    <w:p w:rsidR="00AD1BAA" w:rsidRDefault="00CA09AA">
      <w:pPr>
        <w:pStyle w:val="a3"/>
        <w:keepLines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Романова Ирина Юрьевна, преподаватель общеобразовательных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общепрофесс</w:t>
      </w:r>
      <w:r>
        <w:rPr>
          <w:rFonts w:ascii="Liberation Serif" w:hAnsi="Liberation Serif" w:cs="Liberation Serif"/>
          <w:sz w:val="28"/>
          <w:szCs w:val="28"/>
        </w:rPr>
        <w:t>иональных дисциплин (история, обществознание, эстетика), ГАПОУ СО «Уральский колледж бизнеса, управления и технологии красоты»,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Романько Данислав Васильевич, преподаватель математики, физики, ГАПОУ СО «Нижнетагильский горно-ме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таллургический колледж имени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Е.А. и М.Е. Черепановых»,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Ромашева Ольга Владимировна, преподаватель гуманитарных дисциплин: русский язык, русский язык и культура речи, литература, ГАПОУ СО «Уральский политехнический колледж – Межрег</w:t>
      </w:r>
      <w:r>
        <w:rPr>
          <w:rFonts w:ascii="Liberation Serif" w:hAnsi="Liberation Serif" w:cs="Liberation Serif"/>
          <w:sz w:val="28"/>
          <w:szCs w:val="28"/>
        </w:rPr>
        <w:t>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Рудакова Елена Михайловна, преподаватель физики, ГАПОУ СО «Екатеринбургский политехникум»,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Румянцева Людмила Михайловна, преподаватель английского языка, ГАПОУ СО «Ре</w:t>
      </w:r>
      <w:r>
        <w:rPr>
          <w:rFonts w:ascii="Liberation Serif" w:hAnsi="Liberation Serif" w:cs="Liberation Serif"/>
          <w:sz w:val="28"/>
          <w:szCs w:val="28"/>
        </w:rPr>
        <w:t>вдинский педагогический колледж», ГО Ревда,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Русинова Людмила Васильевна, преподаватель химии, ГАПОУ СО «Нижнетагильский горно-металлургический колледж имени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Е.А. и М.Е. Черепановых»,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Рыбникова Юлия Викторовна, преподаватель </w:t>
      </w:r>
      <w:r>
        <w:rPr>
          <w:rFonts w:ascii="Liberation Serif" w:hAnsi="Liberation Serif" w:cs="Liberation Serif"/>
          <w:sz w:val="28"/>
          <w:szCs w:val="28"/>
        </w:rPr>
        <w:t xml:space="preserve">общественных дисциплин, ГАПОУ СО «Нижнетагильский торгово-экономический колледж»,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Савтикова Елена Александровна, преподаватель физической культуры, ГАПОУ СО «Полевской многопрофильный техникум им. В.И. Назарова»,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Сарапулова Алла Владимировна, преподаватель общеобразовательных дисциплин (обществознание, экономика, право, география), ГАПОУ СО </w:t>
      </w:r>
      <w:r>
        <w:rPr>
          <w:rFonts w:ascii="Liberation Serif" w:hAnsi="Liberation Serif" w:cs="Liberation Serif"/>
          <w:sz w:val="28"/>
          <w:szCs w:val="28"/>
        </w:rPr>
        <w:t xml:space="preserve">«Екатеринбургский промышленно-технологический техникум имени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В.М. Курочкина», МО «город Екатеринбург», ВКК.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Седышева Лариса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Геннадьевна, преподаватель права, ГАПОУ СО «Нижнетагильский педагогический колледж № 1»,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Селеменев Александр Александрович, преподаватель информатики,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Селеменева Юлия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Владимировна, преподаватель естественно-научных дисциплин,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Семыкина Наталья Ивановна, преподаватель русского языка 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и литературы, ГАПОУ СО «Каменск-Уральский политехнический колледж», Каменск-У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Евгения Анатольевна, преподаватель общеобразовательных дисциплин (физика, математика, информатика и ИКТ), ГАПОУ СО «Екатеринбургский энергетический 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Наталья Михайловна, преподав</w:t>
      </w:r>
      <w:r>
        <w:rPr>
          <w:rFonts w:ascii="Liberation Serif" w:hAnsi="Liberation Serif" w:cs="Liberation Serif"/>
          <w:sz w:val="28"/>
          <w:szCs w:val="28"/>
        </w:rPr>
        <w:t xml:space="preserve">атель русского языка, литературы, ГАПОУ СО «Уральский государственный колледж имени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И.И. Ползунова»,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Силенок Марина Юрьевна, преподаватель физики, математики, ГАПОУ СО «Верхнепышминский механико-технологический техникум «Юнос</w:t>
      </w:r>
      <w:r>
        <w:rPr>
          <w:rFonts w:ascii="Liberation Serif" w:hAnsi="Liberation Serif" w:cs="Liberation Serif"/>
          <w:sz w:val="28"/>
          <w:szCs w:val="28"/>
        </w:rPr>
        <w:t>ть», ГО Верхняя Пышма,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Синица Татьяна Николаевна, преподаватель 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общеобразовательных дисциплин</w:t>
      </w:r>
      <w:r>
        <w:rPr>
          <w:rFonts w:ascii="Liberation Serif" w:hAnsi="Liberation Serif" w:cs="Liberation Serif"/>
          <w:sz w:val="28"/>
          <w:szCs w:val="28"/>
        </w:rPr>
        <w:t xml:space="preserve"> (физика, астрономия),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ГАПОУ СО «Верхнесалдинский авиаметаллургический колледж им. А.А. Евстигнеева»,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Синицына Станислава Валерьевна</w:t>
      </w:r>
      <w:r>
        <w:rPr>
          <w:rFonts w:ascii="Liberation Serif" w:hAnsi="Liberation Serif" w:cs="Liberation Serif"/>
          <w:sz w:val="28"/>
          <w:szCs w:val="28"/>
        </w:rPr>
        <w:t>, преподаватель общеобразовательных дисциплин (информатика), ГАПОУ СО «Екатеринбургский техникум отраслевых технологий и сервиса»,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Сладкова Наталья Борисовна, преподаватель математики, ГАПОУ СО «Нижнетагильский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горно-металлургический колледж имени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Е.А. и М.Е. Черепановых»,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Сластенова Светлана Анатольевна, преподаватель математики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физики, ГАПОУ СО «Ирбитский политехникум»,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color w:val="000000"/>
          <w:kern w:val="3"/>
          <w:sz w:val="28"/>
          <w:szCs w:val="28"/>
          <w:lang w:eastAsia="ru-RU"/>
        </w:rPr>
        <w:t>Сметанина Людмила Викторовна,</w:t>
      </w:r>
      <w:r>
        <w:rPr>
          <w:rFonts w:ascii="Liberation Serif" w:hAnsi="Liberation Serif" w:cs="Liberation Serif"/>
          <w:sz w:val="28"/>
          <w:szCs w:val="28"/>
        </w:rPr>
        <w:t xml:space="preserve"> препода</w:t>
      </w:r>
      <w:r>
        <w:rPr>
          <w:rFonts w:ascii="Liberation Serif" w:hAnsi="Liberation Serif" w:cs="Liberation Serif"/>
          <w:sz w:val="28"/>
          <w:szCs w:val="28"/>
        </w:rPr>
        <w:t xml:space="preserve">ватель математики, </w:t>
      </w:r>
      <w:r>
        <w:rPr>
          <w:rFonts w:ascii="Liberation Serif" w:eastAsia="Times New Roman" w:hAnsi="Liberation Serif" w:cs="Liberation Serif"/>
          <w:color w:val="000000"/>
          <w:kern w:val="3"/>
          <w:sz w:val="28"/>
          <w:szCs w:val="28"/>
          <w:lang w:eastAsia="ru-RU"/>
        </w:rPr>
        <w:t>ГАПОУ СО «Сергинский многопрофильный техникум»,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Смолина Елена Викторовна, преподаватель общеобразовательных дисциплин (математика), ГАПОУ СО «Техникум индустрии питания и услуг «Кулинар», МО «город Екатеринбур</w:t>
      </w:r>
      <w:r>
        <w:rPr>
          <w:rFonts w:ascii="Liberation Serif" w:hAnsi="Liberation Serif" w:cs="Liberation Serif"/>
          <w:sz w:val="28"/>
          <w:szCs w:val="28"/>
        </w:rPr>
        <w:t>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Соколова Наталья Георгиевна,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ГАПОУ СО «Уральский радиотехнический колледж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А.С. Попова»,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Соломина Елена Владимировна, преподаватель (русский язык и литература, организац</w:t>
      </w:r>
      <w:r>
        <w:rPr>
          <w:rFonts w:ascii="Liberation Serif" w:hAnsi="Liberation Serif" w:cs="Liberation Serif"/>
          <w:bCs/>
          <w:sz w:val="28"/>
          <w:szCs w:val="28"/>
        </w:rPr>
        <w:t>ия занятий по основным общеобразовательным программам дошкольного образования, преподавание по программам начального общего образования), ГАПОУ СО «Каменск-Уральский педагогический колледж»,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Солончук Татьяна Александровна,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преподаватель информатики, ГАПОУ СО «Нижнетагильский педагогический колледж № 1»,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Сорокожердьева Елена Александровна,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ГАПОУ СО «Свердловский областной педагогический колледж», МО «город Е</w:t>
      </w:r>
      <w:r>
        <w:rPr>
          <w:rFonts w:ascii="Liberation Serif" w:hAnsi="Liberation Serif" w:cs="Liberation Serif"/>
          <w:sz w:val="28"/>
          <w:szCs w:val="28"/>
        </w:rPr>
        <w:t>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Степанова Юлия Николаевна, преподаватель математики, ГАПОУ СО «Уральский государственный колледж имени И.И. Ползунова»,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Сторожева Ольга Ивановна, преподаватель истории, философии, ГАПОУ СО «Северный педагоги</w:t>
      </w:r>
      <w:r>
        <w:rPr>
          <w:rFonts w:ascii="Liberation Serif" w:hAnsi="Liberation Serif" w:cs="Liberation Serif"/>
          <w:bCs/>
          <w:sz w:val="28"/>
          <w:szCs w:val="28"/>
        </w:rPr>
        <w:t>ческий колледж»,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Ступникова Марина Васильевна, преподаватель немецкого языка, ГАПОУ СО «Нижнетагильский педагогический колледж № 2»,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Табунщикова Елена Николаевна, преподаватель общеобразовательных дисциплин </w:t>
      </w:r>
      <w:r>
        <w:rPr>
          <w:rFonts w:ascii="Liberation Serif" w:hAnsi="Liberation Serif" w:cs="Liberation Serif"/>
          <w:sz w:val="28"/>
          <w:szCs w:val="28"/>
        </w:rPr>
        <w:t>(физика), ГАПОУ СО «Уральский техникум «Рифей»,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Тантана Светлана Борисовна, преподаватель немецкого языка,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710"/>
          <w:tab w:val="left" w:pos="1276"/>
        </w:tabs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Тарасов Сергей Николаевич, преподаватель физической куль</w:t>
      </w:r>
      <w:r>
        <w:rPr>
          <w:rFonts w:ascii="Liberation Serif" w:hAnsi="Liberation Serif" w:cs="Liberation Serif"/>
          <w:sz w:val="28"/>
          <w:szCs w:val="28"/>
        </w:rPr>
        <w:t xml:space="preserve">туры, ГАПОУ СО «Слободотуринский аграрно-экономический техникум», 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Слободо-Туринский МР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Таскина Валентина Павловна, преподаватель общеобразовательных дисциплин (обществознание, история), ГБПОУ СО «Уральский техникум автомобильного транспорта и серв</w:t>
      </w:r>
      <w:r>
        <w:rPr>
          <w:rFonts w:ascii="Liberation Serif" w:hAnsi="Liberation Serif" w:cs="Liberation Serif"/>
          <w:sz w:val="28"/>
          <w:szCs w:val="28"/>
        </w:rPr>
        <w:t>иса»,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Татаринова Елена Германовна, преподаватель информационных технологий, ГАПОУ СО «Алапаевский профессионально-педагогический колледж»,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kern w:val="3"/>
          <w:sz w:val="28"/>
          <w:szCs w:val="28"/>
          <w:lang w:eastAsia="ru-RU"/>
        </w:rPr>
        <w:t>Терентюк Елена Анатольевна, преподаватель иностранного (англий</w:t>
      </w:r>
      <w:r>
        <w:rPr>
          <w:rFonts w:ascii="Liberation Serif" w:eastAsia="Times New Roman" w:hAnsi="Liberation Serif" w:cs="Liberation Serif"/>
          <w:color w:val="000000"/>
          <w:kern w:val="3"/>
          <w:sz w:val="28"/>
          <w:szCs w:val="28"/>
          <w:lang w:eastAsia="ru-RU"/>
        </w:rPr>
        <w:t>ского) языка, ГАПОУ СО «Сергинский многопрофильный техникум»,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Тетерин Илья Сергеевич, преподаватель истории, географии, ГАПОУ СО «Каменск-Уральский агропромышленный техникум»,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Тоценко Елена Николаев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на, преподаватель информатики, ГАПОУ СО «Нижнетагильский государственный профессиональный колледж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им. Н.А. Демидова»,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Трескова Светлана Михайловна, преподаватель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ГАПОУ СО «Алапаевский индустриальный </w:t>
      </w:r>
      <w:r>
        <w:rPr>
          <w:rFonts w:ascii="Liberation Serif" w:hAnsi="Liberation Serif" w:cs="Liberation Serif"/>
          <w:sz w:val="28"/>
          <w:szCs w:val="28"/>
        </w:rPr>
        <w:t>техникум»,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567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Трефилова Юлия Вячеславовна, преподаватель математики, ГАПОУ СО «Первоуральский металлургический колледж»,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Тюрина Галина Анатольевна, преподаватель физики, ГАПОУ СО «Новоуральский технологический </w:t>
      </w:r>
      <w:r>
        <w:rPr>
          <w:rFonts w:ascii="Liberation Serif" w:hAnsi="Liberation Serif" w:cs="Liberation Serif"/>
          <w:sz w:val="28"/>
          <w:szCs w:val="28"/>
          <w:lang w:eastAsia="ru-RU"/>
        </w:rPr>
        <w:t>колледж»,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Тягунова Екатерина Владимировна, преподаватель информатики, информатики и ИКТ, компьютерной графики, ГАПОУ СО «Уральский государственный колледж имени И.И. Ползунова»,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Угринова Ольга Иосифов</w:t>
      </w:r>
      <w:r>
        <w:rPr>
          <w:rFonts w:ascii="Liberation Serif" w:hAnsi="Liberation Serif" w:cs="Liberation Serif"/>
          <w:bCs/>
          <w:sz w:val="28"/>
          <w:szCs w:val="28"/>
        </w:rPr>
        <w:t xml:space="preserve">на, преподаватель изобразительного искусства, МХК, методики изобразительного искусства, ГБПОУ СО «Красноуфимский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 Красноуфимск СО,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Урусов Игорь Владимирович, преподаватель химии, ГАПОУ СО «Ревдинский многопрофильный техникум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», ГО Ревда, 1КК.</w:t>
      </w:r>
    </w:p>
    <w:p w:rsidR="00AD1BAA" w:rsidRDefault="00CA09AA">
      <w:pPr>
        <w:pStyle w:val="10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Федюкович Светлана Витальевна, преподаватель общеобразовательных дисциплин (математика, информатика), ГАПОУ СО «Верхнесалдинский авиаметаллургический колледж им. А.А. Евстигнеева»,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Фетисова Елена Ивановна, препод</w:t>
      </w:r>
      <w:r>
        <w:rPr>
          <w:rFonts w:ascii="Liberation Serif" w:hAnsi="Liberation Serif" w:cs="Liberation Serif"/>
          <w:bCs/>
          <w:sz w:val="28"/>
          <w:szCs w:val="28"/>
        </w:rPr>
        <w:t>аватель математики, информатики, информационных технологий, ГАПОУ СО «Асбестовский политехникум»,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Фищукова Ольга Алексеевна, преподаватель обществоведческих дисциплин, ГАПОУ СО «Нижнетагильский государственный профессиональный колледж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им. Н.А. Демидова», город Нижний Тагил,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Флягина Ирина Владимировна, преподаватель информатики, ГАПОУ СО «Богдановичский политехникум»,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Фролова Татьяна Петровна, преподаватель физики, ГАПОУ СО «Высокогорский многопрофильный техник</w:t>
      </w:r>
      <w:r>
        <w:rPr>
          <w:rFonts w:ascii="Liberation Serif" w:hAnsi="Liberation Serif" w:cs="Liberation Serif"/>
          <w:sz w:val="28"/>
          <w:szCs w:val="28"/>
          <w:lang w:eastAsia="ru-RU"/>
        </w:rPr>
        <w:t>ум»,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Фурс Татьяна Викторовна, преподаватель истории, ГАПОУ СО «Уральский радиотехнический колледж им. А.С. Попова»,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Хайрова Людмила Николаевна, преподаватель химии, биологии, экологии, ГАПОУ СО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«Краснотурьинский индустриальный колледж»,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Хмелинина Юлия Игоревна, преподаватель географии, естествознания, биологии, ГАПОУ СО «Уральский государственный колледж имени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И.И. Ползунова»,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Ходырева Светл</w:t>
      </w:r>
      <w:r>
        <w:rPr>
          <w:rFonts w:ascii="Liberation Serif" w:hAnsi="Liberation Serif" w:cs="Liberation Serif"/>
          <w:sz w:val="28"/>
          <w:szCs w:val="28"/>
        </w:rPr>
        <w:t xml:space="preserve">ана Анатольевна, преподаватель химии,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ГАПОУ СО </w:t>
      </w:r>
      <w:r>
        <w:rPr>
          <w:rFonts w:ascii="Liberation Serif" w:hAnsi="Liberation Serif" w:cs="Liberation Serif"/>
          <w:sz w:val="28"/>
          <w:szCs w:val="28"/>
        </w:rPr>
        <w:t xml:space="preserve">«Серовский политехнический техникум», </w:t>
      </w:r>
      <w:r>
        <w:rPr>
          <w:rFonts w:ascii="Liberation Serif" w:hAnsi="Liberation Serif" w:cs="Liberation Serif"/>
          <w:bCs/>
          <w:sz w:val="28"/>
          <w:szCs w:val="28"/>
        </w:rPr>
        <w:t>Серовский ГО, В</w:t>
      </w:r>
      <w:r>
        <w:rPr>
          <w:rFonts w:ascii="Liberation Serif" w:hAnsi="Liberation Serif" w:cs="Liberation Serif"/>
          <w:sz w:val="28"/>
          <w:szCs w:val="28"/>
        </w:rPr>
        <w:t>КК.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Хохлова Виктория Александровна, преподаватель физики, астрономии,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ГАПОУ СО «Полевской многопрофильный техникум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им. В.И. Назарова», Полевской ГО, </w:t>
      </w:r>
      <w:r>
        <w:rPr>
          <w:rFonts w:ascii="Liberation Serif" w:hAnsi="Liberation Serif" w:cs="Liberation Serif"/>
          <w:bCs/>
          <w:sz w:val="28"/>
          <w:szCs w:val="28"/>
        </w:rPr>
        <w:t>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Хузина Мария Александровна, преподаватель 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общеобразовательных дисциплин</w:t>
      </w:r>
      <w:r>
        <w:rPr>
          <w:rFonts w:ascii="Liberation Serif" w:hAnsi="Liberation Serif" w:cs="Liberation Serif"/>
          <w:sz w:val="28"/>
          <w:szCs w:val="28"/>
        </w:rPr>
        <w:t xml:space="preserve"> (русский язык, литература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), ГАПОУ СО «Верхнесалдинский авиаметаллургический колледж им. А.А. Евстигнеева», </w:t>
      </w:r>
      <w:r>
        <w:rPr>
          <w:rFonts w:ascii="Liberation Serif" w:hAnsi="Liberation Serif" w:cs="Liberation Serif"/>
          <w:sz w:val="28"/>
          <w:szCs w:val="28"/>
        </w:rPr>
        <w:t>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Цветкова Юлия Анатольевна, преподаватель английског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о языка, ГАПОУ СО «Каменск-Уральский политехнический колледж»,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Цикина Марина Георгиевна, преподаватель математики, ГАПОУ СО «Екатеринбургский автомобильно-дорожный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Цытыркина Любовь Алекс</w:t>
      </w:r>
      <w:r>
        <w:rPr>
          <w:rFonts w:ascii="Liberation Serif" w:hAnsi="Liberation Serif" w:cs="Liberation Serif"/>
          <w:sz w:val="28"/>
          <w:szCs w:val="28"/>
        </w:rPr>
        <w:t>андровна, преподаватель русского языка и литературы, общепрофессиональных дисциплин (правоведческие дисциплины, экономика)</w:t>
      </w:r>
      <w:r>
        <w:rPr>
          <w:rFonts w:ascii="Liberation Serif" w:hAnsi="Liberation Serif" w:cs="Liberation Serif"/>
          <w:iCs/>
          <w:sz w:val="28"/>
          <w:szCs w:val="28"/>
        </w:rPr>
        <w:t xml:space="preserve"> ГАПОУ СО «Камышловский гуманитарно-технологический техникум»,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Черданцева Тамара Исаевна, преподаватель астрономии, физики, ГАПОУ</w:t>
      </w:r>
      <w:r>
        <w:rPr>
          <w:rFonts w:ascii="Liberation Serif" w:hAnsi="Liberation Serif" w:cs="Liberation Serif"/>
          <w:sz w:val="28"/>
          <w:szCs w:val="28"/>
        </w:rPr>
        <w:t xml:space="preserve"> СО «Богдановичский политехникум»,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Черепанова Ольга Васильевна, преподаватель истории, обществознании, ГАПОУ СО «Екатеринбургский политехникум»,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Черняева Ирина Александровна, преподаватель биологии, ГАПОУ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СО «Уральский радиотехнический колледж им. А.С. Попова»,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Чечулина Елена Петровна, преподаватель русского языка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литературы, ГАПОУ СО «Ревдинский многопрофильный техникум»,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Чинёнова Ирина Сергеевна, преподавате</w:t>
      </w:r>
      <w:r>
        <w:rPr>
          <w:rFonts w:ascii="Liberation Serif" w:hAnsi="Liberation Serif" w:cs="Liberation Serif"/>
          <w:sz w:val="28"/>
          <w:szCs w:val="28"/>
        </w:rPr>
        <w:t>ль физики и естествознания, ГАПОУ СО «Уральский политехнический колледж – Межрегиональный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Чугина Юлия Сергеевна, преподаватель химии, физики, естествознания, ГАПОУ СО «Каменск-Уральский техникум торговли 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сервиса», 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Каменск-Уральский ГО СО,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Чуркина Анна Тимофеевна, преподаватель математики и информатики, ГАПОУ</w:t>
      </w:r>
      <w:r>
        <w:rPr>
          <w:rFonts w:ascii="Liberation Serif" w:hAnsi="Liberation Serif" w:cs="Liberation Serif"/>
          <w:iCs/>
          <w:sz w:val="28"/>
          <w:szCs w:val="28"/>
        </w:rPr>
        <w:t xml:space="preserve"> СО «Камышловский гуманитарно-технологический техникум», Камышловский ГО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Чусовитина Юлия Анатольевна, преподаватель истории и английского</w:t>
      </w:r>
      <w:r>
        <w:rPr>
          <w:rFonts w:ascii="Liberation Serif" w:hAnsi="Liberation Serif" w:cs="Liberation Serif"/>
          <w:sz w:val="28"/>
          <w:szCs w:val="28"/>
        </w:rPr>
        <w:t xml:space="preserve"> языка, ГАПОУ СО «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Алапаевский многопрофильный техникум</w:t>
      </w:r>
      <w:r>
        <w:rPr>
          <w:rFonts w:ascii="Liberation Serif" w:hAnsi="Liberation Serif" w:cs="Liberation Serif"/>
          <w:sz w:val="28"/>
          <w:szCs w:val="28"/>
        </w:rPr>
        <w:t>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Шадрина Елена Фёдоровна, преподаватель английского языка, ГАПОУ СО «Верхнепышминский механико-технологический техникум «Юность»,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Шайтанова Ольга </w:t>
      </w:r>
      <w:r>
        <w:rPr>
          <w:rFonts w:ascii="Liberation Serif" w:hAnsi="Liberation Serif" w:cs="Liberation Serif"/>
          <w:sz w:val="28"/>
          <w:szCs w:val="28"/>
        </w:rPr>
        <w:t xml:space="preserve">Николаевна, преподаватель иностранного языка, ГАПОУ СО «Уральский радиотехнический колледж им. А.С. Попова»,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Шаклеина Наталья Петровна, преподаватель физики, ГАПОУ СО «Ирбитский политехникум»,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Шарков</w:t>
      </w:r>
      <w:r>
        <w:rPr>
          <w:rFonts w:ascii="Liberation Serif" w:hAnsi="Liberation Serif" w:cs="Liberation Serif"/>
          <w:iCs/>
          <w:sz w:val="28"/>
          <w:szCs w:val="28"/>
        </w:rPr>
        <w:t>а Елена Валерьевна, преподаватель информатики, ГАПОУ СО «Камышловский педагогический колледж»,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Шаталова Екатерина Анатольевна, преподаватель иностранных языков, ГАПОУ СО «Уральский политехнический колледж – Межрегиональный центр </w:t>
      </w:r>
      <w:r>
        <w:rPr>
          <w:rFonts w:ascii="Liberation Serif" w:hAnsi="Liberation Serif" w:cs="Liberation Serif"/>
          <w:sz w:val="28"/>
          <w:szCs w:val="28"/>
        </w:rPr>
        <w:t>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Шахмеева Ирина Евгеньевна, преподаватель экономики, ГАПОУ СО «Сысертский социально-экономический техникум «Родник»,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Швецова Марина Николаевна, преподаватель обществоведческих дисциплин, ГАПОУ </w:t>
      </w:r>
      <w:r>
        <w:rPr>
          <w:rFonts w:ascii="Liberation Serif" w:hAnsi="Liberation Serif" w:cs="Liberation Serif"/>
          <w:sz w:val="28"/>
          <w:szCs w:val="28"/>
        </w:rPr>
        <w:t>СО «Слободо-Туринский аграрно-экономический техникум»,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Шестерова Светлана Валентиновна, преподаватель общеобразовательных дисциплин (русский язык и литература), ГАПОУ СО «Уральский техникум «Рифей», МО «город Екатеринбург», 1К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Шлейвина Елена Александровна, преподаватель физики, информатики, астрономии, ГАПОУ СО «Областной техникум дизайна и сервиса»,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Шмакова Эльвира Александровна, преподаватель русского языка, ГАПОУ СО «Уральский горнозаводской к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олледж имени Демидовых»,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Шмелева Елена Владимировна, преподаватель математики, ГАПОУ СО «Екатеринбургский политехникум»,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Шонова Ольга Васильевна, преподаватель английского и немецкого языков, ГАПОУ СО «Екат</w:t>
      </w:r>
      <w:r>
        <w:rPr>
          <w:rFonts w:ascii="Liberation Serif" w:hAnsi="Liberation Serif" w:cs="Liberation Serif"/>
          <w:sz w:val="28"/>
          <w:szCs w:val="28"/>
        </w:rPr>
        <w:t xml:space="preserve">еринбургский торгово-экономический 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Шутова Ирина Михайловна, преподаватель истории, ГАПОУ СО «Нижнетагильский государственный профессиональный колледж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им. Н.А. Демидова»,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Шутова Мария Никол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аевна, преподаватель информационных технологий, химии, ГБПОУ СО «Верхнетуринский механический техникум»,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ГО Верхняя Тура,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Щербакова Елена Михайловна, преподаватель ОБЖ, БЖД, физической культуры, Полевской филиал ГАПОУ СО «Уральский радиотехнический к</w:t>
      </w:r>
      <w:r>
        <w:rPr>
          <w:rFonts w:ascii="Liberation Serif" w:hAnsi="Liberation Serif" w:cs="Liberation Serif"/>
          <w:sz w:val="28"/>
          <w:szCs w:val="28"/>
        </w:rPr>
        <w:t>олледж им. А.С. Попова», Полевской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Щукина Марина Владимировна, преподаватель физики, ГАПОУ СО «Верхнетуринский механический техникум», ГО Верхняя Тура,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Южанина Лариса Владимировна, преподаватель физической культуры, методика преподавания физи</w:t>
      </w:r>
      <w:r>
        <w:rPr>
          <w:rFonts w:ascii="Liberation Serif" w:hAnsi="Liberation Serif" w:cs="Liberation Serif"/>
          <w:bCs/>
          <w:sz w:val="28"/>
          <w:szCs w:val="28"/>
        </w:rPr>
        <w:t xml:space="preserve">ческой культуры, ГБПОУ СО «Красноуфимский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 Красноуфимск СО,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Ядренникова Светлана Леонидовна, преподаватель математики, ГАПОУ СО «Уральский политехнический колледж – Межрегиональный центр компетенций», 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Ярчук Наталья Евгеньевна, преподаватель английского и немецкого языков, ГАПОУ СО «Екатеринбургский автомобильно-дорожный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AD1BAA">
      <w:pPr>
        <w:tabs>
          <w:tab w:val="left" w:pos="0"/>
          <w:tab w:val="left" w:pos="426"/>
          <w:tab w:val="left" w:pos="710"/>
          <w:tab w:val="left" w:pos="993"/>
        </w:tabs>
        <w:spacing w:after="0"/>
        <w:ind w:right="-1"/>
        <w:jc w:val="both"/>
        <w:rPr>
          <w:rFonts w:ascii="Liberation Serif" w:hAnsi="Liberation Serif"/>
          <w:sz w:val="28"/>
          <w:szCs w:val="28"/>
        </w:rPr>
      </w:pPr>
    </w:p>
    <w:p w:rsidR="00AD1BAA" w:rsidRDefault="00CA09AA">
      <w:pPr>
        <w:tabs>
          <w:tab w:val="left" w:pos="142"/>
        </w:tabs>
        <w:spacing w:after="0"/>
        <w:ind w:right="-1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Общепрофессиональные дисциплины</w:t>
      </w:r>
    </w:p>
    <w:p w:rsidR="00AD1BAA" w:rsidRDefault="00AD1BAA">
      <w:pPr>
        <w:tabs>
          <w:tab w:val="left" w:pos="142"/>
        </w:tabs>
        <w:spacing w:after="0"/>
        <w:ind w:right="-1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Агеева Людмила Александровна, преподаватель (ППКРС </w:t>
      </w:r>
      <w:r>
        <w:rPr>
          <w:rFonts w:ascii="Liberation Serif" w:hAnsi="Liberation Serif" w:cs="Liberation Serif"/>
          <w:sz w:val="28"/>
          <w:szCs w:val="28"/>
        </w:rPr>
        <w:t>«Повар, кондитер»),</w:t>
      </w:r>
      <w:r>
        <w:rPr>
          <w:rFonts w:ascii="Liberation Serif" w:hAnsi="Liberation Serif" w:cs="Liberation Serif"/>
          <w:iCs/>
          <w:sz w:val="28"/>
          <w:szCs w:val="28"/>
        </w:rPr>
        <w:t xml:space="preserve"> ГАПОУ СО «Камышловский гуманитарно-технологический техникум», </w:t>
      </w:r>
      <w:r>
        <w:rPr>
          <w:rFonts w:ascii="Liberation Serif" w:hAnsi="Liberation Serif" w:cs="Liberation Serif"/>
          <w:sz w:val="28"/>
          <w:szCs w:val="28"/>
        </w:rPr>
        <w:t>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Акуленко Лилия Александровна, преподаватель социально-экономических дисциплин: история, основы социологии и политологии, основы философии, этика проф</w:t>
      </w:r>
      <w:r>
        <w:rPr>
          <w:rFonts w:ascii="Liberation Serif" w:hAnsi="Liberation Serif" w:cs="Liberation Serif"/>
          <w:sz w:val="28"/>
          <w:szCs w:val="28"/>
        </w:rPr>
        <w:t>ессиональной деятельности юриста, история политико-правовых учений, психология социально-правовой деятельности, ГАПОУ СО «Уральский политехнический колледж – Межрегиональный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Алимпиева Лариса Александровна, </w:t>
      </w:r>
      <w:r>
        <w:rPr>
          <w:rFonts w:ascii="Liberation Serif" w:eastAsia="Times New Roman" w:hAnsi="Liberation Serif" w:cs="Liberation Serif"/>
          <w:sz w:val="28"/>
          <w:szCs w:val="28"/>
        </w:rPr>
        <w:t>преподаватель экономических дисциплин, ГАПОУ СО «Богдановичский политехникум»,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Алифанова Нина Михайловна, преподаватель, менеджмент, ГАПОУ СО «Сысертский социально-экономический техникум «Родник»,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Алтунина Наталья Ал</w:t>
      </w:r>
      <w:r>
        <w:rPr>
          <w:rFonts w:ascii="Liberation Serif" w:hAnsi="Liberation Serif" w:cs="Liberation Serif"/>
          <w:sz w:val="28"/>
          <w:szCs w:val="28"/>
        </w:rPr>
        <w:t>ександровна, преподаватель информационного профиля, ГАПОУ СО «Екатеринбургский политехникум»,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Андреев Александр Владимирович, преподаватель правовых дисциплин, ГАПОУ СО «Уральский политехнический колледж – Межрегиональный </w:t>
      </w:r>
      <w:r>
        <w:rPr>
          <w:rFonts w:ascii="Liberation Serif" w:hAnsi="Liberation Serif" w:cs="Liberation Serif"/>
          <w:sz w:val="28"/>
          <w:szCs w:val="28"/>
        </w:rPr>
        <w:t>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Антропова Ольга Александровна, преподаватель экономических дисциплин, ГАПОУ СО «Екатеринбургский политехникум»,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Арапова Наталья Борисовна, преподаватель экономических дисциплин</w:t>
      </w:r>
      <w:r>
        <w:rPr>
          <w:rFonts w:ascii="Liberation Serif" w:hAnsi="Liberation Serif" w:cs="Liberation Serif"/>
          <w:sz w:val="28"/>
          <w:szCs w:val="28"/>
        </w:rPr>
        <w:t>, ГАПОУ СО «Белоярский многопрофильный техникум», Белоярский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Арканова Елена Ивановна, преподаватель химии, биологии, ГАПОУ СО «Екатеринбургский энергетический 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Арутюнова Фарида Ниматулаховна, преподаватель о</w:t>
      </w:r>
      <w:r>
        <w:rPr>
          <w:rFonts w:ascii="Liberation Serif" w:hAnsi="Liberation Serif" w:cs="Liberation Serif"/>
          <w:sz w:val="28"/>
          <w:szCs w:val="28"/>
        </w:rPr>
        <w:t>бщепрофессиональных дисциплин и профессиональных модулей специальностей «Экономика и бухгалтерский учет», ГАПОУ СО «Екатеринбургский экономико-технологический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Афанасьева Галина Ивановна, преподаватель психологии, дош</w:t>
      </w:r>
      <w:r>
        <w:rPr>
          <w:rFonts w:ascii="Liberation Serif" w:hAnsi="Liberation Serif" w:cs="Liberation Serif"/>
          <w:sz w:val="28"/>
          <w:szCs w:val="28"/>
        </w:rPr>
        <w:t>кольной педагогики, методики физического воспитания и развития, ГАПОУ СО «Свердловский областной педагогический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Бабушкина Надежда Николаевна, преподаватель информационного профиля, ГАПОУ СО «Екатеринбургский политехн</w:t>
      </w:r>
      <w:r>
        <w:rPr>
          <w:rFonts w:ascii="Liberation Serif" w:hAnsi="Liberation Serif" w:cs="Liberation Serif"/>
          <w:sz w:val="28"/>
          <w:szCs w:val="28"/>
        </w:rPr>
        <w:t>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Балакина Мария Сергеевна, преподаватель психолого-педагогических дисциплин и профессиональных модулей, ГАПОУ СО «Ирбитский гуманитарный колледж»,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Бахтиярова Наталия Павловна, преподаватель орга</w:t>
      </w:r>
      <w:r>
        <w:rPr>
          <w:rFonts w:ascii="Liberation Serif" w:hAnsi="Liberation Serif" w:cs="Liberation Serif"/>
          <w:sz w:val="28"/>
          <w:szCs w:val="28"/>
        </w:rPr>
        <w:t xml:space="preserve">низации производства, менеджмента, технологии продукции общественного питания, сервисная деятельность, ГАПОУ СО «Екатеринбургский торгово-экономический техникум» (профиль общественное питание, гостиничный сервис),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Бедина Мари</w:t>
      </w:r>
      <w:r>
        <w:rPr>
          <w:rFonts w:ascii="Liberation Serif" w:hAnsi="Liberation Serif" w:cs="Liberation Serif"/>
          <w:sz w:val="28"/>
          <w:szCs w:val="28"/>
        </w:rPr>
        <w:t xml:space="preserve">я Викторовна, преподаватель экономических дисциплин, ГАПОУ СО «Уральский государственный колледж имени И.И. Ползунова»,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Белозерцева Светлана Александровна, преподаватель общепрофессиональных дисциплин и профессиональных модул</w:t>
      </w:r>
      <w:r>
        <w:rPr>
          <w:rFonts w:ascii="Liberation Serif" w:hAnsi="Liberation Serif" w:cs="Liberation Serif"/>
          <w:sz w:val="28"/>
          <w:szCs w:val="28"/>
        </w:rPr>
        <w:t>ей специальности «Экономика и бухгалтерский учет», ГАПОУ СО «Екатеринбургский экономико-технологический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Берсенев Иван Александрович, преподаватель профессионального цикла (автотранспортный), ГАПОУ СО «Уральский колле</w:t>
      </w:r>
      <w:r>
        <w:rPr>
          <w:rFonts w:ascii="Liberation Serif" w:hAnsi="Liberation Serif" w:cs="Liberation Serif"/>
          <w:sz w:val="28"/>
          <w:szCs w:val="28"/>
        </w:rPr>
        <w:t xml:space="preserve">дж технологий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предпринимательства»,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Болотова Елена Юрьевна, преподаватель педагогических дисциплин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профессиональных модулей, ГАПОУ СО «Камышловский педагогический колледж»,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iCs/>
          <w:sz w:val="28"/>
          <w:szCs w:val="28"/>
        </w:rPr>
        <w:t>Бронских Евгений Михайл</w:t>
      </w:r>
      <w:r>
        <w:rPr>
          <w:rFonts w:ascii="Liberation Serif" w:hAnsi="Liberation Serif" w:cs="Liberation Serif"/>
          <w:iCs/>
          <w:sz w:val="28"/>
          <w:szCs w:val="28"/>
        </w:rPr>
        <w:t>ович, преподаватель общепрофессиональных дисциплин (</w:t>
      </w:r>
      <w:r>
        <w:rPr>
          <w:rFonts w:ascii="Liberation Serif" w:hAnsi="Liberation Serif" w:cs="Liberation Serif"/>
          <w:sz w:val="28"/>
          <w:szCs w:val="28"/>
        </w:rPr>
        <w:t>техническое обслуживание и ремонт автомобильного транспорта, мастер по ремонту и обслуживанию автомобилей)</w:t>
      </w:r>
      <w:r>
        <w:rPr>
          <w:rFonts w:ascii="Liberation Serif" w:hAnsi="Liberation Serif" w:cs="Liberation Serif"/>
          <w:iCs/>
          <w:sz w:val="28"/>
          <w:szCs w:val="28"/>
        </w:rPr>
        <w:t xml:space="preserve">, ГАПОУ СО «Камышловский гуманитарно-технологический техникум», </w:t>
      </w:r>
      <w:r>
        <w:rPr>
          <w:rFonts w:ascii="Liberation Serif" w:hAnsi="Liberation Serif" w:cs="Liberation Serif"/>
          <w:sz w:val="28"/>
          <w:szCs w:val="28"/>
        </w:rPr>
        <w:t>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Бубнова В</w:t>
      </w:r>
      <w:r>
        <w:rPr>
          <w:rFonts w:ascii="Liberation Serif" w:hAnsi="Liberation Serif" w:cs="Liberation Serif"/>
          <w:sz w:val="28"/>
          <w:szCs w:val="28"/>
        </w:rPr>
        <w:t xml:space="preserve">ера Анатольевна, преподаватель общепрофессиональных дисциплин и профессиональных модулей специальности «Экономика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бухгалтерский учет (по отраслям)», «Финансы», ГАПОУ СО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«Каменск-Уральский техникум торговли и сервиса», Каменск-Уральский ГО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Бураветских Татьяна Александровна, преподаватель специальных дисциплин (торгово-коммерческая сфера), ГАПОУ СО «Алапаевский многопрофильный техникум»,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Буслаев Василий Васильевич, преподаватель общепрофессиональных дисциплин и профессиональных модулей </w:t>
      </w:r>
      <w:r>
        <w:rPr>
          <w:rFonts w:ascii="Liberation Serif" w:hAnsi="Liberation Serif" w:cs="Liberation Serif"/>
          <w:sz w:val="28"/>
          <w:szCs w:val="28"/>
        </w:rPr>
        <w:t>по специальности «Техническое обслуживание и ремонт автомобильного транспорта», ГАПОУ СО «Ирбитский мотоциклетный техникум»,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Гадельшина Ольга Ивановна, преподаватель общепрофессиональных дисциплин и профессиональных модулей специа</w:t>
      </w:r>
      <w:r>
        <w:rPr>
          <w:rFonts w:ascii="Liberation Serif" w:hAnsi="Liberation Serif" w:cs="Liberation Serif"/>
          <w:sz w:val="28"/>
          <w:szCs w:val="28"/>
        </w:rPr>
        <w:t xml:space="preserve">льности «Экономика и бухгалтерский учет», ГАПОУ СО «Екатеринбургский экономико-технологический колледж», МО «город Екатеринбург», ВКК. </w:t>
      </w:r>
    </w:p>
    <w:p w:rsidR="00AD1BAA" w:rsidRDefault="00CA09AA">
      <w:pPr>
        <w:pStyle w:val="a3"/>
        <w:keepLines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Галеева Светлана Мугимовна, преподаватель общепрофессиональных дисциплин и профессиональных модулей специальности «Товар</w:t>
      </w:r>
      <w:r>
        <w:rPr>
          <w:rFonts w:ascii="Liberation Serif" w:hAnsi="Liberation Serif" w:cs="Liberation Serif"/>
          <w:sz w:val="28"/>
          <w:szCs w:val="28"/>
        </w:rPr>
        <w:t xml:space="preserve">оведение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экспертиза качества потребительских товаров», ГАПОУ СО «Екатеринбургский экономико-технологический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Галиева Элла Азатовна, преподаватель общепрофессиональных дисциплин (Правовое обеспечение профессионально</w:t>
      </w:r>
      <w:r>
        <w:rPr>
          <w:rFonts w:ascii="Liberation Serif" w:hAnsi="Liberation Serif" w:cs="Liberation Serif"/>
          <w:sz w:val="28"/>
          <w:szCs w:val="28"/>
        </w:rPr>
        <w:t xml:space="preserve">й деятельности, право), ГАПОУ СО «Уральский колледж бизнеса, управления и технологии красоты»,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Ганжа Ирина Николаевна</w:t>
      </w:r>
      <w:r>
        <w:rPr>
          <w:rFonts w:ascii="Liberation Serif" w:hAnsi="Liberation Serif" w:cs="Liberation Serif"/>
          <w:bCs/>
          <w:sz w:val="28"/>
          <w:szCs w:val="28"/>
        </w:rPr>
        <w:t>, преподаватель общепрофессиональных, специальных дисциплин по направлению</w:t>
      </w:r>
      <w:r>
        <w:rPr>
          <w:rFonts w:ascii="Liberation Serif" w:hAnsi="Liberation Serif" w:cs="Liberation Serif"/>
          <w:sz w:val="28"/>
          <w:szCs w:val="28"/>
        </w:rPr>
        <w:t xml:space="preserve"> «Монтаж и техническое обслуживани</w:t>
      </w:r>
      <w:r>
        <w:rPr>
          <w:rFonts w:ascii="Liberation Serif" w:hAnsi="Liberation Serif" w:cs="Liberation Serif"/>
          <w:sz w:val="28"/>
          <w:szCs w:val="28"/>
        </w:rPr>
        <w:t xml:space="preserve">е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ремонт промышленного оборудования (по отраслям)</w:t>
      </w:r>
      <w:r>
        <w:rPr>
          <w:rFonts w:ascii="Liberation Serif" w:hAnsi="Liberation Serif" w:cs="Liberation Serif"/>
          <w:bCs/>
          <w:sz w:val="28"/>
          <w:szCs w:val="28"/>
        </w:rPr>
        <w:t>», ГАПОУ СО «Каменск-Уральский политехнический колледж»,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Глинских Виктория Валентиновна, преподаватель общепрофессиональных предметов (документоведение, информатика, ИКТ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 п</w:t>
      </w:r>
      <w:r>
        <w:rPr>
          <w:rFonts w:ascii="Liberation Serif" w:hAnsi="Liberation Serif" w:cs="Liberation Serif"/>
          <w:sz w:val="28"/>
          <w:szCs w:val="28"/>
        </w:rPr>
        <w:t>рофессиональной деятельности), ГАПОУ СО «Уральский колледж технологий и предпринимательства»,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Голендухина Марина Леонидовна, преподаватель информатики, ГАПОУ СО «Режевской политехникум»,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Горбунова Наталья </w:t>
      </w:r>
      <w:r>
        <w:rPr>
          <w:rFonts w:ascii="Liberation Serif" w:hAnsi="Liberation Serif" w:cs="Liberation Serif"/>
          <w:sz w:val="28"/>
          <w:szCs w:val="28"/>
        </w:rPr>
        <w:t>Анатольевна, преподаватель дисциплин общепрофессионального цикла (парикмахерское искусство), ГАПОУ СО «Екатеринбургский техникум отраслевых технологий и сервиса»,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Гордеева Надежда Евгеньевна, преподаватель экономической теории</w:t>
      </w:r>
      <w:r>
        <w:rPr>
          <w:rFonts w:ascii="Liberation Serif" w:hAnsi="Liberation Serif" w:cs="Liberation Serif"/>
          <w:sz w:val="28"/>
          <w:szCs w:val="28"/>
        </w:rPr>
        <w:t xml:space="preserve">, МДК профессиональных модулей по специальности «Туризм»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«Документационное обеспечение управления и архивоведение», ГАПОУ СО «Свердловский областной педагогический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Горобец Марина Владимировна, преподаватель информ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атики, информационных технологий в профессиональной деятельности, ГАПОУ СО «Екатеринбургский торгово-экономический 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Гузачев Михаил Александрович, преподаватель информатики, защиты информации, программирования, информ</w:t>
      </w:r>
      <w:r>
        <w:rPr>
          <w:rFonts w:ascii="Liberation Serif" w:hAnsi="Liberation Serif" w:cs="Liberation Serif"/>
          <w:sz w:val="28"/>
          <w:szCs w:val="28"/>
        </w:rPr>
        <w:t xml:space="preserve">ационных систем, ГАПОУ СО «Уральский государственный колледж имени И.И. Ползунова»,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Давыдов Денис Васильевич, преподаватель операционных систем,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1С программирования, ГАПОУ СО «Уральский радиотехнический колледж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А.С. Поп</w:t>
      </w:r>
      <w:r>
        <w:rPr>
          <w:rFonts w:ascii="Liberation Serif" w:hAnsi="Liberation Serif" w:cs="Liberation Serif"/>
          <w:sz w:val="28"/>
          <w:szCs w:val="28"/>
        </w:rPr>
        <w:t>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Довгаль Светлана Борисовна, преподаватель общепрофессиональных дисциплин в области экономики и маркетинга ГАПОУ СО «Каменск-Уральский агропромышленный техникум», Каменск-Уральский ГО СО, ВКК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Довгопол Галина Ивановна, пре</w:t>
      </w:r>
      <w:r>
        <w:rPr>
          <w:rFonts w:ascii="Liberation Serif" w:hAnsi="Liberation Serif" w:cs="Liberation Serif"/>
          <w:sz w:val="28"/>
          <w:szCs w:val="28"/>
        </w:rPr>
        <w:t>подаватель технической механики, ГАПОУ СО «Уральский политехнический колледж – Межрегиональный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Дорошенка Татьяна Михайловна, преподаватель экономических дисциплин, ГАПОУ СО «Уральский политехнический коллед</w:t>
      </w:r>
      <w:r>
        <w:rPr>
          <w:rFonts w:ascii="Liberation Serif" w:hAnsi="Liberation Serif" w:cs="Liberation Serif"/>
          <w:sz w:val="28"/>
          <w:szCs w:val="28"/>
        </w:rPr>
        <w:t>ж – Межрегиональный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Дубанина Ольга Леонидовна, преподаватель маркетинга, менеджмента, мерчандайзинга, коммерческой деятельности, ГАПОУ СО «Екатеринбургский торгово-экономический техникум», МО «город Екатери</w:t>
      </w:r>
      <w:r>
        <w:rPr>
          <w:rFonts w:ascii="Liberation Serif" w:hAnsi="Liberation Serif" w:cs="Liberation Serif"/>
          <w:sz w:val="28"/>
          <w:szCs w:val="28"/>
        </w:rPr>
        <w:t>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Дубровская Екатерина Олеговна, преподаватель общепрофессиональных дисциплин и профессиональных модулей (экономика, АФХД), ГАПОУ СО «Уральский колледж бизнеса, управления и технологии красоты», ВКК, кандидат педагогических наук.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Елифанова Людми</w:t>
      </w:r>
      <w:r>
        <w:rPr>
          <w:rFonts w:ascii="Liberation Serif" w:hAnsi="Liberation Serif" w:cs="Liberation Serif"/>
          <w:sz w:val="28"/>
          <w:szCs w:val="28"/>
        </w:rPr>
        <w:t xml:space="preserve">ла Павловна, преподаватель общепрофессиональных, междисциплинарных и профессиональных модулей сферы общественного питания (Поварское и кондитерское дело, повар, кондитер), ГАПОУ СО «Каменск-Уральский техникум торговли и сервиса»,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Каменск-Уральский ГО СО, </w:t>
      </w:r>
      <w:r>
        <w:rPr>
          <w:rFonts w:ascii="Liberation Serif" w:hAnsi="Liberation Serif" w:cs="Liberation Serif"/>
          <w:sz w:val="28"/>
          <w:szCs w:val="28"/>
        </w:rPr>
        <w:t>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Елохина Оксана Владимировна, преподаватель менеджмента, маркетинга, предпринимательства, ГАПОУ СО «Уральский государственный колледж имени И.И. Ползунова»,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Ефимова Валентина Геннадьевна, преподаватель общепрофессиональных </w:t>
      </w:r>
      <w:r>
        <w:rPr>
          <w:rFonts w:ascii="Liberation Serif" w:hAnsi="Liberation Serif" w:cs="Liberation Serif"/>
          <w:sz w:val="28"/>
          <w:szCs w:val="28"/>
        </w:rPr>
        <w:t>дисциплин: менеджмент, документационной обеспечение управление, социальная психология, ГАПОУ СО «Уральский политехнический колледж – Межрегиональный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Жорнова Тамара Ивановна, преподаватель математики, ГАПОУ </w:t>
      </w:r>
      <w:r>
        <w:rPr>
          <w:rFonts w:ascii="Liberation Serif" w:hAnsi="Liberation Serif" w:cs="Liberation Serif"/>
          <w:sz w:val="28"/>
          <w:szCs w:val="28"/>
        </w:rPr>
        <w:t>СО «Режевской политехникум»,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Забелина Нина Ивановна, преподаватель математики, теоретических основ начального курса математики, ГАПОУ СО «Ирбитский гуманитарный колледж»,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Зайкова Наталья Борисовна, преподаватель</w:t>
      </w:r>
      <w:r>
        <w:rPr>
          <w:rFonts w:ascii="Liberation Serif" w:hAnsi="Liberation Serif" w:cs="Liberation Serif"/>
          <w:sz w:val="28"/>
          <w:szCs w:val="28"/>
        </w:rPr>
        <w:t xml:space="preserve"> химического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экологического профиля, ГАПОУ СО «Екатеринбургский политехникум»,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Закайдакова Алена Сергеевна, преподаватель специальных дисциплин (строительный профиль), ГАПОУ СО «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Алапаевский многопрофильный техникум</w:t>
      </w:r>
      <w:r>
        <w:rPr>
          <w:rFonts w:ascii="Liberation Serif" w:hAnsi="Liberation Serif" w:cs="Liberation Serif"/>
          <w:sz w:val="28"/>
          <w:szCs w:val="28"/>
        </w:rPr>
        <w:t>», МО го</w:t>
      </w:r>
      <w:r>
        <w:rPr>
          <w:rFonts w:ascii="Liberation Serif" w:hAnsi="Liberation Serif" w:cs="Liberation Serif"/>
          <w:sz w:val="28"/>
          <w:szCs w:val="28"/>
        </w:rPr>
        <w:t>род 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Иванов Алексей Константинович, преподаватель экономических дисциплин, ГАПОУ СО «Уральский государственный колледж имени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И.И. Ползунова»,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Ивина Наталья Владимировна, преподаватель общепрофессиональных </w:t>
      </w:r>
      <w:r>
        <w:rPr>
          <w:rFonts w:ascii="Liberation Serif" w:hAnsi="Liberation Serif" w:cs="Liberation Serif"/>
          <w:sz w:val="28"/>
          <w:szCs w:val="28"/>
        </w:rPr>
        <w:t xml:space="preserve">дисциплин и профессиональных модулей специальности «Экономика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бухгалтерский учет», ГАПОУ СО «Сысертский социально-экономический техникум «Родник», Сысертский ГО,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Кабакова Татьяна Геннадьевна, преподаватель специальных дисциплин (строительный профил</w:t>
      </w:r>
      <w:r>
        <w:rPr>
          <w:rFonts w:ascii="Liberation Serif" w:hAnsi="Liberation Serif" w:cs="Liberation Serif"/>
          <w:sz w:val="28"/>
          <w:szCs w:val="28"/>
        </w:rPr>
        <w:t>ь), ГАПОУ СО «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Алапаевский многопрофильный техникум</w:t>
      </w:r>
      <w:r>
        <w:rPr>
          <w:rFonts w:ascii="Liberation Serif" w:hAnsi="Liberation Serif" w:cs="Liberation Serif"/>
          <w:sz w:val="28"/>
          <w:szCs w:val="28"/>
        </w:rPr>
        <w:t>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Казанцева Ирина Андреевна, преподаватель общепрофессиональных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психолого-педагогических дисциплин, ГАПОУ СО «Ирбитский гуманитарный колледж»,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Каменски</w:t>
      </w:r>
      <w:r>
        <w:rPr>
          <w:rFonts w:ascii="Liberation Serif" w:hAnsi="Liberation Serif" w:cs="Liberation Serif"/>
          <w:bCs/>
          <w:sz w:val="28"/>
          <w:szCs w:val="28"/>
        </w:rPr>
        <w:t>х Ирина Викторовна</w:t>
      </w:r>
      <w:r>
        <w:rPr>
          <w:rFonts w:ascii="Liberation Serif" w:hAnsi="Liberation Serif" w:cs="Liberation Serif"/>
          <w:sz w:val="28"/>
          <w:szCs w:val="28"/>
        </w:rPr>
        <w:t xml:space="preserve">, преподаватель общепрофессиональных дисциплин и профессиональных модулей специальностей строительного профиля ГАПОУ СО «Каменск-Уральский техникум торговли и сервиса», 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Каменск-Уральский ГО СО,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Караваева Наталья Радиславовна, препода</w:t>
      </w:r>
      <w:r>
        <w:rPr>
          <w:rFonts w:ascii="Liberation Serif" w:hAnsi="Liberation Serif" w:cs="Liberation Serif"/>
          <w:sz w:val="28"/>
          <w:szCs w:val="28"/>
        </w:rPr>
        <w:t xml:space="preserve">ватель истории, психологии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социально-общественных дисциплин, ГАПОУ СО «Асбестовский политехникум»,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Касаткина Мария Дмитриевна, преподаватель общепрофессиональных дисциплин и профессиональных модулей (машиностроение), ГАПОУ СО «Екат</w:t>
      </w:r>
      <w:r>
        <w:rPr>
          <w:rFonts w:ascii="Liberation Serif" w:hAnsi="Liberation Serif" w:cs="Liberation Serif"/>
          <w:sz w:val="28"/>
          <w:szCs w:val="28"/>
        </w:rPr>
        <w:t>еринбургский политехникум»,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Касьянова Анна Васильевна, преподаватель филологических дисциплин и профессиональных модулей, ГАПОУ СО «Камышловский педагогический колледж»,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Комарова Ольга Вячеславовна, </w:t>
      </w:r>
      <w:r>
        <w:rPr>
          <w:rFonts w:ascii="Liberation Serif" w:hAnsi="Liberation Serif" w:cs="Liberation Serif"/>
          <w:sz w:val="28"/>
          <w:szCs w:val="28"/>
        </w:rPr>
        <w:t>преподаватель электроэнергетического профиля, ГАПОУ СО «Каменск-Уральский радиотехнический техникум»,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Коновалов Николай Дмитриевич, преподаватель </w:t>
      </w:r>
      <w:r>
        <w:rPr>
          <w:rFonts w:ascii="Liberation Serif" w:hAnsi="Liberation Serif" w:cs="Liberation Serif"/>
          <w:iCs/>
          <w:sz w:val="28"/>
          <w:szCs w:val="28"/>
        </w:rPr>
        <w:t>общепрофессиональных дисциплин (</w:t>
      </w:r>
      <w:r>
        <w:rPr>
          <w:rFonts w:ascii="Liberation Serif" w:hAnsi="Liberation Serif" w:cs="Liberation Serif"/>
          <w:sz w:val="28"/>
          <w:szCs w:val="28"/>
        </w:rPr>
        <w:t>сельскохозяйственный профиль)</w:t>
      </w:r>
      <w:r>
        <w:rPr>
          <w:rFonts w:ascii="Liberation Serif" w:hAnsi="Liberation Serif" w:cs="Liberation Serif"/>
          <w:iCs/>
          <w:sz w:val="28"/>
          <w:szCs w:val="28"/>
        </w:rPr>
        <w:t>, ГАПОУ СО «Камышло</w:t>
      </w:r>
      <w:r>
        <w:rPr>
          <w:rFonts w:ascii="Liberation Serif" w:hAnsi="Liberation Serif" w:cs="Liberation Serif"/>
          <w:iCs/>
          <w:sz w:val="28"/>
          <w:szCs w:val="28"/>
        </w:rPr>
        <w:t xml:space="preserve">вский гуманитарно-технологический техникум», </w:t>
      </w:r>
      <w:r>
        <w:rPr>
          <w:rFonts w:ascii="Liberation Serif" w:hAnsi="Liberation Serif" w:cs="Liberation Serif"/>
          <w:sz w:val="28"/>
          <w:szCs w:val="28"/>
        </w:rPr>
        <w:t>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Костарева Мария Евгеньевна, преподаватель информационного профиля, ГАПОУ СО «Екатеринбургский политехникум»,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Кочнева Галина Николаевна, преподаватель психол</w:t>
      </w:r>
      <w:r>
        <w:rPr>
          <w:rFonts w:ascii="Liberation Serif" w:hAnsi="Liberation Serif" w:cs="Liberation Serif"/>
          <w:sz w:val="28"/>
          <w:szCs w:val="28"/>
        </w:rPr>
        <w:t>ого-педагогических дисциплин, ГАПОУ СО «Камышловский педагогический колледж»,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Кошева Ольга Сергеевна, преподаватель экономических дисциплин, ГАПОУ СО «Белоярский многопрофильный техникум», Белоярский ГО, </w:t>
      </w:r>
      <w:r>
        <w:rPr>
          <w:rFonts w:ascii="Liberation Serif" w:hAnsi="Liberation Serif" w:cs="Liberation Serif"/>
          <w:bCs/>
          <w:sz w:val="28"/>
          <w:szCs w:val="28"/>
        </w:rPr>
        <w:t>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Красноперова Любовь Ми</w:t>
      </w:r>
      <w:r>
        <w:rPr>
          <w:rFonts w:ascii="Liberation Serif" w:hAnsi="Liberation Serif" w:cs="Liberation Serif"/>
          <w:sz w:val="28"/>
          <w:szCs w:val="28"/>
        </w:rPr>
        <w:t>хайловна, преподаватель филологических дисциплин и профессиональных модулей, ГАПОУ СО «Камышловский педагогический колледж»,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Красулина Ольга Викторовна, преподаватель (экономика, железножорожные дисциплины), ГАПОУ СО «Алапаевский и</w:t>
      </w:r>
      <w:r>
        <w:rPr>
          <w:rFonts w:ascii="Liberation Serif" w:hAnsi="Liberation Serif" w:cs="Liberation Serif"/>
          <w:sz w:val="28"/>
          <w:szCs w:val="28"/>
        </w:rPr>
        <w:t>ндустриальный техникум»,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Кривулько Юлия Евгеньевна, преподаватель основ философии, общепрофессиональных дисциплин и профессиональных модулей специальностей «Гостиничное дело», «Гостиничный сервис», «Туризм», ГАПОУ СО «Каменск-Ураль</w:t>
      </w:r>
      <w:r>
        <w:rPr>
          <w:rFonts w:ascii="Liberation Serif" w:hAnsi="Liberation Serif" w:cs="Liberation Serif"/>
          <w:sz w:val="28"/>
          <w:szCs w:val="28"/>
        </w:rPr>
        <w:t>ский техникум торговли и сервиса»,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Крутикова Анна Валерьевна, преподаватель правовых дисциплин, ГАПОУ СО «Екатеринбургский экономико-технологический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Кузеванова Татьяна Александровна, пр</w:t>
      </w:r>
      <w:r>
        <w:rPr>
          <w:rFonts w:ascii="Liberation Serif" w:hAnsi="Liberation Serif" w:cs="Liberation Serif"/>
          <w:sz w:val="28"/>
          <w:szCs w:val="28"/>
        </w:rPr>
        <w:t>еподаватель общепрофессиональных дисциплин и профессиональных модулей профессии «Повар, кондитер», ГАПОУ СО «Екатеринбургский экономико-технологический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Ксения Владимировна, преподаватель общепрофессиональны</w:t>
      </w:r>
      <w:r>
        <w:rPr>
          <w:rFonts w:ascii="Liberation Serif" w:hAnsi="Liberation Serif" w:cs="Liberation Serif"/>
          <w:sz w:val="28"/>
          <w:szCs w:val="28"/>
        </w:rPr>
        <w:t>х дисциплин, ГАПОУ СО «Ирбитский гуманитарный колледж»,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Куликова Оксана Геннадьевна, преподаватель охраны труда, транспортной системы России, ГАПОУ СО «Екатеринбургский автомобильно-дорожный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Кучерова Марина Валерьевна, преподаватель общепрофессиональных дисциплин, ГАПОУ СО «Алапаевский профессионально-педагогический колледж»,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Ладейщикова Марина Николаевна, преподаватель информатики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информационных технологий, ГАПОУ </w:t>
      </w:r>
      <w:r>
        <w:rPr>
          <w:rFonts w:ascii="Liberation Serif" w:hAnsi="Liberation Serif" w:cs="Liberation Serif"/>
          <w:sz w:val="28"/>
          <w:szCs w:val="28"/>
        </w:rPr>
        <w:t>СО «Белоярский многопрофильный техникум»,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Ламтева Наталья Викторовна,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преподаватель общепрофессиональных дисциплин и профессиональных модулей специальностей «Коммерция», «Документационное обеспечение управления и архивоведение»,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«Информационные системы и программирование»,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ГАПОУ СО «Каменск-Уральский техникум торговли и сервиса»,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Лаптева Любовь Ивановна, преподаватель общепрофессиональных предметов (агропромышленный), ГАПОУ СО «Уральский колледж техно</w:t>
      </w:r>
      <w:r>
        <w:rPr>
          <w:rFonts w:ascii="Liberation Serif" w:hAnsi="Liberation Serif" w:cs="Liberation Serif"/>
          <w:sz w:val="28"/>
          <w:szCs w:val="28"/>
        </w:rPr>
        <w:t xml:space="preserve">логий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предпринимательства»,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Ларионова Любовь Владимировна, преподаватель общепрофессиональных дисциплин и профессиональных модулей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ОП «Технология продукции общественного питания», ГАПОУ СО «Белоярский многопрофильный те</w:t>
      </w:r>
      <w:r>
        <w:rPr>
          <w:rFonts w:ascii="Liberation Serif" w:hAnsi="Liberation Serif" w:cs="Liberation Serif"/>
          <w:sz w:val="28"/>
          <w:szCs w:val="28"/>
        </w:rPr>
        <w:t>хникум», Белоярский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Лебедева Гульнара Фанавиевна, преподаватель общепрофессиональных дисциплин (технические дисциплины), ГАПОУ СО «Режевской политехникум»,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Лебёдкин Роман Николаевич, преподаватель электротехники, ГАПОУ СО «Ураль</w:t>
      </w:r>
      <w:r>
        <w:rPr>
          <w:rFonts w:ascii="Liberation Serif" w:hAnsi="Liberation Serif" w:cs="Liberation Serif"/>
          <w:sz w:val="28"/>
          <w:szCs w:val="28"/>
        </w:rPr>
        <w:t>ский радиотехнический колледж им. А.С. Попова»,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Леонтьев Михаил Сергеевич, преподаватель безопасности жизнедеятельности, ГАПОУ СО «Колледж управления и сервиса «Стиль»,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Локтева Елена Петровна, пр</w:t>
      </w:r>
      <w:r>
        <w:rPr>
          <w:rFonts w:ascii="Liberation Serif" w:hAnsi="Liberation Serif" w:cs="Liberation Serif"/>
          <w:sz w:val="28"/>
          <w:szCs w:val="28"/>
        </w:rPr>
        <w:t>еподаватель экономических дисциплин, ГАПОУ СО «Белоярский многопрофильный техникум», Белоярский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Локшина Юлия Евгеньевна, преподаватель основ учебно-исследовательской деятельности, ГАПОУ СО «Областной техникум дизайна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сервиса»,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Лоскутникова Юлия Владимировна, преподаватель общепрофессиональных дисциплин (история костюма, история изобразительного искусства), ГАПОУ СО «Областной техникум дизайна и сервиса»,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Малых Юлия Рашидовна, пре</w:t>
      </w:r>
      <w:r>
        <w:rPr>
          <w:rFonts w:ascii="Liberation Serif" w:hAnsi="Liberation Serif" w:cs="Liberation Serif"/>
          <w:sz w:val="28"/>
          <w:szCs w:val="28"/>
        </w:rPr>
        <w:t>подаватель экономики, экономики организации, экономики природопользования, управления персоналом, менеджмента, ГАПОУ СО «Екатеринбургский колледж транспортного строительства»,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Матвеева Елена Владимировна, преподаватель основно</w:t>
      </w:r>
      <w:r>
        <w:rPr>
          <w:rFonts w:ascii="Liberation Serif" w:hAnsi="Liberation Serif" w:cs="Liberation Serif"/>
          <w:sz w:val="28"/>
          <w:szCs w:val="28"/>
        </w:rPr>
        <w:t>го инструмента (фортепиано), ГАПОУ СО «Свердловский областной педагогический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Матушкина Ольга Алексеевна, преподаватель экономических дисциплин, ГАПОУ СО «Алапаевский профессионально-педагогический колледж», МО город </w:t>
      </w:r>
      <w:r>
        <w:rPr>
          <w:rFonts w:ascii="Liberation Serif" w:hAnsi="Liberation Serif" w:cs="Liberation Serif"/>
          <w:sz w:val="28"/>
          <w:szCs w:val="28"/>
        </w:rPr>
        <w:t xml:space="preserve">Алапаевск,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Мельникова Елена Владиславовна, преподаватель общепрофессиональных дисциплин, ГАПОУ СО «Ирбитский политехникум»,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Меркурьева Ольга Евгеньевна преподаватель психологии, менеджмента, делового этикета, ГАПОУ СО «Екат</w:t>
      </w:r>
      <w:r>
        <w:rPr>
          <w:rFonts w:ascii="Liberation Serif" w:hAnsi="Liberation Serif" w:cs="Liberation Serif"/>
          <w:sz w:val="28"/>
          <w:szCs w:val="28"/>
        </w:rPr>
        <w:t>еринбургский торгово-экономический техникум», МО «город Екатеринбург», ВКК, кандидат педагогических наук.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Минеева Анастасия Владимировна, преподаватель психолого-педагогических дисциплин и профессиональных модулей, ГАПОУ СО «Ирбитский гуманитарный колледж»</w:t>
      </w:r>
      <w:r>
        <w:rPr>
          <w:rFonts w:ascii="Liberation Serif" w:hAnsi="Liberation Serif" w:cs="Liberation Serif"/>
          <w:sz w:val="28"/>
          <w:szCs w:val="28"/>
        </w:rPr>
        <w:t>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Мохирев Константин Викторович, преподаватель художественно-графических дисциплин и профессиональных модулей, ГАПОУ СО «Камышловский педагогический колледж»,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Мутли Алевтина Германовна, преподаватель худож</w:t>
      </w:r>
      <w:r>
        <w:rPr>
          <w:rFonts w:ascii="Liberation Serif" w:hAnsi="Liberation Serif" w:cs="Liberation Serif"/>
          <w:sz w:val="28"/>
          <w:szCs w:val="28"/>
        </w:rPr>
        <w:t>ественно-графических дисциплин и профессиональных модулей, ГАПОУ СО «Камышловский педагогический колледж»,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Мухина Светлана Анатольевна, преподаватель организации коммерческой деятельности, менеджмента, внешнеэкономической деятельно</w:t>
      </w:r>
      <w:r>
        <w:rPr>
          <w:rFonts w:ascii="Liberation Serif" w:hAnsi="Liberation Serif" w:cs="Liberation Serif"/>
          <w:sz w:val="28"/>
          <w:szCs w:val="28"/>
        </w:rPr>
        <w:t xml:space="preserve">сти, ГАПОУ СО «Екатеринбургский торгово-экономический 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Мяготина Ольга Ильинична, преподаватель общепрофессиональных дисциплин: техническая механика, материаловедение, метрология, стандартизация и сертификация, инжен</w:t>
      </w:r>
      <w:r>
        <w:rPr>
          <w:rFonts w:ascii="Liberation Serif" w:hAnsi="Liberation Serif" w:cs="Liberation Serif"/>
          <w:sz w:val="28"/>
          <w:szCs w:val="28"/>
        </w:rPr>
        <w:t>ерная графика, ГАПОУ СО «Уральский политехнический колледж – Межрегиональный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Налимова Наталья Витальевна, преподаватель профессионального цикла специальности 09.02.01 Компьютерные системы и комплексы, ГАПОУ</w:t>
      </w:r>
      <w:r>
        <w:rPr>
          <w:rFonts w:ascii="Liberation Serif" w:hAnsi="Liberation Serif" w:cs="Liberation Serif"/>
          <w:sz w:val="28"/>
          <w:szCs w:val="28"/>
        </w:rPr>
        <w:t xml:space="preserve"> СО «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Артемовский колледж точного приборостроения</w:t>
      </w:r>
      <w:r>
        <w:rPr>
          <w:rFonts w:ascii="Liberation Serif" w:hAnsi="Liberation Serif" w:cs="Liberation Serif"/>
          <w:sz w:val="28"/>
          <w:szCs w:val="28"/>
        </w:rPr>
        <w:t>», Артемовский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Неволина Елена Валерьевна, преподаватель общепрофессиональных дисциплинов и профессиональных модулей технического профиля специальности «Автоматизация технологических процессов и произ</w:t>
      </w:r>
      <w:r>
        <w:rPr>
          <w:rFonts w:ascii="Liberation Serif" w:hAnsi="Liberation Serif" w:cs="Liberation Serif"/>
          <w:sz w:val="28"/>
          <w:szCs w:val="28"/>
        </w:rPr>
        <w:t>водств», ГАПОУ СО «Екатеринбургский экономико-технологический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Некрасова Юлия Александровна, преподаватель общеобразовательных дисциплин в области филологии (русский язык, литература, родной язык) ГАПОУ СО «Каменск-Ур</w:t>
      </w:r>
      <w:r>
        <w:rPr>
          <w:rFonts w:ascii="Liberation Serif" w:hAnsi="Liberation Serif" w:cs="Liberation Serif"/>
          <w:sz w:val="28"/>
          <w:szCs w:val="28"/>
        </w:rPr>
        <w:t>альский агропромышленный техникум»,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Немчинова Татьяна Игоревна, преподаватель экономических дисциплин, ГАПОУ СО «Екатеринбургский экономико-технологический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Неустроева Надежда Анатольевна</w:t>
      </w:r>
      <w:r>
        <w:rPr>
          <w:rFonts w:ascii="Liberation Serif" w:hAnsi="Liberation Serif" w:cs="Liberation Serif"/>
          <w:sz w:val="28"/>
          <w:szCs w:val="28"/>
        </w:rPr>
        <w:t xml:space="preserve">, преподаватель общепрофессиональных дисциплин и профессиональных модулей профиля «Технология продукции общественного питания», ГАПОУ СО «Алапаевский профессионально-педагогический колледж», МО город Алапаевск,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Никитин Михаил Михайлович, преподавател</w:t>
      </w:r>
      <w:r>
        <w:rPr>
          <w:rFonts w:ascii="Liberation Serif" w:hAnsi="Liberation Serif" w:cs="Liberation Serif"/>
          <w:sz w:val="28"/>
          <w:szCs w:val="28"/>
        </w:rPr>
        <w:t xml:space="preserve">ь химического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экологического профиля, ГАПОУ СО «Екатеринбургский политехникум»,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Никифорова Елена Григорьевна, преподаватель предпринимательского права, конституционного права, ГАПОУ СО «Уральский радиотехнический колледж и</w:t>
      </w:r>
      <w:r>
        <w:rPr>
          <w:rFonts w:ascii="Liberation Serif" w:hAnsi="Liberation Serif" w:cs="Liberation Serif"/>
          <w:sz w:val="28"/>
          <w:szCs w:val="28"/>
        </w:rPr>
        <w:t>м. А.С. Попова»,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Николаева Татьяна Александровна, преподаватель информатики, общепрофессиональных дисциплин и профессиональных модулей специальностей: «Информационные системы», «Прикладная информатика», «Компьютерные системы и</w:t>
      </w:r>
      <w:r>
        <w:rPr>
          <w:rFonts w:ascii="Liberation Serif" w:hAnsi="Liberation Serif" w:cs="Liberation Serif"/>
          <w:sz w:val="28"/>
          <w:szCs w:val="28"/>
        </w:rPr>
        <w:t xml:space="preserve"> комплексы», ГАПОУ СО «Екатеринбургский экономико-технологический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Новикова Татьяна Давыдовна, преподаватель психолого-педагогических дисциплин и методик дошкольного образования, ГАПОУ СО «Свердловский областной педаг</w:t>
      </w:r>
      <w:r>
        <w:rPr>
          <w:rFonts w:ascii="Liberation Serif" w:hAnsi="Liberation Serif" w:cs="Liberation Serif"/>
          <w:sz w:val="28"/>
          <w:szCs w:val="28"/>
        </w:rPr>
        <w:t>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Обросова Елена Викторовна, преподаватель общепрофессиональных дисциплин, ГАПОУ СО «Ирбитский гуманитарный колледж»,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Овсянникова Ирина Ивановна,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преподаватель общепрофессиональных д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исциплин в области промышленной экологии и биотехнологии, </w:t>
      </w:r>
      <w:r>
        <w:rPr>
          <w:rFonts w:ascii="Liberation Serif" w:hAnsi="Liberation Serif" w:cs="Liberation Serif"/>
          <w:sz w:val="28"/>
          <w:szCs w:val="28"/>
        </w:rPr>
        <w:t>ГАПОУ СО «Каменск-Уральский агропромышленный техникум»,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Огоновская Анжелика Станиславовна, преподаватель педагогики, методики музыкального воспитания, ГАПОУ СО </w:t>
      </w:r>
      <w:r>
        <w:rPr>
          <w:rFonts w:ascii="Liberation Serif" w:hAnsi="Liberation Serif" w:cs="Liberation Serif"/>
          <w:sz w:val="28"/>
          <w:szCs w:val="28"/>
        </w:rPr>
        <w:t>«Свердловский областной педагогический колледж», МО «город Екатеринбург», ВКК, кандидат педагогических наук.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Османова Ольга Михайловна, преподаватель гуманитарных дисциплин: культура речи, литература, психология общения, ГАПОУ СО «Екатеринбургский </w:t>
      </w:r>
      <w:r>
        <w:rPr>
          <w:rFonts w:ascii="Liberation Serif" w:hAnsi="Liberation Serif" w:cs="Liberation Serif"/>
          <w:sz w:val="28"/>
          <w:szCs w:val="28"/>
        </w:rPr>
        <w:t>энергетический техникум»,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Парахно Евгения Ивановна, преподаватель электротехнических дисциплин, ГАПОУ СО «Екатеринбургский колледж транспортного строительства»,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Марина Анатольевна, препода</w:t>
      </w:r>
      <w:r>
        <w:rPr>
          <w:rFonts w:ascii="Liberation Serif" w:hAnsi="Liberation Serif" w:cs="Liberation Serif"/>
          <w:sz w:val="28"/>
          <w:szCs w:val="28"/>
        </w:rPr>
        <w:t>ватель специальных дисциплин (коммерция, предпринимательство), ГАПОУ СО «Алапаевский многопрофильный техникум», 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Пирожкова Юлия Алексеевна, преподаватель дисциплины «Правовое обеспечение профессиональной деятельности», МДК профессио</w:t>
      </w:r>
      <w:r>
        <w:rPr>
          <w:rFonts w:ascii="Liberation Serif" w:hAnsi="Liberation Serif" w:cs="Liberation Serif"/>
          <w:sz w:val="28"/>
          <w:szCs w:val="28"/>
        </w:rPr>
        <w:t>нальных модулей по специальности «Туризм», ГАПОУ СО «Свердловский областной педагогический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Пичка Елена Борисовна, преподаватель психолого-педагогических дисциплин, ГАПОУ СО «Камышловский педагогический колледж», Камы</w:t>
      </w:r>
      <w:r>
        <w:rPr>
          <w:rFonts w:ascii="Liberation Serif" w:hAnsi="Liberation Serif" w:cs="Liberation Serif"/>
          <w:sz w:val="28"/>
          <w:szCs w:val="28"/>
        </w:rPr>
        <w:t>шловский ГО СО, ВКК, кандидат психологических наук.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Плотникова Елена Владимировна, преподаватель психолого-педагогических дисциплин, дошкольной педагогики и психологии, ГАПОУ СО «Свердловский областной педагогический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Погадаева Евгения Николаевна, преподаватель технологии производства рекламы, ГАПОУ СО «Уральский государственный колледж имени И.И. Ползунова»,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Погуляева Елена Анатольевна, преподаватель химического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профиля, композитные мате</w:t>
      </w:r>
      <w:r>
        <w:rPr>
          <w:rFonts w:ascii="Liberation Serif" w:hAnsi="Liberation Serif" w:cs="Liberation Serif"/>
          <w:sz w:val="28"/>
          <w:szCs w:val="28"/>
        </w:rPr>
        <w:t>риалы, ГАПОУ СО «Екатеринбургский политехникум»,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Подвойская Наталья Владимировна, преподаватель профессиональных модулей, ОП «Контролер банка», «Банковское дело», ГАПОУ СО «Областной техникум дизайна и сервиса», МО «город Екат</w:t>
      </w:r>
      <w:r>
        <w:rPr>
          <w:rFonts w:ascii="Liberation Serif" w:hAnsi="Liberation Serif" w:cs="Liberation Serif"/>
          <w:sz w:val="28"/>
          <w:szCs w:val="28"/>
        </w:rPr>
        <w:t>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Подкина Наталья Владимировна, преподаватель общепрофессиональных дисциплин (экономика), ГАПОУ СО «Техникум индустрии питания и услуг «Кулинар»,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Полякова Татьяна Викторовна, преподаватель общепрофессиональных </w:t>
      </w:r>
      <w:r>
        <w:rPr>
          <w:rFonts w:ascii="Liberation Serif" w:hAnsi="Liberation Serif" w:cs="Liberation Serif"/>
          <w:sz w:val="28"/>
          <w:szCs w:val="28"/>
        </w:rPr>
        <w:t>дисциплин и профессиональных модулей технического профиля специальности «Автоматизация технологических процессов и производств», ГАПОУ СО «Екатеринбургский экономико-технологический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Елена Викторовна, преподава</w:t>
      </w:r>
      <w:r>
        <w:rPr>
          <w:rFonts w:ascii="Liberation Serif" w:hAnsi="Liberation Serif" w:cs="Liberation Serif"/>
          <w:sz w:val="28"/>
          <w:szCs w:val="28"/>
        </w:rPr>
        <w:t>тель специальных дисциплин (технологии общественного питания), ГАПОУ СО «Алапаевский многопрофильный техникум»,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Татьяна Витальевна, преподаватель общепрофессиональных дисциплин, ГАПОУ СО «Екатеринбургский политехникум», МО «</w:t>
      </w:r>
      <w:r>
        <w:rPr>
          <w:rFonts w:ascii="Liberation Serif" w:hAnsi="Liberation Serif" w:cs="Liberation Serif"/>
          <w:sz w:val="28"/>
          <w:szCs w:val="28"/>
        </w:rPr>
        <w:t>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Посредникова Любовь Александровна, преподаватель основ безопасности жизнедеятельности,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Потапова Ольга Александровна, п</w:t>
      </w:r>
      <w:r>
        <w:rPr>
          <w:rFonts w:ascii="Liberation Serif" w:hAnsi="Liberation Serif" w:cs="Liberation Serif"/>
          <w:sz w:val="28"/>
          <w:szCs w:val="28"/>
        </w:rPr>
        <w:t>реподаватель (дисциплины общепрофессионального цикла и профессиональные модули по укрупненной группе 09.00.00 Информатика и вычислительная техника), ГАПОУ СО «Камышловский техникум промышленности и транспорта», Камышловский ГО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Прокопьев Евгений Се</w:t>
      </w:r>
      <w:r>
        <w:rPr>
          <w:rFonts w:ascii="Liberation Serif" w:hAnsi="Liberation Serif" w:cs="Liberation Serif"/>
          <w:sz w:val="28"/>
          <w:szCs w:val="28"/>
        </w:rPr>
        <w:t>ргеевич, преподаватель основ финансовой грамотности, предпринимательства, менеджмента, ГАПОУ СО «Ирбитский мотоциклетный техникум»,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Просвирнина Анна Валерьевна, преподаватель вычислительной техники, математики и информатики, ГАПОУ</w:t>
      </w:r>
      <w:r>
        <w:rPr>
          <w:rFonts w:ascii="Liberation Serif" w:hAnsi="Liberation Serif" w:cs="Liberation Serif"/>
          <w:sz w:val="28"/>
          <w:szCs w:val="28"/>
        </w:rPr>
        <w:t xml:space="preserve"> СО «Богдановичский политехникум»,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Прусс Борис Александрович, преподаватель психолого-педагогических и спортивных дисциплин, ГАПОУ СО «Свердловский областной педагогический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Пустовалова Светлана </w:t>
      </w:r>
      <w:r>
        <w:rPr>
          <w:rFonts w:ascii="Liberation Serif" w:hAnsi="Liberation Serif" w:cs="Liberation Serif"/>
          <w:sz w:val="28"/>
          <w:szCs w:val="28"/>
        </w:rPr>
        <w:t xml:space="preserve">Анатольевна, преподаватель МДК профессиональных модулей по специальности «Преподавание в начальных классах», ГАПОУ СО «Свердловский областной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Репина Ирина Ивановна, преподаватель менеджмента, экономик</w:t>
      </w:r>
      <w:r>
        <w:rPr>
          <w:rFonts w:ascii="Liberation Serif" w:hAnsi="Liberation Serif" w:cs="Liberation Serif"/>
          <w:sz w:val="28"/>
          <w:szCs w:val="28"/>
        </w:rPr>
        <w:t>и организаций, предпринимательской деятельности, ГАПОУ СО «Уральский государственный колледж имени И.И. Ползунова»,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Рогов Алексей Юрьевич, преподаватель компьютерной графики, языков и систем программирования, ГАПОУ СО «Уральск</w:t>
      </w:r>
      <w:r>
        <w:rPr>
          <w:rFonts w:ascii="Liberation Serif" w:hAnsi="Liberation Serif" w:cs="Liberation Serif"/>
          <w:sz w:val="28"/>
          <w:szCs w:val="28"/>
        </w:rPr>
        <w:t>ий радиотехнический колледж им. А.С. Попова»,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Романова Алла Александровна, преподаватель основ психологии, психологии общения, управления персоналом, управленческой психологии, менеджмента, ГАПОУ СО «Екатеринбургский колледж т</w:t>
      </w:r>
      <w:r>
        <w:rPr>
          <w:rFonts w:ascii="Liberation Serif" w:hAnsi="Liberation Serif" w:cs="Liberation Serif"/>
          <w:sz w:val="28"/>
          <w:szCs w:val="28"/>
        </w:rPr>
        <w:t>ранспортного строительства»,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Романова Наталья Юрьевна, преподаватель общепрофессиональных дисциплин экономического профиля, правовых основ профессиональной деятельности, правового обеспечения профессиональной деятельности, ГАП</w:t>
      </w:r>
      <w:r>
        <w:rPr>
          <w:rFonts w:ascii="Liberation Serif" w:hAnsi="Liberation Serif" w:cs="Liberation Serif"/>
          <w:sz w:val="28"/>
          <w:szCs w:val="28"/>
        </w:rPr>
        <w:t>ОУ СО «Екатеринбургский энергетический техникум», МО «город Екатеринбург»,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Рубцова Светлана Анатольевна, преподаватель общепрофессиональных дисциплин (экономика, экономическая теории, бизнес-планирование), ГАПОУ</w:t>
      </w:r>
      <w:r>
        <w:rPr>
          <w:rFonts w:ascii="Liberation Serif" w:hAnsi="Liberation Serif" w:cs="Liberation Serif"/>
          <w:sz w:val="28"/>
          <w:szCs w:val="28"/>
        </w:rPr>
        <w:t xml:space="preserve"> СО «Режевской политехникум», Режевской </w:t>
      </w:r>
      <w:r>
        <w:rPr>
          <w:rFonts w:ascii="Liberation Serif" w:hAnsi="Liberation Serif" w:cs="Liberation Serif"/>
          <w:sz w:val="28"/>
          <w:szCs w:val="28"/>
        </w:rPr>
        <w:t>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Рупасова Ольга Николаевна, преподаватель общепрофессиональных дисциплин ГАПОУ СО «Екатеринбургский политехникум»,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Русакова Галина Николаевна, преподаватель общепрофессиональных дисциплин (Информационные технологии в п</w:t>
      </w:r>
      <w:r>
        <w:rPr>
          <w:rFonts w:ascii="Liberation Serif" w:hAnsi="Liberation Serif" w:cs="Liberation Serif"/>
          <w:sz w:val="28"/>
          <w:szCs w:val="28"/>
        </w:rPr>
        <w:t>рофессиональной деятельности), ГАПОУ СО «Екатеринбургский энергетический 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Русакова Лилия Валерьевна, преподаватель общепрофессиональных дисциплин (информатика и ИКТ), ГАПОУ СО «Уральский колледж бизнеса, управления и</w:t>
      </w:r>
      <w:r>
        <w:rPr>
          <w:rFonts w:ascii="Liberation Serif" w:hAnsi="Liberation Serif" w:cs="Liberation Serif"/>
          <w:sz w:val="28"/>
          <w:szCs w:val="28"/>
        </w:rPr>
        <w:t xml:space="preserve"> технологии красоты»,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Русанова Наталья Николаевна, преподаватель психологии, психологии делового общения, ГАПОУ СО «Уральский государственный колледж имени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И.И. Ползунова»,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Самохвалова Ольга Влад</w:t>
      </w:r>
      <w:r>
        <w:rPr>
          <w:rFonts w:ascii="Liberation Serif" w:hAnsi="Liberation Serif" w:cs="Liberation Serif"/>
          <w:sz w:val="28"/>
          <w:szCs w:val="28"/>
        </w:rPr>
        <w:t>имировна, преподаватель общепрофессиональных дисциплины профессионального цикла специальности «Рациональное использование природохозяйственных комплексов» (химические основы экологии, охрана труда, химия, общая экология), ГАПОУ СО «Екатеринбургский энергет</w:t>
      </w:r>
      <w:r>
        <w:rPr>
          <w:rFonts w:ascii="Liberation Serif" w:hAnsi="Liberation Serif" w:cs="Liberation Serif"/>
          <w:sz w:val="28"/>
          <w:szCs w:val="28"/>
        </w:rPr>
        <w:t>ический 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Самохина Наталья Георгиевна,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общепрофессиональных дисциплин (техническая механика, материаловедение), </w:t>
      </w:r>
      <w:r>
        <w:rPr>
          <w:rFonts w:ascii="Liberation Serif" w:hAnsi="Liberation Serif" w:cs="Liberation Serif"/>
          <w:sz w:val="28"/>
          <w:szCs w:val="28"/>
        </w:rPr>
        <w:t>ГАПОУ СО «Каменск-Уральский агропромышленный техникум»,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Саранчина Татьяна </w:t>
      </w:r>
      <w:r>
        <w:rPr>
          <w:rFonts w:ascii="Liberation Serif" w:hAnsi="Liberation Serif" w:cs="Liberation Serif"/>
          <w:sz w:val="28"/>
          <w:szCs w:val="28"/>
        </w:rPr>
        <w:t>Анатольевна, преподаватель психолого-педагогических дисциплин, ГАПОУ СО «Свердловский областной педагогический колледж», МО «город Екатеринбург», ВКК, кандидат философских наук.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Сафронова Лилия Юрьевна, преподаватель технической механики, ГАПОУ СО «Екатери</w:t>
      </w:r>
      <w:r>
        <w:rPr>
          <w:rFonts w:ascii="Liberation Serif" w:hAnsi="Liberation Serif" w:cs="Liberation Serif"/>
          <w:sz w:val="28"/>
          <w:szCs w:val="28"/>
        </w:rPr>
        <w:t xml:space="preserve">нбургский автомобильно-дорожный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Сахибгараева Жанна Александровна, преподаватель дисциплин метрология, стандартизация и сертификация, машиностроительное производство, допуски и посадки, лабораторный практикум по разр</w:t>
      </w:r>
      <w:r>
        <w:rPr>
          <w:rFonts w:ascii="Liberation Serif" w:hAnsi="Liberation Serif" w:cs="Liberation Serif"/>
          <w:sz w:val="28"/>
          <w:szCs w:val="28"/>
        </w:rPr>
        <w:t xml:space="preserve">аботке технологических процессов (машиностроение), ГАПОУ СО «Екатеринбургский политехникум»,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Свинкин Андрей Владимирович, преподаватель общепрофессиональных и специальных дисциплин, ГАПОУ СО «Ирбитский политехникум», ГО </w:t>
      </w:r>
      <w:r>
        <w:rPr>
          <w:rFonts w:ascii="Liberation Serif" w:hAnsi="Liberation Serif" w:cs="Liberation Serif"/>
          <w:sz w:val="28"/>
          <w:szCs w:val="28"/>
        </w:rPr>
        <w:t>«город Ирбит»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Седов Иван Андреевич, преподаватель профессиональных дисциплин и модулей (аддитивные технологии), ГАПОУ СО «Екатеринбургский политехникум»,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Септ Оксана Алексеевна, преподаватель экономических дисциплин, </w:t>
      </w:r>
      <w:r>
        <w:rPr>
          <w:rFonts w:ascii="Liberation Serif" w:hAnsi="Liberation Serif" w:cs="Liberation Serif"/>
          <w:sz w:val="28"/>
          <w:szCs w:val="28"/>
        </w:rPr>
        <w:t>ГАПОУ СО «Каменск-Уральский радиотехнический техникум»,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Серкова Екатерина Геннадьевна, преподаватель общепрофессиональных дисциплин и профессиональных модулей специальностей «Информационные системы», «Прикладная информатика», </w:t>
      </w:r>
      <w:r>
        <w:rPr>
          <w:rFonts w:ascii="Liberation Serif" w:hAnsi="Liberation Serif" w:cs="Liberation Serif"/>
          <w:sz w:val="28"/>
          <w:szCs w:val="28"/>
        </w:rPr>
        <w:t>ГАПОУ СО «Екатеринбургский экономико-технологический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Сивицкая Светлана Ивановна, преподаватель экономики, ГАПОУ СО «Алапаевский индустриальный техникум»,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Симонова Татьяна Сергеевна, </w:t>
      </w:r>
      <w:r>
        <w:rPr>
          <w:rFonts w:ascii="Liberation Serif" w:hAnsi="Liberation Serif" w:cs="Liberation Serif"/>
          <w:sz w:val="28"/>
          <w:szCs w:val="28"/>
        </w:rPr>
        <w:t>преподаватель психолого-педагогических дисциплин, ГАПОУ СО «Свердловский областной педагогический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Смирнова Наталья Валерьевна, преподаватель общепрофессиональных дисциплин и междисциплинарных курсов (естественно-науч</w:t>
      </w:r>
      <w:r>
        <w:rPr>
          <w:rFonts w:ascii="Liberation Serif" w:hAnsi="Liberation Serif" w:cs="Liberation Serif"/>
          <w:sz w:val="28"/>
          <w:szCs w:val="28"/>
        </w:rPr>
        <w:t>ный профиль), ГАПОУ СО «Туринский многопрофильный техникум», Туринский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Снежкова Елена Владимировна, </w:t>
      </w:r>
      <w:r>
        <w:rPr>
          <w:rFonts w:ascii="Liberation Serif" w:eastAsia="Times New Roman" w:hAnsi="Liberation Serif" w:cs="Liberation Serif"/>
          <w:sz w:val="28"/>
          <w:szCs w:val="28"/>
        </w:rPr>
        <w:t>преподаватель экономических дисциплин, ГАПОУ СО «Богдановичский политехникум»,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Соловьянова Юлия Сергеевна, преподаватель правов</w:t>
      </w:r>
      <w:r>
        <w:rPr>
          <w:rFonts w:ascii="Liberation Serif" w:hAnsi="Liberation Serif" w:cs="Liberation Serif"/>
          <w:sz w:val="28"/>
          <w:szCs w:val="28"/>
        </w:rPr>
        <w:t xml:space="preserve">ых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основ учебно-исследовательской деятельности, ГАПОУ СО «Областной техникум дизайна и сервиса»,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Солодухина Наталья Владимировна, преподаватель психологии, документационного обеспечения управления, ГАПОУ СО «Екате</w:t>
      </w:r>
      <w:r>
        <w:rPr>
          <w:rFonts w:ascii="Liberation Serif" w:hAnsi="Liberation Serif" w:cs="Liberation Serif"/>
          <w:sz w:val="28"/>
          <w:szCs w:val="28"/>
        </w:rPr>
        <w:t>ринбургский торгово-экономический 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Старогородцева Марина Юрьевна, преподаватель общепрофессиональных дисциплин и междисциплинарных курсов (естественно-научный профиль), ГАПОУ СО «Туринский многопрофильный техникум», </w:t>
      </w:r>
      <w:r>
        <w:rPr>
          <w:rFonts w:ascii="Liberation Serif" w:hAnsi="Liberation Serif" w:cs="Liberation Serif"/>
          <w:sz w:val="28"/>
          <w:szCs w:val="28"/>
        </w:rPr>
        <w:t>Туринский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Столярова Мария Владимировна, преподаватель дисциплин металлургического профиля, материаловедения,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Суворкова Наталья Викторов</w:t>
      </w:r>
      <w:r>
        <w:rPr>
          <w:rFonts w:ascii="Liberation Serif" w:hAnsi="Liberation Serif" w:cs="Liberation Serif"/>
          <w:sz w:val="28"/>
          <w:szCs w:val="28"/>
        </w:rPr>
        <w:t>на, преподаватель общеобразовательных дисциплин в области обществознания, правовых основ профессиональной деятельности ГАПОУ СО «Каменск-Уральский агропромышленный техникум»,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Суворкова Эльвира Анатольевна, преподаватель (ритми</w:t>
      </w:r>
      <w:r>
        <w:rPr>
          <w:rFonts w:ascii="Liberation Serif" w:hAnsi="Liberation Serif" w:cs="Liberation Serif"/>
          <w:bCs/>
          <w:sz w:val="28"/>
          <w:szCs w:val="28"/>
        </w:rPr>
        <w:t>ка, организация внеурочной деятельности и общения, преподавание по программам начального общего образования), ГАПОУ СО «Каменск-Уральский педагогический колледж»,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Суриф Елена Альбертовна, преподаватель коррекционной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специал</w:t>
      </w:r>
      <w:r>
        <w:rPr>
          <w:rFonts w:ascii="Liberation Serif" w:hAnsi="Liberation Serif" w:cs="Liberation Serif"/>
          <w:sz w:val="28"/>
          <w:szCs w:val="28"/>
        </w:rPr>
        <w:t>ьной педагогики, ГАПОУ СО «Свердловский областной педагогический колледж», МО «город Екатеринбург», ВКК, кандидат педагогических наук.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Темерева Людмила Петровна, преподаватель (психология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и педагогика, организация занятий по основным общеобразовательным </w:t>
      </w:r>
      <w:r>
        <w:rPr>
          <w:rFonts w:ascii="Liberation Serif" w:hAnsi="Liberation Serif" w:cs="Liberation Serif"/>
          <w:bCs/>
          <w:sz w:val="28"/>
          <w:szCs w:val="28"/>
        </w:rPr>
        <w:t>программам дошкольного образования, преподавание по программам начального общего образования, организация внеурочной деятельности и общения), ГАПОУ СО «Каменск-Уральский педагогический колледж»,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Тимиргазин Максим Масхудович, п</w:t>
      </w:r>
      <w:r>
        <w:rPr>
          <w:rFonts w:ascii="Liberation Serif" w:hAnsi="Liberation Serif" w:cs="Liberation Serif"/>
          <w:sz w:val="28"/>
          <w:szCs w:val="28"/>
        </w:rPr>
        <w:t>реподаватель источников питания радиоэлектронной аппаратуры, ГАПОУ СО «Уральский радиотехнический колледж им. А.С. Попова»,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Тымченко Анастасия Ивановна, преподаватель экономических дисциплин, ГАПОУ СО «Уральский политехнически</w:t>
      </w:r>
      <w:r>
        <w:rPr>
          <w:rFonts w:ascii="Liberation Serif" w:hAnsi="Liberation Serif" w:cs="Liberation Serif"/>
          <w:sz w:val="28"/>
          <w:szCs w:val="28"/>
        </w:rPr>
        <w:t>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Усольцев Анатолий Владимирович, преподаватель истории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философии, ГАПОУ СО «Ирбитский гуманитарный колледж», ГО «город Ирбит»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Устьянцева Ирина Юрьевна, преподаватель п</w:t>
      </w:r>
      <w:r>
        <w:rPr>
          <w:rFonts w:ascii="Liberation Serif" w:hAnsi="Liberation Serif" w:cs="Liberation Serif"/>
          <w:sz w:val="28"/>
          <w:szCs w:val="28"/>
        </w:rPr>
        <w:t>сихолого-педагогических дисциплин и профессиональных модулей, ГАПОУ СО «Камышловский педагогический колледж», Камышловский ГО СО, ВКК, кандидат психологических наук.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Устюжанинова Евгения Олеговна, преподаватель истории, гостиничного сервиса, ГАПОУ СО «Екат</w:t>
      </w:r>
      <w:r>
        <w:rPr>
          <w:rFonts w:ascii="Liberation Serif" w:hAnsi="Liberation Serif" w:cs="Liberation Serif"/>
          <w:sz w:val="28"/>
          <w:szCs w:val="28"/>
        </w:rPr>
        <w:t>еринбургский торгово-экономический 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Федотовских Людмила Васильевна, преподаватель экономики организации, сметного дела, ГАПОУ СО «Екатеринбургский колледж транспортного строительства»,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</w:t>
      </w:r>
      <w:r>
        <w:rPr>
          <w:rFonts w:ascii="Liberation Serif" w:hAnsi="Liberation Serif" w:cs="Liberation Serif"/>
          <w:sz w:val="28"/>
          <w:szCs w:val="28"/>
        </w:rPr>
        <w:t xml:space="preserve">еофилова Эльмира Мухаррамовна, преподаватель общепрофессиональных дисциплин и профессиональных модулей технического профиля специальности «Технология хлеба, кондитерских и макаронных изделий», ГАПОУ СО «Екатеринбургский экономико-технологический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Фетисова Елена Ивановна, преподаватель математики, информатики, информационных технологий, ГАПОУ СО «Асбестовский политехникум»,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Шадрина Регина Сергеевна,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преподаватель общепрофессиональных дисциплин и п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рофессиональных модулей специальности «Правоохранительная деятельность»,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учебных дисциплин «Право», «Правовое обеспечение профессиональной деятельности», ГАПОУ СО «Каменск-Уральский техникум торговли и сервиса»,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Шалгина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Альфира Файзрахмановна, преподаватель </w:t>
      </w:r>
      <w:r>
        <w:rPr>
          <w:rFonts w:ascii="Liberation Serif" w:hAnsi="Liberation Serif" w:cs="Liberation Serif"/>
          <w:sz w:val="28"/>
          <w:szCs w:val="28"/>
        </w:rPr>
        <w:t xml:space="preserve">общепрофессиональных дисциплин </w:t>
      </w:r>
      <w:r>
        <w:rPr>
          <w:rFonts w:ascii="Liberation Serif" w:hAnsi="Liberation Serif" w:cs="Liberation Serif"/>
          <w:bCs/>
          <w:sz w:val="28"/>
          <w:szCs w:val="28"/>
        </w:rPr>
        <w:t xml:space="preserve">(Поварское и кондитерское дело, Повар, кондитер), ГАПОУ СО «Каменск-Уральский техникум торговли и сервиса», Каменск-Уральский ГО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Шаркова Елена Валерьевна, преподаватель педагогич</w:t>
      </w:r>
      <w:r>
        <w:rPr>
          <w:rFonts w:ascii="Liberation Serif" w:hAnsi="Liberation Serif" w:cs="Liberation Serif"/>
          <w:sz w:val="28"/>
          <w:szCs w:val="28"/>
        </w:rPr>
        <w:t xml:space="preserve">еских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профессиональных модулей, ГАПОУ СО «Камышловский педагогический колледж»,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Шахмеева Ирина Евгеньевна, преподаватель права, ГАПОУ СО «Сысертский социально-экономический техникум «Родник», Сысертский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Шеломова Юлия Павловна, преподаватель общепрофессиональных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 специальных дисциплин (инженерная графика, шрифты и шрифтоведение, конструирование одежды, художественная отделка изделий), ГАПОУ СО «Областной техникум дизайна и сервиса», МО «город Екатеринбур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Шиллинг Евгения Владимировна, преподаватель металлообрабатывающих дисциплин, ГАПОУ СО «Каменск-Уральский радиотехнический техникум»,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Штыркина Анна Ивановна, преподаватель педагогических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профессиональных </w:t>
      </w:r>
      <w:r>
        <w:rPr>
          <w:rFonts w:ascii="Liberation Serif" w:hAnsi="Liberation Serif" w:cs="Liberation Serif"/>
          <w:sz w:val="28"/>
          <w:szCs w:val="28"/>
        </w:rPr>
        <w:t>модулей, ГАПОУ СО «Камышловский педагогический колледж»,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Шутова Нина Николаевна, преподаватель программирования, компьютерной графики, ГАПОУ СО «Уральский радиотехнический колледж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А.С. Попова»,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</w:t>
      </w:r>
      <w:r>
        <w:rPr>
          <w:rFonts w:ascii="Liberation Serif" w:hAnsi="Liberation Serif" w:cs="Liberation Serif"/>
          <w:sz w:val="28"/>
          <w:szCs w:val="28"/>
        </w:rPr>
        <w:t>имова Анна Викторовна, преподаватель психолого-педагогических дисциплин и профессиональных модулей, ГАПОУ СО «Камышловский педагогический колледж», Камышловский ГО СО, ВКК.</w:t>
      </w:r>
    </w:p>
    <w:p w:rsidR="00AD1BAA" w:rsidRDefault="00AD1BAA">
      <w:pPr>
        <w:tabs>
          <w:tab w:val="left" w:pos="0"/>
          <w:tab w:val="left" w:pos="426"/>
          <w:tab w:val="left" w:pos="710"/>
          <w:tab w:val="left" w:pos="993"/>
        </w:tabs>
        <w:spacing w:after="0"/>
        <w:ind w:right="-1"/>
        <w:jc w:val="both"/>
        <w:rPr>
          <w:rFonts w:ascii="Liberation Serif" w:hAnsi="Liberation Serif"/>
          <w:sz w:val="28"/>
          <w:szCs w:val="28"/>
        </w:rPr>
      </w:pPr>
    </w:p>
    <w:p w:rsidR="00AD1BAA" w:rsidRDefault="00AD1BAA">
      <w:pPr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AD1BAA">
      <w:pPr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Специальные дисциплины</w:t>
      </w:r>
    </w:p>
    <w:p w:rsidR="00AD1BAA" w:rsidRDefault="00AD1BAA">
      <w:pPr>
        <w:spacing w:after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Абрамова Ольга Владимировна, преподаватель ритмики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хо</w:t>
      </w:r>
      <w:r>
        <w:rPr>
          <w:rFonts w:ascii="Liberation Serif" w:hAnsi="Liberation Serif" w:cs="Liberation Serif"/>
          <w:bCs/>
          <w:sz w:val="28"/>
          <w:szCs w:val="28"/>
        </w:rPr>
        <w:t>реографии, ГАПОУ СО «Северный педагогический колледж»,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Аверкиева Елена Николаевна, преподаватель специальных дисциплин (технический профиль), ГАПОУ СО «Ирбитский аграрный техникум», п. Зайково,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Аглиулина Земфира </w:t>
      </w:r>
      <w:r>
        <w:rPr>
          <w:rFonts w:ascii="Liberation Serif" w:hAnsi="Liberation Serif" w:cs="Liberation Serif"/>
          <w:sz w:val="28"/>
          <w:szCs w:val="28"/>
        </w:rPr>
        <w:t>Тагировна, преподаватель специальных дисциплин по ОП «Мастер отделочных строительных и декоративных работ», ГАПОУ СО «Берёзовский техникум «Профи», Берёзовский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Азарян Карине Айказовна, преподаватель (специальность «Экономика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бухучёт»), ГАПОУ СО</w:t>
      </w:r>
      <w:r>
        <w:rPr>
          <w:rFonts w:ascii="Liberation Serif" w:hAnsi="Liberation Serif" w:cs="Liberation Serif"/>
          <w:sz w:val="28"/>
          <w:szCs w:val="28"/>
        </w:rPr>
        <w:t xml:space="preserve"> «Верхнепышминский механико-технологический техникум «Юность»,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Акимова Наталья Михайловна, преподаватель специальных дисциплин по ОП «Коммерция (по отраслям)», ГАПОУ СО «Берёзовский техникум «Профи», Берёзовский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Алдунова Ека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терина Николаевна, преподаватель (общепрофессиональные дисциплины и профессиональные модули технического профиля по специальности «Техническая эксплуатация подъемно-транспортных, строительных, дорожных машин и оборудования (по отраслям)», по профессии «Авт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омеханик»), ГАПОУ СО «Полевской многопрофильный техникум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им. В.И. Назарова», Полевской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Алеева Ольга Григорьевна, преподаватель экономики, менеджмент, ГАПОУ СО «Первоуральский металлургический колледж»,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Аминова Анастасия Серг</w:t>
      </w:r>
      <w:r>
        <w:rPr>
          <w:rFonts w:ascii="Liberation Serif" w:hAnsi="Liberation Serif" w:cs="Liberation Serif"/>
          <w:sz w:val="28"/>
          <w:szCs w:val="28"/>
        </w:rPr>
        <w:t>еевна, преподаватель информационных дисциплин и профессиональных модулей специальностей «Информационные системы», «Прикладная информатика», ГАПОУ СО «Екатеринбургский экономико-технологический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Андронова Ольга Анатоль</w:t>
      </w:r>
      <w:r>
        <w:rPr>
          <w:rFonts w:ascii="Liberation Serif" w:hAnsi="Liberation Serif" w:cs="Liberation Serif"/>
          <w:sz w:val="28"/>
          <w:szCs w:val="28"/>
        </w:rPr>
        <w:t>евна, преподаватель специальных дисциплин (парикмахерское искусство), ГАПОУ СО «Екатеринбургский техникум отраслевых технологий и сервиса»,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Анчугова Людмила Николаевна, преподаватель специальных дисциплин, (информационные техн</w:t>
      </w:r>
      <w:r>
        <w:rPr>
          <w:rFonts w:ascii="Liberation Serif" w:hAnsi="Liberation Serif" w:cs="Liberation Serif"/>
          <w:bCs/>
          <w:sz w:val="28"/>
          <w:szCs w:val="28"/>
        </w:rPr>
        <w:t>ологии), ГАПОУ СО «Каменск-Уральский политехнический колледж», Каменск-Уральский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Арфина Елена Николаевна, преподаватель правовых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специальных дисциплин юридического профиля, ГАПОУ СО «Уральский политехнический колледж – Межрегиональный</w:t>
      </w:r>
      <w:r>
        <w:rPr>
          <w:rFonts w:ascii="Liberation Serif" w:hAnsi="Liberation Serif" w:cs="Liberation Serif"/>
          <w:sz w:val="28"/>
          <w:szCs w:val="28"/>
        </w:rPr>
        <w:t xml:space="preserve">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Афанасенко Ольга Викторовна,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преподаватель общепрофессиональных, специальных дисциплин по направлению</w:t>
      </w:r>
      <w:r>
        <w:rPr>
          <w:rFonts w:ascii="Liberation Serif" w:hAnsi="Liberation Serif" w:cs="Liberation Serif"/>
          <w:sz w:val="28"/>
          <w:szCs w:val="28"/>
        </w:rPr>
        <w:t xml:space="preserve"> «Монтаж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техническое обслуживание и ремонт промышленного оборудования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(по отраслям)»</w:t>
      </w:r>
      <w:r>
        <w:rPr>
          <w:rFonts w:ascii="Liberation Serif" w:hAnsi="Liberation Serif" w:cs="Liberation Serif"/>
          <w:bCs/>
          <w:sz w:val="28"/>
          <w:szCs w:val="28"/>
        </w:rPr>
        <w:t>, ГАПОУ СО «Каме</w:t>
      </w:r>
      <w:r>
        <w:rPr>
          <w:rFonts w:ascii="Liberation Serif" w:hAnsi="Liberation Serif" w:cs="Liberation Serif"/>
          <w:bCs/>
          <w:sz w:val="28"/>
          <w:szCs w:val="28"/>
        </w:rPr>
        <w:t>нск-Уральский политехнический колледж»,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Бабайлова Елена Викторовна, преподаватель общепрофессиональных дисциплин, ГАПОУ СО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«Верхнесалдинский авиаметаллургический колледж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им. А.А. Евстигнеева», Верхнесалдинский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Бабари</w:t>
      </w:r>
      <w:r>
        <w:rPr>
          <w:rFonts w:ascii="Liberation Serif" w:hAnsi="Liberation Serif" w:cs="Liberation Serif"/>
          <w:sz w:val="28"/>
          <w:szCs w:val="28"/>
        </w:rPr>
        <w:t>нова Наталья Владимировна, преподаватель специальных дисциплин дорожно-строительного профиля (статика сооружений, транспортные сооружения), ГАПОУ СО «Екатеринбургский автомобильно-дорожный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Байдосова Светлана </w:t>
      </w:r>
      <w:r>
        <w:rPr>
          <w:rFonts w:ascii="Liberation Serif" w:hAnsi="Liberation Serif" w:cs="Liberation Serif"/>
          <w:sz w:val="28"/>
          <w:szCs w:val="28"/>
        </w:rPr>
        <w:t>Александровна, преподаватель химии, естествознания, специальных дисциплин по ОПОП «Мастер сельскохозяйственного производства», ГАПОУ СО «Артинский агропромышленный техникум», Артинский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Балина Ирина Германовна, преподаватель специальных дисциплин п</w:t>
      </w:r>
      <w:r>
        <w:rPr>
          <w:rFonts w:ascii="Liberation Serif" w:hAnsi="Liberation Serif" w:cs="Liberation Serif"/>
          <w:sz w:val="28"/>
          <w:szCs w:val="28"/>
        </w:rPr>
        <w:t>о специальности «Преподавание в начальных классах», ГАПОУ СО «Свердловский областной педагогический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Башкирова Людмила Петровна, преподаватель специальных дисциплин строительного профиля, ГАПОУ СО «Екатеринбургский пр</w:t>
      </w:r>
      <w:r>
        <w:rPr>
          <w:rFonts w:ascii="Liberation Serif" w:hAnsi="Liberation Serif" w:cs="Liberation Serif"/>
          <w:sz w:val="28"/>
          <w:szCs w:val="28"/>
        </w:rPr>
        <w:t>омышленно-технологический техникум имени В.М. Курочкина», Екатеринбург,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Белова Кристина Олеговна, преподаватель (теория государства и права, конституционное право, административное право, гражданский процесс, специальность «Пр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аво и организация социального обеспечения»), ГАПОУ СО «Ревдинский многопрофильный техникум», ГО Ревда, </w:t>
      </w:r>
      <w:r>
        <w:rPr>
          <w:rFonts w:ascii="Liberation Serif" w:hAnsi="Liberation Serif" w:cs="Liberation Serif"/>
          <w:bCs/>
          <w:sz w:val="28"/>
          <w:szCs w:val="28"/>
        </w:rPr>
        <w:t>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Белохвост Татьяна Викторовна, преподаватель профессиональных дисциплин поварского профиля, ГАПОУ СО «Высокогорский многопрофильный техникум», город </w:t>
      </w:r>
      <w:r>
        <w:rPr>
          <w:rFonts w:ascii="Liberation Serif" w:hAnsi="Liberation Serif" w:cs="Liberation Serif"/>
          <w:sz w:val="28"/>
          <w:szCs w:val="28"/>
        </w:rPr>
        <w:t>Нижний Тагил,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Бердникова Юлия Игоревна, преподаватель общепрофессиональных дисциплин и профессиональных модулей специальности «Техническая эксплуатация подъёмно-транспортных, строительных, дорожных машин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оборудования», ГАПОУ СО «Нижнетагильский стр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оительный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Беспалов Алексей Дмитриевич, преподаватель (техническое обслуживание и ремонт автомобильного транспорта), ГАПОУ СО «Ревдинский многопрофильный техникум», ГО Ревда,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Бондаренко Ольга Александровна, преподават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ель профессиональных модулей электротехнического профиля, ГАПОУ СО «Нижнетагильский техникум металлообрабатывающих производств и сервиса»,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Бормотова Лариса Владимировна, преподаватель (педагогика, технологии периода детства), ГАПОУ</w:t>
      </w:r>
      <w:r>
        <w:rPr>
          <w:rFonts w:ascii="Liberation Serif" w:hAnsi="Liberation Serif" w:cs="Liberation Serif"/>
          <w:sz w:val="28"/>
          <w:szCs w:val="28"/>
        </w:rPr>
        <w:t xml:space="preserve"> СО «Ревдинский педагогический колледж»,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Бородай Татьяна Николаевна, преподаватель (менеджмент, правовые дисциплины, управление персоналом, общепрофессиональные дисциплины по специальности «Документационное обеспечение управления»), ГАПОУ СО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«Полевской многопрофильный техникум им. В.И. Назарова», Полевской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Бородацкая Вероника Викторовна, преподаватель профессиональных дисциплин электротехнического профиля, ГАПОУ СО «Уральский политехнический колледж – Межрегиональный центр компетенци</w:t>
      </w:r>
      <w:r>
        <w:rPr>
          <w:rFonts w:ascii="Liberation Serif" w:hAnsi="Liberation Serif" w:cs="Liberation Serif"/>
          <w:sz w:val="28"/>
          <w:szCs w:val="28"/>
        </w:rPr>
        <w:t>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Боярских Эмилия Андреевна, преподаватель специальных дисциплин художественного профиля, ГАПОУ СО «Уральский техникум «Рифей»,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keepLines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Бублий Светлана Николаевна, преподаватель общепрофессиональных ди</w:t>
      </w:r>
      <w:r>
        <w:rPr>
          <w:rFonts w:ascii="Liberation Serif" w:hAnsi="Liberation Serif" w:cs="Liberation Serif"/>
          <w:sz w:val="28"/>
          <w:szCs w:val="28"/>
          <w:lang w:eastAsia="ru-RU"/>
        </w:rPr>
        <w:t>сциплин (менеджмент, основы финансового и налогового права, основы финансового менеджмента, документационное обеспечение управления), ГАПОУ СО «Уральский горнозаводской колледж имени Демидовых», Невьянский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Бубнова Вера Анатольевна, преподаватель м</w:t>
      </w:r>
      <w:r>
        <w:rPr>
          <w:rFonts w:ascii="Liberation Serif" w:hAnsi="Liberation Serif" w:cs="Liberation Serif"/>
          <w:sz w:val="28"/>
          <w:szCs w:val="28"/>
        </w:rPr>
        <w:t xml:space="preserve">еждисциплинарных курсов и профессиональных модулей ОП «Экономика и бухгалтерский учет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(по отраслям)», «Финансы», «Коммерция (по отраслям)», «Документационное обеспечение управления и архивоведение», ГАПОУ СО </w:t>
      </w:r>
      <w:r>
        <w:rPr>
          <w:rFonts w:ascii="Liberation Serif" w:hAnsi="Liberation Serif" w:cs="Liberation Serif"/>
          <w:bCs/>
          <w:sz w:val="28"/>
          <w:szCs w:val="28"/>
        </w:rPr>
        <w:t>«Каменск-Уральский техникум торговли и сервиса»</w:t>
      </w:r>
      <w:r>
        <w:rPr>
          <w:rFonts w:ascii="Liberation Serif" w:hAnsi="Liberation Serif" w:cs="Liberation Serif"/>
          <w:bCs/>
          <w:sz w:val="28"/>
          <w:szCs w:val="28"/>
        </w:rPr>
        <w:t>, Каменск-Уральский ГО СО,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Бурганова Ольга Владимировна, преподаватель профессиональных модулей специальности «Строительство и эксплуатация зданий и сооружений», ГАПОУ СО «Уральский колледж строительства, архитектуры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предпринимательства», МО «город</w:t>
      </w:r>
      <w:r>
        <w:rPr>
          <w:rFonts w:ascii="Liberation Serif" w:hAnsi="Liberation Serif" w:cs="Liberation Serif"/>
          <w:sz w:val="28"/>
          <w:szCs w:val="28"/>
        </w:rPr>
        <w:t xml:space="preserve">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Бурлуцкая Наталья Александровна, преподаватель специальных дисциплин профессионального цикла специальности «Компьютерные системы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 комплексы», ГАПОУ СО «Нижнетагильский горно-металлургический колледж имени Е.А. и М.Е. Черепановых», </w:t>
      </w:r>
      <w:r>
        <w:rPr>
          <w:rFonts w:ascii="Liberation Serif" w:hAnsi="Liberation Serif" w:cs="Liberation Serif"/>
          <w:sz w:val="28"/>
          <w:szCs w:val="28"/>
        </w:rPr>
        <w:t>го</w:t>
      </w:r>
      <w:r>
        <w:rPr>
          <w:rFonts w:ascii="Liberation Serif" w:hAnsi="Liberation Serif" w:cs="Liberation Serif"/>
          <w:sz w:val="28"/>
          <w:szCs w:val="28"/>
        </w:rPr>
        <w:t xml:space="preserve">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Быстрых Ольга Витальевна, преподаватель профессиональных дисциплин программирования и информационных технологий ВКК,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Васи</w:t>
      </w:r>
      <w:r>
        <w:rPr>
          <w:rFonts w:ascii="Liberation Serif" w:hAnsi="Liberation Serif" w:cs="Liberation Serif"/>
          <w:bCs/>
          <w:sz w:val="28"/>
          <w:szCs w:val="28"/>
        </w:rPr>
        <w:t>льева Татьяна Викторовна, преподаватель педагогики, психологии, коррекционной педагогики, ГБПОУ СО «Красноуфимский педагогический колледж»,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Васильева Татьяна Викторовна, преподаватель по адаптированной программе профессионального о</w:t>
      </w:r>
      <w:r>
        <w:rPr>
          <w:rFonts w:ascii="Liberation Serif" w:hAnsi="Liberation Serif" w:cs="Liberation Serif"/>
          <w:sz w:val="28"/>
          <w:szCs w:val="28"/>
          <w:lang w:eastAsia="ru-RU"/>
        </w:rPr>
        <w:t>бучения «Маляр», ГАПОУ СО «Уральский горнозаводской колледж имени Демидовых»,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Васичкина Наталья Викторовна, преподаватель общепрофессиональных дисциплин (черчение, инженерная графика, материаловедение, охрана труда), ГАПОУ СО «Новоураль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ский технологический колледж»,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Ветошкин Дмитрий Тимофеевич, преподаватель (специальная технология, электротехника), ГАПОУ СО «Каменск-Уральский техникум металлургии и машиностроения»,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Вознюк Юлия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Владимировна, преподаватель банковского дела, ГАПОУ СО «Полевской многопрофильный техникум им. В.И. Назарова», Полевской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Воробьева Елена Викторовна, преподаватель (модули специальности «Сварочное производство»), ГАПОУ СО «Первоуральский политехник</w:t>
      </w:r>
      <w:r>
        <w:rPr>
          <w:rFonts w:ascii="Liberation Serif" w:hAnsi="Liberation Serif" w:cs="Liberation Serif"/>
          <w:sz w:val="28"/>
          <w:szCs w:val="28"/>
        </w:rPr>
        <w:t xml:space="preserve">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Вохминцева Наталья Александровна, преподаватель (специальность «Монтаж и техническая эксплуатация промышленного оборудования»), ГАПОУ СО «Первоуральский металлургический колледж»,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Вязников Вячеслав Анатолье</w:t>
      </w:r>
      <w:r>
        <w:rPr>
          <w:rFonts w:ascii="Liberation Serif" w:hAnsi="Liberation Serif" w:cs="Liberation Serif"/>
          <w:sz w:val="28"/>
          <w:szCs w:val="28"/>
        </w:rPr>
        <w:t>вич, преподаватель специальных дисциплин автомеханического профиля (техническое обслуживание и ремонт автомобильного транспорта), ГАПОУ СО «Екатеринбургский автомобильно-дорожный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Габдрахманова Альфира Ралифовна, преп</w:t>
      </w:r>
      <w:r>
        <w:rPr>
          <w:rFonts w:ascii="Liberation Serif" w:hAnsi="Liberation Serif" w:cs="Liberation Serif"/>
          <w:sz w:val="28"/>
          <w:szCs w:val="28"/>
        </w:rPr>
        <w:t>одаватель профессиональных дисциплин электротехнического профиля,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Габрахманова Ирина Леонидовна, преподаватель (модули специальности «Строительс</w:t>
      </w:r>
      <w:r>
        <w:rPr>
          <w:rFonts w:ascii="Liberation Serif" w:hAnsi="Liberation Serif" w:cs="Liberation Serif"/>
          <w:sz w:val="28"/>
          <w:szCs w:val="28"/>
        </w:rPr>
        <w:t>тво и эксплуатация зданий и сооружений»), ГАПОУ СО «Первоуральский политехникум»,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Ганицева Светлана Владимировна, преподаватель (профессия «Повар», специальность «Поварское и кондитерское дело»), ГАПОУ СО «Ревдинский многопрофильный т</w:t>
      </w:r>
      <w:r>
        <w:rPr>
          <w:rFonts w:ascii="Liberation Serif" w:hAnsi="Liberation Serif" w:cs="Liberation Serif"/>
          <w:sz w:val="28"/>
          <w:szCs w:val="28"/>
        </w:rPr>
        <w:t>ехникум»,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Гильмуллина Лариса Николаевна, преподаватель общепрофессиональных дисциплин технического профиля, ГАПОУ СО «Верхнетуринский механический техникум», ГО Верхняя Тура,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Глушкова Светлана Юрьевна, преподаватель общепрофессиональных</w:t>
      </w:r>
      <w:r>
        <w:rPr>
          <w:rFonts w:ascii="Liberation Serif" w:hAnsi="Liberation Serif" w:cs="Liberation Serif"/>
          <w:sz w:val="28"/>
          <w:szCs w:val="28"/>
        </w:rPr>
        <w:t xml:space="preserve"> дисциплин и междисциплинарных курсов «Экономика отрасли», «Управление структурным подразделением организации», ГАПОУ СО Ирбитский аграрный техникум, п. Зайково,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Голосова Надежда Владимировна, преподаватель электротехнических дисциплин,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ГАПОУ СО «НТГМК»,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Гуломова Шарифа Хамровна, преподаватель общепрофессиональных дисциплин, ГАПОУ СО «Высокогорский многопрофильный техникум»,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Данилова Елена Валентиновна, преподаватель профессиональных дисци</w:t>
      </w:r>
      <w:r>
        <w:rPr>
          <w:rFonts w:ascii="Liberation Serif" w:hAnsi="Liberation Serif" w:cs="Liberation Serif"/>
          <w:sz w:val="28"/>
          <w:szCs w:val="28"/>
        </w:rPr>
        <w:t>плин и модулей электротехнического профиля, ГАПОУ СО «Уральский политехнический колледж – Межрегиональный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Дегтярева Елена Степановна, преподаватель общепрофессиональных дисциплин и профессиональных модулей </w:t>
      </w:r>
      <w:r>
        <w:rPr>
          <w:rFonts w:ascii="Liberation Serif" w:hAnsi="Liberation Serif" w:cs="Liberation Serif"/>
          <w:sz w:val="28"/>
          <w:szCs w:val="28"/>
        </w:rPr>
        <w:t xml:space="preserve">специальностей «Технология продукции общественного питания», «Поварское и кондитерское дело», ГАПОУ СО «Краснотурьинский политехникум», </w:t>
      </w:r>
      <w:r>
        <w:rPr>
          <w:rFonts w:ascii="Liberation Serif" w:hAnsi="Liberation Serif" w:cs="Liberation Serif"/>
          <w:bCs/>
          <w:sz w:val="28"/>
          <w:szCs w:val="28"/>
        </w:rPr>
        <w:t>ГО Краснотурьинск,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Дедяева Ирина Владимировна, преподаватель физической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коллоидной химии, ГАПОУ СО «Уральский го</w:t>
      </w:r>
      <w:r>
        <w:rPr>
          <w:rFonts w:ascii="Liberation Serif" w:hAnsi="Liberation Serif" w:cs="Liberation Serif"/>
          <w:sz w:val="28"/>
          <w:szCs w:val="28"/>
        </w:rPr>
        <w:t>сударственный колледж имени И.И. Ползунова»,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Дементьева Ирина Николаевна, преподаватель специальных дисциплин (машиностроительный профиль), ГАПОУ СО «Екатеринбургский политехникум»,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Демидова Натал</w:t>
      </w:r>
      <w:r>
        <w:rPr>
          <w:rFonts w:ascii="Liberation Serif" w:hAnsi="Liberation Serif" w:cs="Liberation Serif"/>
          <w:sz w:val="28"/>
          <w:szCs w:val="28"/>
        </w:rPr>
        <w:t>ья Николаевна, преподаватель (специальность «Обработка металлов давлением»), ГАПОУ СО «Первоуральский металлургический колледж»,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Дмитриева Марина Георгиевна, преподаватель коммерческих дисциплин, ГАПОУ СО «Нижнетагильский торгово-экон</w:t>
      </w:r>
      <w:r>
        <w:rPr>
          <w:rFonts w:ascii="Liberation Serif" w:hAnsi="Liberation Serif" w:cs="Liberation Serif"/>
          <w:sz w:val="28"/>
          <w:szCs w:val="28"/>
        </w:rPr>
        <w:t>омический колледж»,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Довгаль Светлана Борисовна, преподаватель междисциплинарного курса в области экономики и маркетинга ГАПОУ СО «Каменск-Уральский агропромышленный техникум»,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Долгушина Наталья Алексее</w:t>
      </w:r>
      <w:r>
        <w:rPr>
          <w:rFonts w:ascii="Liberation Serif" w:hAnsi="Liberation Serif" w:cs="Liberation Serif"/>
          <w:sz w:val="28"/>
          <w:szCs w:val="28"/>
        </w:rPr>
        <w:t>вна, преподаватель специальных дисциплин машиностроительного профиля, ГАПОУ СО «Екатеринбургский промышленно-технологический техникум имени В.М. Курочкина»,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Дорошенко Сергей Александрович, преподаватель (техническое обслуживан</w:t>
      </w:r>
      <w:r>
        <w:rPr>
          <w:rFonts w:ascii="Liberation Serif" w:hAnsi="Liberation Serif" w:cs="Liberation Serif"/>
          <w:sz w:val="28"/>
          <w:szCs w:val="28"/>
        </w:rPr>
        <w:t>ие и ремонт автомобильного транспорта), ГАПОУ СО «Ревдинский многопрофильный техникум», ГО Ревда,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Дурыманова Анна Васильевна, преподаватель специальных дисциплин по обработке цифровой информации, ГАПОУ СО «Екатеринбургский промышленно-технологический </w:t>
      </w:r>
      <w:r>
        <w:rPr>
          <w:rFonts w:ascii="Liberation Serif" w:hAnsi="Liberation Serif" w:cs="Liberation Serif"/>
          <w:sz w:val="28"/>
          <w:szCs w:val="28"/>
        </w:rPr>
        <w:t>техникум имени В.М. Курочкина»,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Екимова Елена Владимировна, преподаватель психологии, ГБПОУ СО «Красноуфимский педагогический колледж»,</w:t>
      </w:r>
      <w:r>
        <w:rPr>
          <w:rFonts w:ascii="Liberation Serif" w:hAnsi="Liberation Serif" w:cs="Liberation Serif"/>
          <w:sz w:val="28"/>
          <w:szCs w:val="28"/>
        </w:rPr>
        <w:t xml:space="preserve"> ГО Красноуфимск СО,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Екимова Елена Сергеевна, преподаватель (ОП «Экономики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бухгалтерский учет»), ГАПОУ СО </w:t>
      </w:r>
      <w:r>
        <w:rPr>
          <w:rFonts w:ascii="Liberation Serif" w:hAnsi="Liberation Serif" w:cs="Liberation Serif"/>
          <w:sz w:val="28"/>
          <w:szCs w:val="28"/>
        </w:rPr>
        <w:t xml:space="preserve">«Сергинский многопрофильный техникум, Нижнесергинский МР СО,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Елагина Ольга Александровна, преподаватель (специальность «Технология продукции общественного питания»), ГАПОУ СО «Верхнепышминский механико-технологический техникум «Юность»,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</w:t>
      </w:r>
      <w:r>
        <w:rPr>
          <w:rFonts w:ascii="Liberation Serif" w:hAnsi="Liberation Serif" w:cs="Liberation Serif"/>
          <w:sz w:val="28"/>
          <w:szCs w:val="28"/>
        </w:rPr>
        <w:t>ышма,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Ембалаева Елена Валерьевна, преподаватель (трудовое право, гражданское право, семейное право, право социального обеспечения, менеджмент, специальность «Право и организация социального обеспечения»), ГАПОУ СО «Ревдинский многопрофильный техникум»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ГО Ревда,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Емельянова Оксана Николаевна, преподаватель социально-гуманитарных дисциплин, ГАПОУ СО «Ревдинский педагогический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Ревда,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Еньшина Марина Леонидовна, преподаватель междисциплинарных курсов специальности «Строительство и эк</w:t>
      </w:r>
      <w:r>
        <w:rPr>
          <w:rFonts w:ascii="Liberation Serif" w:hAnsi="Liberation Serif" w:cs="Liberation Serif"/>
          <w:sz w:val="28"/>
          <w:szCs w:val="28"/>
        </w:rPr>
        <w:t xml:space="preserve">сплуатация зданий и сооружений», ГАПОУ СО «Уральский колледж строительства, архитектуры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предпринимательства»,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Еремеева Ирина Викторовна, преподаватель психолого-педагогических дисциплин,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</w:t>
      </w:r>
      <w:r>
        <w:rPr>
          <w:rFonts w:ascii="Liberation Serif" w:hAnsi="Liberation Serif" w:cs="Liberation Serif"/>
          <w:sz w:val="28"/>
          <w:szCs w:val="28"/>
        </w:rPr>
        <w:t>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Ерёмина Елена Валерьевна, преподаватель психолого-педагогических дисциплин,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Ермилова Лариса Владимировна, преподаватель специальных дисциплин, ГАПОУ СО «Училище </w:t>
      </w:r>
      <w:r>
        <w:rPr>
          <w:rFonts w:ascii="Liberation Serif" w:hAnsi="Liberation Serif" w:cs="Liberation Serif"/>
          <w:sz w:val="28"/>
          <w:szCs w:val="28"/>
        </w:rPr>
        <w:t xml:space="preserve">олимпийского резерва № 1 (колледж)»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Ершова Галина Алексеевна, преподаватель общепрофессиональных дисциплин, ГАПОУ СО «Нижнетагильский педагогический колледж № 1»,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город Нижний Тагил, ВКК.</w:t>
      </w:r>
    </w:p>
    <w:p w:rsidR="00AD1BAA" w:rsidRDefault="00CA09AA">
      <w:pPr>
        <w:pStyle w:val="ad"/>
        <w:numPr>
          <w:ilvl w:val="0"/>
          <w:numId w:val="1"/>
        </w:numPr>
        <w:ind w:left="0" w:firstLine="709"/>
        <w:jc w:val="both"/>
      </w:pPr>
      <w:r>
        <w:rPr>
          <w:rFonts w:ascii="Liberation Serif" w:hAnsi="Liberation Serif" w:cs="Liberation Serif"/>
          <w:b w:val="0"/>
          <w:szCs w:val="28"/>
        </w:rPr>
        <w:t>Есина Танзиля Исмагиловна, преподава</w:t>
      </w:r>
      <w:r>
        <w:rPr>
          <w:rFonts w:ascii="Liberation Serif" w:hAnsi="Liberation Serif" w:cs="Liberation Serif"/>
          <w:b w:val="0"/>
          <w:szCs w:val="28"/>
        </w:rPr>
        <w:t>тель (специальность «Технология продукции общественного питания»), ГАПОУ СО «Верхнепышминский механико-технологический техникум «Юность»,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Есипова Людмила Петровна, преподаватель специальных дисциплин профессий «Швея», «Обувщик по рем</w:t>
      </w:r>
      <w:r>
        <w:rPr>
          <w:rFonts w:ascii="Liberation Serif" w:hAnsi="Liberation Serif" w:cs="Liberation Serif"/>
          <w:sz w:val="28"/>
          <w:szCs w:val="28"/>
        </w:rPr>
        <w:t>онту обуви», ГАПОУ СО «Екатеринбургский экономико-технологический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Жилина Евгения Вениановна, преподаватель профессиональных дисциплин (Повар, кондитер), ГАПОУ СО «Техникум индустрии питания и услуг «Кулинар», МО «гор</w:t>
      </w:r>
      <w:r>
        <w:rPr>
          <w:rFonts w:ascii="Liberation Serif" w:hAnsi="Liberation Serif" w:cs="Liberation Serif"/>
          <w:sz w:val="28"/>
          <w:szCs w:val="28"/>
        </w:rPr>
        <w:t>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Задунаева Татьяна Валерьевна, преподаватель профессиональных дисциплин теплотехнического профиля,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Зайцева Светлана Владим</w:t>
      </w:r>
      <w:r>
        <w:rPr>
          <w:rFonts w:ascii="Liberation Serif" w:hAnsi="Liberation Serif" w:cs="Liberation Serif"/>
          <w:sz w:val="28"/>
          <w:szCs w:val="28"/>
          <w:lang w:eastAsia="ru-RU"/>
        </w:rPr>
        <w:t>ировна, преподаватель (сварочное производство), ГАПОУ СО «Кировградский техникум ПТС»,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Захарова Елена Михайловна, преподаватель профессиональных дисциплин теплотехнического профиля, ГАПОУ СО «Уральский политехнический колледж – Межре</w:t>
      </w:r>
      <w:r>
        <w:rPr>
          <w:rFonts w:ascii="Liberation Serif" w:hAnsi="Liberation Serif" w:cs="Liberation Serif"/>
          <w:sz w:val="28"/>
          <w:szCs w:val="28"/>
        </w:rPr>
        <w:t>гиональный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Захарова Татьяна Александровна, преподаватель дисциплин электротехнического профиля, ГАПОУ СО «Алапаевский индустриальный техникум»,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Зацепина Анна Владимировна, преподава</w:t>
      </w:r>
      <w:r>
        <w:rPr>
          <w:rFonts w:ascii="Liberation Serif" w:hAnsi="Liberation Serif" w:cs="Liberation Serif"/>
          <w:sz w:val="28"/>
          <w:szCs w:val="28"/>
        </w:rPr>
        <w:t>тель психолого-педагогических дисциплин, методики дошкольного образования, ГАПОУ СО «Нижнетагильский педагогический колледж № 2»,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Зеер Анастасия Сергеевна, преподаватель общепрофессиональных дисциплин специальности «Документационно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е обеспечение управления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 архивоведение», ГАПОУ СО «Нижнетагильский строительный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Зубов Николай Иванович, преподаватель специальных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по ППКРС «Автомеханик», по ППССЗ «Техническое обслуживание и ремонт </w:t>
      </w:r>
      <w:r>
        <w:rPr>
          <w:rFonts w:ascii="Liberation Serif" w:hAnsi="Liberation Serif" w:cs="Liberation Serif"/>
          <w:sz w:val="28"/>
          <w:szCs w:val="28"/>
        </w:rPr>
        <w:t>автомобильного транспорта», ГАПОУ СО «Слободотуринский аграрно-экономический техникум», Слободо-Туринский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Зубова Лариса Юрьевна, преподаватель психолого-педагогических дисциплин,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Зуева Екатерина Николаевна, преподаватель специальных дисциплин (рисунок, живопись, композиция), ГАПОУ СО «Областной техникум дизайна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сервиса»,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Зыкина Людмила Владимировна, преподаватель коррекционной педагогики, специально</w:t>
      </w:r>
      <w:r>
        <w:rPr>
          <w:rFonts w:ascii="Liberation Serif" w:hAnsi="Liberation Serif" w:cs="Liberation Serif"/>
          <w:bCs/>
          <w:sz w:val="28"/>
          <w:szCs w:val="28"/>
        </w:rPr>
        <w:t xml:space="preserve">й психологии, логопедии,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AD1BAA" w:rsidRDefault="00CA09AA">
      <w:pPr>
        <w:pStyle w:val="ad"/>
        <w:numPr>
          <w:ilvl w:val="0"/>
          <w:numId w:val="1"/>
        </w:numPr>
        <w:ind w:left="0" w:firstLine="709"/>
        <w:jc w:val="both"/>
      </w:pPr>
      <w:r>
        <w:rPr>
          <w:rFonts w:ascii="Liberation Serif" w:hAnsi="Liberation Serif" w:cs="Liberation Serif"/>
          <w:b w:val="0"/>
          <w:szCs w:val="28"/>
        </w:rPr>
        <w:t>Иванова Альбина Григорьевна, преподаватель (специальность «Технология продукции общественного питания</w:t>
      </w:r>
      <w:r>
        <w:rPr>
          <w:rFonts w:ascii="Liberation Serif" w:hAnsi="Liberation Serif" w:cs="Liberation Serif"/>
          <w:szCs w:val="28"/>
        </w:rPr>
        <w:t>»),</w:t>
      </w:r>
      <w:r>
        <w:rPr>
          <w:rFonts w:ascii="Liberation Serif" w:hAnsi="Liberation Serif" w:cs="Liberation Serif"/>
          <w:b w:val="0"/>
          <w:szCs w:val="28"/>
        </w:rPr>
        <w:t xml:space="preserve"> ГАПОУ СО «Верхнепышминский механико-технологический техникум «Ю</w:t>
      </w:r>
      <w:r>
        <w:rPr>
          <w:rFonts w:ascii="Liberation Serif" w:hAnsi="Liberation Serif" w:cs="Liberation Serif"/>
          <w:b w:val="0"/>
          <w:szCs w:val="28"/>
        </w:rPr>
        <w:t xml:space="preserve">ность», </w:t>
      </w:r>
      <w:r>
        <w:rPr>
          <w:rFonts w:ascii="Liberation Serif" w:hAnsi="Liberation Serif" w:cs="Liberation Serif"/>
          <w:szCs w:val="28"/>
        </w:rPr>
        <w:br/>
      </w:r>
      <w:r>
        <w:rPr>
          <w:rFonts w:ascii="Liberation Serif" w:hAnsi="Liberation Serif" w:cs="Liberation Serif"/>
          <w:b w:val="0"/>
          <w:szCs w:val="28"/>
        </w:rPr>
        <w:t>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Имамиева Елена Николаевна, преподаватель профессиональных модулей, ГАПОУ СО «Нижнетагильский техникум металлообрабатывающих производств и сервиса»,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Исакова Татьяна Ивановна, преподаватель профессиона</w:t>
      </w:r>
      <w:r>
        <w:rPr>
          <w:rFonts w:ascii="Liberation Serif" w:hAnsi="Liberation Serif" w:cs="Liberation Serif"/>
          <w:sz w:val="28"/>
          <w:szCs w:val="28"/>
        </w:rPr>
        <w:t>льных дисциплин и модулей машиностроительного профиля: материаловедение, технологическое оборудование, технологическая оснастка, метрология, стандартизация, и сертификация, охрана труда, ГАПОУ СО «Уральский политехнический колледж – Межрегиональный центр к</w:t>
      </w:r>
      <w:r>
        <w:rPr>
          <w:rFonts w:ascii="Liberation Serif" w:hAnsi="Liberation Serif" w:cs="Liberation Serif"/>
          <w:sz w:val="28"/>
          <w:szCs w:val="28"/>
        </w:rPr>
        <w:t>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Исупова Ольга Ричардовна, преподаватель специальных дисциплин, ГАПОУ СО «Уральский техникум «Рифей»,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Ишманова Татьяна Геннадьевна, преподаватель </w:t>
      </w:r>
      <w:r>
        <w:rPr>
          <w:rFonts w:ascii="Liberation Serif" w:hAnsi="Liberation Serif" w:cs="Liberation Serif"/>
          <w:sz w:val="28"/>
          <w:szCs w:val="28"/>
        </w:rPr>
        <w:t>общепрофессиональных дисциплин и профе</w:t>
      </w:r>
      <w:r>
        <w:rPr>
          <w:rFonts w:ascii="Liberation Serif" w:hAnsi="Liberation Serif" w:cs="Liberation Serif"/>
          <w:sz w:val="28"/>
          <w:szCs w:val="28"/>
        </w:rPr>
        <w:t>ссиональных модулей специальностей «Экономика и бухгалтерский учет (по отраслям)», «Операционная деятельность в логистике»</w:t>
      </w:r>
      <w:r>
        <w:rPr>
          <w:rFonts w:ascii="Liberation Serif" w:hAnsi="Liberation Serif" w:cs="Liberation Serif"/>
          <w:bCs/>
          <w:sz w:val="28"/>
          <w:szCs w:val="28"/>
        </w:rPr>
        <w:t>, ГАПОУ СО «Серовский техникум сферы обслуживания и питания», Серовский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Кадочникова Галина Александровна, преподаватель профе</w:t>
      </w:r>
      <w:r>
        <w:rPr>
          <w:rFonts w:ascii="Liberation Serif" w:hAnsi="Liberation Serif" w:cs="Liberation Serif"/>
          <w:sz w:val="28"/>
          <w:szCs w:val="28"/>
        </w:rPr>
        <w:t xml:space="preserve">ссиональных дисциплин и модулей информационного профиля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программирования, ГАПОУ СО «Уральский политехнический колледж – Межрегиональный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Калугина Нина Николаевна, преподаватель специальных дисциплин профе</w:t>
      </w:r>
      <w:r>
        <w:rPr>
          <w:rFonts w:ascii="Liberation Serif" w:hAnsi="Liberation Serif" w:cs="Liberation Serif"/>
          <w:sz w:val="28"/>
          <w:szCs w:val="28"/>
        </w:rPr>
        <w:t>ссий «Швея», «Обувщик по ремонту обуви», ГАПОУ СО «Екатеринбургский экономико-технологический колледж»,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Калыева Оксана Фаритовна, преподаватель общеобразовательных социально-экономических дисциплин, ГАПОУ СО «Каменск-Уральский агропромышленный технику</w:t>
      </w:r>
      <w:r>
        <w:rPr>
          <w:rFonts w:ascii="Liberation Serif" w:hAnsi="Liberation Serif" w:cs="Liberation Serif"/>
          <w:sz w:val="28"/>
          <w:szCs w:val="28"/>
        </w:rPr>
        <w:t>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Каменских Ирина Викторовна</w:t>
      </w:r>
      <w:r>
        <w:rPr>
          <w:rFonts w:ascii="Liberation Serif" w:hAnsi="Liberation Serif" w:cs="Liberation Serif"/>
          <w:sz w:val="28"/>
          <w:szCs w:val="28"/>
        </w:rPr>
        <w:t xml:space="preserve">, преподаватель междисциплинарных курсов и профессиональных модулей специальностей строительного профиля ГАПОУ СО «Каменск-Уральский техникум торговли и сервиса», 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Каракин Максим Сергеевич, преподаватель общепрофессиональных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 специальных дисциплин по ОП «Автомеханик», «Техническое обслуживание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ремонт автомобильного транспорта», ГАПОУ СО «Уральский горнозаводской колледж имени Демидовых»,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Карт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авенко Оксана Владимировна, преподаватель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общепрофессиональных дисциплин (психология, философия, социология, история, обществознание),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ГАПОУ СО 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Новоуральский технологический колледж</w:t>
      </w:r>
      <w:r>
        <w:rPr>
          <w:rFonts w:ascii="Liberation Serif" w:hAnsi="Liberation Serif" w:cs="Liberation Serif"/>
          <w:sz w:val="28"/>
          <w:szCs w:val="28"/>
          <w:lang w:eastAsia="ru-RU"/>
        </w:rPr>
        <w:t>»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Катаева Венарида Фановна, преподаватель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(профессия «Сварщик (ручной и частично механизированной сварки (наплавки», специальность «Сварочное производство»), ГАПОУ СО «Ревдинский многопрофильный техникум», ГО Ревда,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Каторгина Елена Юрьевна, преподаватель психолого-педагогических дисциплин, </w:t>
      </w:r>
      <w:r>
        <w:rPr>
          <w:rFonts w:ascii="Liberation Serif" w:hAnsi="Liberation Serif" w:cs="Liberation Serif"/>
          <w:sz w:val="28"/>
          <w:szCs w:val="28"/>
        </w:rPr>
        <w:t>ГА</w:t>
      </w:r>
      <w:r>
        <w:rPr>
          <w:rFonts w:ascii="Liberation Serif" w:hAnsi="Liberation Serif" w:cs="Liberation Serif"/>
          <w:sz w:val="28"/>
          <w:szCs w:val="28"/>
        </w:rPr>
        <w:t>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Качинская Марина Николаевна, преподаватель специальных дисциплин (общественное питание, калькуляция), ГАПОУ СО «Колледж управления и сервиса «Стиль»»,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Кених Людмила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Александровна, преподаватель технологического оборудования, ГАПОУ СО «Карпинский машиностроительный техникум»,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Карпинск,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Кислинская Ольга Владимировна, преподаватель специальных дисциплин (сварочное производство), ГАПОУ СО </w:t>
      </w:r>
      <w:r>
        <w:rPr>
          <w:rFonts w:ascii="Liberation Serif" w:hAnsi="Liberation Serif" w:cs="Liberation Serif"/>
          <w:sz w:val="28"/>
          <w:szCs w:val="28"/>
        </w:rPr>
        <w:t>«Екатеринбургский промыш</w:t>
      </w:r>
      <w:r>
        <w:rPr>
          <w:rFonts w:ascii="Liberation Serif" w:hAnsi="Liberation Serif" w:cs="Liberation Serif"/>
          <w:sz w:val="28"/>
          <w:szCs w:val="28"/>
        </w:rPr>
        <w:t>ленно-технологический техникум имени В.М. Курочкина»,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Козинец Наталья Геннадьевна, преподаватель специальных дисциплин художественного профиля, ГАПОУ СО «Уральский техникум «Рифей»,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Козлова Татьян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а Николаевна, преподаватель (электротехнический профиль, техническая эксплуатация и обслуживание электрического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>и электромеханического оборудования), ГАПОУ СО «Ревдинский многопрофильный техникум», ГО Ревда,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Колбина Елена Николаевна, преподаватель об</w:t>
      </w:r>
      <w:r>
        <w:rPr>
          <w:rFonts w:ascii="Liberation Serif" w:hAnsi="Liberation Serif" w:cs="Liberation Serif"/>
          <w:sz w:val="28"/>
          <w:szCs w:val="28"/>
        </w:rPr>
        <w:t xml:space="preserve">щепрофессиональных дисциплин (метрология, стандартизация, сертификация),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ГАПОУ СО «Верхнесалдинский авиаметаллургический колледж им. А.А. Евстигнеева», Верхнесалдинский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Колобова Ольга Николаевна, преподаватель спецдисциплин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ОП «Экономика и бухгал</w:t>
      </w:r>
      <w:r>
        <w:rPr>
          <w:rFonts w:ascii="Liberation Serif" w:hAnsi="Liberation Serif" w:cs="Liberation Serif"/>
          <w:sz w:val="28"/>
          <w:szCs w:val="28"/>
        </w:rPr>
        <w:t>терский учёт», ГАПОУ СО «Режевской политехникум», Режевской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Колупаева Елена Леонидовна, преподаватель профессиональных модулей специальности «Гостиничный сервис», ГАПОУ СО «Екатеринбургский колледж транспортного строительства», МО «город Екатеринб</w:t>
      </w:r>
      <w:r>
        <w:rPr>
          <w:rFonts w:ascii="Liberation Serif" w:hAnsi="Liberation Serif" w:cs="Liberation Serif"/>
          <w:sz w:val="28"/>
          <w:szCs w:val="28"/>
        </w:rPr>
        <w:t>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Комарова Татьяна Александровна, преподаватель методика преподавания музыки, ГБПОУ СО «Красноуфимский педагогический колледж»,</w:t>
      </w:r>
      <w:r>
        <w:rPr>
          <w:rFonts w:ascii="Liberation Serif" w:hAnsi="Liberation Serif" w:cs="Liberation Serif"/>
          <w:sz w:val="28"/>
          <w:szCs w:val="28"/>
        </w:rPr>
        <w:t xml:space="preserve"> ГО Красноуфимск СО,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Коновалова Татьяна Ивановна, преподаватель общепрофессиональных дисциплин профессионального ци</w:t>
      </w:r>
      <w:r>
        <w:rPr>
          <w:rFonts w:ascii="Liberation Serif" w:hAnsi="Liberation Serif" w:cs="Liberation Serif"/>
          <w:sz w:val="28"/>
          <w:szCs w:val="28"/>
          <w:lang w:eastAsia="ru-RU"/>
        </w:rPr>
        <w:t>кла профессии «Мастер по обработке цифровой информации», ГАПОУ СО «Нижнетагильский государственный профессиональный колледж им. Н.А. Демидова»,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Константинова Ирина Павловна, преподаватель экономических дисциплин (экономика, </w:t>
      </w:r>
      <w:r>
        <w:rPr>
          <w:rFonts w:ascii="Liberation Serif" w:hAnsi="Liberation Serif" w:cs="Liberation Serif"/>
          <w:sz w:val="28"/>
          <w:szCs w:val="28"/>
        </w:rPr>
        <w:t>организация работы и управление подразделением организации), ГАПОУ СО «Екатеринбургский автомобильно-дорожный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Кордюков Сергей Юрьевич, преподаватель специальных дисциплин автомеханического профиля (устройство автомоб</w:t>
      </w:r>
      <w:r>
        <w:rPr>
          <w:rFonts w:ascii="Liberation Serif" w:hAnsi="Liberation Serif" w:cs="Liberation Serif"/>
          <w:sz w:val="28"/>
          <w:szCs w:val="28"/>
        </w:rPr>
        <w:t>иля, эксплуатация дорожных машин, автомобилей и тракторов), ГАПОУ СО «Екатеринбургский автомобильно-дорожный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Коровина Галина Леонидовна, преподаватель (модули специальности «Технология продукции общественного питания</w:t>
      </w:r>
      <w:r>
        <w:rPr>
          <w:rFonts w:ascii="Liberation Serif" w:hAnsi="Liberation Serif" w:cs="Liberation Serif"/>
          <w:sz w:val="28"/>
          <w:szCs w:val="28"/>
        </w:rPr>
        <w:t>»), ГАПОУ СО «Первоуральский политехникум»,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Королев Александр Павлович, преподаватель профессиональных дисциплин (Повар, кондитер), ГАПОУ СО «Техникум индустрии питания и услуг «Кулинар», МО «город Екатеринбург», 1КК.</w:t>
      </w:r>
    </w:p>
    <w:p w:rsidR="00AD1BAA" w:rsidRDefault="00CA09AA">
      <w:pPr>
        <w:pStyle w:val="a3"/>
        <w:keepLines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Коршунова Галина</w:t>
      </w:r>
      <w:r>
        <w:rPr>
          <w:rFonts w:ascii="Liberation Serif" w:hAnsi="Liberation Serif" w:cs="Liberation Serif"/>
          <w:sz w:val="28"/>
          <w:szCs w:val="28"/>
        </w:rPr>
        <w:t xml:space="preserve"> Николаевна, преподаватель (специальность «Информационные технологии» (по отраслям)»), ГАПОУ СО «Верхнепышминский механико-технологический техникум «Юность»,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Коснырева Ольга Владимировна, преподаватель (специальность «Информационные</w:t>
      </w:r>
      <w:r>
        <w:rPr>
          <w:rFonts w:ascii="Liberation Serif" w:hAnsi="Liberation Serif" w:cs="Liberation Serif"/>
          <w:sz w:val="28"/>
          <w:szCs w:val="28"/>
        </w:rPr>
        <w:t xml:space="preserve"> технологии» (по отраслям)»), ГАПОУ СО «Верхнепышминский механико-технологический техникум «Юность»,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Костромитина Ольга Николаевна, преподаватель (специальность «Техническая эксплуатация и обслуживание электрического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электромехан</w:t>
      </w:r>
      <w:r>
        <w:rPr>
          <w:rFonts w:ascii="Liberation Serif" w:hAnsi="Liberation Serif" w:cs="Liberation Serif"/>
          <w:sz w:val="28"/>
          <w:szCs w:val="28"/>
        </w:rPr>
        <w:t>ического оборудования»), ГАПОУ СО «Верхнепышминский механико-технологический техникум «Юность»,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Котегова Марина Валерьевна, преподаватель психолого-педагогических дисциплин, ГАПОУ СО «Нижнетагильский педагогический колледж № 1», </w:t>
      </w:r>
      <w:r>
        <w:rPr>
          <w:rFonts w:ascii="Liberation Serif" w:hAnsi="Liberation Serif" w:cs="Liberation Serif"/>
          <w:sz w:val="28"/>
          <w:szCs w:val="28"/>
        </w:rPr>
        <w:t>горо</w:t>
      </w:r>
      <w:r>
        <w:rPr>
          <w:rFonts w:ascii="Liberation Serif" w:hAnsi="Liberation Serif" w:cs="Liberation Serif"/>
          <w:sz w:val="28"/>
          <w:szCs w:val="28"/>
        </w:rPr>
        <w:t xml:space="preserve">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Кривулько Юлия Евгеньевна, преподаватель междисциплинарных курсов и профессиональных модулей специальностей «Гостиничное дело», «Гостиничный сервис», «Туризм», ГАПОУ СО «Каменск-Уральский техникум торговли и сервиса», 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</w:t>
      </w:r>
      <w:r>
        <w:rPr>
          <w:rFonts w:ascii="Liberation Serif" w:hAnsi="Liberation Serif" w:cs="Liberation Serif"/>
          <w:bCs/>
          <w:sz w:val="28"/>
          <w:szCs w:val="28"/>
        </w:rPr>
        <w:t xml:space="preserve">й ГО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Крупинина Татьяна Андреевна, преподаватель специальных дисциплин механико-теплотехнического цикла, ГАПОУ СО «Краснотурьинский индустриальный колледж», ГО Краснотурьинск, ВКК.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Крупкин Александр Алексеевич, преподаватель профессиональных дисци</w:t>
      </w:r>
      <w:r>
        <w:rPr>
          <w:rFonts w:ascii="Liberation Serif" w:hAnsi="Liberation Serif" w:cs="Liberation Serif"/>
          <w:sz w:val="28"/>
          <w:szCs w:val="28"/>
        </w:rPr>
        <w:t>плин и модулей металлургического профиля,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Кручинина Елена Николаевна, преподаватель специальных дисциплин по ППССЗ «Товароведение и экспертиза к</w:t>
      </w:r>
      <w:r>
        <w:rPr>
          <w:rFonts w:ascii="Liberation Serif" w:hAnsi="Liberation Serif" w:cs="Liberation Serif"/>
          <w:sz w:val="28"/>
          <w:szCs w:val="28"/>
        </w:rPr>
        <w:t>ачества потребительских товаров», ГАПОУ СО «Слободотуринский аграрно-экономический техникум», Слободо-Туринский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Кудряшова Татьяна Анатольевна, преподаватель электротехники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электроники, общепрофессиональных дисциплин и профессиональных модуле</w:t>
      </w:r>
      <w:r>
        <w:rPr>
          <w:rFonts w:ascii="Liberation Serif" w:hAnsi="Liberation Serif" w:cs="Liberation Serif"/>
          <w:sz w:val="28"/>
          <w:szCs w:val="28"/>
        </w:rPr>
        <w:t xml:space="preserve">й ООП «Техническое обслуживание и эксплуатация электрического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электромеханического оборудования», ГАПОУ СО «Богдановичский политехникум», ГО Богданович,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Кузнецова Ирина Евгеньевна, преподаватель экономики отрасли, оценки эффективности перевозочного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процесса, тарифной политики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транспорте, ГАПОУ СО «Екатеринбургский автомобильно-дорожный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Ольга Дмитриевна, преподаватель профессиональных дисциплин теплотехнического профиля, ГАПОУ СО «Уральский полите</w:t>
      </w:r>
      <w:r>
        <w:rPr>
          <w:rFonts w:ascii="Liberation Serif" w:hAnsi="Liberation Serif" w:cs="Liberation Serif"/>
          <w:sz w:val="28"/>
          <w:szCs w:val="28"/>
        </w:rPr>
        <w:t>хнический колледж – Межрегиональный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Кузьмина Ольга Вениаминовна, преподаватель общепрофессиональных дисциплин (обществознание, черчение, инженерная графика), ГАПОУ СО «Верхнесалдинский авиаметаллургический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колледж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им. А.А. Евстигнеева»,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Куликова Ольга Владимировна, преподаватель специальных дисциплин электроэнергетического профиля, ГАПОУ СО «Екатеринбургский промышленно-технологический техникум имени В.М. Курочкина»,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</w:t>
      </w:r>
      <w:r>
        <w:rPr>
          <w:rFonts w:ascii="Liberation Serif" w:hAnsi="Liberation Serif" w:cs="Liberation Serif"/>
          <w:sz w:val="28"/>
          <w:szCs w:val="28"/>
        </w:rPr>
        <w:t>ева Гульнара Фанавиевна, преподаватель спецдисциплин электротехнического профиля, ГАПОУ СО «Режевской политехникум», Режевской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Лебединец Ираида Юрьевна, преподаватель специальных дисциплин машиностроительного профиля, автотранспортного профиля, уп</w:t>
      </w:r>
      <w:r>
        <w:rPr>
          <w:rFonts w:ascii="Liberation Serif" w:hAnsi="Liberation Serif" w:cs="Liberation Serif"/>
          <w:sz w:val="28"/>
          <w:szCs w:val="28"/>
        </w:rPr>
        <w:t xml:space="preserve">равления персоналом, ГБПОУ СО «Уральский техникум автомобильного транспорта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сервиса»,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Лебедкина Лариса Юрьевна, преподаватель правовых общепрофессиональных дисциплин профессионального цикла, ГАПОУ СО «Нижнетагильский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государственный профессиональный колледж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м. Н.А. Демидова»,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Левчина Ольга Анатольевна, преподаватель (строительный профиль), ГАПОУ СО «Ревдинский многопрофильный техникум», ГО Ревда,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Лимонова Евгения Николаевна, преподаватель</w:t>
      </w:r>
      <w:r>
        <w:rPr>
          <w:rFonts w:ascii="Liberation Serif" w:hAnsi="Liberation Serif" w:cs="Liberation Serif"/>
          <w:sz w:val="28"/>
          <w:szCs w:val="28"/>
        </w:rPr>
        <w:t xml:space="preserve"> (специальность «Сварочное производство»), ГАПОУ СО «Верхнепышминский механико-технологический техникум «Юность», ГО Верхняя Пышма,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Лихачева Алевтина Петровна, преподаватель специальных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профессиональных модулей, ГАПОУ СО Ирбитский аграрн</w:t>
      </w:r>
      <w:r>
        <w:rPr>
          <w:rFonts w:ascii="Liberation Serif" w:hAnsi="Liberation Serif" w:cs="Liberation Serif"/>
          <w:sz w:val="28"/>
          <w:szCs w:val="28"/>
        </w:rPr>
        <w:t xml:space="preserve">ый техникум,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Зайково, Ирбитское МО,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Логинова Надежда Евгеньевна, преподаватель специальных дисциплин дорожно-строительного профиля (изыскания и проектирование, ремонт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содержание автомобильных дорог), ГАПОУ СО «Екатеринбургский автомобильно-доро</w:t>
      </w:r>
      <w:r>
        <w:rPr>
          <w:rFonts w:ascii="Liberation Serif" w:hAnsi="Liberation Serif" w:cs="Liberation Serif"/>
          <w:sz w:val="28"/>
          <w:szCs w:val="28"/>
        </w:rPr>
        <w:t>жный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Локтюшева Татьяна Викторовна, преподаватель профессиональных дисциплин и модулей машиностроительного профиля: материаловедение, технологическое оборудование, технологическая оснастка, метрология, стандартизация,</w:t>
      </w:r>
      <w:r>
        <w:rPr>
          <w:rFonts w:ascii="Liberation Serif" w:hAnsi="Liberation Serif" w:cs="Liberation Serif"/>
          <w:sz w:val="28"/>
          <w:szCs w:val="28"/>
        </w:rPr>
        <w:t xml:space="preserve"> и сертификация, охрана труда,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Луткова Ирина Сергеевна, преподаватель технологии продукции общественного питания, кондитерское дело, ГАПОУ СО «Е</w:t>
      </w:r>
      <w:r>
        <w:rPr>
          <w:rFonts w:ascii="Liberation Serif" w:hAnsi="Liberation Serif" w:cs="Liberation Serif"/>
          <w:sz w:val="28"/>
          <w:szCs w:val="28"/>
        </w:rPr>
        <w:t>катеринбургский торгово-экономический 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Лысова Екатерина Анатольевна, преподаватель профессиональных дисциплин (Организация обслуживания в общественном питании), ГАПОУ СО «Техникум индустрии питания и услуг «Кулинар»,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Малахов Владимир Петрович, преподаватель (основы механизации сельскохозяйственного производства, ремонт автомобилей), ГАПОУ СО «Красноуфимский аграрный колледж»,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ГО Красноуфимск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Малышева Татьяна Николаевна преподават</w:t>
      </w:r>
      <w:r>
        <w:rPr>
          <w:rFonts w:ascii="Liberation Serif" w:hAnsi="Liberation Serif" w:cs="Liberation Serif"/>
          <w:sz w:val="28"/>
          <w:szCs w:val="28"/>
        </w:rPr>
        <w:t>ель (специальность «Прикладная информатики»), ГАПОУ СО «Первоуральский металлургический колледж»,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Мамарин Виктор Георгиевич, преподаватель профессиональных дисциплин электротехнического профиля, ГАПОУ СО «Уральский политехнический </w:t>
      </w:r>
      <w:r>
        <w:rPr>
          <w:rFonts w:ascii="Liberation Serif" w:hAnsi="Liberation Serif" w:cs="Liberation Serif"/>
          <w:sz w:val="28"/>
          <w:szCs w:val="28"/>
        </w:rPr>
        <w:t>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Манзин Александр Борисович, преподаватель общепрофессиональных дисциплин профессионального цикла специальности «Компьютерные системы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комплексы», ГАПОУ СО «Нижнетагильский госуда</w:t>
      </w:r>
      <w:r>
        <w:rPr>
          <w:rFonts w:ascii="Liberation Serif" w:hAnsi="Liberation Serif" w:cs="Liberation Serif"/>
          <w:sz w:val="28"/>
          <w:szCs w:val="28"/>
          <w:lang w:eastAsia="ru-RU"/>
        </w:rPr>
        <w:t>рственный профессиональный колледж им. Н.А. Демидова»,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Мартышева Ольга Анатольевна, преподаватель профессиональных дисциплин специальности «Банковское дело», экономический анализ, анализ финансовой отчетности, маркетинг, банковские</w:t>
      </w:r>
      <w:r>
        <w:rPr>
          <w:rFonts w:ascii="Liberation Serif" w:hAnsi="Liberation Serif" w:cs="Liberation Serif"/>
          <w:sz w:val="28"/>
          <w:szCs w:val="28"/>
        </w:rPr>
        <w:t xml:space="preserve"> операции, внешнеэкономическая деятельность, цены и ценообразование, ГАПОУ СО «Уральский политехнический колледж – Межрегиональный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Марьинских Марина Михайловна, преподаватель МДК профессиональных модулей по</w:t>
      </w:r>
      <w:r>
        <w:rPr>
          <w:rFonts w:ascii="Liberation Serif" w:hAnsi="Liberation Serif" w:cs="Liberation Serif"/>
          <w:sz w:val="28"/>
          <w:szCs w:val="28"/>
        </w:rPr>
        <w:t xml:space="preserve"> специальности «Тепловые электрические станции» (Техническое обслуживание котельного оборудования на тепловых электрических станциях, Основы контроля технологических процессов и управления ими), ГАПОУ СО «Екатеринбургский энергетический техникум», МО «горо</w:t>
      </w:r>
      <w:r>
        <w:rPr>
          <w:rFonts w:ascii="Liberation Serif" w:hAnsi="Liberation Serif" w:cs="Liberation Serif"/>
          <w:sz w:val="28"/>
          <w:szCs w:val="28"/>
        </w:rPr>
        <w:t>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Масленникова Татьяна Михайловна, преподаватель специальных дисциплин, ГАПОУ СО «Уральский техникум «Рифей»,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Махова Валентина Юрьевна, преподаватель декоративно-прикладного искусства и методики обучения пр</w:t>
      </w:r>
      <w:r>
        <w:rPr>
          <w:rFonts w:ascii="Liberation Serif" w:hAnsi="Liberation Serif" w:cs="Liberation Serif"/>
          <w:bCs/>
          <w:sz w:val="28"/>
          <w:szCs w:val="28"/>
        </w:rPr>
        <w:t xml:space="preserve">одуктивным видам деятельности,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Медведев Павел Константинович, преподаватель (металлургический профиль), ГАПОУ СО «Полевской многопрофильный техникум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им. В.И. Назарова», Полевской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Медв</w:t>
      </w:r>
      <w:r>
        <w:rPr>
          <w:rFonts w:ascii="Liberation Serif" w:hAnsi="Liberation Serif" w:cs="Liberation Serif"/>
          <w:sz w:val="28"/>
          <w:szCs w:val="28"/>
        </w:rPr>
        <w:t xml:space="preserve">едева Ирина Анатольевна, преподаватель специальных дисциплин (математика, документационное обеспечение управления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архивоведение), ГБПОУ СО «Уральский техникум автомобильного транспорта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сервиса»,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Медведева Ольга Ивановна,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преподаватель специальных дисциплин электротехнического цикла, ГБПОУ СО «Серовский металлургический техникум»,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Мельникова Елена Владиславовна, преподаватель специальных дисциплин, ГАПОУ СО «Ирбитский политехникум», ГО «город Ирбит»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Мельникова Светлана Юрьевна, преподаватель общепрофессиональных дисциплин экономического цикла, ГАПОУ СО «Нижнетагильский строительный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Мирошникова Наталья Николаевна, преподаватель профессиональных дисциплин (Повар, </w:t>
      </w:r>
      <w:r>
        <w:rPr>
          <w:rFonts w:ascii="Liberation Serif" w:hAnsi="Liberation Serif" w:cs="Liberation Serif"/>
          <w:sz w:val="28"/>
          <w:szCs w:val="28"/>
        </w:rPr>
        <w:t>кондитер), ГАПОУ СО «Техникум индустрии питания и услуг «Кулинар»,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Мисюрина Ольга Александровна, преподаватель спецдисциплин (машиностроение и металлообработка), ГАПОУ СО «Екатеринбургский техникум химического машиностроения»,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Молокова Наталия Васильевна, преподаватель профессиональных дисциплин и модулей теплотехнического профиля: теплооборудование, теплоснабжение, топливоснабжение, ГАПОУ СО «Уральский политехнический колледж – Межрегиональный цен</w:t>
      </w:r>
      <w:r>
        <w:rPr>
          <w:rFonts w:ascii="Liberation Serif" w:hAnsi="Liberation Serif" w:cs="Liberation Serif"/>
          <w:sz w:val="28"/>
          <w:szCs w:val="28"/>
        </w:rPr>
        <w:t>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Молочникова Наталья Николаевна, преподаватель (ОП «Технология продукции общественного питания», «Повар, кондитер» ГАПОУ СО «Красноуфимский многопрофильный техникум»,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Морозова Светлана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Анатольевна, преподаватель экономических общепрофессиональных дисциплин профессионального цикла, ГАПОУ СО «Нижнетагильский государственный профессиональный колледж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им. Н.А. Демидова», город Нижний Тагил, ВКК, кандидат педагогических наук.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Мосеева Татьяна </w:t>
      </w:r>
      <w:r>
        <w:rPr>
          <w:rFonts w:ascii="Liberation Serif" w:hAnsi="Liberation Serif" w:cs="Liberation Serif"/>
          <w:sz w:val="28"/>
          <w:szCs w:val="28"/>
        </w:rPr>
        <w:t xml:space="preserve">Петровна, преподаватель дисциплин технологии машиностроения, ГАПОУ СО «Алапаевский индустриальный техникум»,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Москвина Елена Александровна, преподаватель правовых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профессиональных дисциплин юридического профиля, ГАПОУ </w:t>
      </w:r>
      <w:r>
        <w:rPr>
          <w:rFonts w:ascii="Liberation Serif" w:hAnsi="Liberation Serif" w:cs="Liberation Serif"/>
          <w:sz w:val="28"/>
          <w:szCs w:val="28"/>
        </w:rPr>
        <w:t>СО «Уральский политехнический колледж – Межрегиональный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Москвина Лариса Борисовна, преподаватель (модули специальности «Конструирование, моделирование технологии швейных изделий»), ГАПОУ СО «Первоуральский </w:t>
      </w:r>
      <w:r>
        <w:rPr>
          <w:rFonts w:ascii="Liberation Serif" w:hAnsi="Liberation Serif" w:cs="Liberation Serif"/>
          <w:sz w:val="28"/>
          <w:szCs w:val="28"/>
        </w:rPr>
        <w:t>политехникум», ГО Первоуральск, ВКК.</w:t>
      </w:r>
    </w:p>
    <w:p w:rsidR="00AD1BAA" w:rsidRDefault="00CA09AA">
      <w:pPr>
        <w:pStyle w:val="a3"/>
        <w:keepLines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Мотовилов Михаил Анатольевич, преподаватель междисциплинарных курсов в области ремонта и эксплуатации сельскохозяйственных машин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механизмов, ГАПОУ СО «Каменск-Уральский агропромышленный техникум», Каменск-Уральский Г</w:t>
      </w:r>
      <w:r>
        <w:rPr>
          <w:rFonts w:ascii="Liberation Serif" w:hAnsi="Liberation Serif" w:cs="Liberation Serif"/>
          <w:sz w:val="28"/>
          <w:szCs w:val="28"/>
        </w:rPr>
        <w:t>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Мухаметшина Эльвира Фанисовна, преподаватель специальных дисциплин по ОП «Сварщик (ручной и частично механизированной сварки (наплавки))», «Сварочное производство», ГАПОУ СО «Берёзовский техникум «Профи», Березовский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Мякишева Наталья Ми</w:t>
      </w:r>
      <w:r>
        <w:rPr>
          <w:rFonts w:ascii="Liberation Serif" w:hAnsi="Liberation Serif" w:cs="Liberation Serif"/>
          <w:sz w:val="28"/>
          <w:szCs w:val="28"/>
        </w:rPr>
        <w:t xml:space="preserve">хайловна, преподаватель правовых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общественных дисциплин, ГАПОУ СО «Нижнетагильский торгово-экономический колледж»,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Наймушина Светлана Георгиевна, преподаватель экономических дисциплин, ГАПОУ СО «Первоуральский политехникум», ГО </w:t>
      </w:r>
      <w:r>
        <w:rPr>
          <w:rFonts w:ascii="Liberation Serif" w:hAnsi="Liberation Serif" w:cs="Liberation Serif"/>
          <w:sz w:val="28"/>
          <w:szCs w:val="28"/>
        </w:rPr>
        <w:t>Первоуральск,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Насретдинова Ирина Алексеевна, преподаватель (ОП «Повар, кондитер»), ГАПОУ СО «Сергинский многопрофильный техникум»,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Неверов Иван Аркадьевич,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преподаватель специальных дисциплин, ГАПОУ СО «Каменск-Уральский </w:t>
      </w:r>
      <w:r>
        <w:rPr>
          <w:rFonts w:ascii="Liberation Serif" w:hAnsi="Liberation Serif" w:cs="Liberation Serif"/>
          <w:bCs/>
          <w:sz w:val="28"/>
          <w:szCs w:val="28"/>
        </w:rPr>
        <w:t>политехнический колледж»,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Неводничкова Евгения Юрьевна, преподаватель специальных дисциплин (общественное питание, ресторанный сервис), ГАПОУ СО «Колледж управления и сервиса «Стиль»»,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1440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Неуймина Ан</w:t>
      </w:r>
      <w:r>
        <w:rPr>
          <w:rFonts w:ascii="Liberation Serif" w:hAnsi="Liberation Serif" w:cs="Liberation Serif"/>
          <w:sz w:val="28"/>
          <w:szCs w:val="28"/>
        </w:rPr>
        <w:t>на Васильевна, преподаватель (физическая культура,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организация различных видов деятельности и общения детей в </w:t>
      </w:r>
      <w:r>
        <w:rPr>
          <w:rFonts w:ascii="Liberation Serif" w:hAnsi="Liberation Serif" w:cs="Liberation Serif"/>
          <w:sz w:val="28"/>
          <w:szCs w:val="28"/>
        </w:rPr>
        <w:t>дошкольных образовательных организациях</w:t>
      </w:r>
      <w:r>
        <w:rPr>
          <w:rFonts w:ascii="Liberation Serif" w:hAnsi="Liberation Serif" w:cs="Liberation Serif"/>
          <w:bCs/>
          <w:sz w:val="28"/>
          <w:szCs w:val="28"/>
        </w:rPr>
        <w:t>, преподавание по программам начального общего образования), ГАПОУ СО «Каменск-Уральский педагогический кол</w:t>
      </w:r>
      <w:r>
        <w:rPr>
          <w:rFonts w:ascii="Liberation Serif" w:hAnsi="Liberation Serif" w:cs="Liberation Serif"/>
          <w:bCs/>
          <w:sz w:val="28"/>
          <w:szCs w:val="28"/>
        </w:rPr>
        <w:t>ледж»,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Неустроева Надежда Анатольевна, преподаватель специальных дисциплин (технологии продукции общественного питания), ГАПОУ СО «Алапаевский профессионально-педагогический колледж», МО город Алапаевск,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Никольникова </w:t>
      </w:r>
      <w:r>
        <w:rPr>
          <w:rFonts w:ascii="Liberation Serif" w:hAnsi="Liberation Serif" w:cs="Liberation Serif"/>
          <w:sz w:val="28"/>
          <w:szCs w:val="28"/>
        </w:rPr>
        <w:t xml:space="preserve">Юлия Дмитриевна, преподаватель специальных дисциплин,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ГАПОУ СО «Верхнесалдинский авиаметаллургический колледж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им. А.А. Евстигнеева», Верхнесалдинский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Никонова Наталья Владимировна, преподаватель экономических дисциплин и профессональных моделей с</w:t>
      </w:r>
      <w:r>
        <w:rPr>
          <w:rFonts w:ascii="Liberation Serif" w:hAnsi="Liberation Serif" w:cs="Liberation Serif"/>
          <w:sz w:val="28"/>
          <w:szCs w:val="28"/>
        </w:rPr>
        <w:t>пециальности «Операционная деятельность в логистике», ГАПОУ СО «Уральский политехнический колледж – Межрегиональный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Новгородова Юлия Сергеевна, преподаватель специальных дисциплин (специальность «Документац</w:t>
      </w:r>
      <w:r>
        <w:rPr>
          <w:rFonts w:ascii="Liberation Serif" w:hAnsi="Liberation Serif" w:cs="Liberation Serif"/>
          <w:sz w:val="28"/>
          <w:szCs w:val="28"/>
        </w:rPr>
        <w:t>ионное обеспечение управления и архивоведение, ГАПОУ СО «Ирбитский гуманитарный колледж»,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Обросова Елена Викторовна, преподаватель специальных дисциплин (специальности «Дошкольное образование», «Преподавание в начальных классах»),</w:t>
      </w:r>
      <w:r>
        <w:rPr>
          <w:rFonts w:ascii="Liberation Serif" w:hAnsi="Liberation Serif" w:cs="Liberation Serif"/>
          <w:sz w:val="28"/>
          <w:szCs w:val="28"/>
        </w:rPr>
        <w:t xml:space="preserve"> ГАПОУ СО «Ирбитский гуманитарный колледж»,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Оводкова Светлана Александровна, преподаватель специальных дисциплин, ГАПОУ СО «Нижнетагильский горно-металлургический колледж имени Е.А. и М.Е. Черепановых»,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144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Овсянникова Ирина Ивановна, преподаватель междисциплинарных курсов в области промышленной экологии и биотехнологии, ГАПОУ СО «Каменск-Уральский агропромышленный техникум»,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Одинцева Екатерина Дмитриевна, преподаватель профессио</w:t>
      </w:r>
      <w:r>
        <w:rPr>
          <w:rFonts w:ascii="Liberation Serif" w:hAnsi="Liberation Serif" w:cs="Liberation Serif"/>
          <w:sz w:val="28"/>
          <w:szCs w:val="28"/>
        </w:rPr>
        <w:t>нальных дисциплин специальности «Технология машиностроения», «Аддитивные технологии», ГАПОУ СО «Уральский политехнический колледж – Межрегиональный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144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Озорнина Ирина Анатольевна, преподаватель общепрофессионал</w:t>
      </w:r>
      <w:r>
        <w:rPr>
          <w:rFonts w:ascii="Liberation Serif" w:hAnsi="Liberation Serif" w:cs="Liberation Serif"/>
          <w:sz w:val="28"/>
          <w:szCs w:val="28"/>
        </w:rPr>
        <w:t>ьных дисциплин и профессиональных модулей ООП «Производство тугоплавких неметаллических и силикатных материалов и изделий», ГАПОУ СО «Богдановичский политехникум»,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Оношкин Сергей Викторович, преподаватель технических дисциплин, </w:t>
      </w:r>
      <w:r>
        <w:rPr>
          <w:rFonts w:ascii="Liberation Serif" w:hAnsi="Liberation Serif" w:cs="Liberation Serif"/>
          <w:sz w:val="28"/>
          <w:szCs w:val="28"/>
        </w:rPr>
        <w:t>ГАПОУ СО</w:t>
      </w:r>
      <w:r>
        <w:rPr>
          <w:rFonts w:ascii="Liberation Serif" w:hAnsi="Liberation Serif" w:cs="Liberation Serif"/>
          <w:sz w:val="28"/>
          <w:szCs w:val="28"/>
        </w:rPr>
        <w:t xml:space="preserve"> «Красноуфимский аграрный колледж»,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Орлова Наталья Владимировна, преподаватель общепрофессиональных дисциплин и профессиональных модулей специальности «Садово-парковое и ландшафтное строительство», ГАПОУ СО «Нижнетагильский строите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льный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Павлова Татьяна Владимировна, преподаватель педагогики, психологии, коррекционной педагогики, ГБПОУ СО «Красноуфимский педагогический колледж»,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Пантелеева Алина Геннадьевна, преподаватель (э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кономические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правовые основы профессиональной деятельности, экономики отрасли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предприятия, экономики отрасли, управление коллективом исполнителей, менеджмент), ГАПОУ СО «Ревдинский многопрофильный техникум», ГО Ревда,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Патрушева Елена Владимировн</w:t>
      </w:r>
      <w:r>
        <w:rPr>
          <w:rFonts w:ascii="Liberation Serif" w:hAnsi="Liberation Serif" w:cs="Liberation Serif"/>
          <w:sz w:val="28"/>
          <w:szCs w:val="28"/>
        </w:rPr>
        <w:t xml:space="preserve">а, преподаватель специальных дисциплин (информатика), ГАПОУ СО «Уральский техникум «Рифей»,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Пахалуева Татьяна Ивановна, преподаватель общепрофессиональных дисциплин и профессиональных модулей специальности «Строительство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э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ксплуатация зданий и сооружений», ГАПОУ СО «Нижнетагильский строительный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Перезолов Алексей Евгеньевич, преподаватель дисциплин теории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методики физического воспитания, ГАПОУ СО «Нижнетагильский педагогический колледж № </w:t>
      </w:r>
      <w:r>
        <w:rPr>
          <w:rFonts w:ascii="Liberation Serif" w:hAnsi="Liberation Serif" w:cs="Liberation Serif"/>
          <w:sz w:val="28"/>
          <w:szCs w:val="28"/>
        </w:rPr>
        <w:t>2»,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Вероника Викторовна, преподаватель общепрофессиональных дисциплин технического профиля, ГАПОУ СО «Асбестовский политехникум», Асбестовский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Петрова Лада Васильевна, преподаватель, специальная технология, </w:t>
      </w:r>
      <w:r>
        <w:rPr>
          <w:rFonts w:ascii="Liberation Serif" w:hAnsi="Liberation Serif" w:cs="Liberation Serif"/>
          <w:sz w:val="28"/>
          <w:szCs w:val="28"/>
        </w:rPr>
        <w:t>обработка металлов давлением, ГАПОУ СО «Каменск-Уральский техникум металлургии и машиностроения»,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Подкорытова Диана Дмитриевна, преподаватель (русский язык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и литература, преподавание по программам начального общего образовани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я), ГАПОУ СО «Каменск-Уральский педагогический колледж»,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Поздеева Эмма Борисовна, преподаватель психолого-педагогических дисциплин,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Половников Николай Павлович, пр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еподаватель специальных дисциплин по ОПОП «Сварщик ручной и частично механизированной сварки (наплавки)», ГАПОУ СО «Артинский агропромышленный техникум», Артинский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Полякова Татьяна Ивановна, преподаватель специальных дисциплин (гостиничный сервис)</w:t>
      </w:r>
      <w:r>
        <w:rPr>
          <w:rFonts w:ascii="Liberation Serif" w:hAnsi="Liberation Serif" w:cs="Liberation Serif"/>
          <w:sz w:val="28"/>
          <w:szCs w:val="28"/>
        </w:rPr>
        <w:t xml:space="preserve">, ГАПОУ СО «Колледж управления и сервиса «Стиль»,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Полякова Яна Олеговна, преподаватель общепрофессиональных дисциплин профессионального цикла специальности «Компьютерные системы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 комплексы», ГАПОУ СО «Нижнетагильский </w:t>
      </w:r>
      <w:r>
        <w:rPr>
          <w:rFonts w:ascii="Liberation Serif" w:hAnsi="Liberation Serif" w:cs="Liberation Serif"/>
          <w:sz w:val="28"/>
          <w:szCs w:val="28"/>
          <w:lang w:eastAsia="ru-RU"/>
        </w:rPr>
        <w:t>государственный профессиональный колледж им. Н.А. Демидова»,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Попкова Надежда Викторовна, преподаватель (профессия «Повар, кондитер», специальность: «Поварское и кондитерское дело»), ГАПОУ СО «Ревдинский многопрофильный техникум», Г</w:t>
      </w:r>
      <w:r>
        <w:rPr>
          <w:rFonts w:ascii="Liberation Serif" w:hAnsi="Liberation Serif" w:cs="Liberation Serif"/>
          <w:sz w:val="28"/>
          <w:szCs w:val="28"/>
        </w:rPr>
        <w:t>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Попова Светлана Евгеньевна, преподаватель специальных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по специальности «Коммерция (по отраслям)», ГАПОУ СО «Асбестовский политехникум»,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Прокопьева Юлия Владимировна, преподаватель общепрофессиональных дисципли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н и профессиональных модулей специальности «Техническая эксплуатация и обслуживание электрического и электромеханического оборудования», ГАПОУ СО «Нижнетагильский строительный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Прядеина Юлия Александровна, преподаватель об</w:t>
      </w:r>
      <w:r>
        <w:rPr>
          <w:rFonts w:ascii="Liberation Serif" w:hAnsi="Liberation Serif" w:cs="Liberation Serif"/>
          <w:sz w:val="28"/>
          <w:szCs w:val="28"/>
          <w:lang w:eastAsia="ru-RU"/>
        </w:rPr>
        <w:t>щепрофессиональных дисциплин (электротехника), ГАПОУ СО 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Новоуральский технологический колледж</w:t>
      </w:r>
      <w:r>
        <w:rPr>
          <w:rFonts w:ascii="Liberation Serif" w:hAnsi="Liberation Serif" w:cs="Liberation Serif"/>
          <w:sz w:val="28"/>
          <w:szCs w:val="28"/>
          <w:lang w:eastAsia="ru-RU"/>
        </w:rPr>
        <w:t>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Разницина Розалия Куттусовна, преподаватель </w:t>
      </w:r>
      <w:r>
        <w:rPr>
          <w:rFonts w:ascii="Liberation Serif" w:hAnsi="Liberation Serif" w:cs="Liberation Serif"/>
          <w:sz w:val="28"/>
          <w:szCs w:val="28"/>
        </w:rPr>
        <w:t xml:space="preserve">общепрофессиональных дисциплин и профессиональных модулей специальности «Технология </w:t>
      </w:r>
      <w:r>
        <w:rPr>
          <w:rFonts w:ascii="Liberation Serif" w:hAnsi="Liberation Serif" w:cs="Liberation Serif"/>
          <w:sz w:val="28"/>
          <w:szCs w:val="28"/>
        </w:rPr>
        <w:t>продукции общественного питания»,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ГАПОУ СО «Серовский техникум сферы обслуживания и питания,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Ракитина Наталья Александровна, преподаватель (социально-экономические дисциплины),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ГАПОУ СО «Верхнесалдинский авиаметаллургический колледж им. </w:t>
      </w:r>
      <w:r>
        <w:rPr>
          <w:rFonts w:ascii="Liberation Serif" w:hAnsi="Liberation Serif" w:cs="Liberation Serif"/>
          <w:sz w:val="28"/>
          <w:szCs w:val="28"/>
          <w:lang w:eastAsia="ru-RU"/>
        </w:rPr>
        <w:t>А.А. Евстигнеева», Верхнесалдинский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Распопова Ирина Ивановна, преподаватель специальных дисциплин, ГАПОУ СО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«Верхнесалдинский авиаметаллургический колледж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им. А.А. Евстигнеева», Верхнесалдинский ГО,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Рассанова Мария Михайловна, преподаватель </w:t>
      </w:r>
      <w:r>
        <w:rPr>
          <w:rFonts w:ascii="Liberation Serif" w:hAnsi="Liberation Serif" w:cs="Liberation Serif"/>
          <w:sz w:val="28"/>
          <w:szCs w:val="28"/>
        </w:rPr>
        <w:t xml:space="preserve">общепрофессиональных дисциплин профессии «Повар, кондитер» специальности «Организация обслуживания в общественном питании», </w:t>
      </w:r>
      <w:r>
        <w:rPr>
          <w:rFonts w:ascii="Liberation Serif" w:hAnsi="Liberation Serif" w:cs="Liberation Serif"/>
          <w:bCs/>
          <w:sz w:val="28"/>
          <w:szCs w:val="28"/>
        </w:rPr>
        <w:t>ГАПОУ СО «Серовский техникум сферы обслуживания и питания»,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Ростокина Светлана Сергеевна, преподаватель коммерчес</w:t>
      </w:r>
      <w:r>
        <w:rPr>
          <w:rFonts w:ascii="Liberation Serif" w:hAnsi="Liberation Serif" w:cs="Liberation Serif"/>
          <w:sz w:val="28"/>
          <w:szCs w:val="28"/>
        </w:rPr>
        <w:t>ких дисциплин в сфере потребительского рынка, ГАПОУ СО «Нижнетагильский торгово-экономический колледж»,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Русинова Людмила Васильевна, преподаватель специальных дисциплин, ГАПОУ СО «Нижнетагильский горно-металлургический колледж имен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 Е.А. и М.Е. Черепановых»,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Савельева Мария Альбертовна, преподаватель (специальных дисциплин «Обработка металлов давлением») </w:t>
      </w:r>
      <w:r>
        <w:rPr>
          <w:rFonts w:ascii="Liberation Serif" w:hAnsi="Liberation Serif" w:cs="Liberation Serif"/>
          <w:sz w:val="28"/>
          <w:szCs w:val="28"/>
          <w:lang w:eastAsia="ru-RU"/>
        </w:rPr>
        <w:t>ГАПОУ СО «Верхнесалдинский авиаметаллургический колледж им. А.А. Евстигнеева», Верхнесалдинский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Савина Ольга Николаевна, преподаватель информационных дисциплин ОП «Программирование компьютерных систем», ГАПОУ СО «Асбестовский политехникум»,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Савичева Светлана Викторовна, преподаватель общепрофессиональных дисциплин и профессионал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ьных модулей специальности «Информационные системы», ГАПОУ СО «Нижнетагильский строительный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Савчук Татьяна Васильевна, преподаватель сварочного производства, ГАПОУ СО «Екатеринбургский политехникум», МО «город Екатеринбур</w:t>
      </w:r>
      <w:r>
        <w:rPr>
          <w:rFonts w:ascii="Liberation Serif" w:hAnsi="Liberation Serif" w:cs="Liberation Serif"/>
          <w:sz w:val="28"/>
          <w:szCs w:val="28"/>
        </w:rPr>
        <w:t>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Саламатова Елена Анатольевна, преподаватель специальных дисциплин медико-биологические основы безопасности жизнедеятельности, преподаватель основ безопасности жизнедеятельности,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ГАПОУ СО «Асбестовский политехникум», </w:t>
      </w:r>
      <w:r>
        <w:rPr>
          <w:rFonts w:ascii="Liberation Serif" w:hAnsi="Liberation Serif" w:cs="Liberation Serif"/>
          <w:sz w:val="28"/>
          <w:szCs w:val="28"/>
        </w:rPr>
        <w:t xml:space="preserve">Асбестовский ГО,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Самохина </w:t>
      </w:r>
      <w:r>
        <w:rPr>
          <w:rFonts w:ascii="Liberation Serif" w:hAnsi="Liberation Serif" w:cs="Liberation Serif"/>
          <w:sz w:val="28"/>
          <w:szCs w:val="28"/>
        </w:rPr>
        <w:t>Наталья Георгиевна, преподаватель междисциплинарных курсов в области сварочных технологий ГАПОУ СО «Каменск-Уральский агропромышленный техникум»,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Сандаков Сергей Александрович, преподаватель специальных дисциплин и модулей авт</w:t>
      </w:r>
      <w:r>
        <w:rPr>
          <w:rFonts w:ascii="Liberation Serif" w:hAnsi="Liberation Serif" w:cs="Liberation Serif"/>
          <w:sz w:val="28"/>
          <w:szCs w:val="28"/>
        </w:rPr>
        <w:t>отранспортный профиль, ГАПОУ СО «Екатеринбургский политехникум»,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Сафонова Елена Эдуардовна, преподаватель металлургических дисциплин, теплотехники, материаловедения, ГАПОУ СО «Уральский государственный колледж имени И.И. </w:t>
      </w:r>
      <w:r>
        <w:rPr>
          <w:rFonts w:ascii="Liberation Serif" w:hAnsi="Liberation Serif" w:cs="Liberation Serif"/>
          <w:sz w:val="28"/>
          <w:szCs w:val="28"/>
        </w:rPr>
        <w:t>Ползунова»,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Светлакова Надежда Григорьевна, преподаватель (специальность «Право и организация социального обеспечения»), ГАПОУ СО «Первоуральский металлургический колледж»,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Семенова Алена Анатольевна, пре</w:t>
      </w:r>
      <w:r>
        <w:rPr>
          <w:rFonts w:ascii="Liberation Serif" w:hAnsi="Liberation Serif" w:cs="Liberation Serif"/>
          <w:sz w:val="28"/>
          <w:szCs w:val="28"/>
        </w:rPr>
        <w:t>подаватель специальных дисциплин сварочного производства ГАПОУ СО «Асбестовский политехникум»,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Семенова Виктория Сергеевна, преподаватель (основы алгоритмизации и программирования, прикладное программирование), Полевской филиал ГАПОУ </w:t>
      </w:r>
      <w:r>
        <w:rPr>
          <w:rFonts w:ascii="Liberation Serif" w:hAnsi="Liberation Serif" w:cs="Liberation Serif"/>
          <w:sz w:val="28"/>
          <w:szCs w:val="28"/>
        </w:rPr>
        <w:t>СО «Уральский радиотехнический колледж им. А.С. Попова», Полевской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Серебренникова Татьяна Валерьевна, преподаватель специальных дисциплин (металлургия черных металлов), ГАПОУ СО «Нижнетагильский горно-металлургический колледж имени Е.А. и М.Е. Чер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епановых»,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Серянина Светлана Федоровна, преподаватель (специальность «Коммерция»), ГАПОУ СО «Верхнепышминский механико-технологический техникум «Юность»,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Сидорова Наталья Валерьевна, преподаватель инженерной </w:t>
      </w:r>
      <w:r>
        <w:rPr>
          <w:rFonts w:ascii="Liberation Serif" w:hAnsi="Liberation Serif" w:cs="Liberation Serif"/>
          <w:sz w:val="28"/>
          <w:szCs w:val="28"/>
        </w:rPr>
        <w:t>графики, охраны труда, ГАПОУ СО «Ирбитский мотоциклетный техникум»,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Симченко Лариса Сережитиновна, преподаватель общепрофессиональных дисциплин в области металлургии и машиностроения и информационных технологий ГАПОУ СО «Каменск-У</w:t>
      </w:r>
      <w:r>
        <w:rPr>
          <w:rFonts w:ascii="Liberation Serif" w:hAnsi="Liberation Serif" w:cs="Liberation Serif"/>
          <w:sz w:val="28"/>
          <w:szCs w:val="28"/>
        </w:rPr>
        <w:t>ральский агропромышленный техникум»,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Скаредина Оксана Александровна, преподаватель специальных дисциплин дорожно-строительного профиля (геология и грунтоведение, инженерная графика, техническая механика), ГАПОУ СО «Екатеринбур</w:t>
      </w:r>
      <w:r>
        <w:rPr>
          <w:rFonts w:ascii="Liberation Serif" w:hAnsi="Liberation Serif" w:cs="Liberation Serif"/>
          <w:sz w:val="28"/>
          <w:szCs w:val="28"/>
        </w:rPr>
        <w:t>гский автомобильно-дорожный колледж»,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Смолокурова Ирина Михайловна, преподаватель специальных дисциплин строительного профиля, ГАПОУ СО «Баранчинский электромеханический техникум»,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Снежко Светлана Валерьевн</w:t>
      </w:r>
      <w:r>
        <w:rPr>
          <w:rFonts w:ascii="Liberation Serif" w:hAnsi="Liberation Serif" w:cs="Liberation Serif"/>
          <w:sz w:val="28"/>
          <w:szCs w:val="28"/>
        </w:rPr>
        <w:t xml:space="preserve">а, преподаватель экономики, ГАПОУ СО «Красноуфимский аграрный колледж»,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ГО Красноуфимск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Собянина Алена Алексеевна, преподаватель спецдисциплин (строительный профиль), ГАПОУ СО «Режевской политехникум», </w:t>
      </w:r>
      <w:r>
        <w:rPr>
          <w:rFonts w:ascii="Liberation Serif" w:hAnsi="Liberation Serif" w:cs="Liberation Serif"/>
          <w:sz w:val="28"/>
          <w:szCs w:val="28"/>
        </w:rPr>
        <w:t xml:space="preserve">Режевской ГО,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Соколова Елена Павловна, п</w:t>
      </w:r>
      <w:r>
        <w:rPr>
          <w:rFonts w:ascii="Liberation Serif" w:hAnsi="Liberation Serif" w:cs="Liberation Serif"/>
          <w:sz w:val="28"/>
          <w:szCs w:val="28"/>
        </w:rPr>
        <w:t>реподаватель дисциплин информационного профиля, ГАПОУ СО «Уральский государственный колледж имени И.И. Ползунова»,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Соколова Ирина Брониславовна, преподаватель химии, физической химии, аналитической химии, ГАПОУ СО «Уральский г</w:t>
      </w:r>
      <w:r>
        <w:rPr>
          <w:rFonts w:ascii="Liberation Serif" w:hAnsi="Liberation Serif" w:cs="Liberation Serif"/>
          <w:sz w:val="28"/>
          <w:szCs w:val="28"/>
        </w:rPr>
        <w:t>осударственный колледж имени И.И. Ползунова»,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Соломеина Светлана Сергеевна, преподаватель профессионального цикла по ОП «Коммерция в торговле», ГАПОУ СО «Екатеринбургский торгово-экономический техникум»,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Соломина Елена Владимировна, преподаватель, русский язык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литература, организация занятий по основным общеобразовательным программам дошкольного образования, преподавание по программам начального общего образования, ГАПОУ СО «Каменск-</w:t>
      </w:r>
      <w:r>
        <w:rPr>
          <w:rFonts w:ascii="Liberation Serif" w:hAnsi="Liberation Serif" w:cs="Liberation Serif"/>
          <w:bCs/>
          <w:sz w:val="28"/>
          <w:szCs w:val="28"/>
        </w:rPr>
        <w:t>Уральский педагогический колледж»,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Солопова Елена Борисовна, преподаватель экономики, логистики, АФХД, бухгалтерского учета, ГАПОУ СО «Екатеринбургский торгово-экономический техникум», МО «город Екатеринбург», ВКК 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Сорокина </w:t>
      </w:r>
      <w:r>
        <w:rPr>
          <w:rFonts w:ascii="Liberation Serif" w:hAnsi="Liberation Serif" w:cs="Liberation Serif"/>
          <w:sz w:val="28"/>
          <w:szCs w:val="28"/>
          <w:lang w:eastAsia="ru-RU"/>
        </w:rPr>
        <w:t>Наталья Юрьевна, преподаватель общепрофессиональных дисциплин («Материаловедение», «Метрология, стандартизация сертификация», «Техническая эксплуатация подъёмно-транспортных, строительных, дорожных машин и оборудования», «Строительство и эксплуатация здани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й и сооружений»), ГАПОУ СО «Нижнетагильский строительный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Старицына Наталья Анатольевна, преподаватель специальных дисциплин, геологии, геодезии, маркшейдерского дела, ГАПОУ СО «Уральский государственный колледж имени И.И.</w:t>
      </w:r>
      <w:r>
        <w:rPr>
          <w:rFonts w:ascii="Liberation Serif" w:hAnsi="Liberation Serif" w:cs="Liberation Serif"/>
          <w:sz w:val="28"/>
          <w:szCs w:val="28"/>
        </w:rPr>
        <w:t xml:space="preserve"> Ползунова»,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Стахеев Леонид Анатольевич, преподаватель специальных дисциплин автотранспортного профиля, ГБПОУ СО «Уральский техникум автомобильного транспорта и сервиса»,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Стахеева Людмила Николаев</w:t>
      </w:r>
      <w:r>
        <w:rPr>
          <w:rFonts w:ascii="Liberation Serif" w:hAnsi="Liberation Serif" w:cs="Liberation Serif"/>
          <w:bCs/>
          <w:sz w:val="28"/>
          <w:szCs w:val="28"/>
        </w:rPr>
        <w:t>на, преподаватель (композиция, рисунок, живопись методика изобразительного искусства), ГБПОУ СО «Красноуфимский педагогический колледж»,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Стоянова Ольга Николаевна, преподаватель технологии продукции общественного питания, ГАПОУ СО </w:t>
      </w:r>
      <w:r>
        <w:rPr>
          <w:rFonts w:ascii="Liberation Serif" w:hAnsi="Liberation Serif" w:cs="Liberation Serif"/>
          <w:sz w:val="28"/>
          <w:szCs w:val="28"/>
        </w:rPr>
        <w:t>«Екатеринбургский торгово-экономический 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Сутягина Лилия Назметдиновна, преподаватель МДК профессиональных модулей по специальности «Рациональное использование природохозяйственных комплексов», ГАПОУ СО «Екатеринбургс</w:t>
      </w:r>
      <w:r>
        <w:rPr>
          <w:rFonts w:ascii="Liberation Serif" w:hAnsi="Liberation Serif" w:cs="Liberation Serif"/>
          <w:sz w:val="28"/>
          <w:szCs w:val="28"/>
        </w:rPr>
        <w:t>кий энергетический 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Сухарева Елена Анатольевна, преподаватель (педагогика, музыкильно-эстетические дисциплины), ГАПОУ СО «Ревдинский педагогический колледж», ГО Ревда,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Сысолятин Никита Сергеевич, преподаватель п</w:t>
      </w:r>
      <w:r>
        <w:rPr>
          <w:rFonts w:ascii="Liberation Serif" w:hAnsi="Liberation Serif" w:cs="Liberation Serif"/>
          <w:sz w:val="28"/>
          <w:szCs w:val="28"/>
        </w:rPr>
        <w:t>рофессиональных модулей специальности «Техническое обслуживание и ремонт автомобильного транспорта», ГАПОУ СО «Екатеринбургский колледж транспортного строительства»,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Табунщикова Елена Николаевна преподаватель специальных дисци</w:t>
      </w:r>
      <w:r>
        <w:rPr>
          <w:rFonts w:ascii="Liberation Serif" w:hAnsi="Liberation Serif" w:cs="Liberation Serif"/>
          <w:sz w:val="28"/>
          <w:szCs w:val="28"/>
        </w:rPr>
        <w:t>плин (электротехнические дисциплины), ГАПОУ СО «Уральский техникум «Рифей»,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Телешова Наталья Юрьевна, преподаватель общепрофессиональных дисциплин и профессиональных модулей специальности «Земельно-имущественные отношения», ГА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ПОУ СО «Нижнетагильский строительный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Темерева Людмила Петровна, преподаватель, психология и педагогика, организация занятий по основным общеобразовательным программам дошкольного образования, преподавание по программам </w:t>
      </w:r>
      <w:r>
        <w:rPr>
          <w:rFonts w:ascii="Liberation Serif" w:hAnsi="Liberation Serif" w:cs="Liberation Serif"/>
          <w:bCs/>
          <w:sz w:val="28"/>
          <w:szCs w:val="28"/>
        </w:rPr>
        <w:t>начального общего образования, организация внеурочной деятельности и общения, ГАПОУ СО «Каменск-Уральский педагогический колледж»,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Тимиргазин Максим Масхудович, преподаватель технологии настройки и регулировки радиотехнических</w:t>
      </w:r>
      <w:r>
        <w:rPr>
          <w:rFonts w:ascii="Liberation Serif" w:hAnsi="Liberation Serif" w:cs="Liberation Serif"/>
          <w:sz w:val="28"/>
          <w:szCs w:val="28"/>
        </w:rPr>
        <w:t xml:space="preserve"> систем, устройств и блоков, ГАПОУ СО «Уральский радиотехнический колледж им. А.С. Попова»,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Тихомирова Наталия Петровна, преподаватель специальных дисциплин парикмахерского искусства, ГАПОУ СО «Екатеринбургский промышленно-тех</w:t>
      </w:r>
      <w:r>
        <w:rPr>
          <w:rFonts w:ascii="Liberation Serif" w:hAnsi="Liberation Serif" w:cs="Liberation Serif"/>
          <w:sz w:val="28"/>
          <w:szCs w:val="28"/>
        </w:rPr>
        <w:t>нологический техникум имени В.М. Курочкина»,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Тишина Елена Валерьевна, преподаватель профессиональных модулей специальности «Банковское дело», ГАПОУ СО «Екатеринбургский колледж транспортного строительства», МО «город Екатеринб</w:t>
      </w:r>
      <w:r>
        <w:rPr>
          <w:rFonts w:ascii="Liberation Serif" w:hAnsi="Liberation Serif" w:cs="Liberation Serif"/>
          <w:sz w:val="28"/>
          <w:szCs w:val="28"/>
        </w:rPr>
        <w:t>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Тищенко Елена Алексеевна, преподаватель МДК профессиональных модулей по специальности «Электрические станции, сети и системы» (Техническое обслуживание электрооборудования электрических станций, сетей и систем, Релейная защита электрооборудовани</w:t>
      </w:r>
      <w:r>
        <w:rPr>
          <w:rFonts w:ascii="Liberation Serif" w:hAnsi="Liberation Serif" w:cs="Liberation Serif"/>
          <w:sz w:val="28"/>
          <w:szCs w:val="28"/>
        </w:rPr>
        <w:t>я электрических станций, сетей и систем, Автоматизированные системы управления в электроэнергосистемах), ГАПОУ СО «Екатеринбургский энергетический техникум»,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Толстоброва Вера Викторовна, преподаватель </w:t>
      </w:r>
      <w:r>
        <w:rPr>
          <w:rFonts w:ascii="Liberation Serif" w:hAnsi="Liberation Serif" w:cs="Liberation Serif"/>
          <w:sz w:val="28"/>
          <w:szCs w:val="28"/>
        </w:rPr>
        <w:t>общепрофессиональных дисц</w:t>
      </w:r>
      <w:r>
        <w:rPr>
          <w:rFonts w:ascii="Liberation Serif" w:hAnsi="Liberation Serif" w:cs="Liberation Serif"/>
          <w:sz w:val="28"/>
          <w:szCs w:val="28"/>
        </w:rPr>
        <w:t>иплин и профессиональных модулей специальности «Товароведение и экспертиза качества потребительских товаров»</w:t>
      </w:r>
      <w:r>
        <w:rPr>
          <w:rFonts w:ascii="Liberation Serif" w:hAnsi="Liberation Serif" w:cs="Liberation Serif"/>
          <w:bCs/>
          <w:sz w:val="28"/>
          <w:szCs w:val="28"/>
        </w:rPr>
        <w:t>, ГАПОУ СО «Серовский техникум сферы обслуживания и питания»,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Тоценко Елена Николаевна, преподаватель общепрофессиональных дисцип</w:t>
      </w:r>
      <w:r>
        <w:rPr>
          <w:rFonts w:ascii="Liberation Serif" w:hAnsi="Liberation Serif" w:cs="Liberation Serif"/>
          <w:sz w:val="28"/>
          <w:szCs w:val="28"/>
          <w:lang w:eastAsia="ru-RU"/>
        </w:rPr>
        <w:t>лин профессионального цикла профессии «Мастер по обработке цифровой информации», ГАПОУ СО «Нижнетагильский государственный профессиональный колледж им. Н.А. Демидова»,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Трефилова Юлия Вячеславовна, преподаватель метрологии, </w:t>
      </w:r>
      <w:r>
        <w:rPr>
          <w:rFonts w:ascii="Liberation Serif" w:hAnsi="Liberation Serif" w:cs="Liberation Serif"/>
          <w:sz w:val="28"/>
          <w:szCs w:val="28"/>
        </w:rPr>
        <w:t>стандартизации и сертификации, ГАПОУ СО «Первоуральский металлургический колледж»,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Ушакова Ольга Александровна, преподаватель (психология социально-правовой деятельности, психология общения, социально-гуманитарные дисциплины, специаль</w:t>
      </w:r>
      <w:r>
        <w:rPr>
          <w:rFonts w:ascii="Liberation Serif" w:hAnsi="Liberation Serif" w:cs="Liberation Serif"/>
          <w:sz w:val="28"/>
          <w:szCs w:val="28"/>
        </w:rPr>
        <w:t>ность «Право и организация социального обеспечения»), ГАПОУ СО «Ревдинский многопрофильный техникум», ГО Ревда,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Феденева Надежда Александровна, преподаватель профессиональных дисциплин и модулей специальности Компьютерные системы и комплексы, ГАПОУ СО</w:t>
      </w:r>
      <w:r>
        <w:rPr>
          <w:rFonts w:ascii="Liberation Serif" w:hAnsi="Liberation Serif" w:cs="Liberation Serif"/>
          <w:sz w:val="28"/>
          <w:szCs w:val="28"/>
        </w:rPr>
        <w:t xml:space="preserve"> «Уральский политехнический колледж – Межрегиональный центр компетенций»,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Федоров Валерий Владимирович, преподаватель общепрофессиональных дисциплин профессионального цикла специальности «Техническое обслуживание и ремонт авт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омобильного транспорта», ГАПОУ СО «Нижнетагильский государственный профессиональный колледж им. Н.А. Демидова»,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Федоровская Анна Дамировна, преподаватель социально-педагогических дисциплин,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</w:t>
      </w:r>
      <w:r>
        <w:rPr>
          <w:rFonts w:ascii="Liberation Serif" w:hAnsi="Liberation Serif" w:cs="Liberation Serif"/>
          <w:sz w:val="28"/>
          <w:szCs w:val="28"/>
        </w:rPr>
        <w:t>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Федосеева Анна Леонидовна, преподаватель (дисциплины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по специальности «Прикладная информатики») ГБПОУ СО «Красноуфимский педагогический колледж»,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Фролова Татьяна Петровна, преподаватель профессиональных дисци</w:t>
      </w:r>
      <w:r>
        <w:rPr>
          <w:rFonts w:ascii="Liberation Serif" w:hAnsi="Liberation Serif" w:cs="Liberation Serif"/>
          <w:sz w:val="28"/>
          <w:szCs w:val="28"/>
        </w:rPr>
        <w:t>плин электротехнического профиля, ГАПОУ СО «Высокогорский многопрофильный техникум»,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Хабибуллина Роза Римовна, преподаватель специальных дисциплин по специальности «Преподавание в начальных классах», ГАПОУ СО «Свердловский </w:t>
      </w:r>
      <w:r>
        <w:rPr>
          <w:rFonts w:ascii="Liberation Serif" w:hAnsi="Liberation Serif" w:cs="Liberation Serif"/>
          <w:sz w:val="28"/>
          <w:szCs w:val="28"/>
        </w:rPr>
        <w:t>областной педагогический колледж»,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Хайруллина Гульфия Рафисовна, преподаватель дисциплин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профессиональных модулей машиностроительного профиля: технология машиностроения, проектирование технологических процессов, реализация </w:t>
      </w:r>
      <w:r>
        <w:rPr>
          <w:rFonts w:ascii="Liberation Serif" w:hAnsi="Liberation Serif" w:cs="Liberation Serif"/>
          <w:sz w:val="28"/>
          <w:szCs w:val="28"/>
        </w:rPr>
        <w:t>тех процесса, типовые технологические процессы, технология изготовления деталей на металлорежущих станках с ЧПУ, технологическое оборудование,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</w:t>
      </w:r>
      <w:r>
        <w:rPr>
          <w:rFonts w:ascii="Liberation Serif" w:hAnsi="Liberation Serif" w:cs="Liberation Serif"/>
          <w:sz w:val="28"/>
          <w:szCs w:val="28"/>
        </w:rPr>
        <w:t>аритонова Надежда Эвальдовна, преподаватель профессиональных дисциплин по технологии общественного питания, ГАПОУ СО «Карпинский машиностроительный техникум», ГО Карпинск,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Хмылова Екатерина Александровна, преподаватель правовых дисциплин и профессиона</w:t>
      </w:r>
      <w:r>
        <w:rPr>
          <w:rFonts w:ascii="Liberation Serif" w:hAnsi="Liberation Serif" w:cs="Liberation Serif"/>
          <w:sz w:val="28"/>
          <w:szCs w:val="28"/>
        </w:rPr>
        <w:t>льных дисциплин юридического профиля, ГАПОУ СО «Уральский политехнический колледж – Межрегиональный центр компетенций»,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Храмова Светлана Александровна, преподаватель (психология 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и педагогика, преподавание по программам началь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ного общего образования, организация внеурочной деятельности и общения), ГАПОУ СО «Каменск-Уральский педагогический колледж», 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Каменск-Уральский ГО СО, В</w:t>
      </w: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Чагина Лариса Валерьевна, преподаватель общепрофессиональных дисциплин (право, правовые основы профе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ссиональной деятельности), ГАПОУ СО «Новоуральский технологический колледж»,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Черкесова Юлия Викторовна, преподаватель гостиничного сервиса, английского языка, ГАПОУ СО «Екатеринбургский торгово-экономический техникум», МО «город Е</w:t>
      </w:r>
      <w:r>
        <w:rPr>
          <w:rFonts w:ascii="Liberation Serif" w:hAnsi="Liberation Serif" w:cs="Liberation Serif"/>
          <w:sz w:val="28"/>
          <w:szCs w:val="28"/>
        </w:rPr>
        <w:t>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Чертова Елена Олеговна, преподаватель специальных дисциплин (прикладная эстетика), ГАПОУ СО «Екатеринбургский техникум отраслевых технологий и сервиса»,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Чехонина Елена Юрьевна, преподаватель профессиональног</w:t>
      </w:r>
      <w:r>
        <w:rPr>
          <w:rFonts w:ascii="Liberation Serif" w:hAnsi="Liberation Serif" w:cs="Liberation Serif"/>
          <w:sz w:val="28"/>
          <w:szCs w:val="28"/>
        </w:rPr>
        <w:t>о модуля специальности «Строительство и эксплуатация зданий и сооружений», ГАПОУ СО «Екатеринбургский колледж транспортного строительства»,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Чечулина Екатерина Игнатьевна, преподаватель специальных дисциплин экономического цикл</w:t>
      </w:r>
      <w:r>
        <w:rPr>
          <w:rFonts w:ascii="Liberation Serif" w:hAnsi="Liberation Serif" w:cs="Liberation Serif"/>
          <w:bCs/>
          <w:sz w:val="28"/>
          <w:szCs w:val="28"/>
        </w:rPr>
        <w:t>а, ГАПОУ СО «Краснотурьинский индустриальный колледж», ГО 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Шаклеина Наталья Петровна, преподаватель общетехнических дисциплин, ГАПОУ СО «Ирбитский политехникум»,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Шарапова Елена Амуровна, преподаватель профессио</w:t>
      </w:r>
      <w:r>
        <w:rPr>
          <w:rFonts w:ascii="Liberation Serif" w:hAnsi="Liberation Serif" w:cs="Liberation Serif"/>
          <w:sz w:val="28"/>
          <w:szCs w:val="28"/>
        </w:rPr>
        <w:t>нальных модулей специальности Прикладная информатика,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Шарова Марина Федоровна, преподаватель биологии, географии, специальных дисциплин по ОПОП </w:t>
      </w:r>
      <w:r>
        <w:rPr>
          <w:rFonts w:ascii="Liberation Serif" w:hAnsi="Liberation Serif" w:cs="Liberation Serif"/>
          <w:sz w:val="28"/>
          <w:szCs w:val="28"/>
        </w:rPr>
        <w:t>«Мастер сельскохозяйственного производства», «Механизация сельского хозяйства», ГАПОУ СО «Артинский агропромышленный техникум», Артинский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Шепилко Наталья Витальевна, преподаватель специальных дисциплин, ГАПОУ СО «Уральский техникум «Рифей», МО «го</w:t>
      </w:r>
      <w:r>
        <w:rPr>
          <w:rFonts w:ascii="Liberation Serif" w:hAnsi="Liberation Serif" w:cs="Liberation Serif"/>
          <w:sz w:val="28"/>
          <w:szCs w:val="28"/>
        </w:rPr>
        <w:t>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Шишкина Юлия Геннадьевна, преподаватель (электротехнический профиль, техническая эксплуатация и обслуживание электрического и электромеханического оборудования), ГАПОУ СО «Ревдинский многопрофильный техникум», ГО Ревда,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Шумаков</w:t>
      </w:r>
      <w:r>
        <w:rPr>
          <w:rFonts w:ascii="Liberation Serif" w:hAnsi="Liberation Serif" w:cs="Liberation Serif"/>
          <w:sz w:val="28"/>
          <w:szCs w:val="28"/>
        </w:rPr>
        <w:t>а Клара Сагировна, преподаватель (музыкально-эстетические дисциплины), ГАПОУ СО «Ревдинский педагогический колледж», ГО Ревда,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Шуматаева Мария Леонидовна, преподаватель специальных дисциплин, ГАПОУ СО «Ревдинский педагогический колледж», ГО Ревда, 1КК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Шурц Юлия Александровна, преподаватель дисциплин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профессиональных модулей экономического профиля, ГАПОУ СО «Баранчинский электромеханический техникум», Кушвинский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Шутова Нина Николаевна, преподаватель методов и средств проектирования информац</w:t>
      </w:r>
      <w:r>
        <w:rPr>
          <w:rFonts w:ascii="Liberation Serif" w:hAnsi="Liberation Serif" w:cs="Liberation Serif"/>
          <w:sz w:val="28"/>
          <w:szCs w:val="28"/>
        </w:rPr>
        <w:t xml:space="preserve">ионных систем, программирования микропроцессорных систем, ГАПОУ СО «Уральский радиотехнический колледж им. А.С. Попова»,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Щербинин Дмитрий Александрович, преподаватель профессиональных дисциплин специальности программирование </w:t>
      </w:r>
      <w:r>
        <w:rPr>
          <w:rFonts w:ascii="Liberation Serif" w:hAnsi="Liberation Serif" w:cs="Liberation Serif"/>
          <w:sz w:val="28"/>
          <w:szCs w:val="28"/>
        </w:rPr>
        <w:t>в компьютерных системах, вычислительных машины и комплексы, ГАПОУ СО «Уральский политехнический колледж – Межрегиональный центр компетенций»,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Щербинина Елена Валерьевна, преподаватель специальных дисциплин (специальность Обраб</w:t>
      </w:r>
      <w:r>
        <w:rPr>
          <w:rFonts w:ascii="Liberation Serif" w:hAnsi="Liberation Serif" w:cs="Liberation Serif"/>
          <w:sz w:val="28"/>
          <w:szCs w:val="28"/>
        </w:rPr>
        <w:t>отка металлов давлением), ГАПОУ СО «Первоуральский металлургический колледж»,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Эннс Любовь Анатольевна, преподаватель общепрофессиональных дисциплин и профессиональных модулей специальностей «Технология продукции общественного питания»</w:t>
      </w:r>
      <w:r>
        <w:rPr>
          <w:rFonts w:ascii="Liberation Serif" w:hAnsi="Liberation Serif" w:cs="Liberation Serif"/>
          <w:sz w:val="28"/>
          <w:szCs w:val="28"/>
        </w:rPr>
        <w:t xml:space="preserve">, «Поварское и кондитерское дело», ГАПОУ СО «Краснотурьинский политехникум», </w:t>
      </w:r>
      <w:r>
        <w:rPr>
          <w:rFonts w:ascii="Liberation Serif" w:hAnsi="Liberation Serif" w:cs="Liberation Serif"/>
          <w:bCs/>
          <w:sz w:val="28"/>
          <w:szCs w:val="28"/>
        </w:rPr>
        <w:t>ГО Краснотурьинск, ВКК.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993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Юдина Оксана Григорьевна, преподаватель (специальных дисциплин «Обработка металлов давлением»), ГАПОУ СО «Верхнесалдинский авиаметаллургический колледж им</w:t>
      </w:r>
      <w:r>
        <w:rPr>
          <w:rFonts w:ascii="Liberation Serif" w:hAnsi="Liberation Serif" w:cs="Liberation Serif"/>
          <w:sz w:val="28"/>
          <w:szCs w:val="28"/>
        </w:rPr>
        <w:t>. А.А. Евстигнеева»,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Яговцева Марина Владимировна, преподаватель специальных дисциплин (специальность «Техническая эксплуатация и обслуживание электрического и электромеханического оборудования» (по отраслям), ГАПОУ СО </w:t>
      </w:r>
      <w:r>
        <w:rPr>
          <w:rFonts w:ascii="Liberation Serif" w:hAnsi="Liberation Serif" w:cs="Liberation Serif"/>
          <w:sz w:val="28"/>
          <w:szCs w:val="28"/>
        </w:rPr>
        <w:t>«Первоуральский металлургический колледж»,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Якушева Людмила Валентиновна, преподаватель специальных дисциплин металлургического цикла, менеджмент, ГАПОУ СО «Краснотурьинский индустриальный колледж», ГО Краснотурьинск, ВКК.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Ярославцева</w:t>
      </w:r>
      <w:r>
        <w:rPr>
          <w:rFonts w:ascii="Liberation Serif" w:hAnsi="Liberation Serif" w:cs="Liberation Serif"/>
          <w:sz w:val="28"/>
          <w:szCs w:val="28"/>
        </w:rPr>
        <w:t xml:space="preserve"> Елена Анатольевна, преподаватель («Техника бесконфликтного общения», «Основы культуры профессионального общения»), ГАПОУ СО «Верхнепышминский механико-технологический техникум «Юность»,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Ярышева Елена Анатольевна, преподаватель матем</w:t>
      </w:r>
      <w:r>
        <w:rPr>
          <w:rFonts w:ascii="Liberation Serif" w:hAnsi="Liberation Serif" w:cs="Liberation Serif"/>
          <w:sz w:val="28"/>
          <w:szCs w:val="28"/>
        </w:rPr>
        <w:t xml:space="preserve">атических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информационных дисциплин, ГАПОУ СО «Асбестовский политехникум», Асбестовский ГО, ВКК.</w:t>
      </w: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Преподаватель-организатор основ безопасности жизнедеятельности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Абусахитов Заил Алимович, преподаватель-организатор основ безопасности жизнедеятельности, МК</w:t>
      </w:r>
      <w:r>
        <w:rPr>
          <w:rFonts w:ascii="Liberation Serif" w:hAnsi="Liberation Serif" w:cs="Liberation Serif"/>
          <w:sz w:val="28"/>
          <w:szCs w:val="28"/>
        </w:rPr>
        <w:t xml:space="preserve">ОУ «Талицкая СОШ № 4», Талицкий ГО,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Бабракова Елена Владимировна, преподаватель-организатор основ безопасности жизнедеятельности, МАОУ «Средняя общеобразовательная 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19»,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Барышникова Людмила Михайловна, преподава</w:t>
      </w:r>
      <w:r>
        <w:rPr>
          <w:rFonts w:ascii="Liberation Serif" w:hAnsi="Liberation Serif" w:cs="Liberation Serif"/>
          <w:sz w:val="28"/>
          <w:szCs w:val="28"/>
        </w:rPr>
        <w:t xml:space="preserve">тель-организатор основ безопасности жизнедеятельности, филиал МОУ «Костинская СОШ» – Клевакинская ООШ, МО Алапаевское,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Бахарев Александр Владимирович, преподаватель-организатор основ безопасности жизнедеятельности, МАОУ «Артинский лицей», Артинский </w:t>
      </w:r>
      <w:r>
        <w:rPr>
          <w:rFonts w:ascii="Liberation Serif" w:hAnsi="Liberation Serif" w:cs="Liberation Serif"/>
          <w:sz w:val="28"/>
          <w:szCs w:val="28"/>
        </w:rPr>
        <w:t xml:space="preserve">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Бессонов Андрей Владимирович, преподаватель-организатор основ безопасности жизнедеятельности, МБОУ «Шалинская СОШ № 45»,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Боднар Татьяна Владимировна, преподаватель-организатор основ безопасности жизнедеятельности, МАОУ «СОШ № 2</w:t>
      </w:r>
      <w:r>
        <w:rPr>
          <w:rFonts w:ascii="Liberation Serif" w:hAnsi="Liberation Serif" w:cs="Liberation Serif"/>
          <w:sz w:val="28"/>
          <w:szCs w:val="28"/>
        </w:rPr>
        <w:t xml:space="preserve">», ГО Верхняя Пышма,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Большедворова Марина Анатольевна, преподаватель-организатор основ безопасности жизнедеятельности, МАОУ Черновская СОШ,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Бызова Галина Геннадьевна, преподаватель-организатор основ безопасности жизнедеятельности,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МБОУ СОШ № 14, с. Новопаньшино,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Витартас Сергей Мечиславович, преподаватель-организатор основ безопасности жизнедеятельности, МАОУ СОШ № 7, Тавдинский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Военков Сергей Анатольевич, преподаватель-организатор </w:t>
      </w:r>
      <w:r>
        <w:rPr>
          <w:rFonts w:ascii="Liberation Serif" w:hAnsi="Liberation Serif" w:cs="Liberation Serif"/>
          <w:sz w:val="28"/>
          <w:szCs w:val="28"/>
        </w:rPr>
        <w:t>основ безопасности</w:t>
      </w:r>
      <w:r>
        <w:rPr>
          <w:rFonts w:ascii="Liberation Serif" w:hAnsi="Liberation Serif" w:cs="Liberation Serif"/>
          <w:sz w:val="28"/>
          <w:szCs w:val="28"/>
        </w:rPr>
        <w:t xml:space="preserve"> жизнедеятельности,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МБОУ СОШ № 1 </w:t>
      </w:r>
      <w:r>
        <w:rPr>
          <w:rFonts w:ascii="Liberation Serif" w:hAnsi="Liberation Serif" w:cs="Liberation Serif"/>
          <w:sz w:val="28"/>
          <w:szCs w:val="28"/>
        </w:rPr>
        <w:t xml:space="preserve">им. Героя РФ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Романова В. В.,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Сосьвинский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 Евгений Александрович, преподаватель-организатор основ безопасности жизнедеятельности, МКОУ АГО «Русскопотамская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Вьюкова Ольга Викторовна, пр</w:t>
      </w:r>
      <w:r>
        <w:rPr>
          <w:rFonts w:ascii="Liberation Serif" w:hAnsi="Liberation Serif" w:cs="Liberation Serif"/>
          <w:sz w:val="28"/>
          <w:szCs w:val="28"/>
        </w:rPr>
        <w:t>еподаватель-организатор основ безопасности жизнедеятельности, МБОУ СОШ № 3, Режевской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Гаврилов Юрий Витальевич, преподаватель-организатор основ безопасности жизнедеятельности, МАОУ лицей № 110,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Глушкова Ирина Михайлов</w:t>
      </w:r>
      <w:r>
        <w:rPr>
          <w:rFonts w:ascii="Liberation Serif" w:hAnsi="Liberation Serif" w:cs="Liberation Serif"/>
          <w:sz w:val="28"/>
          <w:szCs w:val="28"/>
        </w:rPr>
        <w:t>на, преподаватель-организатор основ безопасности жизнедеятельности, МАОУ «Каменск-Уральская гимназия»,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Грицай Елена Викторовна, преподаватель-организатор основ безопасности жизнедеятельности, МАОУ ООШ № 4, 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Демшина Наталья Вениаминовна, преподаватель-организатор основ безопасности жизнедеятельности, МАОУ ПГО «Политехнический лицей № 21 «Эрудит», Полевской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Дмитриев Дмитрий Владимирович, преподаватель-организатор основ безопасности жизнедеятельности, М</w:t>
      </w:r>
      <w:r>
        <w:rPr>
          <w:rFonts w:ascii="Liberation Serif" w:hAnsi="Liberation Serif" w:cs="Liberation Serif"/>
          <w:sz w:val="28"/>
          <w:szCs w:val="28"/>
        </w:rPr>
        <w:t>АОУ СОШ № 4, ГО Сухой Лог,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Добрынин Евгений Валерьевич, преподаватель-организатор основ безопасности жизнедеятельности, МБОУ ПГО «СОШ № 18»,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Дружинина Маргарита Леонидовна, преподаватель-организатор основ безопасности жизнедеятельно</w:t>
      </w:r>
      <w:r>
        <w:rPr>
          <w:rFonts w:ascii="Liberation Serif" w:hAnsi="Liberation Serif" w:cs="Liberation Serif"/>
          <w:sz w:val="28"/>
          <w:szCs w:val="28"/>
        </w:rPr>
        <w:t xml:space="preserve">сти, МАОУ «Криулинская СОШ»,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Красноуфимский округ,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Дубакова Светлана Васильевна, преподаватель-организатор основ безопасности жизнедеятельности, МБОУ СОШ № 6,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Журавлёва Светлана Павловна, преподаватель-организатор основ безопас</w:t>
      </w:r>
      <w:r>
        <w:rPr>
          <w:rFonts w:ascii="Liberation Serif" w:hAnsi="Liberation Serif" w:cs="Liberation Serif"/>
          <w:sz w:val="28"/>
          <w:szCs w:val="28"/>
        </w:rPr>
        <w:t xml:space="preserve">ности жизнедеятельности, МАОУ «Саранинская СОШ»,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Зоммер Ольга Константиновна, учитель основ безопасности жизнедеятельности, БМАОУ лицей № 3 «Альянс»,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Игошина Елена Иосифовна, преподаватель-организатор осн</w:t>
      </w:r>
      <w:r>
        <w:rPr>
          <w:rFonts w:ascii="Liberation Serif" w:hAnsi="Liberation Serif" w:cs="Liberation Serif"/>
          <w:sz w:val="28"/>
          <w:szCs w:val="28"/>
        </w:rPr>
        <w:t>ов безопасности жизнедеятельности, БМАОУ СОШ № 2, Березовский ГО, 1КК.</w:t>
      </w:r>
    </w:p>
    <w:p w:rsidR="00AD1BAA" w:rsidRDefault="00CA09AA">
      <w:pPr>
        <w:pStyle w:val="13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Капустина Ирина Геннадьевна, преподаватель-организатор основ безопасности жизнедеятельности,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Карецкас Вячеслав </w:t>
      </w:r>
      <w:r>
        <w:rPr>
          <w:rFonts w:ascii="Liberation Serif" w:hAnsi="Liberation Serif" w:cs="Liberation Serif"/>
          <w:bCs/>
          <w:sz w:val="28"/>
          <w:szCs w:val="28"/>
        </w:rPr>
        <w:t>Миколас-Казимирасович, преподаватель-организатор основ безопасности жизнедеятельности, ГБОУ СО «СОШ № 2», ГО Верхотурский,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Киченко Андрей Валерьевич, преподаватель-организатор основ безопасности жизнедеятельности, МАОУ СОШ № 76, ГО «Город Лесной»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Кобзарев Николай Владимирович, преподаватель-организатор основ безопасности жизнедеятельности, МАОУ «СОШ № 1» ГО Верхняя Пышма,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Койнова Надежда Яковлевна, преподаватель-организатор основ безопасности жизнедеятельности, МБОУ СОШ № 3, Невьянский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Колено Дмитрий Валерьевич, преподаватель-организатор основ безопасности жизнедеятельности, МАОУ «СОШ № 14», Верхнесалдинский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Комарова Марина Николаевна, преподаватель-организатор основ безопасности жизнедеятельности, МАОУ СОШ № 165,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</w:t>
      </w:r>
      <w:r>
        <w:rPr>
          <w:rFonts w:ascii="Liberation Serif" w:hAnsi="Liberation Serif" w:cs="Liberation Serif"/>
          <w:sz w:val="28"/>
          <w:szCs w:val="28"/>
        </w:rPr>
        <w:t>ндрашова Зинаида Владимировна, преподаватель-организатор основ безопасности жизнедеятельности, МБОУ «СОШ № 14»,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Константинов Александр Васильевич, преподаватель-организатор основ безопасности жизнедеятельности, МКОУ АГО «Заринская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Кочеткова Светлана Вячеславовна, преподаватель-организатор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жизнедеятельности</w:t>
      </w:r>
      <w:r>
        <w:rPr>
          <w:rFonts w:ascii="Liberation Serif" w:hAnsi="Liberation Serif" w:cs="Liberation Serif"/>
          <w:sz w:val="28"/>
          <w:szCs w:val="28"/>
          <w:lang w:eastAsia="ru-RU"/>
        </w:rPr>
        <w:t>, КБЖ МАОУ СОШ № 168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Кравченко Мария Игоревна, преподаватель-организатор основ безопасности жизнедеятельно</w:t>
      </w:r>
      <w:r>
        <w:rPr>
          <w:rFonts w:ascii="Liberation Serif" w:hAnsi="Liberation Serif" w:cs="Liberation Serif"/>
          <w:sz w:val="28"/>
          <w:szCs w:val="28"/>
        </w:rPr>
        <w:t>сти, МАОУ СОШ № 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Крутикова Лариса Викторовна, преподаватель-организатор основ безопасности жизнедеятельности, МАОУ СОШ № 1, Тавдинский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Кулаков Дмитрий Витальевич, преподаватель-организатор основ безопасности жизнеде</w:t>
      </w:r>
      <w:r>
        <w:rPr>
          <w:rFonts w:ascii="Liberation Serif" w:hAnsi="Liberation Serif" w:cs="Liberation Serif"/>
          <w:sz w:val="28"/>
          <w:szCs w:val="28"/>
        </w:rPr>
        <w:t>ятельности, ГАПОУ СО «Екатеринбургский экономико-технологический колледж»,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Куриленко Валерий Егорович, преподаватель-организатор основ безопасности жизнедеятельности, МКОУ «Талицкая средняя общеобразовательная школа № 55», </w:t>
      </w:r>
      <w:r>
        <w:rPr>
          <w:rFonts w:ascii="Liberation Serif" w:hAnsi="Liberation Serif" w:cs="Liberation Serif"/>
          <w:sz w:val="28"/>
          <w:szCs w:val="28"/>
        </w:rPr>
        <w:t>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Линенко Валерий Владимирович, преподаватель-организатор </w:t>
      </w:r>
      <w:r>
        <w:rPr>
          <w:rFonts w:ascii="Liberation Serif" w:hAnsi="Liberation Serif" w:cs="Liberation Serif"/>
          <w:sz w:val="28"/>
          <w:szCs w:val="28"/>
        </w:rPr>
        <w:t>основ безопасности жизнедеятельности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ГАПОУ СО «Уральский техникум «Рифей»,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Майшев Александр Николаевич, преподаватель-организатор основ безопасности ж</w:t>
      </w:r>
      <w:r>
        <w:rPr>
          <w:rFonts w:ascii="Liberation Serif" w:hAnsi="Liberation Serif" w:cs="Liberation Serif"/>
          <w:sz w:val="28"/>
          <w:szCs w:val="28"/>
        </w:rPr>
        <w:t>изнедеятельности, МБОУ ПГО «Ощепковская СОШ», Пышминский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Макарова Ирина Сергеевна, преподаватель-организатор </w:t>
      </w:r>
      <w:r>
        <w:rPr>
          <w:rFonts w:ascii="Liberation Serif" w:hAnsi="Liberation Serif" w:cs="Liberation Serif"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МАОУ СОШ № 1 с углублённым изучением предметов «Полифорум»,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Мальчикова Наталья Ви</w:t>
      </w:r>
      <w:r>
        <w:rPr>
          <w:rFonts w:ascii="Liberation Serif" w:hAnsi="Liberation Serif" w:cs="Liberation Serif"/>
          <w:sz w:val="28"/>
          <w:szCs w:val="28"/>
        </w:rPr>
        <w:t xml:space="preserve">кторовна, преподаватель-организатор основ безопасности жизнедеятельности, МАОУ СОШ № 2 имени Ж.И. Алфёрова,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Туринский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Махлунов Александр Николаевич, преподаватель-организатор основ безопасности жизнедеятельности, МБОУ СОШ № 1, Горноуральский ГО,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Мерлин Михаил Васильевич, преподаватель-организатор основ безопасности жизнедеятельности, МАОУ «Школа № 10»,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Мурашова Лилия Викторовна, преподаватель-организатор основ безопасности жизнедеятельности, МАОУ «СОШ № 3», ГО Ревда,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Мызников Алексей Станиславович, преподаватель-организатор </w:t>
      </w:r>
      <w:r>
        <w:rPr>
          <w:rFonts w:ascii="Liberation Serif" w:hAnsi="Liberation Serif" w:cs="Liberation Serif"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МАОУ СОШ № 22 </w:t>
      </w:r>
      <w:r>
        <w:rPr>
          <w:rStyle w:val="afa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им. Героя Советского Союза В.С. Маркова,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t>Серовский ГО, ВКК.</w:t>
      </w:r>
    </w:p>
    <w:p w:rsidR="00AD1BAA" w:rsidRDefault="00CA09AA">
      <w:pPr>
        <w:pStyle w:val="ad"/>
        <w:numPr>
          <w:ilvl w:val="0"/>
          <w:numId w:val="1"/>
        </w:numPr>
        <w:tabs>
          <w:tab w:val="left" w:pos="1276"/>
        </w:tabs>
        <w:ind w:left="0" w:firstLine="709"/>
        <w:jc w:val="both"/>
      </w:pPr>
      <w:r>
        <w:rPr>
          <w:rFonts w:ascii="Liberation Serif" w:hAnsi="Liberation Serif" w:cs="Liberation Serif"/>
          <w:b w:val="0"/>
          <w:bCs w:val="0"/>
          <w:szCs w:val="28"/>
        </w:rPr>
        <w:t xml:space="preserve">Мякушкин Алексей Валерьевич, преподаватель-организатор основ безопасности </w:t>
      </w:r>
      <w:r>
        <w:rPr>
          <w:rFonts w:ascii="Liberation Serif" w:hAnsi="Liberation Serif" w:cs="Liberation Serif"/>
          <w:b w:val="0"/>
          <w:bCs w:val="0"/>
          <w:szCs w:val="28"/>
        </w:rPr>
        <w:t>жизнедеятельности, МАОУ «СОШ № 8»,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Нужин Владимир Анатольевич, преподаватель-организатор основ безопасности жизнедеятельности, МАОУ Артинского ГО «Артинская средняя общеобразовательная школа № 1», Артинский ГО, ВКК.</w:t>
      </w:r>
    </w:p>
    <w:p w:rsidR="00AD1BAA" w:rsidRDefault="00CA09AA">
      <w:pPr>
        <w:pStyle w:val="ad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b w:val="0"/>
          <w:szCs w:val="28"/>
        </w:rPr>
      </w:pPr>
      <w:r>
        <w:rPr>
          <w:rFonts w:ascii="Liberation Serif" w:hAnsi="Liberation Serif" w:cs="Liberation Serif"/>
          <w:b w:val="0"/>
          <w:szCs w:val="28"/>
        </w:rPr>
        <w:t>Орлова Наталья Адол</w:t>
      </w:r>
      <w:r>
        <w:rPr>
          <w:rFonts w:ascii="Liberation Serif" w:hAnsi="Liberation Serif" w:cs="Liberation Serif"/>
          <w:b w:val="0"/>
          <w:szCs w:val="28"/>
        </w:rPr>
        <w:t>ьфовна, преподаватель-организатор основ безопасности жизнедеятельности, МАОУ «Байкаловская СОШ»,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Пермикин Сергей Леонидович, преподаватель-организатор основ безопасности жизнедеятельности, МАОУ – Тыгишская СОШ,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Пилипака Станислав Валерьевич, преподаватель-организатор основ безопасности жизнедеятельности, МАОУ СОШ № 10,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Подюков Олег Робертович, преподаватель-организатор основ безопасности жизнедеятельности, МАОУ «СОШ № 48», Новоуральский ГО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Прибыткин Михаил Борисович, преподаватель-организатор основ безопасности жизнедеятельности, МАОУ «Средняя общеобразовательная 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 с углубленным изучением отдельных предметов»,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Пушкарев Владимир Леонидович, препода</w:t>
      </w:r>
      <w:r>
        <w:rPr>
          <w:rFonts w:ascii="Liberation Serif" w:hAnsi="Liberation Serif" w:cs="Liberation Serif"/>
          <w:sz w:val="28"/>
          <w:szCs w:val="28"/>
        </w:rPr>
        <w:t>ватель-организатор основ безопасности жизнедеятельности, МАОУ «Слободо-Туринская СОШ № 2»,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Редозубова Марина Владимировна, преподаватель-организатор основ безопасности жизнедеятельности, МБОУ СОШ № 2 п. Восточный, Сосьвинский </w:t>
      </w:r>
      <w:r>
        <w:rPr>
          <w:rFonts w:ascii="Liberation Serif" w:hAnsi="Liberation Serif" w:cs="Liberation Serif"/>
          <w:bCs/>
          <w:sz w:val="28"/>
          <w:szCs w:val="28"/>
        </w:rPr>
        <w:t>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Родионов Андрей Александрович, преподаватель-организатор основ безопасности жизнедеятельности, МАОУ «Лицей № 58»,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Рожкова Дарья Борисовна, преподаватель-организатор основ безопасности жизнедеятельности, БМАОУ СОШ № 9, Бер</w:t>
      </w:r>
      <w:r>
        <w:rPr>
          <w:rFonts w:ascii="Liberation Serif" w:hAnsi="Liberation Serif" w:cs="Liberation Serif"/>
          <w:sz w:val="28"/>
          <w:szCs w:val="28"/>
        </w:rPr>
        <w:t>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Ростовщикова Елена Борисовна, преподаватель-организатор основ безопасности жизнедеятельности, МАОУ школа-интернат № 9,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Сафонова Наталья Ефимовна, преподаватель-организатор основ безопасности жизнедеятельности, МБОУ </w:t>
      </w:r>
      <w:r>
        <w:rPr>
          <w:rFonts w:ascii="Liberation Serif" w:hAnsi="Liberation Serif" w:cs="Liberation Serif"/>
          <w:sz w:val="28"/>
          <w:szCs w:val="28"/>
        </w:rPr>
        <w:t>гимназия № 161,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Семышев Олег Иванович, преподаватель-организатор основ безопасности жизнедеятельности, МБОУ «Шамарская СОШ № 26»,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Семячкова Светлана Викторовна, преподаватель-организатор основ безопасности ж</w:t>
      </w:r>
      <w:r>
        <w:rPr>
          <w:rFonts w:ascii="Liberation Serif" w:hAnsi="Liberation Serif" w:cs="Liberation Serif"/>
          <w:sz w:val="28"/>
          <w:szCs w:val="28"/>
        </w:rPr>
        <w:t>изнедеятельности, МАОУ лицей № 39,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Ольга Анатольевна, преподаватель-организатор основ безопасности жизнедеятельности, МАОУ СОШ № 20,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Серебров Владимир Александрович, преподаватель-организатор основ</w:t>
      </w:r>
      <w:r>
        <w:rPr>
          <w:rFonts w:ascii="Liberation Serif" w:hAnsi="Liberation Serif" w:cs="Liberation Serif"/>
          <w:sz w:val="28"/>
          <w:szCs w:val="28"/>
        </w:rPr>
        <w:t xml:space="preserve"> безопасности, жизнедеятельности МАОУ СОШ № 85,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Сизиков Денис Николаевич, преподаватель-организатор основ безопасности жизнедеятельности, МБОУ СОШ № 64, ГО «Город Лесной»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Ситников Владимир Михайлович, преподаватель-ор</w:t>
      </w:r>
      <w:r>
        <w:rPr>
          <w:rFonts w:ascii="Liberation Serif" w:hAnsi="Liberation Serif" w:cs="Liberation Serif"/>
          <w:sz w:val="28"/>
          <w:szCs w:val="28"/>
        </w:rPr>
        <w:t>ганизатор основ безопасности жизнедеятельности, ГАПОУ СО «Богдановичский политехникум»,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Скоропупова Надежда Анатольевна, преподаватель-организатор основ безопасности жизнедеятельности, МАОУ «СОШ № 2»,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Смалько Николай Нико</w:t>
      </w:r>
      <w:r>
        <w:rPr>
          <w:rFonts w:ascii="Liberation Serif" w:hAnsi="Liberation Serif" w:cs="Liberation Serif"/>
          <w:bCs/>
          <w:sz w:val="28"/>
          <w:szCs w:val="28"/>
        </w:rPr>
        <w:t xml:space="preserve">лаевич, преподаватель-организатор </w:t>
      </w:r>
      <w:r>
        <w:rPr>
          <w:rFonts w:ascii="Liberation Serif" w:hAnsi="Liberation Serif" w:cs="Liberation Serif"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МБОУ СОШ № 71, ГО «Город Лесной» СО, ВКК.</w:t>
      </w:r>
    </w:p>
    <w:p w:rsidR="00AD1BAA" w:rsidRDefault="00CA09AA">
      <w:pPr>
        <w:pStyle w:val="ad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b w:val="0"/>
          <w:szCs w:val="28"/>
        </w:rPr>
      </w:pPr>
      <w:r>
        <w:rPr>
          <w:rFonts w:ascii="Liberation Serif" w:hAnsi="Liberation Serif" w:cs="Liberation Serif"/>
          <w:b w:val="0"/>
          <w:szCs w:val="28"/>
        </w:rPr>
        <w:t xml:space="preserve">Сучкова Светлана Вячеславовна, преподаватель-организатор основ безопасности жизнедеятельности, МАОУ «Школа № 9», ГО «город Ирбит»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Телегин Алексей Анатольевич, преподаватель-организатор основ безопасности жизнедеятельности, МОУ «Арамашевская СОШ им. М. Мантурова» МО Алапаевское,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Телеусов Валентин Максимович, преподаватель-организатор основ безопасности жизнедеятельности, МКОУ По</w:t>
      </w:r>
      <w:r>
        <w:rPr>
          <w:rFonts w:ascii="Liberation Serif" w:hAnsi="Liberation Serif" w:cs="Liberation Serif"/>
          <w:sz w:val="28"/>
          <w:szCs w:val="28"/>
        </w:rPr>
        <w:t>рошинская 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Токарев Юрий Васильевич, преподаватель-организатор основ безопасности жизнедеятельности, МКОУ АГО «Большеутинская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Тонков Александр Евгеньевич, преподаватель-организатор основ безопасности жизн</w:t>
      </w:r>
      <w:r>
        <w:rPr>
          <w:rFonts w:ascii="Liberation Serif" w:hAnsi="Liberation Serif" w:cs="Liberation Serif"/>
          <w:sz w:val="28"/>
          <w:szCs w:val="28"/>
        </w:rPr>
        <w:t xml:space="preserve">едеятельности, МОУ «Костинская СОШ», МО Алапаевское,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Ходырева Наталья Владимировна, преподаватель-организатор основ безопасности жизнедеятельности, МБОУ СОШ № 58,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Худорожков Павел Валерьевич, преподаватель-организатор основ </w:t>
      </w:r>
      <w:r>
        <w:rPr>
          <w:rFonts w:ascii="Liberation Serif" w:hAnsi="Liberation Serif" w:cs="Liberation Serif"/>
          <w:bCs/>
          <w:sz w:val="28"/>
          <w:szCs w:val="28"/>
        </w:rPr>
        <w:t>безопасности жизнедеятельности, МБОУ СОШ № 150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Чащегорова Наталья Владимировна, преподаватель-организатор основ безопасности жизнедеятельности, МАОУ «СОШ № 25»,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Шаврин Владимир Витальевич, преподаватель</w:t>
      </w:r>
      <w:r>
        <w:rPr>
          <w:rFonts w:ascii="Liberation Serif" w:hAnsi="Liberation Serif" w:cs="Liberation Serif"/>
          <w:sz w:val="28"/>
          <w:szCs w:val="28"/>
        </w:rPr>
        <w:t>-организатор основ безопасности жизнедеятельности, МАОУ Коркинская СОШ,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Шайдулина Оксана Анатольевна, преподаватель-организатор основ безопасности жизнедеятельности, МАОУ НТГО «СОШ № 3»,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Шайдулина Оксана Анатольев</w:t>
      </w:r>
      <w:r>
        <w:rPr>
          <w:rFonts w:ascii="Liberation Serif" w:hAnsi="Liberation Serif" w:cs="Liberation Serif"/>
          <w:bCs/>
          <w:sz w:val="28"/>
          <w:szCs w:val="28"/>
        </w:rPr>
        <w:t>на, преподаватель-организатор основ безопасности жизнедеятельности, МАОУ НТГО «СОШ № 3»,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Штриплинг Олег Рубинович, преподаватель-организатор основ безопасности жизнедеятельности, МБОУ ПГО «Печеркинская СОШ», Пышминский ГО,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Шуша</w:t>
      </w:r>
      <w:r>
        <w:rPr>
          <w:rFonts w:ascii="Liberation Serif" w:hAnsi="Liberation Serif" w:cs="Liberation Serif"/>
          <w:sz w:val="28"/>
          <w:szCs w:val="28"/>
        </w:rPr>
        <w:t>ков Илья Владимирович, преподаватель-организатор основ безопасности жизнедеятельности, МАОУ СОШ с. Быньги,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Щепливцев Сергей Александрович, преподаватель-организатор основ безопасности жизнедеятельности, МКОУ АГО «Ачитская СОШ», Ачитский</w:t>
      </w:r>
      <w:r>
        <w:rPr>
          <w:rFonts w:ascii="Liberation Serif" w:hAnsi="Liberation Serif" w:cs="Liberation Serif"/>
          <w:sz w:val="28"/>
          <w:szCs w:val="28"/>
        </w:rPr>
        <w:t xml:space="preserve"> ГО,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Щукин Алексей Викторович, преподаватель-организатор основ безопасности жизнедеятельности, ГАПОУ СО «Ревдинский многопрофильный техникум», ГО Ревда,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Янборисов Андрей Равильевич, преподаватель-организатор основ безопасности жизнедеятельности,</w:t>
      </w:r>
      <w:r>
        <w:rPr>
          <w:rFonts w:ascii="Liberation Serif" w:hAnsi="Liberation Serif" w:cs="Liberation Serif"/>
          <w:sz w:val="28"/>
          <w:szCs w:val="28"/>
        </w:rPr>
        <w:t xml:space="preserve"> МБОУ ПГО «СОШ № 16», Полевской ГО, ВКК.</w:t>
      </w: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Руководитель физического воспитания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Гробер Эдуард Яковлевич, руководитель физического воспитания, ГАПОУ СО «Алапаевский индустриальный техникум»,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color w:val="222222"/>
          <w:sz w:val="28"/>
          <w:szCs w:val="28"/>
          <w:lang w:eastAsia="ru-RU"/>
        </w:rPr>
      </w:pPr>
      <w:r>
        <w:rPr>
          <w:rFonts w:ascii="Liberation Serif" w:hAnsi="Liberation Serif"/>
          <w:color w:val="222222"/>
          <w:sz w:val="28"/>
          <w:szCs w:val="28"/>
          <w:lang w:eastAsia="ru-RU"/>
        </w:rPr>
        <w:t xml:space="preserve">Долгорукова Оксана Николаевна, </w:t>
      </w:r>
      <w:r>
        <w:rPr>
          <w:rFonts w:ascii="Liberation Serif" w:hAnsi="Liberation Serif"/>
          <w:color w:val="222222"/>
          <w:sz w:val="28"/>
          <w:szCs w:val="28"/>
          <w:lang w:eastAsia="ru-RU"/>
        </w:rPr>
        <w:t>руководитель физического воспитания, ГАПОУ СО «Нижнетагильский горно-металлургический колледж имени Е.А. и М.Е. Черепановых»,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Казаева Лидия Игоревна, руководитель физического воспитания, </w:t>
      </w:r>
      <w:r>
        <w:rPr>
          <w:rFonts w:ascii="Liberation Serif" w:hAnsi="Liberation Serif" w:cs="Liberation Serif"/>
          <w:sz w:val="28"/>
          <w:szCs w:val="28"/>
        </w:rPr>
        <w:t>ГАПОУ СО «Северный педагогический колледж»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bCs/>
          <w:sz w:val="28"/>
          <w:szCs w:val="28"/>
        </w:rPr>
        <w:t>Серовский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Кулинич Михаил Геннадьевич, руководитель физического воспитания, преподаватель (физическая культура), ГАПОУ СО «Екатеринбургский политехникум»,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Курносова Дарья Владимировна, руководитель физического воспитан</w:t>
      </w:r>
      <w:r>
        <w:rPr>
          <w:rFonts w:ascii="Liberation Serif" w:hAnsi="Liberation Serif" w:cs="Liberation Serif"/>
          <w:sz w:val="28"/>
          <w:szCs w:val="28"/>
        </w:rPr>
        <w:t>ия, ГАПОУ СО «Уральский радиотехнический колледж им. А.С. Попова»,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Мусихин Валентин Васильевич, руководитель физического воспитания, ГАПОУ СО «Ревдинский многопрофильный техникум»,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Петкин Игорь Николаевич, руков</w:t>
      </w:r>
      <w:r>
        <w:rPr>
          <w:rFonts w:ascii="Liberation Serif" w:hAnsi="Liberation Serif" w:cs="Liberation Serif"/>
          <w:sz w:val="28"/>
          <w:szCs w:val="28"/>
        </w:rPr>
        <w:t>одитель физического воспитания, ГАПОУ СО «Камышловский педагогический колледж»,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Позднякова Ольга Июрьевна, руководитель физического воспитания, ГАПОУ СО «Екатеринбургский техникум химического машиностроения»,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</w:t>
      </w:r>
      <w:r>
        <w:rPr>
          <w:rFonts w:ascii="Liberation Serif" w:hAnsi="Liberation Serif" w:cs="Liberation Serif"/>
          <w:sz w:val="28"/>
          <w:szCs w:val="28"/>
        </w:rPr>
        <w:t>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 Николай Леонидович, руководитель физического воспитания, ГАПОУ СО «Екатеринбургский экономико-технологический колледж»,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Силиванова Ольга Владимировна, руководитель физического воспитания,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ГАПОУ СО «Баранчинский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электромеханический техникум», Кушвинский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Скатова Елена Юрьевна, руководитель физического воспитания, ГАПОУ СО «Серовский политехнический техникум», Серовский ГО,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Тарасов Сергей Николаевич, руководитель физического воспитания, ГАПОУ СО «Слоб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одотуринский аграрно-экономический техникум»,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Тихонов Олег Владимирович, руководитель физического воспитания, преподаватель физической культуры, ГАПОУ СО «Красноуфимский аграрный колледж»,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Чусовитина Л</w:t>
      </w:r>
      <w:r>
        <w:rPr>
          <w:rFonts w:ascii="Liberation Serif" w:hAnsi="Liberation Serif" w:cs="Liberation Serif"/>
          <w:sz w:val="28"/>
          <w:szCs w:val="28"/>
        </w:rPr>
        <w:t>юдмила Александровна, руководитель физического воспитания, ГАПОУ СО «Нижнетагильский государственный профессиональный колледж им. Н.А. Демидова», город Нижний Тагил, ВКК.</w:t>
      </w: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Социальный педагог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Адамян Карине Аракеловна, социальный педагог, МОУ «Зайковская </w:t>
      </w:r>
      <w:r>
        <w:rPr>
          <w:rFonts w:ascii="Liberation Serif" w:hAnsi="Liberation Serif" w:cs="Liberation Serif"/>
          <w:sz w:val="28"/>
          <w:szCs w:val="28"/>
        </w:rPr>
        <w:t>СОШ № 1», Ирбитское МО,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Аргунова Галина Александровна, социальный педагог,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Арсентьева Марина Валерьевна, социальный педагог, ГБОУ СО </w:t>
      </w:r>
      <w:r>
        <w:rPr>
          <w:rFonts w:ascii="Liberation Serif" w:hAnsi="Liberation Serif" w:cs="Liberation Serif"/>
          <w:sz w:val="28"/>
          <w:szCs w:val="28"/>
        </w:rPr>
        <w:t xml:space="preserve">«Серовская школа № 2, реализующая адаптированные основные общеобразовательные </w:t>
      </w:r>
      <w:r>
        <w:rPr>
          <w:rFonts w:ascii="Liberation Serif" w:hAnsi="Liberation Serif" w:cs="Liberation Serif"/>
          <w:sz w:val="28"/>
          <w:szCs w:val="28"/>
        </w:rPr>
        <w:t>программы»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Серовский ГО</w:t>
      </w:r>
      <w:r>
        <w:rPr>
          <w:rFonts w:ascii="Liberation Serif" w:hAnsi="Liberation Serif" w:cs="Liberation Serif"/>
          <w:bCs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Бабихина Елена Николаевна, социальный педагог, ГАПОУ СО «Ирбитский политехникум»,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Бабушкина Маргарита Николаевна, социальный педагог, МАОУ «СОШ № 49», Новоуральский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Баженова Венера Марсил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ьевна, социальный педагог, МБОУ СОШ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№ 21, Серовский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Гофман Светлана Александровна, социальный педагог, ГАПОУ СО «Уральский техникум «Рифей» (отделение кадетский корпус «Спасатель»)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Дегенгарт Анна Валерьевна, социаль</w:t>
      </w:r>
      <w:r>
        <w:rPr>
          <w:rFonts w:ascii="Liberation Serif" w:hAnsi="Liberation Serif" w:cs="Liberation Serif"/>
          <w:sz w:val="28"/>
          <w:szCs w:val="28"/>
        </w:rPr>
        <w:t>ный педагог, МБОУ СОШ № 64,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Дорофеева Алла Анатольевна, социальный педагог, МОУ – СОШ № 4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Искорцева Наталья Владимировна, социальный педагог, МБОУ «Свердловская средняя общеобразовательная школа», Артинский ГО,</w:t>
      </w:r>
      <w:r>
        <w:rPr>
          <w:rFonts w:ascii="Liberation Serif" w:hAnsi="Liberation Serif" w:cs="Liberation Serif"/>
          <w:sz w:val="28"/>
          <w:szCs w:val="28"/>
        </w:rPr>
        <w:t xml:space="preserve">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Кашапова Анна Маулявиевна, социальный педагог, МБОУ ПГО «Четкаринская СОШ», Пышминский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Климцева Ольга Владимировна, социальный педагог,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64,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Комлева Татьяна Сергеевна, социальный педагог, МБОУ ПГО </w:t>
      </w:r>
      <w:r>
        <w:rPr>
          <w:rFonts w:ascii="Liberation Serif" w:hAnsi="Liberation Serif" w:cs="Liberation Serif"/>
          <w:sz w:val="28"/>
          <w:szCs w:val="28"/>
        </w:rPr>
        <w:t>«Пышминская СОШ», Пышминский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Кравцова Елена Николаевна, социальный педагог, МАОУ «Школа № 9», ГО «город Ирбит» СО,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Красулина Евгения Дмитриевна, социальный педагог, ГАПОУ СО «Екатеринбургский политехникум»,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Кудря</w:t>
      </w:r>
      <w:r>
        <w:rPr>
          <w:rFonts w:ascii="Liberation Serif" w:hAnsi="Liberation Serif" w:cs="Liberation Serif"/>
          <w:sz w:val="28"/>
          <w:szCs w:val="28"/>
        </w:rPr>
        <w:t>вцева Татьяна Михайловна, социальный педагог, ГАПОУ СО «Нижнетагильский педагогический колледж № 1»,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Нина Вадимовна, социальный педагог, МАОУ «Средняя общеобразовательная школа № 22 с углубленным изучением отдельных предм</w:t>
      </w:r>
      <w:r>
        <w:rPr>
          <w:rFonts w:ascii="Liberation Serif" w:hAnsi="Liberation Serif" w:cs="Liberation Serif"/>
          <w:sz w:val="28"/>
          <w:szCs w:val="28"/>
        </w:rPr>
        <w:t>етов»,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Маслова Ираида Леонидовна, с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оциальный педагог,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школа-интернат № 13, реализующая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Мингалимова Ирина Леонидовн</w:t>
      </w:r>
      <w:r>
        <w:rPr>
          <w:rFonts w:ascii="Liberation Serif" w:hAnsi="Liberation Serif" w:cs="Liberation Serif"/>
          <w:sz w:val="28"/>
          <w:szCs w:val="28"/>
        </w:rPr>
        <w:t>а,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социальный педагог, ГКОУ СО «</w:t>
      </w:r>
      <w:r>
        <w:rPr>
          <w:rFonts w:ascii="Liberation Serif" w:hAnsi="Liberation Serif" w:cs="Liberation Serif"/>
          <w:sz w:val="28"/>
          <w:szCs w:val="28"/>
        </w:rPr>
        <w:t xml:space="preserve">СУВУ ЗТ», МО </w:t>
      </w:r>
      <w:r>
        <w:rPr>
          <w:rFonts w:ascii="Liberation Serif" w:hAnsi="Liberation Serif" w:cs="Liberation Serif"/>
          <w:sz w:val="28"/>
          <w:szCs w:val="28"/>
          <w:lang w:eastAsia="ru-RU"/>
        </w:rPr>
        <w:t>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Напалкова Елена Анатольевна, социальный педагог, МАОУ СОШ № 1,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Никитин Андрей Владимирович, социальный педагог, МКОУ «Троицкая СОШ № 50», Талицкий ГО, 1 КК</w:t>
      </w:r>
      <w:r>
        <w:rPr>
          <w:rFonts w:ascii="Liberation Serif" w:hAnsi="Liberation Serif" w:cs="Liberation Serif"/>
          <w:b/>
          <w:sz w:val="28"/>
          <w:szCs w:val="28"/>
          <w:lang w:eastAsia="ru-RU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Никифоров Сергей Юрьевич, социальный педагог, МКОУ АГО «Большеутинская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Носкова Татьяна Валерьевна, социальный педагог, МАДОУ № 44,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Палкина Наталия Викторовна, социальный педагог, МАДОУ «Малыш», ГО Богданович,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Паранина Нина Николаевна, социальный педагог, МАОУ СОШ № 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Радевская Ольга Викторовна, социальный педагог, МАОУ СОШ № 7, Тавдинский ГО,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42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Рожнёва Екатерина Александровна, социальный педагог, МАОУ «СОШ № 26», ГО Первоуральск</w:t>
      </w:r>
      <w:r>
        <w:rPr>
          <w:rFonts w:ascii="Liberation Serif" w:hAnsi="Liberation Serif" w:cs="Liberation Serif"/>
          <w:sz w:val="28"/>
          <w:szCs w:val="28"/>
        </w:rPr>
        <w:t>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Седунова Ольга Эдуардовна, социальный педагог, МБОУ СОШ № 1 НГО, Невьянский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Семенюк Маргарита Борисовна, социальный педагог, ГАПОУ СО «Первоуральский политехникум»,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Сидорова Ольга Александровна, социальный педагог, ГБО</w:t>
      </w:r>
      <w:r>
        <w:rPr>
          <w:rFonts w:ascii="Liberation Serif" w:hAnsi="Liberation Serif" w:cs="Liberation Serif"/>
          <w:sz w:val="28"/>
          <w:szCs w:val="28"/>
          <w:lang w:eastAsia="ru-RU"/>
        </w:rPr>
        <w:t>У СО «Сухоложская школа, реализующая адаптированные основные общеобразовательные программы», ГО Сухой Лог,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Сметанина Елена Юрьевна, социальный педагог, ГАПОУ СО «Сергинский многопрофильный техникум»,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Сыропятова Ирина Евгень</w:t>
      </w:r>
      <w:r>
        <w:rPr>
          <w:rFonts w:ascii="Liberation Serif" w:hAnsi="Liberation Serif" w:cs="Liberation Serif"/>
          <w:sz w:val="28"/>
          <w:szCs w:val="28"/>
        </w:rPr>
        <w:t>евна, социальный педагог, МОУ «Пионерская СОШ», Ирбитское МО,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Таранта Марина Анатольевна, социальный педагог, МБОУ «СОШ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9», Артемовский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Тарасова Светлана Валерьевна, социальный педагог,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18», ГО «город Ирбит» СО,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Тетерина Юлия Вячеславовна, социальный педагог, ГАПОУ СО «Ревдинский многопрофильный техникум», ГО Ревда,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Тихомирова Татьяна Александровна, социальный педагог, МАОУ СОШ № 163,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Топчий Владимир Леонидович, социальный педаго</w:t>
      </w:r>
      <w:r>
        <w:rPr>
          <w:rFonts w:ascii="Liberation Serif" w:hAnsi="Liberation Serif" w:cs="Liberation Serif"/>
          <w:sz w:val="28"/>
          <w:szCs w:val="28"/>
        </w:rPr>
        <w:t>г, ГБОУ СО «Верхнесинячихинская школа-интернат, реализующая адаптированные основные общеобразовательные программы»,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Федонова Елена Леонидовна, социальный педагог, МАОУ СОШ № 4,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Фетисова Юлия Александровна, социальный</w:t>
      </w:r>
      <w:r>
        <w:rPr>
          <w:rFonts w:ascii="Liberation Serif" w:hAnsi="Liberation Serif" w:cs="Liberation Serif"/>
          <w:sz w:val="28"/>
          <w:szCs w:val="28"/>
        </w:rPr>
        <w:t xml:space="preserve"> педагог, ГБОУ СО «Ревдинская школа, реализующая адаптированные основные общеобразовательные программы», ГО Ревда,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42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Харитонова Элла Акифовна, социальный педагог,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Черкасова Майя Николаевна, социальный педагог, МАУ</w:t>
      </w:r>
      <w:r>
        <w:rPr>
          <w:rFonts w:ascii="Liberation Serif" w:hAnsi="Liberation Serif" w:cs="Liberation Serif"/>
          <w:sz w:val="28"/>
          <w:szCs w:val="28"/>
        </w:rPr>
        <w:t xml:space="preserve"> ДО «ЦДК»,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Шильникова Наталья Валерьевна, социальный педагог, МАОУ Новолялинского ГО «СОШ № 12», Новолялинский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Шлепяк Ирина Владимировна, социальный педагог, МАОУ «НТГ»,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Шуховцева Светлана </w:t>
      </w:r>
      <w:r>
        <w:rPr>
          <w:rFonts w:ascii="Liberation Serif" w:hAnsi="Liberation Serif" w:cs="Liberation Serif"/>
          <w:sz w:val="28"/>
          <w:szCs w:val="28"/>
        </w:rPr>
        <w:t>Евгеньевна, социальный педагог, ГБОУ СО «Березовская школа», Березовский ГО, 1КК.</w:t>
      </w: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Старший вожатый</w:t>
      </w:r>
    </w:p>
    <w:p w:rsidR="00AD1BAA" w:rsidRDefault="00AD1BAA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Валяева Ирина Ивановна, старший вожатый, МАОУ СОШ № 61,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Гордеева Наталья Сергеевна, старший вожатый, МАОУ «Сажинская средняя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общеобразовательная школа»,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Галина Анатольевна, старший вожатый, МАОУ «Средняя общеобразовательная школа № 1 с углубленным изучением отдельных предметов»,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Костина Елена Георгиевна, старший вожатый, М</w:t>
      </w:r>
      <w:r>
        <w:rPr>
          <w:rFonts w:ascii="Liberation Serif" w:hAnsi="Liberation Serif" w:cs="Liberation Serif"/>
          <w:sz w:val="28"/>
          <w:szCs w:val="28"/>
        </w:rPr>
        <w:t xml:space="preserve">КОУ «Травянская средняя общеобразовательная школа», Каменский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Пономарева Нина Александровна, старший вожатый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18,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Шумилина Наталья Викторовна, старший вожатый,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39, город Нижний Тагил, ВКК.</w:t>
      </w: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sz w:val="28"/>
          <w:szCs w:val="28"/>
          <w:lang w:eastAsia="ru-RU"/>
        </w:rPr>
        <w:t>Старший во</w:t>
      </w:r>
      <w:r>
        <w:rPr>
          <w:rFonts w:ascii="Liberation Serif" w:hAnsi="Liberation Serif" w:cs="Liberation Serif"/>
          <w:b/>
          <w:sz w:val="28"/>
          <w:szCs w:val="28"/>
          <w:lang w:eastAsia="ru-RU"/>
        </w:rPr>
        <w:t>спитатель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sz w:val="28"/>
          <w:szCs w:val="28"/>
          <w:lang w:eastAsia="ru-RU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Абдулова Марина Владимировна, старший воспитатель, МАОУ СОШ № 11, Тавдинский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Абушкевич Ирина Васильевна, старший воспитатель, МАДОУ «Детский сад № 2»,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Агейкина Наталья Валерьевна, старший воспитатель, МАОУ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«Староартинская средняя общеобразовательная школа», Артинский ГО,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Аглямова Ирина Фаритзяновна, старший воспитатель, МБДОУ № 118,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Агопова Юлия Егоровна, старший воспитатель, МКДОУ № 2 – Детский сад «Колокольчик», Бисертск</w:t>
      </w:r>
      <w:r>
        <w:rPr>
          <w:rFonts w:ascii="Liberation Serif" w:hAnsi="Liberation Serif" w:cs="Liberation Serif"/>
          <w:sz w:val="28"/>
          <w:szCs w:val="28"/>
        </w:rPr>
        <w:t>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Азбакова Любовь Васильевна, старший воспитатель, филиал МАДОУ «Детский сад № 70» – «Детский сад № 41»,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Алейникова Любовь Сергеевна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старший воспитатель, МБДОУ «Детский сад «Кирпичики», </w:t>
      </w:r>
      <w:r>
        <w:rPr>
          <w:rFonts w:ascii="Liberation Serif" w:hAnsi="Liberation Serif" w:cs="Liberation Serif"/>
          <w:sz w:val="28"/>
          <w:szCs w:val="28"/>
        </w:rPr>
        <w:t>Асбестовский ГО</w:t>
      </w:r>
      <w:r>
        <w:rPr>
          <w:rFonts w:ascii="Liberation Serif" w:hAnsi="Liberation Serif" w:cs="Liberation Serif"/>
          <w:bCs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Алексеева Вера </w:t>
      </w:r>
      <w:r>
        <w:rPr>
          <w:rFonts w:ascii="Liberation Serif" w:hAnsi="Liberation Serif" w:cs="Liberation Serif"/>
          <w:sz w:val="28"/>
          <w:szCs w:val="28"/>
        </w:rPr>
        <w:t>Юрьевна, старший воспитатель, МБДОУ Большетавринский детский сад № 1, МО Красноуфимский округ,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Алиментьева Наталья Алексеевна, старший воспитатель, МАДОУ «Детский сад № 18», Тавдинский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Аминева Ольга Николаевна, старший воспитатель, филиал </w:t>
      </w:r>
      <w:r>
        <w:rPr>
          <w:rFonts w:ascii="Liberation Serif" w:hAnsi="Liberation Serif" w:cs="Liberation Serif"/>
          <w:sz w:val="28"/>
          <w:szCs w:val="28"/>
        </w:rPr>
        <w:t>МАДОУ «Детский сад № 39» – «Детский сад № 20»,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Андреевас Наталия Анатольевна, старший воспитатель, филиал МАДОУ «Детский сад № 26» – «Детский сад № 24»,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Анисимова Светлана Николаевна, старший воспитатель, филиал </w:t>
      </w:r>
      <w:r>
        <w:rPr>
          <w:rFonts w:ascii="Liberation Serif" w:hAnsi="Liberation Serif" w:cs="Liberation Serif"/>
          <w:sz w:val="28"/>
          <w:szCs w:val="28"/>
        </w:rPr>
        <w:t>МАДОУ «Детский сад № 39» – «Детский сад № 15»,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Арбузова Марина Сергеевна,</w:t>
      </w:r>
      <w:r>
        <w:rPr>
          <w:rFonts w:ascii="Liberation Serif" w:hAnsi="Liberation Serif" w:cs="Liberation Serif"/>
          <w:sz w:val="28"/>
          <w:szCs w:val="28"/>
        </w:rPr>
        <w:t xml:space="preserve"> старший воспитатель, МБДОУ ДС № 4, Волчанский ГО, 1КК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Астафьева Татьяна Александровна, старший воспитатель, МКДОУ «Черемховский детский сад», Каменский ГО,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Афонин Максим Юрьевич, старший воспитатель, МБДОУ № 113,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Бакина Ирина Васильевна, старший воспитатель, МАДОУ «Детский сад № 24», ГО 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Баталина Ольга Ивановна,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д/с «Солнышко» СП № 162</w:t>
      </w:r>
      <w:r>
        <w:rPr>
          <w:rFonts w:ascii="Liberation Serif" w:hAnsi="Liberation Serif" w:cs="Liberation Serif"/>
          <w:sz w:val="28"/>
          <w:szCs w:val="28"/>
        </w:rPr>
        <w:t>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Бачина Елена Анатольевна, старший воспитатель, МБДОУ «Детский сад № 8»,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Безрукова Ирина Александровна, старший воспитатель, МАДОУ детский сад «Родничок» обособленное структурное подразделение детский</w:t>
      </w:r>
      <w:r>
        <w:rPr>
          <w:rFonts w:ascii="Liberation Serif" w:hAnsi="Liberation Serif" w:cs="Liberation Serif"/>
          <w:sz w:val="28"/>
          <w:szCs w:val="28"/>
        </w:rPr>
        <w:t xml:space="preserve">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26,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Белых Лариса Анатольевна, старший воспитатель, МАДОУ № 25 «Дельфинчик»,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Бессмертная Татьяна Владимировна, старший воспитатель, МАДОУ № 46, ГО Краснотурьинск,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Блохина Ирина Александровна, </w:t>
      </w:r>
      <w:r>
        <w:rPr>
          <w:rFonts w:ascii="Liberation Serif" w:hAnsi="Liberation Serif" w:cs="Liberation Serif"/>
          <w:sz w:val="28"/>
          <w:szCs w:val="28"/>
        </w:rPr>
        <w:t>старший воспитатель, МАДОУ детский сад №39,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Богомолова Татьяна Геннадьевна, старший воспитатель, МАДОУ детский сад № 46,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Большакова Разина Нутфулловна, старший воспитатель, МАДОУ № 18, Североуральский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Бондаренко Марин</w:t>
      </w:r>
      <w:r>
        <w:rPr>
          <w:rFonts w:ascii="Liberation Serif" w:hAnsi="Liberation Serif" w:cs="Liberation Serif"/>
          <w:sz w:val="28"/>
          <w:szCs w:val="28"/>
        </w:rPr>
        <w:t>а Анатольевна, старший воспитатель, филиал МАДОУ «Детский сад № 39» – «Детский сад № 22»,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Борисова Светлана Викторовна, старший воспитатель, МАДОУ детский сад № 19,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Бороздина Нина Яковлевна, старший воспитатель, МБ</w:t>
      </w:r>
      <w:r>
        <w:rPr>
          <w:rFonts w:ascii="Liberation Serif" w:hAnsi="Liberation Serif" w:cs="Liberation Serif"/>
          <w:sz w:val="28"/>
          <w:szCs w:val="28"/>
        </w:rPr>
        <w:t>ДОУ детский сад № 32, ГО Верхний Тагил,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Бреусова Ольга Ивановна, старший воспитатель, МБДОУ № 140,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Булашова Надежда Вячеславовна, старший воспитатель, МАДОУ детский сад № 10 «Солнышко», Кировградский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Бурнышева М</w:t>
      </w:r>
      <w:r>
        <w:rPr>
          <w:rFonts w:ascii="Liberation Serif" w:hAnsi="Liberation Serif" w:cs="Liberation Serif"/>
          <w:sz w:val="28"/>
          <w:szCs w:val="28"/>
        </w:rPr>
        <w:t>арина Ивановна, старший воспитатель, МАДОУ «Детский сад № 12»,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Быкова Наталья Синуровна, старший воспитатель, МАДОУ «Детский сад № 3»,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Бытова Татьяна Васильевна, старший воспитатель, МБДОУ Детский сад №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31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Важенина Наталья Николаевна, старший воспитатель, МБДОУ № 536,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Ваймер Татьяна Викторовна, старший воспитатель, МАДОУ № 21, Североуральский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Вахонина Татьяна Афанасьевна, старший воспитате</w:t>
      </w:r>
      <w:r>
        <w:rPr>
          <w:rFonts w:ascii="Liberation Serif" w:hAnsi="Liberation Serif" w:cs="Liberation Serif"/>
          <w:sz w:val="28"/>
          <w:szCs w:val="28"/>
          <w:lang w:eastAsia="ru-RU"/>
        </w:rPr>
        <w:t>ль, МАДОУ детский сад № 2 «Росинка», Кировградский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Волгина Оксана Ивановна, старший воспитатель, МБДОУ детский сад № 87, с. Покровское,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Воробьева Наталья Евгеньевна, старший воспитатель, </w:t>
      </w:r>
      <w:r>
        <w:rPr>
          <w:rFonts w:ascii="Liberation Serif" w:hAnsi="Liberation Serif" w:cs="Liberation Serif"/>
          <w:bCs/>
          <w:sz w:val="28"/>
          <w:szCs w:val="28"/>
        </w:rPr>
        <w:t>детский сад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№ 131 ОАО «РЖД»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Воробьева Оксана Николаевна, старший воспитатель, МАДОУ Новолялинского ГО «Детский сад общеразвивающего вида № 4 «Сказка», Новолялинский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Воронкова Ольга Владимировна, старший воспитатель, МБДОУ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д/с № 34 «Родничок», Белоярск</w:t>
      </w:r>
      <w:r>
        <w:rPr>
          <w:rFonts w:ascii="Liberation Serif" w:hAnsi="Liberation Serif" w:cs="Liberation Serif"/>
          <w:sz w:val="28"/>
          <w:szCs w:val="28"/>
        </w:rPr>
        <w:t>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Галиуллина Наиля Ринатовна, старший воспитатель, МАДОУ № 62, Кушвинский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Галкина Александра Геннадьевна, старший воспитатель,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223,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Ганиева Екатерина Васильевна, старший воспитатель, МБДОУ ПГО «Детс</w:t>
      </w:r>
      <w:r>
        <w:rPr>
          <w:rFonts w:ascii="Liberation Serif" w:hAnsi="Liberation Serif" w:cs="Liberation Serif"/>
          <w:sz w:val="28"/>
          <w:szCs w:val="28"/>
        </w:rPr>
        <w:t>кий сад № 49 общеразвивающего вида», Полевской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Гарифуллина Альфира Накиповна, старший воспитатель, МАДОУ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ДС КВ № 27,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Гафурьянова Юлия Владимировна, старший воспитатель, «Детский сад «Теремок»,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Гафурьянова Юлия Владимировна, старший воспитатель, МАДОУ «Детский сад «Теремок»,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Глазер Лариса Николаевна,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</w:rPr>
        <w:t>д/с «Солнечный круг»,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Глухова Елена Николаевна, старший воспитатель, </w:t>
      </w:r>
      <w:r>
        <w:rPr>
          <w:rFonts w:ascii="Liberation Serif" w:hAnsi="Liberation Serif" w:cs="Liberation Serif"/>
          <w:sz w:val="28"/>
          <w:szCs w:val="28"/>
        </w:rPr>
        <w:t>МАДОУ д/с № 110 «МАЯЧОК»,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Глушкова Гульназ Ильдусовна, старший воспитатель, БМАДОУ «Детский сад № 17», Березовский ГО, 1КК.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>Глушкова Елена Леонидовна, старший воспитатель, МКДОУ «Детский сад № 2 «Солнышко»,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Голубе</w:t>
      </w:r>
      <w:r>
        <w:rPr>
          <w:rFonts w:ascii="Liberation Serif" w:hAnsi="Liberation Serif" w:cs="Liberation Serif"/>
          <w:sz w:val="28"/>
          <w:szCs w:val="28"/>
        </w:rPr>
        <w:t>ва Ирина Александровна, старший воспитатель, МКДОУ «Детский сад № 6», Тавдинский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Гончар Ольга Викторовна, старший воспитатель, МБДОУ д/с № 34 «Родничок», Белоярский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Горшкова Анна Анатольевна, старший воспитатель, МАОУ «ЦО № 7», ГО Нижняя </w:t>
      </w:r>
      <w:r>
        <w:rPr>
          <w:rFonts w:ascii="Liberation Serif" w:hAnsi="Liberation Serif" w:cs="Liberation Serif"/>
          <w:sz w:val="28"/>
          <w:szCs w:val="28"/>
        </w:rPr>
        <w:t>Салда,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Гребенщикова Елена Николаевна, старший воспитатель, БМАДОУ «Детский сад № 17»,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Грибанова Людмила Петровна, старший воспитатель, МАДОУ «Детский сад комбинированного вида № 56»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Григорьева Марина Гри</w:t>
      </w:r>
      <w:r>
        <w:rPr>
          <w:rFonts w:ascii="Liberation Serif" w:hAnsi="Liberation Serif" w:cs="Liberation Serif"/>
          <w:sz w:val="28"/>
          <w:szCs w:val="28"/>
        </w:rPr>
        <w:t>горьевна, старший воспитатель, МБДОУ ПГО «Детский сад № 34», Полевской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Гурдьюмова Любовь Анатольевна, старший воспитатель, д/с № 99 МАДОУ «Радость», город Нижний Тагил,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Данишкина Надежда Николаевна, старший воспитатель, МАДОУ № 32, </w:t>
      </w:r>
      <w:r>
        <w:rPr>
          <w:rFonts w:ascii="Liberation Serif" w:hAnsi="Liberation Serif" w:cs="Liberation Serif"/>
          <w:sz w:val="28"/>
          <w:szCs w:val="28"/>
        </w:rPr>
        <w:t xml:space="preserve">ГО Краснотурьинск,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Даутова Елена Владимировна, старший воспитатель, БМАДОУ «Детский сад № 40», Березовский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Дегтярева Галина Ивановна, старший воспитатель, МБДОУ «Детский сад № 20 «Ласточка» комбинированного вида», ГО «Город Лесной» СО, ВКК.</w:t>
      </w:r>
    </w:p>
    <w:p w:rsidR="00AD1BAA" w:rsidRDefault="00CA09AA">
      <w:pPr>
        <w:pStyle w:val="Style15"/>
        <w:widowControl/>
        <w:numPr>
          <w:ilvl w:val="0"/>
          <w:numId w:val="1"/>
        </w:numPr>
        <w:tabs>
          <w:tab w:val="left" w:pos="426"/>
          <w:tab w:val="left" w:pos="1276"/>
        </w:tabs>
        <w:spacing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Дзбановская Алена Викторовна, старший воспитатель, </w:t>
      </w:r>
      <w:r>
        <w:rPr>
          <w:rFonts w:ascii="Liberation Serif" w:hAnsi="Liberation Serif" w:cs="Liberation Serif"/>
          <w:sz w:val="28"/>
          <w:szCs w:val="28"/>
        </w:rPr>
        <w:t>МАДОУ «Детский сад № 1 «Голубой кораблик», Режевской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Дмитриева Ирина Викторовна, старший воспитатель, МБДОУ ПГО «Пышминский детский сад № 5», Пышминский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Дроздова Алёна Анатольевна, старши</w:t>
      </w:r>
      <w:r>
        <w:rPr>
          <w:rFonts w:ascii="Liberation Serif" w:hAnsi="Liberation Serif" w:cs="Liberation Serif"/>
          <w:sz w:val="28"/>
          <w:szCs w:val="28"/>
        </w:rPr>
        <w:t>й воспитатель, МКДОУ «Детский сад № 20», ГО 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Ермакова Светлана Павловна, старший воспитатель, МАДОУ детский сад «Росток» структурное подразделение детский сад № 47,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Ершова Жанна Вячеславовна, старший воспитатель, МАД</w:t>
      </w:r>
      <w:r>
        <w:rPr>
          <w:rFonts w:ascii="Liberation Serif" w:hAnsi="Liberation Serif" w:cs="Liberation Serif"/>
          <w:sz w:val="28"/>
          <w:szCs w:val="28"/>
        </w:rPr>
        <w:t>ОУ детский сад «Росток» структурное подразделение детский сад № 35,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color w:val="000000"/>
          <w:sz w:val="28"/>
          <w:szCs w:val="28"/>
        </w:rPr>
        <w:t>Ефремова Анна Вячеславовна, старший воспитатель, МАДОУ «Детский сад № 31», ГО Верхняя Пышма,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Ефремова Анна Ивановна, старший воспитатель, МБДОУ «Детский сад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47»,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Жиделёва Вера Михайловна, старший воспитатель, МБДОУ ЦРР – детский сад № 35 «Сказка», ГО Верхняя Тура,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Зайцева Светлана Владимировна, старший воспитатель, МАДОУ № 5,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Зенкова Елена Николаевна, старший во</w:t>
      </w:r>
      <w:r>
        <w:rPr>
          <w:rFonts w:ascii="Liberation Serif" w:hAnsi="Liberation Serif" w:cs="Liberation Serif"/>
          <w:sz w:val="28"/>
          <w:szCs w:val="28"/>
        </w:rPr>
        <w:t xml:space="preserve">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</w:rPr>
        <w:t>д/с «Солнышко» СП № 52,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Зимина Ольга Юрьевна,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</w:rPr>
        <w:t>д/с «Солнышко» СП № 138,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Злобина Ольга Игоревна, старший воспитатель, МАДОУ детский сад «Страна чудес» структурное</w:t>
      </w:r>
      <w:r>
        <w:rPr>
          <w:rFonts w:ascii="Liberation Serif" w:hAnsi="Liberation Serif" w:cs="Liberation Serif"/>
          <w:sz w:val="28"/>
          <w:szCs w:val="28"/>
        </w:rPr>
        <w:t xml:space="preserve"> подразделение детский сад № 15,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Золотухина Ирина Анатольевна, старший воспитатель, «Детский сад общеразвивающего вида с приоритетным осуществлением художественно-эстетического развития воспитанников № 1» КГО, Камышловский ГО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Зудова Светлана Саматовна, старший воспитатель, МАДОУ детский сад «Росинка» обособленное структурное подразделение детский сад № 9,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Ольга Александровна, старший воспитатель, МКДОУ «Покровский детский сад», Каменский Г</w:t>
      </w:r>
      <w:r>
        <w:rPr>
          <w:rFonts w:ascii="Liberation Serif" w:hAnsi="Liberation Serif" w:cs="Liberation Serif"/>
          <w:sz w:val="28"/>
          <w:szCs w:val="28"/>
        </w:rPr>
        <w:t>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Игнатенко Ирина Владимировна, старший воспитатель, МАДОУ НТГО детский сад «Голубок»,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Изотова Екатерина Васильевна, старший воспитатель, МАДОУ № 23,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Истомина Елена Андреевна, старший воспитатель, МАДОУ № 1</w:t>
      </w:r>
      <w:r>
        <w:rPr>
          <w:rFonts w:ascii="Liberation Serif" w:hAnsi="Liberation Serif" w:cs="Liberation Serif"/>
          <w:sz w:val="28"/>
          <w:szCs w:val="28"/>
        </w:rPr>
        <w:t xml:space="preserve">9, ГО Краснотурьинск,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Казакова Наталья Александровна,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</w:rPr>
        <w:t>д/с «Солнышко» СП № 60,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Канищева Ирина Александровна, старший воспитатель, МАДОУ детский сад № 62, Асбестовский ГО,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>Каракулова Светлана Ст</w:t>
      </w:r>
      <w:r>
        <w:rPr>
          <w:rFonts w:ascii="Liberation Serif" w:eastAsia="Calibri" w:hAnsi="Liberation Serif" w:cs="Liberation Serif"/>
          <w:sz w:val="28"/>
          <w:szCs w:val="28"/>
        </w:rPr>
        <w:t>аниславовна, старший воспитатель, МКДОУ «Детский сад № 21 «Светлячок», Талицкий ГО, В 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Карпова Наталья Игоревна, старший воспитатель, МАДОУ «Детский сад «Сказка»,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Кливенко Елена Анатольевна, старший воспитатель, МАДОУ детский сад </w:t>
      </w:r>
      <w:r>
        <w:rPr>
          <w:rFonts w:ascii="Liberation Serif" w:hAnsi="Liberation Serif" w:cs="Liberation Serif"/>
          <w:sz w:val="28"/>
          <w:szCs w:val="28"/>
        </w:rPr>
        <w:t>«Росинка» обособленное структурное подразделение детский сад № 3,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Кожевникова Лариса Евгеньевна, старший воспитатель, МАДОУ АГО «Детский сад «Капелька»,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Кокшарова Ольга Валентиновна, старший воспитатель, МКДОУ №</w:t>
      </w:r>
      <w:r>
        <w:rPr>
          <w:rFonts w:ascii="Liberation Serif" w:hAnsi="Liberation Serif" w:cs="Liberation Serif"/>
          <w:sz w:val="28"/>
          <w:szCs w:val="28"/>
        </w:rPr>
        <w:t xml:space="preserve"> 1 – детский сад комбинированного вида «Солнышко», Бисертский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Колегова Наталья Викторовна, старший воспитатель, МАДОУ 36,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Колясникова Светлана Юрьевна, старший воспитатель,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д/с № 21 «Ягодка», Белоярский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Коновало</w:t>
      </w:r>
      <w:r>
        <w:rPr>
          <w:rFonts w:ascii="Liberation Serif" w:hAnsi="Liberation Serif" w:cs="Liberation Serif"/>
          <w:sz w:val="28"/>
          <w:szCs w:val="28"/>
        </w:rPr>
        <w:t xml:space="preserve">ва Наталья Владимировна, старший воспитатель,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385,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iCs/>
          <w:color w:val="222222"/>
          <w:sz w:val="28"/>
          <w:szCs w:val="28"/>
          <w:lang w:eastAsia="ru-RU"/>
        </w:rPr>
        <w:t xml:space="preserve">Коровина Юлия Викторовна, старший воспитатель,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iCs/>
          <w:color w:val="222222"/>
          <w:sz w:val="28"/>
          <w:szCs w:val="28"/>
          <w:lang w:eastAsia="ru-RU"/>
        </w:rPr>
        <w:t>д/с «Детство» - СП детский сад № 160, город Нижний Тагил, ВКК.</w:t>
      </w:r>
    </w:p>
    <w:p w:rsidR="00AD1BAA" w:rsidRDefault="00CA09AA">
      <w:pPr>
        <w:pStyle w:val="Style15"/>
        <w:widowControl/>
        <w:numPr>
          <w:ilvl w:val="0"/>
          <w:numId w:val="1"/>
        </w:numPr>
        <w:tabs>
          <w:tab w:val="left" w:pos="1276"/>
        </w:tabs>
        <w:spacing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Королева Наталья Владимировна, старший воспитател</w:t>
      </w:r>
      <w:r>
        <w:rPr>
          <w:rFonts w:ascii="Liberation Serif" w:hAnsi="Liberation Serif" w:cs="Liberation Serif"/>
          <w:bCs/>
          <w:sz w:val="28"/>
          <w:szCs w:val="28"/>
        </w:rPr>
        <w:t xml:space="preserve">ь, МАДОУ </w:t>
      </w:r>
      <w:r>
        <w:rPr>
          <w:rFonts w:ascii="Liberation Serif" w:hAnsi="Liberation Serif" w:cs="Liberation Serif"/>
          <w:sz w:val="28"/>
          <w:szCs w:val="28"/>
        </w:rPr>
        <w:t>«Детский сад № 4», Режевской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Королихина Наталья Аркадьевна, старший воспитатель, МАДОУ № 43 «Буратино»,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Костромина Татьяна Борисовна, старший воспитатель, МБДОУ № 463,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Кочнева Ольга </w:t>
      </w:r>
      <w:r>
        <w:rPr>
          <w:rFonts w:ascii="Liberation Serif" w:hAnsi="Liberation Serif" w:cs="Liberation Serif"/>
          <w:sz w:val="28"/>
          <w:szCs w:val="28"/>
        </w:rPr>
        <w:t>Владимировна, старший воспитатель, МКДОУ «Клевакинский детский сад»,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Крылова Елена Владимировна, старший воспитатель, </w:t>
      </w:r>
      <w:r>
        <w:rPr>
          <w:rFonts w:ascii="Liberation Serif" w:hAnsi="Liberation Serif" w:cs="Liberation Serif"/>
          <w:bCs/>
          <w:sz w:val="28"/>
          <w:szCs w:val="28"/>
        </w:rPr>
        <w:t>детский сад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№ 125 ОАО «РЖД»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Крючкова Гульшат Абулманиховна, старший воспитатель, МАДОУ </w:t>
      </w:r>
      <w:r>
        <w:rPr>
          <w:rFonts w:ascii="Liberation Serif" w:hAnsi="Liberation Serif" w:cs="Liberation Serif"/>
          <w:sz w:val="28"/>
          <w:szCs w:val="28"/>
        </w:rPr>
        <w:t>ЦРР – детский сад,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Кузнецова Елена Анатольевна,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д/с «Академия детства» СП д/с № 19,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Кукушкина Елена Леонидовна, старший воспитатель, МАДОУ «Радость» структурное подразделение дет</w:t>
      </w:r>
      <w:r>
        <w:rPr>
          <w:rFonts w:ascii="Liberation Serif" w:hAnsi="Liberation Serif" w:cs="Liberation Serif"/>
          <w:sz w:val="28"/>
          <w:szCs w:val="28"/>
        </w:rPr>
        <w:t>ский сад № 145,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Кулакова Наталия Евгеньевна, старший воспитатель, МАДОУ детский сад «Росток» структурное подразделение детский сад № 35,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Лагунова Наталья Александровна, старший воспитатель, МАДОУ № 24 «Дел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ьфинчик»,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Ларионова Наталья Владимировна, старший воспитатель, МКДОУ «Слободо-Туринский детский сад «Теремок», Слободо-Туринский МР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Ларцева Татьяна Александровна, старший воспитатель, МБДОУ детский сад № 30 </w:t>
      </w:r>
      <w:r>
        <w:rPr>
          <w:rFonts w:ascii="Liberation Serif" w:hAnsi="Liberation Serif" w:cs="Liberation Serif"/>
          <w:sz w:val="28"/>
          <w:szCs w:val="28"/>
          <w:lang w:eastAsia="ru-RU"/>
        </w:rPr>
        <w:t>комбинированного вида, с. Николо-Павловское,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Лисовская Римма Анатольевна, старший воспитатель, МБДОУ д/с № 1, Волчанский ГО,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Лобанова Валентина Павловна, старший воспитатель, МБДОУ Детский сад № 22, ГО Красноуральск,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Лобо</w:t>
      </w:r>
      <w:r>
        <w:rPr>
          <w:rFonts w:ascii="Liberation Serif" w:hAnsi="Liberation Serif" w:cs="Liberation Serif"/>
          <w:sz w:val="28"/>
          <w:szCs w:val="28"/>
        </w:rPr>
        <w:t xml:space="preserve">ва Светлана Владимировна, старший воспитатель, МАДОУ ЦРР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32,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Логинова Роза Фаритовна, старший воспитатель, МБДОУ «Детский сад № 16», ГО Дегтярск,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Луценко Юлия Владимировна, старший воспитатель, МБ ДОУ «Детский сад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комбинированного вида № 29»,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Лютина Светлана Валерьевна, старший воспитатель, МАДОУ № 29 «Василёк»,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Ляпустина Татьяна Викторовна, старший воспитатель,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д/с № 25,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Малышева Анжелика Викторов</w:t>
      </w:r>
      <w:r>
        <w:rPr>
          <w:rFonts w:ascii="Liberation Serif" w:hAnsi="Liberation Serif" w:cs="Liberation Serif"/>
          <w:sz w:val="28"/>
          <w:szCs w:val="28"/>
        </w:rPr>
        <w:t>на, старший воспитатель, МДОУ ДСКВ «Радуга»,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Малярова Марина Васильевна, старший воспитатель, МАДОУ</w:t>
      </w:r>
      <w:r>
        <w:rPr>
          <w:rFonts w:ascii="Liberation Serif" w:hAnsi="Liberation Serif" w:cs="Liberation Serif"/>
          <w:b/>
          <w:sz w:val="28"/>
          <w:szCs w:val="28"/>
        </w:rPr>
        <w:t xml:space="preserve"> «</w:t>
      </w:r>
      <w:r>
        <w:rPr>
          <w:rFonts w:ascii="Liberation Serif" w:hAnsi="Liberation Serif" w:cs="Liberation Serif"/>
          <w:sz w:val="28"/>
          <w:szCs w:val="28"/>
        </w:rPr>
        <w:t>Детский сад № 92»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Манакова Елена Александровна, старший воспитатель, МАДОУ – детский сад № 17, ГО Верхн</w:t>
      </w:r>
      <w:r>
        <w:rPr>
          <w:rFonts w:ascii="Liberation Serif" w:hAnsi="Liberation Serif" w:cs="Liberation Serif"/>
          <w:sz w:val="28"/>
          <w:szCs w:val="28"/>
        </w:rPr>
        <w:t>ий Тагил,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Матакова Наталья Вячеславовна, старший воспитатель,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18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Матвеева Наталия Михайловна, старший воспитатель, МБДОУ детский сад №1, с. Петрокаменское, Горноуральский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Матыкова Юлия Леонардовна, старший </w:t>
      </w:r>
      <w:r>
        <w:rPr>
          <w:rFonts w:ascii="Liberation Serif" w:hAnsi="Liberation Serif" w:cs="Liberation Serif"/>
          <w:sz w:val="28"/>
          <w:szCs w:val="28"/>
        </w:rPr>
        <w:t>воспитатель, МКДОУ «Детский сад № 13»,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Махонина Любовь Александровна, старший воспитатель, МДОУ ДСКВ «Радуга» структурное подразделение детский сад «Радуга»,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Мельник Алла Николаевна, старший воспитатель, МАДОУ детс</w:t>
      </w:r>
      <w:r>
        <w:rPr>
          <w:rFonts w:ascii="Liberation Serif" w:hAnsi="Liberation Serif" w:cs="Liberation Serif"/>
          <w:sz w:val="28"/>
          <w:szCs w:val="28"/>
        </w:rPr>
        <w:t>кий сад № 3 «Светлячок», Кировградский ГО,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Милютина Светлана Владимировна, старший воспитатель, МАДОУ МДС № 49, Малышевский ГО,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>Михеева Надежда Сергеевна, старший воспитатель, МКДОУ «Детский сад № 22 «Рябинушка», Талицкий ГО, 1 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Мишарина Анна</w:t>
      </w:r>
      <w:r>
        <w:rPr>
          <w:rFonts w:ascii="Liberation Serif" w:hAnsi="Liberation Serif" w:cs="Liberation Serif"/>
          <w:sz w:val="28"/>
          <w:szCs w:val="28"/>
        </w:rPr>
        <w:t xml:space="preserve"> Валерьевна, старший воспитатель, МАДОУ № 25 «Солнышко», Сысертский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Мишарина Инна Дамировна, старший воспитатель, МБДОУ № 528,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Могильникова Евгения Олеговна, старший воспитатель, филиал МАДОУ «Детский сад № 12» – «Дет</w:t>
      </w:r>
      <w:r>
        <w:rPr>
          <w:rFonts w:ascii="Liberation Serif" w:hAnsi="Liberation Serif" w:cs="Liberation Serif"/>
          <w:sz w:val="28"/>
          <w:szCs w:val="28"/>
        </w:rPr>
        <w:t>ский сад № 44»,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Морозова Елена Васильевна, старший воспитатель, МАДОУ детский сад № 13 «Журавушка»,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pacing w:val="10"/>
          <w:sz w:val="28"/>
          <w:szCs w:val="28"/>
        </w:rPr>
        <w:t xml:space="preserve">Морозова Ирина Юрьевна, старший воспитатель, </w:t>
      </w:r>
      <w:r>
        <w:rPr>
          <w:rFonts w:ascii="Liberation Serif" w:hAnsi="Liberation Serif" w:cs="Liberation Serif"/>
          <w:sz w:val="28"/>
          <w:szCs w:val="28"/>
        </w:rPr>
        <w:t>МАДОУ детский сад «Страна чудес» структурное подразделение детский са</w:t>
      </w:r>
      <w:r>
        <w:rPr>
          <w:rFonts w:ascii="Liberation Serif" w:hAnsi="Liberation Serif" w:cs="Liberation Serif"/>
          <w:sz w:val="28"/>
          <w:szCs w:val="28"/>
        </w:rPr>
        <w:t>д № 13,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Мохова Елена Владимировна, старший воспитатель, МБДОУ ПГО «Детский сад № 51», Полевской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Муликова Ирина Сергеевна, старший воспитатель, МБДОУ «Детский сад «Радуга», ГО Рефтинский,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Мурзина Татьяна Андреевна,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старший воспитатель, МБДОУ детский сад № 24 «Сказка»,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Мышкина Анастасия Андреевна, старший воспитатель, МАДОУ № 17 «Земляничка»,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Набокова Ольга Владимировна, старший воспитатель, МАДОУ детский сад «Страна чудес» </w:t>
      </w:r>
      <w:r>
        <w:rPr>
          <w:rFonts w:ascii="Liberation Serif" w:hAnsi="Liberation Serif" w:cs="Liberation Serif"/>
          <w:sz w:val="28"/>
          <w:szCs w:val="28"/>
        </w:rPr>
        <w:t>структурное подразделение детский сад № 43,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Назимова Любовь Александровна, старший воспитатель, д/с № 177 МАДОУ «Радость», город Нижний Тагил, ВКК. 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Найданова Олеся Анатольевна, старший воспитатель, МАОУ Школа –сад № 42, Малышевск</w:t>
      </w:r>
      <w:r>
        <w:rPr>
          <w:rFonts w:ascii="Liberation Serif" w:hAnsi="Liberation Serif" w:cs="Liberation Serif"/>
          <w:sz w:val="28"/>
          <w:szCs w:val="28"/>
        </w:rPr>
        <w:t>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Нахк Татьяна Николаевна, старший воспитатель, МАДОУ детский сад № 39 «Родничок»,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Никитина Ольга Владимировна, старший воспитатель, МБДОУ № 21, Артемовский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Николаева Светлана Леонидовна, старший воспитатель, МКДОУ де</w:t>
      </w:r>
      <w:r>
        <w:rPr>
          <w:rFonts w:ascii="Liberation Serif" w:hAnsi="Liberation Serif" w:cs="Liberation Serif"/>
          <w:sz w:val="28"/>
          <w:szCs w:val="28"/>
        </w:rPr>
        <w:t>тский сад № 10 г. Нижние Серги,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Новикова Елена Алексеевна, старший воспитатель, МБДОУ детский сад «Подснежник»,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Обоскалова Надежда Деонисьевна, старший воспитатель, МАДОУ «Детский сад № 2» КГО, Камышловский </w:t>
      </w:r>
      <w:r>
        <w:rPr>
          <w:rFonts w:ascii="Liberation Serif" w:hAnsi="Liberation Serif" w:cs="Liberation Serif"/>
          <w:sz w:val="28"/>
          <w:szCs w:val="28"/>
        </w:rPr>
        <w:t>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Овчинникова Эльвира Фаязовна, старший воспитатель, МБДОУ «Детский сад № 35 «Василинка», Режевской ГО, 1КК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Оносова Марина Владимировна, старший воспитатель, МБДОУ № 20 «Кораблик»,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Орлова Жанна Владимировна старший </w:t>
      </w:r>
      <w:r>
        <w:rPr>
          <w:rFonts w:ascii="Liberation Serif" w:hAnsi="Liberation Serif" w:cs="Liberation Serif"/>
          <w:sz w:val="28"/>
          <w:szCs w:val="28"/>
        </w:rPr>
        <w:t>воспитатель, филиал МАДОУ «Детский сад № 70» – «Детский сад № 38»,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Осипова Татьяна Николаевна, старший воспитатель, МБДОУ д/с № 16 «Малышок», Сосьвинский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Ошуркова Ольга Анатольевна, старший воспитатель, филиал № 4 – «Детский </w:t>
      </w:r>
      <w:r>
        <w:rPr>
          <w:rFonts w:ascii="Liberation Serif" w:hAnsi="Liberation Serif" w:cs="Liberation Serif"/>
          <w:sz w:val="28"/>
          <w:szCs w:val="28"/>
        </w:rPr>
        <w:t>сад п. Шамары», Шалинский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Павлова Светлана Сергеевна, старший воспитатель, МАДОУ № 9,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Патрахина Елена Константиновна, старший воспитатель, МАДОУ № 8, ГО Краснотурьинск,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Патрушева Людмила Анатольевна, старший воспитатель, </w:t>
      </w:r>
      <w:r>
        <w:rPr>
          <w:rFonts w:ascii="Liberation Serif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Пеньковская Татьяна Николаевна, старший воспитатель, МБДОУ № 29 «Теремок»,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Петухова Светлана Юрьевна, старший воспитатель, МАДОУ «Детский сад «Сказка»,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Печникова Наталья Анатольевна, ст</w:t>
      </w:r>
      <w:r>
        <w:rPr>
          <w:rFonts w:ascii="Liberation Serif" w:hAnsi="Liberation Serif" w:cs="Liberation Serif"/>
          <w:sz w:val="28"/>
          <w:szCs w:val="28"/>
        </w:rPr>
        <w:t>арший воспитатель, МАДОУ «Радость» структурное подразделение детский сад № 207,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Пирожкова Ольга Николаевна, старший воспитатель, МБДОУ ПГО «Детский сад № 43 общеразвивающего 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Пожарская Инна Анатольевна, ста</w:t>
      </w:r>
      <w:r>
        <w:rPr>
          <w:rFonts w:ascii="Liberation Serif" w:hAnsi="Liberation Serif" w:cs="Liberation Serif"/>
          <w:sz w:val="28"/>
          <w:szCs w:val="28"/>
        </w:rPr>
        <w:t>рший воспитатель, МАДОУ № 16 «Тополек»,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Позднышева Оксана Александровна, старший воспитатель, МБДОУ СОШ № 8, структурное подразделение «Солнышко», ГО «Город Лесной»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Полищук Екатерина Константиновна,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>МАДОУ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</w:t>
      </w:r>
      <w:r>
        <w:rPr>
          <w:rFonts w:ascii="Liberation Serif" w:hAnsi="Liberation Serif" w:cs="Liberation Serif"/>
          <w:sz w:val="28"/>
          <w:szCs w:val="28"/>
        </w:rPr>
        <w:t>с «Академия детства» СП д/с № 5,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Попел Ольга Алексеевна, старший воспитатель, МАДОУ № 5, Артемовский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Попова Наталья Сергеевна, старший воспитатель, МАДОУ «Сказка»,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Попова Ольга Александровна, старший </w:t>
      </w:r>
      <w:r>
        <w:rPr>
          <w:rFonts w:ascii="Liberation Serif" w:hAnsi="Liberation Serif" w:cs="Liberation Serif"/>
          <w:sz w:val="28"/>
          <w:szCs w:val="28"/>
        </w:rPr>
        <w:t>воспитатель, МБДОУ «Детский сад № 12», ГО Верхняя Тура,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Поротникова Милана Валерьевна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старший воспитатель, МБДОУ «Детский сад № 2»,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Потанина Светлана Михайловна, старший воспитатель, МБДОУ ПГО «Детский сад № 28 общеразвивающего </w:t>
      </w:r>
      <w:r>
        <w:rPr>
          <w:rFonts w:ascii="Liberation Serif" w:hAnsi="Liberation Serif" w:cs="Liberation Serif"/>
          <w:sz w:val="28"/>
          <w:szCs w:val="28"/>
        </w:rPr>
        <w:t>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Потапова Татьяна Владимировна, старший воспитатель, МАДОУ детский сад «Гармония» структурное подразделение детский сад № 51,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Потехина Людмила Юрьевна, старший воспитатель, МДОУ ДСКВ «Радуга» структурное </w:t>
      </w:r>
      <w:r>
        <w:rPr>
          <w:rFonts w:ascii="Liberation Serif" w:hAnsi="Liberation Serif" w:cs="Liberation Serif"/>
          <w:sz w:val="28"/>
          <w:szCs w:val="28"/>
        </w:rPr>
        <w:t>подразделение детский сад «Росинка», ГО Нижняя Салда,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Приемщикова Елена Владимировна, старший воспитатель, МБДОУ «Приданниковский детский сад № 5»,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Просвирякова Марина Васильевна, старший воспитатель, МДОУ ДСКВ «Радуга», </w:t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Простокишина Мария Сергеевна, старший воспитатель, ГБОУ СО КШИ «Екатеринбургский кадетский корпус войск национальной гвардии» </w:t>
      </w:r>
      <w:r>
        <w:rPr>
          <w:rFonts w:ascii="Liberation Serif" w:hAnsi="Liberation Serif" w:cs="Liberation Serif"/>
          <w:bCs/>
          <w:sz w:val="28"/>
          <w:szCs w:val="28"/>
        </w:rPr>
        <w:t>структурное подразделение детский сад № 39 «Подсолнушек»,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Путилова Наталья Мих</w:t>
      </w:r>
      <w:r>
        <w:rPr>
          <w:rFonts w:ascii="Liberation Serif" w:hAnsi="Liberation Serif" w:cs="Liberation Serif"/>
          <w:sz w:val="28"/>
          <w:szCs w:val="28"/>
        </w:rPr>
        <w:t>айловна, старший воспитатель, МАДОУ</w:t>
      </w:r>
      <w:r>
        <w:rPr>
          <w:rFonts w:ascii="Liberation Serif" w:hAnsi="Liberation Serif" w:cs="Liberation Serif"/>
          <w:iCs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«Детский сад «Радуга»,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Пьянкова Лариса Александровна, старший воспитатель, МБДОУ ПГО «Детский сад № 43 общеразвивающего 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Распопова Марина Александровна, старший воспитатель, </w:t>
      </w:r>
      <w:r>
        <w:rPr>
          <w:rFonts w:ascii="Liberation Serif" w:hAnsi="Liberation Serif" w:cs="Liberation Serif"/>
          <w:sz w:val="28"/>
          <w:szCs w:val="28"/>
        </w:rPr>
        <w:t xml:space="preserve">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402,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Рачева Елена Николаевна,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д/с «Солнечный круг»,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Ремизова Елена Юрьевна, старший воспитатель, МАДОУ детский сад «Росинка» обособленное структурное подразделение </w:t>
      </w:r>
      <w:r>
        <w:rPr>
          <w:rFonts w:ascii="Liberation Serif" w:hAnsi="Liberation Serif" w:cs="Liberation Serif"/>
          <w:sz w:val="28"/>
          <w:szCs w:val="28"/>
        </w:rPr>
        <w:t>детский сад № 1,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Романенкова Галина Александровна, старший воспитатель, МБДОУ «Детский сад «Родничок», ГО 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Россохина Елена Николаевна, старший воспитатель, МКДОУ д/с № 12,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Руслякова Елена Валент</w:t>
      </w:r>
      <w:r>
        <w:rPr>
          <w:rFonts w:ascii="Liberation Serif" w:hAnsi="Liberation Serif" w:cs="Liberation Serif"/>
          <w:sz w:val="28"/>
          <w:szCs w:val="28"/>
        </w:rPr>
        <w:t>иновна, старший воспитатель, МБДОУ ПГО «Детский сад № 34», Полевской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Рыжкова Светлана Николаевна, старший воспитатель, БМАДОУ «Центр развития ребенка – Детский сад № 41», Березовский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Савельева Ольга Валерьевна, старший воспитатель, МАДОУ </w:t>
      </w:r>
      <w:r>
        <w:rPr>
          <w:rFonts w:ascii="Liberation Serif" w:hAnsi="Liberation Serif" w:cs="Liberation Serif"/>
          <w:sz w:val="28"/>
          <w:szCs w:val="28"/>
        </w:rPr>
        <w:t>«Детский сад № 9»,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Самсонова Екатерина Владиславовна,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>МАДОУ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д/с «Солнышко» СП № 165,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Санатина Татьяна Викторовна, старший воспитатель, МАДОУ д/с № 12 «Малышок»,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Сапожникова Елена Александровна, старший воспитатель, МБДОУ «Детский сад № 11», ГО 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Сафина Елена Владимировна, старший воспитатель, МБДОУ «Детский сад № 49», ГО Дегтярск,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Сергеева Галина Андреевна, старший воспитатель,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7»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Сердитова Лидия Александровна, старший воспитатель,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ДС № 48, Малышевский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Сибирёва Тамара Алексеевна, старший воспитатель, МАДОУ детский сад «Росток» структурное подразделение детский сад № 36, Новоуральский ГО </w:t>
      </w:r>
      <w:r>
        <w:rPr>
          <w:rFonts w:ascii="Liberation Serif" w:hAnsi="Liberation Serif" w:cs="Liberation Serif"/>
          <w:sz w:val="28"/>
          <w:szCs w:val="28"/>
        </w:rPr>
        <w:t>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Сидорова Татьяна Борисовна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с</w:t>
      </w:r>
      <w:r>
        <w:rPr>
          <w:rFonts w:ascii="Liberation Serif" w:hAnsi="Liberation Serif" w:cs="Liberation Serif"/>
          <w:sz w:val="28"/>
          <w:szCs w:val="28"/>
          <w:lang w:eastAsia="ru-RU"/>
        </w:rPr>
        <w:t>тарший воспитатель,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МБДОУ «Детский сад № 40»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Асбестовский 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Сильвестрова Татьяна Ивановна, старший воспитатель, МАДОУ «Детский сад № 1», ГО Дегтярск,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Староверова Александра Сергеевна, старший воспитатель, </w:t>
      </w:r>
      <w:r>
        <w:rPr>
          <w:rFonts w:ascii="Liberation Serif" w:hAnsi="Liberation Serif" w:cs="Liberation Serif"/>
          <w:sz w:val="28"/>
          <w:szCs w:val="28"/>
        </w:rPr>
        <w:t>МБДОУ детский сад комбинированного вида № 56 «Карусель», ГО Верхняя Тура,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Суетина Альбина Викторовна, старший воспитатель, МАДОУ № 2 «Елочка»,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Суркова Ирина Семеновна, старший воспитатель, ГБОУ СО КШИ «Екатеринбургский кадетс</w:t>
      </w:r>
      <w:r>
        <w:rPr>
          <w:rFonts w:ascii="Liberation Serif" w:hAnsi="Liberation Serif" w:cs="Liberation Serif"/>
          <w:sz w:val="28"/>
          <w:szCs w:val="28"/>
        </w:rPr>
        <w:t xml:space="preserve">кий корпус войск национальной гвардии»,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Табуева Евгения Викторовна, старший воспитатель, МКДОУ «Колчеданский детский сад № 1»,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Тарлавина Елена Александровна, старший воспитатель, филиал МАДОУ «Детский сад №</w:t>
      </w:r>
      <w:r>
        <w:rPr>
          <w:rFonts w:ascii="Liberation Serif" w:hAnsi="Liberation Serif" w:cs="Liberation Serif"/>
          <w:sz w:val="28"/>
          <w:szCs w:val="28"/>
        </w:rPr>
        <w:t xml:space="preserve"> 26» – «Детский сад № 54»,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Тельминова Елена Вячеславовна, старший воспитатель, МБДОУ «Детский сад № 32», 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Тимофеева Ольга Викторовна, старший воспитатель,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д/с «Солнечный круг»,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олстых Наталья Александровна, старший воспитатель, МАДОУ </w:t>
      </w:r>
      <w:r>
        <w:rPr>
          <w:rFonts w:ascii="Liberation Serif" w:hAnsi="Liberation Serif" w:cs="Liberation Serif"/>
          <w:sz w:val="28"/>
          <w:szCs w:val="28"/>
          <w:lang w:eastAsia="ru-RU"/>
        </w:rPr>
        <w:t>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Детский сад комбинированного вида № 25»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Третьякова Юлия Геннадьевна, старший воспитатель,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д/с «Солнышко» СП № 21,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Трусова Людмила Владимиро</w:t>
      </w:r>
      <w:r>
        <w:rPr>
          <w:rFonts w:ascii="Liberation Serif" w:hAnsi="Liberation Serif" w:cs="Liberation Serif"/>
          <w:sz w:val="28"/>
          <w:szCs w:val="28"/>
        </w:rPr>
        <w:t xml:space="preserve">вна, старший воспитатель, МКДОУ «Детский сад № 24 «Ладушки», Талицкий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Тубукова Ольга Борисовна, старший воспитатель, МАДОУ детский сад № 5 «Цветик-Семицветик»,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Ударцева Елена Васильевна, старший воспитатель, МКДОУ Байкаловс</w:t>
      </w:r>
      <w:r>
        <w:rPr>
          <w:rFonts w:ascii="Liberation Serif" w:hAnsi="Liberation Serif" w:cs="Liberation Serif"/>
          <w:sz w:val="28"/>
          <w:szCs w:val="28"/>
        </w:rPr>
        <w:t>кий детский сад № 4 «Богатырь», Байкаловский МР СО,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Удилова Олеся Александровна, старший воспитатель, МБДОУ «Детский сад № 18», 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Устинова Марина Анатольевна, старший воспитатель, МБДОУ детский сад «Малышок»,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Ушенина Светлана Валерьевна, старший воспитатель, МАДОУ № 6,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Федякова Снежана Михайловна, старший воспитатель, МБДОУ «Криулинский детский сад № 3», МО Красноуфимский округ,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Фоминых Елена Викторовна, старший воспитатель, МАДОУ </w:t>
      </w:r>
      <w:r>
        <w:rPr>
          <w:rFonts w:ascii="Liberation Serif" w:hAnsi="Liberation Serif" w:cs="Liberation Serif"/>
          <w:sz w:val="28"/>
          <w:szCs w:val="28"/>
        </w:rPr>
        <w:t>детский сад № 15, ГО Богданович,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Хисанова Валентина Викторовна, старший воспитатель, БМАДОУ «Детскиий сад № 35»,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Цепелева Ирина Юрьевна, старший воспитатель, МБДОУ Новолялинского ГО «Детский сад № 16 «Светлячок», Новолялинский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Чаплыгина Наталья Владимировна, старший воспитатель, БМАДОУ «Детский сад № 48 «Росток», Березовский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Черемисина Людмила Павловна, старший воспитатель, МБДОУ детский сад № 26,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Чингина Наталья Николаевна, старший воспита</w:t>
      </w:r>
      <w:r>
        <w:rPr>
          <w:rFonts w:ascii="Liberation Serif" w:hAnsi="Liberation Serif" w:cs="Liberation Serif"/>
          <w:sz w:val="28"/>
          <w:szCs w:val="28"/>
        </w:rPr>
        <w:t>тель, МАДОУ «Детский сад «Радуга» № 5»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Числова Наталия Анатольевна, старший воспитатель, МБДОУ ПГО «Детский сад № 53»,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Шакурова Манфия Мавлявиевна, старший воспитатель, филиал МАДОУ «Детский сад № 39» – «Дет</w:t>
      </w:r>
      <w:r>
        <w:rPr>
          <w:rFonts w:ascii="Liberation Serif" w:hAnsi="Liberation Serif" w:cs="Liberation Serif"/>
          <w:sz w:val="28"/>
          <w:szCs w:val="28"/>
        </w:rPr>
        <w:t>ский сад № 95»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Шамсумухаметова Ильсияр Таиповна, старший воспитатель, МАДОУ детский сад № 26 «Радуга»,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Шарафутдинова Алевтина Анатольевна, старший воспитатель, МБДОУ «Центр развития ребенка – детский сад № 22»,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Шерстобитова Наталья Викторовна, старший воспитатель, д/с № 24 МАДОУ «Радость»,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Шилкова Ольга Николаевна, старший воспитатель, МБДОУ ПГО «Детский сад № 32»,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Шитова Наталья Борисовна, старший</w:t>
      </w:r>
      <w:r>
        <w:rPr>
          <w:rFonts w:ascii="Liberation Serif" w:hAnsi="Liberation Serif" w:cs="Liberation Serif"/>
          <w:sz w:val="28"/>
          <w:szCs w:val="28"/>
        </w:rPr>
        <w:t xml:space="preserve"> воспитатель, ГАПОУ СО «Северный педагогический колледж», структурное подразделение, детский сад «Солнышко», Серовский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Шмарина Лариса Александровна, старший воспитатель, МКДОУ «Новоисетский детский сад»,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Южанина Анастасия Леонид</w:t>
      </w:r>
      <w:r>
        <w:rPr>
          <w:rFonts w:ascii="Liberation Serif" w:hAnsi="Liberation Serif" w:cs="Liberation Serif"/>
          <w:bCs/>
          <w:sz w:val="28"/>
          <w:szCs w:val="28"/>
        </w:rPr>
        <w:t>овна, старший воспитатель, МБДОУ «Криулинский детский сад № 3»,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Юнязова Татьяна Франтишековна, старший воспитатель, МАДОУ детский сад «Росток» структурное подразделение детский сад № 48,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Юшкова Любовь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Алексеевна, старший воспитатель, МКДОУ АГО «Ачитский детский сад «Улыбка» – филиал «Уфимский детский сад «Радуга»,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pacing w:val="10"/>
          <w:sz w:val="28"/>
          <w:szCs w:val="28"/>
        </w:rPr>
        <w:t xml:space="preserve">Ямилова Марина Аркадьевна, старший воспитатель, </w:t>
      </w:r>
      <w:r>
        <w:rPr>
          <w:rFonts w:ascii="Liberation Serif" w:hAnsi="Liberation Serif" w:cs="Liberation Serif"/>
          <w:sz w:val="28"/>
          <w:szCs w:val="28"/>
        </w:rPr>
        <w:t>МАДОУ детский сад «Страна чудес» структурное подразделение детский сад № 3</w:t>
      </w:r>
      <w:r>
        <w:rPr>
          <w:rFonts w:ascii="Liberation Serif" w:hAnsi="Liberation Serif" w:cs="Liberation Serif"/>
          <w:sz w:val="28"/>
          <w:szCs w:val="28"/>
        </w:rPr>
        <w:t>7, Новоуральский ГО СО, ВКК.</w:t>
      </w: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142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Старший инструктор-методист</w:t>
      </w:r>
    </w:p>
    <w:p w:rsidR="00AD1BAA" w:rsidRDefault="00AD1BAA">
      <w:pPr>
        <w:tabs>
          <w:tab w:val="left" w:pos="142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Павлова Елена Алексеевна, старший инструктор-методист, МБОУ ДО ДЮСШ «Виктория», МО «город Екатеринбург», ВКК.</w:t>
      </w: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Старший методист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Азарян Карине Айказовна, старший методист, ГАПОУ СО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«Верхнепышминский механико-технологический техникум «Юность»,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 Верхняя Пышма,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Багабанова Галина Петровна, старший методист, МАУ ДО «ЦВР»,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Конина Елена Александровна, старший методист, центр инновационного и гуманитарного о</w:t>
      </w:r>
      <w:r>
        <w:rPr>
          <w:rFonts w:ascii="Liberation Serif" w:hAnsi="Liberation Serif" w:cs="Liberation Serif"/>
          <w:sz w:val="28"/>
          <w:szCs w:val="28"/>
        </w:rPr>
        <w:t>бразования ГАНОУ СО «Дворец молодёжи»,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Агнесса Вячеславовна, старший методист, отдел инновационных проектов и программ ГАНОУ СО «Дворец молодёжи»,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Потапова Ольга Александровна, старший мет</w:t>
      </w:r>
      <w:r>
        <w:rPr>
          <w:rFonts w:ascii="Liberation Serif" w:hAnsi="Liberation Serif" w:cs="Liberation Serif"/>
          <w:sz w:val="28"/>
          <w:szCs w:val="28"/>
        </w:rPr>
        <w:t>одист, ГАПОУ СО «Камышловский техникум промышленности и транспорта», Камышловский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Шашмурина Ольга Михайловна, старший методист, ГАПОУ СО «Верхнепышминский механико-технологический техникум «Юность»,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Верхняя Пышма,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1КК.</w:t>
      </w: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0"/>
          <w:tab w:val="left" w:pos="1418"/>
          <w:tab w:val="left" w:pos="5378"/>
          <w:tab w:val="left" w:pos="8628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Старший педагог </w:t>
      </w:r>
      <w:r>
        <w:rPr>
          <w:rFonts w:ascii="Liberation Serif" w:hAnsi="Liberation Serif" w:cs="Liberation Serif"/>
          <w:b/>
          <w:sz w:val="28"/>
          <w:szCs w:val="28"/>
        </w:rPr>
        <w:t>дополнительного образования</w:t>
      </w:r>
    </w:p>
    <w:p w:rsidR="00AD1BAA" w:rsidRDefault="00AD1BAA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/>
        <w:jc w:val="both"/>
        <w:rPr>
          <w:rFonts w:ascii="Liberation Serif" w:hAnsi="Liberation Serif" w:cs="Liberation Serif"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Волкова Елена Валерьевна, старший педагог дополнительного образования, МАОУ «ЦО № 7»,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Конюк Людмила Викторовна, старший педагог дополнительного образования (социально-гуманитарная, художественная), МАУ ДО </w:t>
      </w:r>
      <w:r>
        <w:rPr>
          <w:rFonts w:ascii="Liberation Serif" w:hAnsi="Liberation Serif" w:cs="Liberation Serif"/>
          <w:sz w:val="28"/>
          <w:szCs w:val="28"/>
        </w:rPr>
        <w:t>ДДТ «Химмашевец», МО «город Екатеринбург», ВКК.</w:t>
      </w: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4"/>
        <w:tabs>
          <w:tab w:val="left" w:pos="1276"/>
        </w:tabs>
        <w:spacing w:before="0"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Старший тренер-преподаватель</w:t>
      </w:r>
    </w:p>
    <w:p w:rsidR="00AD1BAA" w:rsidRDefault="00AD1BAA">
      <w:pPr>
        <w:pStyle w:val="a4"/>
        <w:tabs>
          <w:tab w:val="left" w:pos="1276"/>
        </w:tabs>
        <w:spacing w:before="0"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Васюков Валерий Иванович, старший тренер-преподаватель, МАОУ ДО ДЮСШ, 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Медведева Наталия Юрьевна, старший тренер-преподаватель, ПМАОУ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ДО «ДЮСШ», ГО Первоуральс</w:t>
      </w:r>
      <w:r>
        <w:rPr>
          <w:rFonts w:ascii="Liberation Serif" w:hAnsi="Liberation Serif" w:cs="Liberation Serif"/>
          <w:sz w:val="28"/>
          <w:szCs w:val="28"/>
        </w:rPr>
        <w:t>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Нечаева Людмила Викторовна, старший тренер-преподаватель, «МУДО «ДЮСШ «РИТМ», Качканарский ГО СО, 1КК.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Черкасских Светлана Аркадьевна, старший тренер-преподаватель (бадминтон), МАУ ДО «ДЮСШ» КГО, Камышловский ГО СО, ВКК.</w:t>
      </w: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AD1BAA">
      <w:pPr>
        <w:tabs>
          <w:tab w:val="left" w:pos="0"/>
          <w:tab w:val="left" w:pos="1418"/>
          <w:tab w:val="left" w:pos="5378"/>
          <w:tab w:val="left" w:pos="8628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0"/>
          <w:tab w:val="left" w:pos="1418"/>
          <w:tab w:val="left" w:pos="5378"/>
          <w:tab w:val="left" w:pos="8628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Тренер-преподаватель</w:t>
      </w:r>
    </w:p>
    <w:p w:rsidR="00AD1BAA" w:rsidRDefault="00AD1BAA">
      <w:pPr>
        <w:pStyle w:val="a3"/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Абраменко Эдуард Валерьевич, тренер-преподаватель, МАУ ДО ДЮСШ,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Андреев Юрий Николаевич, тренер-преподаватель, МБУ ДО ДЮСШ,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Ахматдинов Самигула Казыханович, тренер-преподаватель (бокс)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МБОУ ДО ДЮСШ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Волчанский ГО, В</w:t>
      </w:r>
      <w:r>
        <w:rPr>
          <w:rFonts w:ascii="Liberation Serif" w:hAnsi="Liberation Serif" w:cs="Liberation Serif"/>
          <w:sz w:val="28"/>
          <w:szCs w:val="28"/>
        </w:rPr>
        <w:t xml:space="preserve">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Бабаев Евгений Иванович, тренер-преподаватель, учитель физической культуры, МБОУ ПГО «СОШ № 20», Полевской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Бекетов Владимир Вячеславович, тренер-преподаватель, МАУ ДО ДЮСШ,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Блинков Андрей Борисович, тренер-преподаватель, </w:t>
      </w:r>
      <w:r>
        <w:rPr>
          <w:rFonts w:ascii="Liberation Serif" w:hAnsi="Liberation Serif" w:cs="Liberation Serif"/>
          <w:sz w:val="28"/>
          <w:szCs w:val="28"/>
        </w:rPr>
        <w:t xml:space="preserve">МАОУ ДО ЦТР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ГО «Гармония», Тавдинский ГО,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Богданов Сергей Викторович, тренер-преподаватель, МОУ ДОД «ДЮСШ», МО Алапаевское, ВКК. 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Буньков Сергей Васильевич, тренер-преподаватель, МБУ ДО ДЮСШ № 1,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Бурцева Галина Анатольевна,</w:t>
      </w:r>
      <w:r>
        <w:rPr>
          <w:rFonts w:ascii="Liberation Serif" w:hAnsi="Liberation Serif" w:cs="Liberation Serif"/>
          <w:sz w:val="28"/>
          <w:szCs w:val="28"/>
        </w:rPr>
        <w:t xml:space="preserve"> тренер-преподаватель, МАУ ДО «ДЮСШ № 2», Новоуральский ГО СО, ВКК.</w:t>
      </w:r>
    </w:p>
    <w:p w:rsidR="00AD1BAA" w:rsidRDefault="00CA09AA">
      <w:pPr>
        <w:pStyle w:val="af6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Винтер Александр Георгиевич, тренер-преподаватель, МКУДО «Нижнесергинский центр образования детей»,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Гамм Елена Эрвиновна, тренер-преподаватель, ГАНОУ СО «Дворец</w:t>
      </w:r>
      <w:r>
        <w:rPr>
          <w:rFonts w:ascii="Liberation Serif" w:hAnsi="Liberation Serif" w:cs="Liberation Serif"/>
          <w:sz w:val="28"/>
          <w:szCs w:val="28"/>
        </w:rPr>
        <w:t xml:space="preserve"> молодёжи»,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Громова Дарья Юрьевна, тренер-преподаватель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МАОУ ДО ДЮСШ, ГО Карпинск,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Гусева Татьяна Владимировна, тренер-преподаватель, МАОУ ДО «ДЮСШ» № 25, Артемовский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Дергунов Александр Александрович, тренер-пре</w:t>
      </w:r>
      <w:r>
        <w:rPr>
          <w:rFonts w:ascii="Liberation Serif" w:hAnsi="Liberation Serif" w:cs="Liberation Serif"/>
          <w:sz w:val="28"/>
          <w:szCs w:val="28"/>
        </w:rPr>
        <w:t>подаватель, МБУДО ШГО ДЮСШ,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Елохин Алексей Валерьевич, тренер-преподаватель, МАОУ ДО Новолялинского ГО «ДЮЦПВ», Новолялинский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Жаков Евгений Андреевич, тренер-преподаватель, МБОУ ДО ДЮСШ Невьянского ГО,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Жуков </w:t>
      </w:r>
      <w:r>
        <w:rPr>
          <w:rFonts w:ascii="Liberation Serif" w:hAnsi="Liberation Serif" w:cs="Liberation Serif"/>
          <w:sz w:val="28"/>
          <w:szCs w:val="28"/>
        </w:rPr>
        <w:t>Сергей Владимирович, тренер-преподаватель, МАОУ АГО «Центр дополнительного образования», Артинский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Жукова Елена Алексеевна, тренер-преподаватель, МБУ ДО «ДЮСШ», ГО Ревда, 1КК.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Закожурников Александр Юрьевич, тренер-преподаватель, МОУ ДОД «ДЮСШ», М</w:t>
      </w:r>
      <w:r>
        <w:rPr>
          <w:rFonts w:ascii="Liberation Serif" w:hAnsi="Liberation Serif" w:cs="Liberation Serif"/>
          <w:sz w:val="28"/>
          <w:szCs w:val="28"/>
        </w:rPr>
        <w:t>О Алапаевское,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Зырянкин Анатолий Николаевич, тренер-преподаватель, МБУ ДО ШГО ДЮСШ, Шалинский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Извин Сергей Васильевич, тренер-преподаватель (волейбол)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«ДЮСШ», Североуральский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Кадочников Николай Александрович, тренер-преподав</w:t>
      </w:r>
      <w:r>
        <w:rPr>
          <w:rFonts w:ascii="Liberation Serif" w:hAnsi="Liberation Serif" w:cs="Liberation Serif"/>
          <w:sz w:val="28"/>
          <w:szCs w:val="28"/>
        </w:rPr>
        <w:t>атель, ДЮСШ «Мастер-Динамо»,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Киселёва Ирина Валерьевна, тренер-преподаватель, МБОУ ДО ДЮСШ, Белоярский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Клеянкина Анна Игоревна, тренер-преподаватель, МБОУ ДО ДЮСШ Невьянского ГО,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Койкова Татьяна Юрьевна, тре</w:t>
      </w:r>
      <w:r>
        <w:rPr>
          <w:rFonts w:ascii="Liberation Serif" w:hAnsi="Liberation Serif" w:cs="Liberation Serif"/>
          <w:sz w:val="28"/>
          <w:szCs w:val="28"/>
        </w:rPr>
        <w:t>нер-преподаватель, МБОУ ДОД ДЮСШ № 19 «Детский стадион»,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Королик Елена Александровна, тренер-преподаватель, МАОУ ДО ДЮСШ,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Кошкарёв Владимир Валентинович, тренер-преподаватель, МБОУ ДО ДЮСШ, Белоярский ГО,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 Андрей Владимирович, тренер-преподаватель, МКУ ДО АГО «Ачитская ДЮСШ»,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Кузьминых Сергей Анатольевич, тренер-преподаватель, МОУ ДО ДЮСШ,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Лапенкова Наталья Геннадьевна, тренер-преподаватель, МБУ ДО «ДЮСШ </w:t>
      </w:r>
      <w:r>
        <w:rPr>
          <w:rFonts w:ascii="Liberation Serif" w:hAnsi="Liberation Serif" w:cs="Liberation Serif"/>
          <w:bCs/>
          <w:sz w:val="28"/>
          <w:szCs w:val="28"/>
        </w:rPr>
        <w:t>«РОУКС», Качканарский ГО СО,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Лямин Андрей Анатольевич, тренер-преподаватель (дзюдо)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МАУ ДО «ДЮСШ»,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Макамединов Альфис Масалимович, тренер-преподаватель, МБОУ ДО ДЮСШ Невьянского ГО, Невьянский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Маслакова Ирина Николае</w:t>
      </w:r>
      <w:r>
        <w:rPr>
          <w:rFonts w:ascii="Liberation Serif" w:hAnsi="Liberation Serif" w:cs="Liberation Serif"/>
          <w:sz w:val="28"/>
          <w:szCs w:val="28"/>
        </w:rPr>
        <w:t>вна, тренер-преподаватель, МБОУ ДО ДЮСШ Невьянского ГО, Невьянский ГО, 1КК.</w:t>
      </w:r>
    </w:p>
    <w:p w:rsidR="00AD1BAA" w:rsidRDefault="00CA09AA">
      <w:pPr>
        <w:pStyle w:val="13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Мещерский Владимир Викторович, тренер-преподаватель, МУДО ДЮСШ «Самбо и дзюдо»,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Минасуева Валентина Павловна, тренер-преподаватель, МАОУ ДО ДЮСШ, </w:t>
      </w:r>
      <w:r>
        <w:rPr>
          <w:rFonts w:ascii="Liberation Serif" w:hAnsi="Liberation Serif" w:cs="Liberation Serif"/>
          <w:sz w:val="28"/>
          <w:szCs w:val="28"/>
        </w:rPr>
        <w:t>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Минниахметов Салимян Суфиянович, тренер-преподаватель, МКУ ДО АГО «Ачитская ДЮСШ»,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Минниахметова Екатерина Геннадьевна, тренер-преподаватель, МКУ ДО АГО «Ачитская ДЮСШ»,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Михеева Евгения Анатольевна,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тренер-преподаватель, МАУ ДО ДЮСШ «Олимп», ГО Рефтинский, 1КК.</w:t>
      </w:r>
    </w:p>
    <w:p w:rsidR="00AD1BAA" w:rsidRDefault="00CA09AA">
      <w:pPr>
        <w:pStyle w:val="13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Можаев Олег Сергеевич, тренер-преподаватель, МБОУ ДО ГО Заречный «Детско-юношеская спортивная школа», ГО Заречный,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Неволина Галина Викторовна, тренер-преподаватель, МАУ ДО ДЮСШ, ГО Красноу</w:t>
      </w:r>
      <w:r>
        <w:rPr>
          <w:rFonts w:ascii="Liberation Serif" w:hAnsi="Liberation Serif" w:cs="Liberation Serif"/>
          <w:sz w:val="28"/>
          <w:szCs w:val="28"/>
        </w:rPr>
        <w:t>фимск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Новиков Валерий Николаевич, тренер-преподаватель, МБУДО ШГО ДЮСШ,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Носков Виктор Алексеевич, тренер-преподаватель, МКОУ ДО Новолялинского ГО «ДЮСШ», Новолялинский ГО,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Овсянников Антон Васильевич, тренер-преподаватель, </w:t>
      </w:r>
      <w:r>
        <w:rPr>
          <w:rFonts w:ascii="Liberation Serif" w:hAnsi="Liberation Serif" w:cs="Liberation Serif"/>
          <w:sz w:val="28"/>
          <w:szCs w:val="28"/>
        </w:rPr>
        <w:t xml:space="preserve">МОУ ДОД «ДЮСШ», МО Алапавское,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Орлов Сергей Геннадьевич, тренер-преподаватель, МБОУ ДО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ДЮСШ</w:t>
      </w:r>
      <w:r>
        <w:rPr>
          <w:rFonts w:ascii="Liberation Serif" w:hAnsi="Liberation Serif" w:cs="Liberation Serif"/>
          <w:sz w:val="28"/>
          <w:szCs w:val="28"/>
        </w:rPr>
        <w:t>, Белоярский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Пахомова Светлана Константиновна, тренер-преподаватель, МБОУ ДО «Детско-юношеская спортивная школа «Ермак», Тугулымский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Полеева </w:t>
      </w:r>
      <w:r>
        <w:rPr>
          <w:rFonts w:ascii="Liberation Serif" w:hAnsi="Liberation Serif" w:cs="Liberation Serif"/>
          <w:sz w:val="28"/>
          <w:szCs w:val="28"/>
        </w:rPr>
        <w:t>Ольга Владимировна, тренер-преподаватель, ДЮСШ СГО,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Прусс Борис Александрович, тренер-преподаватель, отделение туризма и краеведения, ГАНОУ СО «Дворец молодёжи»,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Пунегова Любовь Алексеевна, </w:t>
      </w:r>
      <w:r>
        <w:rPr>
          <w:rFonts w:ascii="Liberation Serif" w:hAnsi="Liberation Serif" w:cs="Liberation Serif"/>
          <w:sz w:val="28"/>
          <w:szCs w:val="28"/>
        </w:rPr>
        <w:t>тренер-преподаватель, МБОУ «Красноуфимский РЦ ДОД»,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Пушкарёв Александр Анатольевич, тренер-преподаватель, МОУ ДО ДЮСШ, Ирбитское МО,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Репин Станислав Юрьевич, тренер-преподаватель, МАУ ДО «ДЮСШ № 4», Новоуральский ГО СО,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Рудас Александр Евгеньевич, тренер-преподаватель, ДЮСШ СГО,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Савинов Михаил Викторович, тренер-преподаватель, ДЮСШ «Мастер-Динамо»,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Савинский Валерий Станиславович, тренер-преподаватель, МАУ ДО «Артинская ДЮСШ им.</w:t>
      </w:r>
      <w:r>
        <w:rPr>
          <w:rFonts w:ascii="Liberation Serif" w:hAnsi="Liberation Serif" w:cs="Liberation Serif"/>
          <w:sz w:val="28"/>
          <w:szCs w:val="28"/>
        </w:rPr>
        <w:t xml:space="preserve"> ЗТ России Ю.В. Мельцова»,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Сальников Александр Петрович, тренер-преподаватель, МКУ ДО АГО «Ачитская ДЮСШ»,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Сапунов Денис Павлович, тренер-преподаватель, МУДО ДЮСШ «Самбо и дзюдо»,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Сарафанов Андр</w:t>
      </w:r>
      <w:r>
        <w:rPr>
          <w:rFonts w:ascii="Liberation Serif" w:hAnsi="Liberation Serif" w:cs="Liberation Serif"/>
          <w:sz w:val="28"/>
          <w:szCs w:val="28"/>
        </w:rPr>
        <w:t>ей Юрьевич, тренер-преподаватель, МБУДО ШГО ДЮСШ, Шалинский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Семкин Александр Владимирович, тренер-преподаватель, МАУ ДО «ДЮСШ № 4», Новоуральский ГО СО, ВКК.</w:t>
      </w:r>
    </w:p>
    <w:p w:rsidR="00AD1BAA" w:rsidRDefault="00CA09AA">
      <w:pPr>
        <w:pStyle w:val="13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Сидоров Дмитрий Михайлович, тренер-преподаватель, МУДО ДЮСШ «Олимп», Качканарский ГО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Симонов Алексей Игоревич, тренер-преподаватель, МОУ ДО ДЮСШ, Ирбитское МО,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Смирнов Анатолий Владимирович, тренер-преподаватель, МАУ ДО «ДЮСШ № 4»,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Стефанович Елена Николаевна, тренер-преподаватель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МАУ ДО «ДЮСШ № 2»,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Новоуральский ГО СО,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Топоркова Евгения Аркадьевна, тренер-преподаватель, МБУ ДО ДЮСШ № 1, МО город Алапаевск, ВКК.</w:t>
      </w:r>
    </w:p>
    <w:p w:rsidR="00AD1BAA" w:rsidRDefault="00CA09AA">
      <w:pPr>
        <w:pStyle w:val="13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Трушкова Людмила Владимировна, тренер-преподаватель, МОУ ДОД ДЮСШ, ГО Нижняя Салда, 1КК.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Уткин Николай Петрович, тренер-преподаватель, М</w:t>
      </w:r>
      <w:r>
        <w:rPr>
          <w:rFonts w:ascii="Liberation Serif" w:hAnsi="Liberation Serif" w:cs="Liberation Serif"/>
          <w:sz w:val="28"/>
          <w:szCs w:val="28"/>
        </w:rPr>
        <w:t>БОУ ДО «ДЮСШ», Тугулымский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Ушаков Павел Сергеевич, </w:t>
      </w:r>
      <w:r>
        <w:rPr>
          <w:rFonts w:ascii="Liberation Serif" w:hAnsi="Liberation Serif" w:cs="Liberation Serif"/>
          <w:bCs/>
          <w:sz w:val="28"/>
          <w:szCs w:val="28"/>
        </w:rPr>
        <w:t>тренер-преподаватель, МБУ ДО ЦДП «Эдельвейс», Серовский ГО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13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Ушакова Татьяна Владимировна, тренер-преподаватель, МКУ ДО АГО «Ачитская ДЮСШ»,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Хлюпин Олег Сергеевич, тренер-пре</w:t>
      </w:r>
      <w:r>
        <w:rPr>
          <w:rFonts w:ascii="Liberation Serif" w:hAnsi="Liberation Serif" w:cs="Liberation Serif"/>
          <w:sz w:val="28"/>
          <w:szCs w:val="28"/>
        </w:rPr>
        <w:t>подаватель, МАОУ ДО «ДЮСШ» № 25,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Шаврин Владимир Витальевич, тренер-преподаватель, МАОУ ДО ДЮСШ, 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Шалагинова Екатерина Михайловна, тренер-преподаватель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ГАНОУ СО «Дворец молодёжи»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Шевчук</w:t>
      </w:r>
      <w:r>
        <w:rPr>
          <w:rFonts w:ascii="Liberation Serif" w:hAnsi="Liberation Serif" w:cs="Liberation Serif"/>
          <w:sz w:val="28"/>
          <w:szCs w:val="28"/>
        </w:rPr>
        <w:t xml:space="preserve"> Петр Николаевич, тренер-преподаватель, МАОУ ДО «Ирбитская ДЮСШ»,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kern w:val="3"/>
          <w:sz w:val="28"/>
          <w:szCs w:val="28"/>
        </w:rPr>
        <w:t>Шеянова Татьяна Дмитриевна, тренер-преподаватель, МБУ ДО ПГО «Пышминская детско-юношеская спортивная школа», Пышминский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Шнюкова Любовь Анатольевна, тренер-</w:t>
      </w:r>
      <w:r>
        <w:rPr>
          <w:rFonts w:ascii="Liberation Serif" w:hAnsi="Liberation Serif" w:cs="Liberation Serif"/>
          <w:sz w:val="28"/>
          <w:szCs w:val="28"/>
        </w:rPr>
        <w:t>преподаватель, МБУ ДО ПГО «Пышминская детско-юношеская спортивная школа», Пышминский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Ямаева Алевтина Вадимовна, тренер-преподаватель, МБУ ДО ДЮСШ «Межшкольный стадион» № 2, МО «город Екатеринбург», ВКК.</w:t>
      </w: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Тьютор</w:t>
      </w:r>
    </w:p>
    <w:p w:rsidR="00AD1BAA" w:rsidRDefault="00AD1BAA">
      <w:pPr>
        <w:spacing w:after="0"/>
        <w:jc w:val="both"/>
        <w:rPr>
          <w:rFonts w:ascii="Liberation Serif" w:hAnsi="Liberation Serif"/>
          <w:b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Arial"/>
          <w:sz w:val="28"/>
          <w:szCs w:val="28"/>
          <w:shd w:val="clear" w:color="auto" w:fill="FFFFFF"/>
        </w:rPr>
        <w:t xml:space="preserve">Демкина Светлана Валентиновна, </w:t>
      </w:r>
      <w:r>
        <w:rPr>
          <w:rFonts w:ascii="Liberation Serif" w:hAnsi="Liberation Serif" w:cs="Arial"/>
          <w:sz w:val="28"/>
          <w:szCs w:val="28"/>
          <w:shd w:val="clear" w:color="auto" w:fill="FFFFFF"/>
        </w:rPr>
        <w:t>тьютор, МАДОУ № 21 «Сказка»,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iCs/>
          <w:sz w:val="28"/>
          <w:szCs w:val="28"/>
          <w:lang w:eastAsia="ru-RU"/>
        </w:rPr>
        <w:t>Жирнова Лариса Александровна, тьютор, МБОУ СОШ № 64,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  <w:lang w:eastAsia="ru-RU"/>
        </w:rPr>
        <w:t>Мануилова Виктория Анатольевна, тьютор, ГБОУ СО «Нижнетагильская школа № 1, реализующая адаптированные основные общеобразовательны</w:t>
      </w:r>
      <w:r>
        <w:rPr>
          <w:rFonts w:ascii="Liberation Serif" w:hAnsi="Liberation Serif"/>
          <w:sz w:val="28"/>
          <w:szCs w:val="28"/>
          <w:lang w:eastAsia="ru-RU"/>
        </w:rPr>
        <w:t>е программы»,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  <w:shd w:val="clear" w:color="auto" w:fill="FFFFFF"/>
        </w:rPr>
        <w:t xml:space="preserve">Сафина Ирина Владимировна, </w:t>
      </w:r>
      <w:r>
        <w:rPr>
          <w:rFonts w:ascii="Liberation Serif" w:hAnsi="Liberation Serif"/>
          <w:sz w:val="28"/>
          <w:szCs w:val="28"/>
        </w:rPr>
        <w:t>тьютор, МАУ ДО ДООЦ</w:t>
      </w:r>
      <w:r>
        <w:rPr>
          <w:rStyle w:val="aa"/>
          <w:rFonts w:ascii="Liberation Serif" w:hAnsi="Liberation Serif"/>
          <w:color w:val="auto"/>
          <w:sz w:val="28"/>
          <w:szCs w:val="28"/>
          <w:u w:val="none"/>
        </w:rPr>
        <w:t>, ГО Карпинск, 1КК.</w:t>
      </w: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Учитель </w:t>
      </w: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iCs/>
          <w:sz w:val="28"/>
          <w:szCs w:val="28"/>
        </w:rPr>
      </w:pPr>
      <w:r>
        <w:rPr>
          <w:rFonts w:ascii="Liberation Serif" w:hAnsi="Liberation Serif" w:cs="Liberation Serif"/>
          <w:b/>
          <w:iCs/>
          <w:sz w:val="28"/>
          <w:szCs w:val="28"/>
        </w:rPr>
        <w:t>Филология (русский язык, иностранный язык)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iCs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Аввакумова Татьяна Викторовна,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МАОУ «Основная </w:t>
      </w:r>
      <w:r>
        <w:rPr>
          <w:rFonts w:ascii="Liberation Serif" w:hAnsi="Liberation Serif" w:cs="Liberation Serif"/>
          <w:sz w:val="28"/>
          <w:szCs w:val="28"/>
        </w:rPr>
        <w:t>общеобразовательная школа № 27 с интернатом»,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Авдеева Марина Владимировна, учитель русского языка и литературы, БМАОУ «Лицей № 7», Березовский ГО, </w:t>
      </w:r>
      <w:r>
        <w:rPr>
          <w:rFonts w:ascii="Liberation Serif" w:hAnsi="Liberation Serif" w:cs="Liberation Serif"/>
          <w:sz w:val="28"/>
          <w:szCs w:val="28"/>
        </w:rPr>
        <w:t>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Авдеева Татьяна Викторовна, учитель английского языка, МБОУ «СОШ № 15», ГО</w:t>
      </w:r>
      <w:r>
        <w:rPr>
          <w:rFonts w:ascii="Liberation Serif" w:hAnsi="Liberation Serif" w:cs="Liberation Serif"/>
          <w:sz w:val="28"/>
          <w:szCs w:val="28"/>
        </w:rPr>
        <w:t xml:space="preserve">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Аджиумер Екатерина Геннадьевна, учитель русского языка и литературы, МАОУ СОШ № 14 им. В.Ф. Фуфачева,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Азанова Анна Евгеньевна, учитель английского языка, МАОУ – гимназия № 94,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Акимова Ларис</w:t>
      </w:r>
      <w:r>
        <w:rPr>
          <w:rFonts w:ascii="Liberation Serif" w:hAnsi="Liberation Serif" w:cs="Liberation Serif"/>
          <w:sz w:val="28"/>
          <w:szCs w:val="28"/>
        </w:rPr>
        <w:t>а Валерьевна, учитель английского языка, МАОУ СОШ № 85,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Алексеева Галина Ивановна, учитель русского языка и литературы, МКОУ Скатинская 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Алексеева Мария Викторовна, учитель английского языка, МАОУ </w:t>
      </w:r>
      <w:r>
        <w:rPr>
          <w:rFonts w:ascii="Liberation Serif" w:hAnsi="Liberation Serif" w:cs="Liberation Serif"/>
          <w:sz w:val="28"/>
          <w:szCs w:val="28"/>
        </w:rPr>
        <w:t xml:space="preserve">гимназия № 210,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Алексеенко Татьяна Геннадьевна,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50,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Алферова Ирина Валериановна, учитель иностранного языка, МКОУ Баранниковская СОШ, Камышловский</w:t>
      </w:r>
      <w:r>
        <w:rPr>
          <w:rFonts w:ascii="Liberation Serif" w:hAnsi="Liberation Serif" w:cs="Liberation Serif"/>
          <w:sz w:val="28"/>
          <w:szCs w:val="28"/>
        </w:rPr>
        <w:t xml:space="preserve">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Анашкина Инна Витальевна, учитель русского языка и литературы, МАОУ СОШ № 28,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Андреева Ирина Николаевна, учитель немецкого, английского языка, МБОУ СОШ № 9 имени Ландышевой А.Е.,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Анисимова Ольга</w:t>
      </w:r>
      <w:r>
        <w:rPr>
          <w:rFonts w:ascii="Liberation Serif" w:hAnsi="Liberation Serif" w:cs="Liberation Serif"/>
          <w:sz w:val="28"/>
          <w:szCs w:val="28"/>
        </w:rPr>
        <w:t xml:space="preserve"> Викторовна, учитель английского языка, МАОУ ПГО «Политехнический лицей № 21 «Эрудит»,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Антропова Татьяна Николаевна, учитель немецкого языка, МБОУ ПГО «Боровлянская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Арбузова Галина Викторовна, учитель русского я</w:t>
      </w:r>
      <w:r>
        <w:rPr>
          <w:rFonts w:ascii="Liberation Serif" w:hAnsi="Liberation Serif" w:cs="Liberation Serif"/>
          <w:sz w:val="28"/>
          <w:szCs w:val="28"/>
        </w:rPr>
        <w:t>зыка и литературы, МБОУ СОШ № 49,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Аржанникова Таисья Сергеевна, учитель иностранного языка (английский язык, немецкий язык), МБОУ СОШ № 6, ГО Сухой Лог,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Аристархова Людмила Петровна,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</w:t>
      </w:r>
      <w:r>
        <w:rPr>
          <w:rFonts w:ascii="Liberation Serif" w:hAnsi="Liberation Serif" w:cs="Liberation Serif"/>
          <w:sz w:val="28"/>
          <w:szCs w:val="28"/>
        </w:rPr>
        <w:t>МАОУ «Средняя общеобразовательная школа № 31»,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Артамонова Ирина Михайловна, учитель русского языка и литературы, МАОУ «Средняя общеобразовательная школа № 38»,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Артемова Ольга Александровна, учител</w:t>
      </w:r>
      <w:r>
        <w:rPr>
          <w:rFonts w:ascii="Liberation Serif" w:hAnsi="Liberation Serif" w:cs="Liberation Serif"/>
          <w:sz w:val="28"/>
          <w:szCs w:val="28"/>
          <w:lang w:eastAsia="ru-RU"/>
        </w:rPr>
        <w:t>ь немецкого и английского языков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МАОУ гимназия № 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Асташова Юлиана Юрьевна, учитель русского языка и литературы, МАОУ СОШ № 3, Малышевский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Ахмадиева Елена Федоровна, учитель русского языка и литературы, МБОУ </w:t>
      </w:r>
      <w:r>
        <w:rPr>
          <w:rFonts w:ascii="Liberation Serif" w:hAnsi="Liberation Serif" w:cs="Liberation Serif"/>
          <w:sz w:val="28"/>
          <w:szCs w:val="28"/>
        </w:rPr>
        <w:t>гимназия № 5,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Ахметова Ольга Владимировна, учитель русского языка и литературы, МАОУ гимназия № 18,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Ахунова Елена Алексеевна, учитель французского языка МАОУ, лицей № 110, МО «город Екатеринбург», ВКК.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Ахунова Светлана Марсовна, учитель русского языка и литературы, МАОУ «Азигуловская СОШ»,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Бабина Евгения Николаевна, учитель русского языка и литературы, МАОУ СОШ № 8, Североуральский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Багаутдинова Ирина Антоновна, учитель </w:t>
      </w:r>
      <w:r>
        <w:rPr>
          <w:rFonts w:ascii="Liberation Serif" w:hAnsi="Liberation Serif" w:cs="Liberation Serif"/>
          <w:sz w:val="28"/>
          <w:szCs w:val="28"/>
        </w:rPr>
        <w:t>английского языка, МАОУ СШ 3,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Баданина Марина Сергеевна, учитель английского языка, МАОУ СОШ № 62,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Баева Светлана Николаевна, учитель английского языка, МАОУ «Средняя общеобразовательная школа № 40», К</w:t>
      </w:r>
      <w:r>
        <w:rPr>
          <w:rFonts w:ascii="Liberation Serif" w:hAnsi="Liberation Serif" w:cs="Liberation Serif"/>
          <w:sz w:val="28"/>
          <w:szCs w:val="28"/>
        </w:rPr>
        <w:t>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Базуева Елена Валерьевна, учитель русского языка и литературы, МАОУ СОШ № 6,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Байгашкарова Елена Ширвановна, учитель иностранного языка, МАОУ «Средняя общеобразовательная школа № 35», Каменск-Уральский ГО СО,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Байшихина Ирина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– СОШ № 2,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Бакалдина Екатерина Лаврентьевна, учитель английского языка, МАОУ «СОШ № 1»,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Баландина Надежда Николаевна, учитель </w:t>
      </w:r>
      <w:r>
        <w:rPr>
          <w:rFonts w:ascii="Liberation Serif" w:hAnsi="Liberation Serif" w:cs="Liberation Serif"/>
          <w:sz w:val="28"/>
          <w:szCs w:val="28"/>
        </w:rPr>
        <w:t>русского языка и литературы, МАОУ «Средняя общеобразовательная школа № 19»,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Балуева Инна Михайловна, учитель русского языка и литературы, МАОУ НТГО «СОШ № 3»,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Банных Елена Николаевна, учитель русского я</w:t>
      </w:r>
      <w:r>
        <w:rPr>
          <w:rFonts w:ascii="Liberation Serif" w:hAnsi="Liberation Serif" w:cs="Liberation Serif"/>
          <w:sz w:val="28"/>
          <w:szCs w:val="28"/>
        </w:rPr>
        <w:t>зыка и литературы, МАОУ гимназия № 8, МО «город Екатеринбург»,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Барабанова Ирина Игоревна, учитель русского языка и литературы, МАОУ СШ № 1 г. Михайловска,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Баранова Евгения Константиновна, учитель иностранного языка (немецко</w:t>
      </w:r>
      <w:r>
        <w:rPr>
          <w:rFonts w:ascii="Liberation Serif" w:hAnsi="Liberation Serif" w:cs="Liberation Serif"/>
          <w:sz w:val="28"/>
          <w:szCs w:val="28"/>
        </w:rPr>
        <w:t>го языка), МАОУ – СОШ № 2, Тавдинский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bCs/>
          <w:sz w:val="28"/>
          <w:szCs w:val="28"/>
        </w:rPr>
        <w:t>Барташевич Ольга Александровна, учитель английского языка, МАОУ СОШ № 8, ГО Красноуральск, ВКК</w:t>
      </w:r>
      <w:r>
        <w:rPr>
          <w:rFonts w:ascii="Liberation Serif" w:hAnsi="Liberation Serif" w:cs="Liberation Serif"/>
          <w:b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-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Барышникова Мария Вячеславовна,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МАОУ «Гимназия № 41», Новоуральский ГО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Батечко Ирина Алексеевна, учитель русского языка и литературы, МОУ «Пионерская СОШ»,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Батурина Евгения Анатольевна, учитель английского и немецкого языков, МАОУ СОШ № 63,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Башилова Надежда Ивановна, </w:t>
      </w:r>
      <w:r>
        <w:rPr>
          <w:rFonts w:ascii="Liberation Serif" w:hAnsi="Liberation Serif" w:cs="Liberation Serif"/>
          <w:sz w:val="28"/>
          <w:szCs w:val="28"/>
        </w:rPr>
        <w:t>учитель английского языка, МАОУ лицей № 180, МО «город Екатеринбург»,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Башкирцева Оксана Вячеславовна,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МКОУ АГО «Заринская СОШ», Ачитский ГО,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Беднягина Марина Владимировна, учитель иностранных языков, МБОУ СОШ</w:t>
      </w:r>
      <w:r>
        <w:rPr>
          <w:rFonts w:ascii="Liberation Serif" w:hAnsi="Liberation Serif" w:cs="Liberation Serif"/>
          <w:sz w:val="28"/>
          <w:szCs w:val="28"/>
        </w:rPr>
        <w:t xml:space="preserve"> № 32 с углубленным изучением отдельных предметов, город Нижний Тагил,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Беккер Надежда Николаевна, учитель английского языка, МБОУ СОШ № 6,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Белова Елена Геннадьевна, учитель русского языка и литературы, МАОУ СОШ № 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</w:t>
      </w:r>
      <w:r>
        <w:rPr>
          <w:rFonts w:ascii="Liberation Serif" w:hAnsi="Liberation Serif" w:cs="Liberation Serif"/>
          <w:bCs/>
          <w:sz w:val="28"/>
          <w:szCs w:val="28"/>
        </w:rPr>
        <w:t>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Белоглазова Татьяна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«СОШ № 3», ГО Ревда,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Беломестных Марина Сергеевна, учитель иностранного языка, МАОУ СОШ № 30, город Нижний Тагил,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Белопашенцева Наталья Юрьевна,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учитель русского языка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литературы, МАОУ СОШ с. Быньги,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Белоусова Лидия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Гимназия № 1,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Беляева Елена Борисовна, учитель английского языка,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168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Беляева Лариса Михайловна, учитель английского языка, МАОУ СОШ № 5,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Бессонова Елена Сергеевна, учитель русского языка и литературы, МОУ «Пионерская СОШ»,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Бессонова Наталья Викторовна, </w:t>
      </w:r>
      <w:r>
        <w:rPr>
          <w:rFonts w:ascii="Liberation Serif" w:hAnsi="Liberation Serif" w:cs="Liberation Serif"/>
          <w:bCs/>
          <w:sz w:val="28"/>
          <w:szCs w:val="28"/>
        </w:rPr>
        <w:t>учитель русского языка и литературы, МБОУ Новолялинского ГО «СОШ № 10», Новолялинский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Блащук Галина Алексеевна, учитель английского языка, немецкого языка, МКОУ СОШ № 2 г. Нижние Серги,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Бобкова Светлана Павловна, учител</w:t>
      </w:r>
      <w:r>
        <w:rPr>
          <w:rFonts w:ascii="Liberation Serif" w:hAnsi="Liberation Serif" w:cs="Liberation Serif"/>
          <w:sz w:val="28"/>
          <w:szCs w:val="28"/>
        </w:rPr>
        <w:t xml:space="preserve">ь русского языка и литературы, МАОУ – Тыгишская СОШ, ГО Богданович,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Боброва Екатерина Анатольевна, учитель русского языка и литературы, МАОУ «Школа № 1» КГО, Камышловский ГО СО,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Бобровникова Ирина Ивановна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 xml:space="preserve">учитель английского языка, МАОУ СОШ № </w:t>
      </w:r>
      <w:r>
        <w:rPr>
          <w:rFonts w:ascii="Liberation Serif" w:hAnsi="Liberation Serif" w:cs="Liberation Serif"/>
          <w:sz w:val="28"/>
          <w:szCs w:val="28"/>
        </w:rPr>
        <w:t>2 Невьянского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Богатырева Наталья Викторовна, учитель английского языка, МКОУ – СОШ № 6 с углубленным изучением отдельных предметов,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Бокарева Татьяна Викторовна, учитель иностранного языка, МКОУ «Травянская средняя общеобразо</w:t>
      </w:r>
      <w:r>
        <w:rPr>
          <w:rFonts w:ascii="Liberation Serif" w:hAnsi="Liberation Serif" w:cs="Liberation Serif"/>
          <w:sz w:val="28"/>
          <w:szCs w:val="28"/>
        </w:rPr>
        <w:t>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Бондаренко Галина Леонидовна, </w:t>
      </w:r>
      <w:r>
        <w:rPr>
          <w:rFonts w:ascii="Liberation Serif" w:hAnsi="Liberation Serif" w:cs="Liberation Serif"/>
          <w:bCs/>
          <w:sz w:val="28"/>
          <w:szCs w:val="28"/>
        </w:rPr>
        <w:t>учитель русского языка и литературы, МБОУ СОШ № 3,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Бондарь Юлия Николаевна, учитель русского языка и литературы, МАОУ СШ № 1,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Борисова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Валерия Геннадьевна,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«СОШ № 1 им. М. Горького»,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Борноволокова Светлана Михайловна,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147,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Боровкова Анна Сергеевна, учитель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МКОУ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 Заречный «СОШ № 4», Заречный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Боровских Валентина Андреевна, учитель английского языка, МАОУ «Школа № 1» КГО, Камышловский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Бочарникова Валерия Валерьевна, учитель английского языка, МБОУ «Шалинская СОШ № 45»,</w:t>
      </w:r>
      <w:r>
        <w:rPr>
          <w:rFonts w:ascii="Liberation Serif" w:hAnsi="Liberation Serif" w:cs="Liberation Serif"/>
          <w:sz w:val="28"/>
          <w:szCs w:val="28"/>
        </w:rPr>
        <w:t xml:space="preserve">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Бояркина Татьяна Николаевна, учитель иностранного языка, МКОУ Шадринская СОШ,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Брагина Светлана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гимназия № 13,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Бражко Лидия </w:t>
      </w:r>
      <w:r>
        <w:rPr>
          <w:rFonts w:ascii="Liberation Serif" w:hAnsi="Liberation Serif" w:cs="Liberation Serif"/>
          <w:bCs/>
          <w:sz w:val="28"/>
          <w:szCs w:val="28"/>
        </w:rPr>
        <w:t>Анатольевна, учитель русского языка и литературы, МАОУ лицей № 130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Братчиков Алексей Вячеславович,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БМАОУ СОШ № 2, Березовский ГО, ВКК, кандидат филологических наук.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Бреусова Наталья Никол</w:t>
      </w:r>
      <w:r>
        <w:rPr>
          <w:rFonts w:ascii="Liberation Serif" w:hAnsi="Liberation Serif" w:cs="Liberation Serif"/>
          <w:bCs/>
          <w:sz w:val="28"/>
          <w:szCs w:val="28"/>
        </w:rPr>
        <w:t>аевна, учитель русского языка и литературы, МАОУ НТГО «СОШ № 2»,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Бронских Любовь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«Школа № 3»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Брусницына Наталья Валерьевна, учитель английского и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французского языков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МАОУ СОШ № 22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Брынских Светлана Александровна, учитель английского языка, МАОУ СОШ № 32,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Брютова Светлана Валерьевна, учитель английского языка, МБОУ ПГО «Ощепковская СОШ», </w:t>
      </w:r>
      <w:r>
        <w:rPr>
          <w:rFonts w:ascii="Liberation Serif" w:hAnsi="Liberation Serif" w:cs="Liberation Serif"/>
          <w:sz w:val="28"/>
          <w:szCs w:val="28"/>
        </w:rPr>
        <w:t>Пышминский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Брюханова Елена Николаевна, учитель русского языка и литературы, МАОУ СОШ № 17,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Буглова Светлана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МОУ СОШ № 1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Буздес Велена Викторовна, учитель ру</w:t>
      </w:r>
      <w:r>
        <w:rPr>
          <w:rFonts w:ascii="Liberation Serif" w:hAnsi="Liberation Serif" w:cs="Liberation Serif"/>
          <w:sz w:val="28"/>
          <w:szCs w:val="28"/>
        </w:rPr>
        <w:t>сского языка и литературы, МАОУ СОШ № 6 с углубленным изучением отдельных предметов, Кушвинский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Бузмакова Ольга Николаевна, учитель русского языка и литературы, МАОУ «СОШ № 49»,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Бузынова Наталья Александровна,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МКОУ АГО «Заринская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Булдакова Марина Валерьевна, учитель немецкого языка, МБОУ ПГО «Черемышская СОШ», Пышминский ГО,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Булыгина Лариса Николаевна, учитель русского языка и литературы, МБОУ Лицей, гор</w:t>
      </w:r>
      <w:r>
        <w:rPr>
          <w:rFonts w:ascii="Liberation Serif" w:hAnsi="Liberation Serif" w:cs="Liberation Serif"/>
          <w:sz w:val="28"/>
          <w:szCs w:val="28"/>
        </w:rPr>
        <w:t xml:space="preserve">од Нижний Тагил, ВКК. 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Бурдыгина Ольга Николаевна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учитель русского языка и литературы, МБОУ СОШ № 4,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Буркова Елена Михайловна, учитель русского языка и литературы, МАОУ СОШ № 10,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Бурковская Оксана Николаевна,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русского языка и литературы, МАОУ СОШ № 105,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Бурляева Надежда Николаевна, учитель русского языка и литературы, МАОУ Лицей № 109, </w:t>
      </w:r>
      <w:r>
        <w:rPr>
          <w:rFonts w:ascii="Liberation Serif" w:hAnsi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Буслаева Наталья Геннадьевна, учитель иностранного языка, МАОУ СОШ</w:t>
      </w:r>
      <w:r>
        <w:rPr>
          <w:rFonts w:ascii="Liberation Serif" w:hAnsi="Liberation Serif" w:cs="Liberation Serif"/>
          <w:sz w:val="28"/>
          <w:szCs w:val="28"/>
        </w:rPr>
        <w:t xml:space="preserve"> № 1,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Бутакова Татьяна Викторовна, учитель иностранного языка, МКОУ «Талицкая средняя общеобразовательная школа № 1»,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Бучнева Людмила Ивановна, учитель русского языка и литературы, МАОУ СОШ № 72, ГО «Город Лесной» С</w:t>
      </w:r>
      <w:r>
        <w:rPr>
          <w:rFonts w:ascii="Liberation Serif" w:hAnsi="Liberation Serif" w:cs="Liberation Serif"/>
          <w:bCs/>
          <w:sz w:val="28"/>
          <w:szCs w:val="28"/>
        </w:rPr>
        <w:t>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Бушмакина Римма Шаяповна, учитель русского языка и литературы, МКОУ АГО «Заринская СОШ» – филиал «Гайнинская ООШ»,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Бушманов Семен Иванович, учитель иностранного языка, МОУ «Пионерская СОШ» Ирбитское МО,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Бушуева Вера Аркадьевн</w:t>
      </w:r>
      <w:r>
        <w:rPr>
          <w:rFonts w:ascii="Liberation Serif" w:hAnsi="Liberation Serif" w:cs="Liberation Serif"/>
          <w:sz w:val="28"/>
          <w:szCs w:val="28"/>
        </w:rPr>
        <w:t>а, учитель русского языка и литературы, МАОУ «Лицей № 5»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Быкова Вера Федоровна, учитель французского языка,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Быкова Елена Витальевна, учитель русского языка и литературы,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МОУ – СОШ № 4, </w:t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Быкова Светлана Александровна, учитель английского языка, МАОУ «СОШ № 49»,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Быстрякова Юлия Михайловна, учитель английского языка, МАОУ СОШ № 138,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Вавилина Ираида Валентиновна, учит</w:t>
      </w:r>
      <w:r>
        <w:rPr>
          <w:rFonts w:ascii="Liberation Serif" w:hAnsi="Liberation Serif" w:cs="Liberation Serif"/>
          <w:sz w:val="28"/>
          <w:szCs w:val="28"/>
        </w:rPr>
        <w:t>ель русского языка и литературы, МАОУ лицей № 135,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Вагина Елена Максимовна, учитель русского языка и литературы, МАОУ СОШ № 4,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Вареница Ольга Владимировна, учитель русского языка и литературы, МАОУ Городищен</w:t>
      </w:r>
      <w:r>
        <w:rPr>
          <w:rFonts w:ascii="Liberation Serif" w:hAnsi="Liberation Serif" w:cs="Liberation Serif"/>
          <w:sz w:val="28"/>
          <w:szCs w:val="28"/>
        </w:rPr>
        <w:t>ская СОШ, 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Раковская Елена Сергеевна, учитель русского языка и литературы, МБОУ «Белоярская СОШ № 14», Белоярский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Васильева Вера Владимировна, учитель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МАОУ СОШ № 165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Васильева </w:t>
      </w:r>
      <w:r>
        <w:rPr>
          <w:rFonts w:ascii="Liberation Serif" w:hAnsi="Liberation Serif" w:cs="Liberation Serif"/>
          <w:sz w:val="28"/>
          <w:szCs w:val="28"/>
        </w:rPr>
        <w:t>Екатерина Игоревна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учитель английского языка, МАОУ СОШ п. Цементный,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Васильева Лариса Валерьевна, учитель русского языка и литературы, МАОУ «Косулинская СОШ № 8»,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Васильева Ольга Викторовна, учитель английского </w:t>
      </w:r>
      <w:r>
        <w:rPr>
          <w:rFonts w:ascii="Liberation Serif" w:hAnsi="Liberation Serif" w:cs="Liberation Serif"/>
          <w:sz w:val="28"/>
          <w:szCs w:val="28"/>
        </w:rPr>
        <w:t>языка, МАОУ СОШ № 65,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Вахрамеева Людмила Леонидовна,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МКОУ «Каменская средняя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Вахрушева Екатерина Альбертовна, учитель русского языка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литер</w:t>
      </w:r>
      <w:r>
        <w:rPr>
          <w:rFonts w:ascii="Liberation Serif" w:hAnsi="Liberation Serif" w:cs="Liberation Serif"/>
          <w:bCs/>
          <w:sz w:val="28"/>
          <w:szCs w:val="28"/>
        </w:rPr>
        <w:t>атуры, МБОУ СОШ № 11,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-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Вербицкая Елена Владимировна, учитель английского языка, МАОУ Гимназии № 86,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Вервейко Елена Викторовна, учитель русского языка и литературы, МАОУ СОШ № 148,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Вер</w:t>
      </w:r>
      <w:r>
        <w:rPr>
          <w:rFonts w:ascii="Liberation Serif" w:hAnsi="Liberation Serif" w:cs="Liberation Serif"/>
          <w:sz w:val="28"/>
          <w:szCs w:val="28"/>
        </w:rPr>
        <w:t>гунова Кристина Константиновна, учитель английского языка, Лицей № 9,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Веснина Тамара Аркадьевна, учитель русского языка и литературы,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МАОУ СОШ № 1, Сысертский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Ветлугина Светлана Серафимовна, учитель французского языка, МАОУ </w:t>
      </w:r>
      <w:r>
        <w:rPr>
          <w:rFonts w:ascii="Liberation Serif" w:hAnsi="Liberation Serif" w:cs="Liberation Serif"/>
          <w:sz w:val="28"/>
          <w:szCs w:val="28"/>
        </w:rPr>
        <w:t>«Гимназия № 41»,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Винникова Елена Геннадьевна, учитель русского языка и литературы, МАОУ СОШ № 28,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Винтер Светлана Александровна, учитель английского и немецкого языков, МКОУ СОШ № 13 р.п. Дружинино, Н</w:t>
      </w:r>
      <w:r>
        <w:rPr>
          <w:rFonts w:ascii="Liberation Serif" w:hAnsi="Liberation Serif" w:cs="Liberation Serif"/>
          <w:sz w:val="28"/>
          <w:szCs w:val="28"/>
        </w:rPr>
        <w:t>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Владимирова Наталья Владимировна, учитель английского языка, МАОУ «Верхнедубровская средняя общеобразовательная школа», ГО Верхнее Дуброво,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Волкова Елена Валентиновна, учитель русского языка и литературы, МБОУ СОШ № 115, 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Волкова Светлана Александровна, учитель русского языка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литературы, МАОУ «СОШ № 6»,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Волкова Светлана Владимировна, учитель русского языка и литературы, МАОУ НТГО «СОШ № 3»,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Волокитина</w:t>
      </w:r>
      <w:r>
        <w:rPr>
          <w:rFonts w:ascii="Liberation Serif" w:hAnsi="Liberation Serif" w:cs="Liberation Serif"/>
          <w:sz w:val="28"/>
          <w:szCs w:val="28"/>
        </w:rPr>
        <w:t xml:space="preserve"> Екатерина Александровна, учитель французского языка, МАОУ СОШ № 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Волохина Татьяна Викторовна, учитель русского языка и литературы, МОУ СОШ № 3,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Волынская Оксана Геннадьевна, учитель русского языка и</w:t>
      </w:r>
      <w:r>
        <w:rPr>
          <w:rFonts w:ascii="Liberation Serif" w:hAnsi="Liberation Serif" w:cs="Liberation Serif"/>
          <w:sz w:val="28"/>
          <w:szCs w:val="28"/>
        </w:rPr>
        <w:t xml:space="preserve"> литературы, МБОУ СОШ № 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Воротникова Оксана Сергеевна, учитель английского языка, МАОУ СОШ № 48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Вострикова Альвиря Накиповна, учитель английского и немецкого языка, МАОУ СОШ № 2, МО город </w:t>
      </w:r>
      <w:r>
        <w:rPr>
          <w:rFonts w:ascii="Liberation Serif" w:hAnsi="Liberation Serif" w:cs="Liberation Serif"/>
          <w:sz w:val="28"/>
          <w:szCs w:val="28"/>
        </w:rPr>
        <w:t>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Вохмянина Елена Германовна, учитель русского языка и литературы, МАОУ СОШ № 12,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Вялкова Ирина Владимировна, учитель русского языка и литературы, МБОУ СОШ с. Романово, Сосьвинский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Вялых Светлана Анатольевна,</w:t>
      </w:r>
      <w:r>
        <w:rPr>
          <w:rFonts w:ascii="Liberation Serif" w:hAnsi="Liberation Serif" w:cs="Liberation Serif"/>
          <w:sz w:val="28"/>
          <w:szCs w:val="28"/>
        </w:rPr>
        <w:t xml:space="preserve"> учитель русского языка и литературы, МАОУ гимназия № 13,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Гайдучкова Ирина Ивановна, учитель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БМАОУ лицей № 3 «Альянс»,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Гайнетдинова Зимфира Габдрафиковна, учитель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МБОУ СОШ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№ 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Гайнудинова Ольга Михайловна,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1,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Галимулина Татьяна Викторовна, учитель французского языка, МБОУ ПГО «СОШ № 20», Полевской ГО,1КК.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Гамбург Любовь </w:t>
      </w:r>
      <w:r>
        <w:rPr>
          <w:rFonts w:ascii="Liberation Serif" w:hAnsi="Liberation Serif" w:cs="Liberation Serif"/>
          <w:sz w:val="28"/>
          <w:szCs w:val="28"/>
        </w:rPr>
        <w:t>Михайловна, учитель русского языка и литературы, МАОУ СОШ № 60,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Ганеева Ольга Николаевна, учитель немецкого языка, МАОУ Тугулымская средняя общеобразовательная школа № 26,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Гареева Ольга Александровна, учит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«Верхнедубровская средняя общеобразовательная школа», ГО Верхнее Дуброво,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Гаренских Ирина Валерьевна, учитель русского языка и литературы, МБОУ «СОШ № 10»,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Гатиятова Лариса Анатольевна, учитель русского</w:t>
      </w:r>
      <w:r>
        <w:rPr>
          <w:rFonts w:ascii="Liberation Serif" w:hAnsi="Liberation Serif" w:cs="Liberation Serif"/>
          <w:sz w:val="28"/>
          <w:szCs w:val="28"/>
        </w:rPr>
        <w:t xml:space="preserve"> языка и литературы, МКОУ – СОШ № 6 с углубленным изучением отдельных предметов,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Гвоздюк Ирина Александровна, учитель иностранного языка МАОУ СОШ № 1 с углублённым изучением отдельных предметов «Полифорум», Серовский ГО,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Гераси</w:t>
      </w:r>
      <w:r>
        <w:rPr>
          <w:rFonts w:ascii="Liberation Serif" w:hAnsi="Liberation Serif" w:cs="Liberation Serif"/>
          <w:sz w:val="28"/>
          <w:szCs w:val="28"/>
        </w:rPr>
        <w:t xml:space="preserve">мова Светлана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138,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Герасимовская Елена Евгеньевна, учитель английского языка, МАОУ «Лицей»,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Гиберт Светлана Витальевна, учитель русского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языка и литературы, ГБОУ СО «СОШ № 3», ГО Верхотурский,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Гилева Лариса Юрьевна,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2,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Глебова Ирина Владимировна, учитель русского языка и литературы, МАОУ СОШ № 62,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Глинских Ирина Александровна, учитель русского языка, МОУ СОШ № 1, ГО Богданович,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Глухих Наталья Викторовна, учитель английского языка, МАОУ СОШ № 2,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Глухова Елена Александровна, учитель русского языка и литературы, МАОУ СОШ </w:t>
      </w:r>
      <w:r>
        <w:rPr>
          <w:rFonts w:ascii="Liberation Serif" w:hAnsi="Liberation Serif" w:cs="Liberation Serif"/>
          <w:sz w:val="28"/>
          <w:szCs w:val="28"/>
        </w:rPr>
        <w:t>№ 140,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Глушкова Елена Ивановна, учитель немецкого языка, МКОУ «Бисертская средняя школа № 2», Бисертский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Глушкова Ирина Михайловна, учитель русского языка и литературы, МАОУ «Каменск-Уральская гимназия», Каменск-Ураль</w:t>
      </w:r>
      <w:r>
        <w:rPr>
          <w:rFonts w:ascii="Liberation Serif" w:hAnsi="Liberation Serif" w:cs="Liberation Serif"/>
          <w:sz w:val="28"/>
          <w:szCs w:val="28"/>
        </w:rPr>
        <w:t>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Говядина Лариса Николаевна, учитель русского языка и литературы, МАОУ СОШ № 2,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Голикова Елена Валерьевна, учитель русского языка и литературы, БМАОУ СОШ № 2,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Голованова Елена Сергеевна, учитель </w:t>
      </w:r>
      <w:r>
        <w:rPr>
          <w:rFonts w:ascii="Liberation Serif" w:hAnsi="Liberation Serif" w:cs="Liberation Serif"/>
          <w:sz w:val="28"/>
          <w:szCs w:val="28"/>
        </w:rPr>
        <w:t>английского языка, МАОУ СОШ № 148,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Головина Марина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литературы, МАОУ НТГО «СОШ № 2»,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Гололобова Ирина Ивановна, учитель русского языка и литературы, МАОУ «Основная</w:t>
      </w:r>
      <w:r>
        <w:rPr>
          <w:rFonts w:ascii="Liberation Serif" w:hAnsi="Liberation Serif" w:cs="Liberation Serif"/>
          <w:sz w:val="28"/>
          <w:szCs w:val="28"/>
        </w:rPr>
        <w:t xml:space="preserve"> общеобразовательная школа № 27 с интернатом», Каменск-Уральский ГО СО,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Голубева Елена Ивановна, учитель русского языка и литературы, МБОУ Лицей,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Голубь Наталья Александровна, учитель русского языка и литературы, МАОУ СОШ № 71</w:t>
      </w:r>
      <w:r>
        <w:rPr>
          <w:rFonts w:ascii="Liberation Serif" w:hAnsi="Liberation Serif" w:cs="Liberation Serif"/>
          <w:sz w:val="28"/>
          <w:szCs w:val="28"/>
        </w:rPr>
        <w:t>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Гончаренко Галина Борисовна, учитель русского языка и литературы, МАОУ СОШ № 200,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Гордиевских Ольга Владимировна, учитель французского языка, МАОУ лицей № 159,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Горе</w:t>
      </w:r>
      <w:r>
        <w:rPr>
          <w:rFonts w:ascii="Liberation Serif" w:hAnsi="Liberation Serif" w:cs="Liberation Serif"/>
          <w:sz w:val="28"/>
          <w:szCs w:val="28"/>
        </w:rPr>
        <w:t>лова Юлия Николаевна, учитель немецкого языка, МБОУ «Шалинская СОШ № 90», Шалинский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Горина Елена Васильевна, учитель иностранного языка, МАОУ СОШ № 5 с углубленным изучением отдельных предметов им. Г.Н. Зайцева, город Нижний Тагил,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Горявина С</w:t>
      </w:r>
      <w:r>
        <w:rPr>
          <w:rFonts w:ascii="Liberation Serif" w:hAnsi="Liberation Serif" w:cs="Liberation Serif"/>
          <w:sz w:val="28"/>
          <w:szCs w:val="28"/>
        </w:rPr>
        <w:t>ветлана Евгеньевна, учитель русского языка и литературы, МАОУ «СОШ № 57»,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Госькова Ирина Викториновна, учитель иностранного языка, МАОУ СОШ № 12, МО город Алапаевск,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Градобоева Любовь Анатольевна,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</w:t>
      </w:r>
      <w:r>
        <w:rPr>
          <w:rFonts w:ascii="Liberation Serif" w:hAnsi="Liberation Serif" w:cs="Liberation Serif"/>
          <w:sz w:val="28"/>
          <w:szCs w:val="28"/>
        </w:rPr>
        <w:t>литературы, МАОУ СОШ № 18,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Гражданкина Элина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МБОУ ПГО «СОШ № 17», Полевской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Гребёнкина Нина Алексеевна, учитель русского языка и литературы, МБОУ СОШ № 55, город Нижний Тагил</w:t>
      </w:r>
      <w:r>
        <w:rPr>
          <w:rFonts w:ascii="Liberation Serif" w:hAnsi="Liberation Serif" w:cs="Liberation Serif"/>
          <w:iCs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Григорьева Анастасия Алексеевна, учитель русского языка и литературы, МАОУ «Лицей № 5» КГО, Камышловский ГО СО,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Григорьева Елена Владимировна, учитель русского языка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и литературы, МБОУ НГО «СОШ № 2», Новолялинский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Григорьева Ирина Ген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надьевна, учитель русского языка и литературы, БМАОУ «Лицей № 7»,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Григорьева Марина Викторовна, учитель русского языка и литературы, МАОУ «Средняя общеобразовательная школа № 3 имени Героя Советского Союза летчика-космонавта П.И. Беляе</w:t>
      </w:r>
      <w:r>
        <w:rPr>
          <w:rFonts w:ascii="Liberation Serif" w:hAnsi="Liberation Serif" w:cs="Liberation Serif"/>
          <w:sz w:val="28"/>
          <w:szCs w:val="28"/>
        </w:rPr>
        <w:t>ва»,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Гринева Наталья Васильевна, учитель французского языка, МАОУ СОШ № 175,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Грозных Лариса Сергеевна, </w:t>
      </w:r>
      <w:r>
        <w:rPr>
          <w:rFonts w:ascii="Liberation Serif" w:hAnsi="Liberation Serif" w:cs="Liberation Serif"/>
          <w:sz w:val="28"/>
          <w:szCs w:val="28"/>
        </w:rPr>
        <w:t>учитель русского языка и литературы, МБОУ СОШ № 5,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Громова Людмила </w:t>
      </w:r>
      <w:r>
        <w:rPr>
          <w:rFonts w:ascii="Liberation Serif" w:hAnsi="Liberation Serif" w:cs="Liberation Serif"/>
          <w:sz w:val="28"/>
          <w:szCs w:val="28"/>
        </w:rPr>
        <w:t>Ивановна, учитель русского языка и литературы, МАОУ «СОШ № 33»,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Губанова Ирина Викторовна, учитель иностранного языка, МОУ Лицей № 6,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Губина Елена Валерьевна, учитель иностранного языка, МАОУ «Байкаловская СО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Ш»,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Губина Светлана Вениаминовна, учитель русского языка, МАОУ «СОШ № 2»,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Гуляева Анна Александровна, учитель английского языка, МАОУ «Средняя общеобразовательная школа № 17 с углубленным изучением отдельных </w:t>
      </w:r>
      <w:r>
        <w:rPr>
          <w:rFonts w:ascii="Liberation Serif" w:hAnsi="Liberation Serif" w:cs="Liberation Serif"/>
          <w:sz w:val="28"/>
          <w:szCs w:val="28"/>
        </w:rPr>
        <w:t>предметов»,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Гундрова Наталья Геннадьевна, учитель английского языка, МАОУ СОШ № 197,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Гуренкова Марина Николаевна, учитель русского языка и литературы, МАОУ СОШ № 1 с углублённым изучением отдельны</w:t>
      </w:r>
      <w:r>
        <w:rPr>
          <w:rFonts w:ascii="Liberation Serif" w:hAnsi="Liberation Serif" w:cs="Liberation Serif"/>
          <w:bCs/>
          <w:sz w:val="28"/>
          <w:szCs w:val="28"/>
        </w:rPr>
        <w:t>х предметов «Полифорум», Серовский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Давлетбаева Ильвера Халафовна, учитель английского языка, МАОУ «Лицей № 58», Новоуральский ГО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Давыдова Елена Валерьевна, учитель русского языка и литературы, МАОУ «Лицей № 5» КГО, Камышловский ГО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Данилова Ольга Александровна, учитель русского языка и литературы, МАОУ СОШ п. Цементный,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Девяшина Екатерина Владимировна, учитель английского языка, МАОУ «СОШ № 25»,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Дектярь Ольга Михайловна, учитель иностра</w:t>
      </w:r>
      <w:r>
        <w:rPr>
          <w:rFonts w:ascii="Liberation Serif" w:hAnsi="Liberation Serif" w:cs="Liberation Serif"/>
          <w:sz w:val="28"/>
          <w:szCs w:val="28"/>
        </w:rPr>
        <w:t>нного языка,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МКОУ «Сосновская средняя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Деменьшина Светлана Юрьевна, учитель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1,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Демина Наталья Петровна, учитель русского языка и литературы, МАОУ СОШ № 18, Тавдин</w:t>
      </w:r>
      <w:r>
        <w:rPr>
          <w:rFonts w:ascii="Liberation Serif" w:hAnsi="Liberation Serif" w:cs="Liberation Serif"/>
          <w:sz w:val="28"/>
          <w:szCs w:val="28"/>
        </w:rPr>
        <w:t>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Денюшина Наталья Степановна, учитель иностранного языка, МАОУ СОШ № 5 с углубленным изучением отдельных предметов им. Г.Н. Зайцева,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Джафарова Елена Анатольевна, учитель иностранного языка, МКОУ «Таборинская СОШ», Табо</w:t>
      </w:r>
      <w:r>
        <w:rPr>
          <w:rFonts w:ascii="Liberation Serif" w:hAnsi="Liberation Serif" w:cs="Liberation Serif"/>
          <w:sz w:val="28"/>
          <w:szCs w:val="28"/>
        </w:rPr>
        <w:t>ринский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Долгая Любовь Витальевна, учитель русского языка и литературы, МАОУ – СОШ № 2, ГО Богданович,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Долгова Анастасия Михайловна, учитель немецкого языка, МАОУ СОШ № 3 Кировградского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Долгова Галина Ивановна, учитель русского </w:t>
      </w:r>
      <w:r>
        <w:rPr>
          <w:rFonts w:ascii="Liberation Serif" w:hAnsi="Liberation Serif"/>
          <w:sz w:val="28"/>
          <w:szCs w:val="28"/>
        </w:rPr>
        <w:t>языка и литературы, МБОУ – СОШ № 36,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Долгополова Ирина Валерьевна, учитель русского языка и литературы, МАОУ СОШ № 96,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Дорохина Наталья Анатольевна, учитель русского языка и литературы, БМАОУ «Гим</w:t>
      </w:r>
      <w:r>
        <w:rPr>
          <w:rFonts w:ascii="Liberation Serif" w:hAnsi="Liberation Serif" w:cs="Liberation Serif"/>
          <w:sz w:val="28"/>
          <w:szCs w:val="28"/>
        </w:rPr>
        <w:t>назия № 5», Березовский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Дорошенко Ираида Александровна, учитель английского языка, МАОУ «Гимназия»,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Дощатова Наталья Владимировна, учитель немецкого и английского языков, МАОУ «СОШ № 30», ГО 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Дрей Татьяна Ви</w:t>
      </w:r>
      <w:r>
        <w:rPr>
          <w:rFonts w:ascii="Liberation Serif" w:hAnsi="Liberation Serif" w:cs="Liberation Serif"/>
          <w:sz w:val="28"/>
          <w:szCs w:val="28"/>
        </w:rPr>
        <w:t>кторовна, учитель русского языка и литературы, МАОУ СОШ № 2 имени Ж.И. Алфёрова,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Дроздова Надежда Степановна,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23, Сысертский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Дубровская Татьяна Владимировна, учитель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русского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языка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и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литературы</w:t>
      </w:r>
      <w:r>
        <w:rPr>
          <w:rFonts w:ascii="Liberation Serif" w:eastAsia="Liberation Serif" w:hAnsi="Liberation Serif"/>
          <w:sz w:val="28"/>
          <w:szCs w:val="28"/>
        </w:rPr>
        <w:t xml:space="preserve">, </w:t>
      </w:r>
      <w:r>
        <w:rPr>
          <w:rFonts w:ascii="Liberation Serif" w:hAnsi="Liberation Serif"/>
          <w:sz w:val="28"/>
          <w:szCs w:val="28"/>
        </w:rPr>
        <w:t>МАОУ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ГО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Заречный</w:t>
      </w:r>
      <w:r>
        <w:rPr>
          <w:rFonts w:ascii="Liberation Serif" w:eastAsia="Liberation Serif" w:hAnsi="Liberation Serif"/>
          <w:sz w:val="28"/>
          <w:szCs w:val="28"/>
        </w:rPr>
        <w:t xml:space="preserve"> «</w:t>
      </w:r>
      <w:r>
        <w:rPr>
          <w:rFonts w:ascii="Liberation Serif" w:hAnsi="Liberation Serif"/>
          <w:sz w:val="28"/>
          <w:szCs w:val="28"/>
        </w:rPr>
        <w:t>СОШ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№</w:t>
      </w:r>
      <w:r>
        <w:rPr>
          <w:rFonts w:ascii="Liberation Serif" w:eastAsia="Liberation Serif" w:hAnsi="Liberation Serif"/>
          <w:sz w:val="28"/>
          <w:szCs w:val="28"/>
        </w:rPr>
        <w:t xml:space="preserve"> 2 </w:t>
      </w:r>
      <w:r>
        <w:rPr>
          <w:rFonts w:ascii="Liberation Serif" w:hAnsi="Liberation Serif"/>
          <w:sz w:val="28"/>
          <w:szCs w:val="28"/>
        </w:rPr>
        <w:t>с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углубленным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изучением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отдельных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предметов</w:t>
      </w:r>
      <w:r>
        <w:rPr>
          <w:rFonts w:ascii="Liberation Serif" w:eastAsia="Liberation Serif" w:hAnsi="Liberation Serif"/>
          <w:sz w:val="28"/>
          <w:szCs w:val="28"/>
        </w:rPr>
        <w:t xml:space="preserve">», </w:t>
      </w:r>
      <w:r>
        <w:rPr>
          <w:rFonts w:ascii="Liberation Serif" w:hAnsi="Liberation Serif"/>
          <w:sz w:val="28"/>
          <w:szCs w:val="28"/>
        </w:rPr>
        <w:t>ГО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Заречный</w:t>
      </w:r>
      <w:r>
        <w:rPr>
          <w:rFonts w:ascii="Liberation Serif" w:eastAsia="Liberation Serif" w:hAnsi="Liberation Serif"/>
          <w:sz w:val="28"/>
          <w:szCs w:val="28"/>
        </w:rPr>
        <w:t>, 1</w:t>
      </w:r>
      <w:r>
        <w:rPr>
          <w:rFonts w:ascii="Liberation Serif" w:hAnsi="Liberation Serif"/>
          <w:sz w:val="28"/>
          <w:szCs w:val="28"/>
        </w:rPr>
        <w:t>КК</w:t>
      </w:r>
      <w:r>
        <w:rPr>
          <w:rFonts w:ascii="Liberation Serif" w:eastAsia="Liberation Serif" w:hAnsi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Дубровский Евгений Игоревич, учитель английского языка, МАОУ «СОШ № 5 с УИОП»,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Дубских Людмила Александровна, учитель русского языка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«Школа № 9»,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Дудина Бэлла Махаматдиновна, учитель английского и немецкого языка, МАОУ «СОШ № 32»,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Дуркина Людмила Юрьевна, учитель русского языка и литературы, ГБОУ СО «Верхотурская </w:t>
      </w:r>
      <w:r>
        <w:rPr>
          <w:rFonts w:ascii="Liberation Serif" w:hAnsi="Liberation Serif" w:cs="Liberation Serif"/>
          <w:bCs/>
          <w:sz w:val="28"/>
          <w:szCs w:val="28"/>
        </w:rPr>
        <w:t>гимназия», ГО Верхотурский,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Дылдина Татьяна Александровна, учитель иностранного языка, МОУ «Зайковская СОШ № 1»,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Дьяченко Надежда Борисовна, учитель русского языка и литературы, МАОУ лицей № 110,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Евдок</w:t>
      </w:r>
      <w:r>
        <w:rPr>
          <w:rFonts w:ascii="Liberation Serif" w:hAnsi="Liberation Serif" w:cs="Liberation Serif"/>
          <w:sz w:val="28"/>
          <w:szCs w:val="28"/>
        </w:rPr>
        <w:t>имова Анна Васильевна, учитель иностранного языка, МОУ «Килачевская СОШ», Ирбитское МО,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Елина Любовь Геннадьевна, учитель русского языка и литературы, МАОУ Политехническая гимназия,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Елисеева Наталья Петровна, учитель русского </w:t>
      </w:r>
      <w:r>
        <w:rPr>
          <w:rFonts w:ascii="Liberation Serif" w:hAnsi="Liberation Serif" w:cs="Liberation Serif"/>
          <w:sz w:val="28"/>
          <w:szCs w:val="28"/>
        </w:rPr>
        <w:t>языка и литературы, ПМАОУ «СОШ № 7»,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Елсукова Светлана Владимировна, учитель английского языка, МАОУ СОШ № 8,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Емельяненко Инна Павловна, учитель русского языка и литературы, МКОУ «Кисловская средняя общеобразо</w:t>
      </w:r>
      <w:r>
        <w:rPr>
          <w:rFonts w:ascii="Liberation Serif" w:hAnsi="Liberation Serif" w:cs="Liberation Serif"/>
          <w:sz w:val="28"/>
          <w:szCs w:val="28"/>
        </w:rPr>
        <w:t>вательная школа имени Героя Советского Союза И.И. Гуляева»,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Емельянова Нина Валентиновна, учитель русского языка и литературы, МОУ «Речкаловская СОШ», Ирбитское МО,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Еремеева Татьяна Кронидовна, учитель русского языка и литературы, М</w:t>
      </w:r>
      <w:r>
        <w:rPr>
          <w:rFonts w:ascii="Liberation Serif" w:hAnsi="Liberation Serif" w:cs="Liberation Serif"/>
          <w:sz w:val="28"/>
          <w:szCs w:val="28"/>
        </w:rPr>
        <w:t>АОУ СШ № 2 г. Михайловска,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Еремина Альфия Асхатовна, учитель иностранного языка, МОУ «Зайковская СОШ № 1»,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Ерёмина Светлана Владимировна, учитель английского языка, МАОУ ПГО «СОШ № 13 с углубленным изучением </w:t>
      </w:r>
      <w:r>
        <w:rPr>
          <w:rFonts w:ascii="Liberation Serif" w:hAnsi="Liberation Serif" w:cs="Liberation Serif"/>
          <w:sz w:val="28"/>
          <w:szCs w:val="28"/>
        </w:rPr>
        <w:t xml:space="preserve">отдельных предметов, Полевской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Ермакова Лариса Викторовна, учитель русского языка и литературы, МАОУ СОШ № 2,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Ермолина Ирина Павловна, учитель русского языка и литературы, филиала МБОУ «Шалинская СОШ № 45» – «Сылвинская СОШ», Шалинский ГО, В</w:t>
      </w:r>
      <w:r>
        <w:rPr>
          <w:rFonts w:ascii="Liberation Serif" w:hAnsi="Liberation Serif" w:cs="Liberation Serif"/>
          <w:sz w:val="28"/>
          <w:szCs w:val="28"/>
        </w:rPr>
        <w:t xml:space="preserve">КК. 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Ерофеева Наталья Анатольевна, учитель иностранного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МБОУ СОШ № 3,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Ерохина Надежда Евгеньевна, учитель английского и немецкого языков, МАОУ «СОШ № 2»,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Ершова Марина Михайловна, учитель английского языка,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МАОУ СОШ № 14 им. В.Ф. Фуфачева,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Жданова Светлана Васильевна, </w:t>
      </w:r>
      <w:r>
        <w:rPr>
          <w:rFonts w:ascii="Liberation Serif" w:hAnsi="Liberation Serif" w:cs="Liberation Serif"/>
          <w:sz w:val="28"/>
          <w:szCs w:val="28"/>
        </w:rPr>
        <w:t>учитель русского языка и литературы,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МКОУ АГО «Русскопотамская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Железнова Любовь Григорьевна, учитель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«Сухановская средняя общеоб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разовательная школа»,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Жигалова Татьяна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«Колчеданская средняя общеобразовательная школа», Каменский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Жиделева Наталья Ивановна,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МБОУ СО</w:t>
      </w:r>
      <w:r>
        <w:rPr>
          <w:rFonts w:ascii="Liberation Serif" w:hAnsi="Liberation Serif" w:cs="Liberation Serif"/>
          <w:sz w:val="28"/>
          <w:szCs w:val="28"/>
        </w:rPr>
        <w:t>Ш № 19, ГО Верхняя Тура,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Жилина Елена Александровна, учитель русского языка и литературы </w:t>
      </w:r>
      <w:r>
        <w:rPr>
          <w:rFonts w:ascii="Liberation Serif" w:hAnsi="Liberation Serif"/>
          <w:color w:val="000000"/>
          <w:sz w:val="28"/>
          <w:szCs w:val="28"/>
        </w:rPr>
        <w:t xml:space="preserve">МАОУ </w:t>
      </w:r>
      <w:r>
        <w:rPr>
          <w:rFonts w:ascii="Liberation Serif" w:hAnsi="Liberation Serif"/>
          <w:sz w:val="28"/>
          <w:szCs w:val="28"/>
        </w:rPr>
        <w:t>«Средняя общеобразовательная школа № 1»,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Жомова Галина Федоровна, учитель английского языка, МАУО СОШ № 1,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Жугинская Ольга Ивановна, учитель русского языка и литературы, МАОУ «СОШ № 17», ГО Краснотурьинск, ВКК.</w:t>
      </w:r>
    </w:p>
    <w:p w:rsidR="00AD1BAA" w:rsidRDefault="00CA09AA">
      <w:pPr>
        <w:pStyle w:val="13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Жукова Татьяна Михайловна, учитель иностранных языков</w:t>
      </w:r>
      <w:r>
        <w:rPr>
          <w:rFonts w:ascii="Liberation Serif" w:hAnsi="Liberation Serif" w:cs="Liberation Serif"/>
          <w:bCs/>
          <w:sz w:val="28"/>
          <w:szCs w:val="28"/>
        </w:rPr>
        <w:t>, МАОУ «СОШ № 17»,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Журавлёва Ольга Александровна, </w:t>
      </w:r>
      <w:r>
        <w:rPr>
          <w:rFonts w:ascii="Liberation Serif" w:hAnsi="Liberation Serif"/>
          <w:bCs/>
          <w:sz w:val="28"/>
          <w:szCs w:val="28"/>
        </w:rPr>
        <w:t>учитель английского языка</w:t>
      </w:r>
      <w:r>
        <w:rPr>
          <w:rFonts w:ascii="Liberation Serif" w:hAnsi="Liberation Serif"/>
          <w:bCs/>
          <w:sz w:val="28"/>
          <w:szCs w:val="28"/>
        </w:rPr>
        <w:t>, МАОУ СОШ № 20, Серовский ГО, ВКК</w:t>
      </w:r>
      <w:r>
        <w:rPr>
          <w:rFonts w:ascii="Liberation Serif" w:hAnsi="Liberation Serif" w:cs="Liberation Serif"/>
          <w:b/>
          <w:sz w:val="28"/>
          <w:szCs w:val="28"/>
        </w:rPr>
        <w:t>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Завалина Марина Анатольевна, учитель русского языка и литературы, МАОУ СОШ № 40, город Нижний Тагил,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Заколюкина Маргарита Владимировна, учитель английского языка, МАОУ СШ № 2 г. Михайловска, Нижнесергинский МР СО,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Закурдаева Ирина Вячеславовна,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9,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Залесова Галина Поликарповна, учитель русского языка и литературы, МБОУ «СОШ № 23», ГО 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Замараева Ольга Витальевна, учитель английского языка, МБ</w:t>
      </w:r>
      <w:r>
        <w:rPr>
          <w:rFonts w:ascii="Liberation Serif" w:hAnsi="Liberation Serif"/>
          <w:sz w:val="28"/>
          <w:szCs w:val="28"/>
        </w:rPr>
        <w:t>ОУ СОШ № 20,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Замураева Татьяна Владимировна, учитель иностранного языка, МАОУ «ЦО № 7», ГО Нижняя Салда,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Захарова Ирина Алексеевна, учитель английского языка, МАОУ «Лицей № 5» КГО, Камышловский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Захарова Оксана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Анатольевна</w:t>
      </w:r>
      <w:r>
        <w:rPr>
          <w:rFonts w:ascii="Liberation Serif" w:hAnsi="Liberation Serif" w:cs="Liberation Serif"/>
          <w:sz w:val="28"/>
          <w:szCs w:val="28"/>
        </w:rPr>
        <w:t>, учитель русского языка и литературы, МАОУ «СОШ № 40»,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Захарова Ольга Дмитриевна, учитель русского языка и литературы, МКОУ Галкинская 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Захарова Светлана Николаевна, учитель английского </w:t>
      </w:r>
      <w:r>
        <w:rPr>
          <w:rFonts w:ascii="Liberation Serif" w:hAnsi="Liberation Serif" w:cs="Liberation Serif"/>
          <w:sz w:val="28"/>
          <w:szCs w:val="28"/>
        </w:rPr>
        <w:t>языка, МАОУ «СОШ № 3»,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Звягинцева Светлана Михайловна,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и литературы, МАОУ СОШ № 163,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Зиновьева Елена Евгеньевна, учитель, русский язык, литература, МАОУ «СОШ № 29»,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Зинченк</w:t>
      </w:r>
      <w:r>
        <w:rPr>
          <w:rFonts w:ascii="Liberation Serif" w:hAnsi="Liberation Serif" w:cs="Liberation Serif"/>
          <w:sz w:val="28"/>
          <w:szCs w:val="28"/>
        </w:rPr>
        <w:t>о Екатерина Александровна, учитель русского языка и литературы, МАОУ СОШ № 10,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Зобернюс Ольга Павловна, учитель русского языка и литературы, МАОУ «СОШ № 9»,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Зобнина Лариса Петровна, учитель русского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языка и литературы, МАОУ «Верхнедубровская средняя общеобразовательная школа», ГО Верхнее Дуброво,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Зонова Лариса Юрьевна учитель русского языка и литературы, МАОУ СОШ № 1 Кировградского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Зорихина Светлана Борисовна, учитель иностранного языка,</w:t>
      </w:r>
      <w:r>
        <w:rPr>
          <w:rFonts w:ascii="Liberation Serif" w:hAnsi="Liberation Serif" w:cs="Liberation Serif"/>
          <w:sz w:val="28"/>
          <w:szCs w:val="28"/>
        </w:rPr>
        <w:t xml:space="preserve"> МБОУ СОШ № 10,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Зубарева Алена Геннадьевна, учитель немецкого языка, МКОУ Краснополянская СОШ,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Зубарева Татьяна Петровна, учитель английского языка, МБОУ СОШ № 154,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Зубова Ирина Н</w:t>
      </w:r>
      <w:r>
        <w:rPr>
          <w:rFonts w:ascii="Liberation Serif" w:hAnsi="Liberation Serif" w:cs="Liberation Serif"/>
          <w:sz w:val="28"/>
          <w:szCs w:val="28"/>
        </w:rPr>
        <w:t>иколаевна, учитель русского языка и литературы, МКОУ «Басмановская средняя общеобразовательная школа»,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Зудова Любовь Алексеевна, учитель русского языка и литературы, МАОУ СОШ № 97,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Зулаева Татьяна Николаевна,</w:t>
      </w:r>
      <w:r>
        <w:rPr>
          <w:rFonts w:ascii="Liberation Serif" w:hAnsi="Liberation Serif" w:cs="Liberation Serif"/>
          <w:sz w:val="28"/>
          <w:szCs w:val="28"/>
        </w:rPr>
        <w:t xml:space="preserve"> учитель русского языка и литературы, МКОУ «Самоцветская СОШ» МО Алапаевское,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Зыкова Елена Вячеславовна, учитель русского языка и литературы, МАОУ СОШ № 183,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Зыкова Ольга Геннадьевна, учитель английского языка, МАОУ «СОШ</w:t>
      </w:r>
      <w:r>
        <w:rPr>
          <w:rFonts w:ascii="Liberation Serif" w:hAnsi="Liberation Serif" w:cs="Liberation Serif"/>
          <w:bCs/>
          <w:sz w:val="28"/>
          <w:szCs w:val="28"/>
        </w:rPr>
        <w:t xml:space="preserve"> № 14»,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Зырянова Ирина Вячеславовна, учитель русского языка и литературы, МБОУ СОШ № 64,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Ибрагимова Аниса Халяфовна, учитель немецкого языка, МАОУ «СОШ № 8»,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Иванова Данна Францевна, </w:t>
      </w:r>
      <w:r>
        <w:rPr>
          <w:rFonts w:ascii="Liberation Serif" w:hAnsi="Liberation Serif" w:cs="Liberation Serif"/>
          <w:sz w:val="28"/>
          <w:szCs w:val="28"/>
        </w:rPr>
        <w:t>учитель русского языка и литературы, МБОУ «СОШ № 23», ГО 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Ивашева Елена Владимировна, учитель русского языка и литературы, МАОУ «СОШ № 17»,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Иващёнок Екатерина Владимировна, учитель английского языка, МАОУ СОШ № 20, Сер</w:t>
      </w:r>
      <w:r>
        <w:rPr>
          <w:rFonts w:ascii="Liberation Serif" w:hAnsi="Liberation Serif" w:cs="Liberation Serif"/>
          <w:bCs/>
          <w:sz w:val="28"/>
          <w:szCs w:val="28"/>
        </w:rPr>
        <w:t>овский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Игнатова Светлана Анатольевна, учитель английского языка, МКОУ – СОШ № 6 с углубленным изучением отдельных предметов,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Ильина Елена Владимировна, учитель русского языка и литературы, МАОУ СОШ № 50, МО «город Екатеринбу</w:t>
      </w:r>
      <w:r>
        <w:rPr>
          <w:rFonts w:ascii="Liberation Serif" w:hAnsi="Liberation Serif" w:cs="Liberation Serif"/>
          <w:sz w:val="28"/>
          <w:szCs w:val="28"/>
        </w:rPr>
        <w:t>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Инишева Светлана Васильевна, учитель русского языка и литературы, МБОУ СОШ № 112,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Иовик Наталья Владимировна, учитель русского языка и литературы, БМАОУ лицей № 3 «Альянс»,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Иощенко Елена Фирсовна</w:t>
      </w:r>
      <w:r>
        <w:rPr>
          <w:rFonts w:ascii="Liberation Serif" w:hAnsi="Liberation Serif" w:cs="Liberation Serif"/>
          <w:sz w:val="28"/>
          <w:szCs w:val="28"/>
        </w:rPr>
        <w:t>, учитель русского языка и литературы, МАОУ «СОШ № 3»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Ипатова Оксана Владимировна, учитель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91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Исаева Надежда Алексеевна, учитель русского языка и литературы, МАОУ СОШ № 17, </w:t>
      </w:r>
      <w:r>
        <w:rPr>
          <w:rFonts w:ascii="Liberation Serif" w:hAnsi="Liberation Serif" w:cs="Liberation Serif"/>
          <w:sz w:val="28"/>
          <w:szCs w:val="28"/>
        </w:rPr>
        <w:t>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Исмагилова Фарида Муллаевна, учитель родного языка, МБОУ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ЦО «Наследие»,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Кадникова Надежда Юрьевна, учитель русского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8,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Казакова Александра Владиславовна, учитель ино</w:t>
      </w:r>
      <w:r>
        <w:rPr>
          <w:rFonts w:ascii="Liberation Serif" w:hAnsi="Liberation Serif" w:cs="Liberation Serif"/>
          <w:sz w:val="28"/>
          <w:szCs w:val="28"/>
        </w:rPr>
        <w:t>странного языка, МАОУ «Слободо-Туринская СОШ № 2»,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Казакова Анна Борисовна, учитель русского языка и литературы, МАОУ СОШ № 10 Кушвинский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Казакова Елена Александровна, учитель английского языка, МАОУ СОШ № 1 Кировград</w:t>
      </w:r>
      <w:r>
        <w:rPr>
          <w:rFonts w:ascii="Liberation Serif" w:hAnsi="Liberation Serif" w:cs="Liberation Serif"/>
          <w:sz w:val="28"/>
          <w:szCs w:val="28"/>
        </w:rPr>
        <w:t>ского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Казакова Елена Геннадьевна, учитель английского языка, МАОУ лицей № 135,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Казарина Наталия Николаевна, учитель русского языка, МАОУ «СОШ № 10 с углубленным изучением отдельных предметов»,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Ка</w:t>
      </w:r>
      <w:r>
        <w:rPr>
          <w:rFonts w:ascii="Liberation Serif" w:hAnsi="Liberation Serif" w:cs="Liberation Serif"/>
          <w:sz w:val="28"/>
          <w:szCs w:val="28"/>
        </w:rPr>
        <w:t>йнова Наталья Сергеевна, учитель русского языка и литературы, МАОУ СОШ № 2, МО город Алапаевск, ВКК</w:t>
      </w:r>
      <w:r>
        <w:rPr>
          <w:rFonts w:ascii="Liberation Serif" w:hAnsi="Liberation Serif" w:cs="Liberation Serif"/>
          <w:b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Калимуллина Наталья Валентиновна,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МБОУ ПГО «Пышминская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Калугина Наталья Андреевна, учитель </w:t>
      </w:r>
      <w:r>
        <w:rPr>
          <w:rFonts w:ascii="Liberation Serif" w:hAnsi="Liberation Serif" w:cs="Liberation Serif"/>
          <w:sz w:val="28"/>
          <w:szCs w:val="28"/>
        </w:rPr>
        <w:t>русского языка и литературы, МАОУ «СОШ № 30», ГО 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Камалова Лилия Рамиловна, учитель английского языка, МАОУ «СОШ № 4»,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Каминская Людмила Петровна, учитель русского языка и литературы, МКОУ «Талицкая средняя </w:t>
      </w:r>
      <w:r>
        <w:rPr>
          <w:rFonts w:ascii="Liberation Serif" w:hAnsi="Liberation Serif" w:cs="Liberation Serif"/>
          <w:sz w:val="28"/>
          <w:szCs w:val="28"/>
        </w:rPr>
        <w:t>общеобразовательная школа № 55», Талицкий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Канакина Ксения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ПГО «СОШ № 8», Полевской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Кантаурова Ольга Петровна, учитель русского языка и литературы, МАОУ Тугулымская СОШ № 26, Тугулым</w:t>
      </w:r>
      <w:r>
        <w:rPr>
          <w:rFonts w:ascii="Liberation Serif" w:hAnsi="Liberation Serif" w:cs="Liberation Serif"/>
          <w:sz w:val="28"/>
          <w:szCs w:val="28"/>
        </w:rPr>
        <w:t>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Капранова Нина Анатольевна, учитель английского языка, МАОУ СОШ № 28,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Карамышева Раиса Алексеевна, учитель немецкого языка, МБОУ ПГО «Печеркинская СОШ», Пышминский ГО,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Карапетян Анаит Володяевна, учитель ан</w:t>
      </w:r>
      <w:r>
        <w:rPr>
          <w:rFonts w:ascii="Liberation Serif" w:hAnsi="Liberation Serif" w:cs="Liberation Serif"/>
          <w:sz w:val="28"/>
          <w:szCs w:val="28"/>
        </w:rPr>
        <w:t>глийского языка, МАОУ СОШ № 28,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Карвацкая Галина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МКОУ – СОШ № 6 с углубленным изучением отдельных предметов,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Касенов Марат Елюбаевич, учитель русского</w:t>
      </w:r>
      <w:r>
        <w:rPr>
          <w:rFonts w:ascii="Liberation Serif" w:hAnsi="Liberation Serif" w:cs="Liberation Serif"/>
          <w:sz w:val="28"/>
          <w:szCs w:val="28"/>
        </w:rPr>
        <w:t xml:space="preserve"> языка и литературы, МОУ «Бердюгинская СОШ»,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Катковска Татьяна Андрияновна, учитель английского языка, МАОУ лицей № 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Кашеварова Светлана Алексеевна, учитель английского языка, МБОУ СОШ № 5, МО город Алапае</w:t>
      </w:r>
      <w:r>
        <w:rPr>
          <w:rFonts w:ascii="Liberation Serif" w:hAnsi="Liberation Serif" w:cs="Liberation Serif"/>
          <w:sz w:val="28"/>
          <w:szCs w:val="28"/>
        </w:rPr>
        <w:t>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Кашина Наталья Валентиновна, учитель русского языка и литературы, МКОУ «Троицкая средняя общеобразовательная школа № 5»,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Каюмов Дамир Гаптулянович, учитель родного языка (татарского языка) и литературы, МАОУ «Азигуловская СОШ», </w:t>
      </w:r>
      <w:r>
        <w:rPr>
          <w:rFonts w:ascii="Liberation Serif" w:hAnsi="Liberation Serif" w:cs="Liberation Serif"/>
          <w:sz w:val="28"/>
          <w:szCs w:val="28"/>
        </w:rPr>
        <w:t>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Каюмова Нажия Гайнановна, учитель английского языка, МАОУ «Средняя общеобразовательная школа № 1»,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Квачёва Ольга Юрьевна,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«Средняя общеобразовательная школа № 37 с углубленным изуче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нием отдельных предметов»,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Квашнина Наталья Васильевна, учитель английского языка, МБОУ СОШ № 71, ГО «Город Лесной»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Келеш Надежда Викторовна, учитель русского языка и литературы, МКОУ «Бисертская средняя школа № 2», </w:t>
      </w:r>
      <w:r>
        <w:rPr>
          <w:rFonts w:ascii="Liberation Serif" w:hAnsi="Liberation Serif" w:cs="Liberation Serif"/>
          <w:sz w:val="28"/>
          <w:szCs w:val="28"/>
        </w:rPr>
        <w:t>Бисертский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Кириллова Наталия Викторовна, учитель русского языка и литературы, МКОУ СОШ № 2 г. Нижние Серги, Нижнесергинский МР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Кисельникова Лариса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МАОУ «Гимназия», Новоуральский ГО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Кислицына Елена Петровна, учитель русского языка и литературы, МАОУ СОШ № 4,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Кислякова Нина Александровна,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учитель русского языка и литературы, ГКОУ СО «СУВУ ЗТ»,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Кислякова Светлана Борисовна, учите</w:t>
      </w:r>
      <w:r>
        <w:rPr>
          <w:rFonts w:ascii="Liberation Serif" w:hAnsi="Liberation Serif" w:cs="Liberation Serif"/>
          <w:sz w:val="28"/>
          <w:szCs w:val="28"/>
        </w:rPr>
        <w:t>ль русского языка и литературы, МАОУ «Приданниковская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Клементьева Надежда Петровна, учитель русского языка и литературы, МБОУ СОШ № 7, Режевской ГО, </w:t>
      </w:r>
      <w:r>
        <w:rPr>
          <w:rFonts w:ascii="Liberation Serif" w:hAnsi="Liberation Serif" w:cs="Liberation Serif"/>
          <w:bCs/>
          <w:sz w:val="28"/>
          <w:szCs w:val="28"/>
        </w:rPr>
        <w:t>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Клементьева Наталья Анатольевна,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</w:t>
      </w:r>
      <w:r>
        <w:rPr>
          <w:rFonts w:ascii="Liberation Serif" w:hAnsi="Liberation Serif" w:cs="Liberation Serif"/>
          <w:sz w:val="28"/>
          <w:szCs w:val="28"/>
        </w:rPr>
        <w:t>уры, МАОУ Кунарская СОШ,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Клепинина Наталья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гимназия № 210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Клещева Наталья Петровна, учитель иностранного языка, МОУ «Пионерская СОШ», Ирбитское </w:t>
      </w:r>
      <w:r>
        <w:rPr>
          <w:rFonts w:ascii="Liberation Serif" w:hAnsi="Liberation Serif" w:cs="Liberation Serif"/>
          <w:sz w:val="28"/>
          <w:szCs w:val="28"/>
        </w:rPr>
        <w:t>МО,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Климова Марина Станиславовна,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114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Клочкова Ольга Сергеевна, учитель немецкого и английский языков, МКОУ АГО «Русскопотамская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Кнор Ольга Владими</w:t>
      </w:r>
      <w:r>
        <w:rPr>
          <w:rFonts w:ascii="Liberation Serif" w:hAnsi="Liberation Serif" w:cs="Liberation Serif"/>
          <w:bCs/>
          <w:sz w:val="28"/>
          <w:szCs w:val="28"/>
        </w:rPr>
        <w:t>ровна, учитель английского языка, МАОУ СОШ № 16, ГО 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Кобелян Эльвира Раффиковна, учитель русского языка и литературы, МАОУ СОШ № 2,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Кобякова Галина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«СОШ № 7», ГО Вер</w:t>
      </w:r>
      <w:r>
        <w:rPr>
          <w:rFonts w:ascii="Liberation Serif" w:hAnsi="Liberation Serif" w:cs="Liberation Serif"/>
          <w:sz w:val="28"/>
          <w:szCs w:val="28"/>
        </w:rPr>
        <w:t>хняя Пышма,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Ковалева Лариса Аркадьевна, учитель русского языка и литературы, МОУ Лицей № 6, Качканарский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Коваленко Ольга Анатольевна, учитель русского языка и литературы, МБОУ СОШ № 50,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Коваленок Татьяна </w:t>
      </w:r>
      <w:r>
        <w:rPr>
          <w:rFonts w:ascii="Liberation Serif" w:hAnsi="Liberation Serif" w:cs="Liberation Serif"/>
          <w:bCs/>
          <w:sz w:val="28"/>
          <w:szCs w:val="28"/>
        </w:rPr>
        <w:t>Викторовна, учитель русского языка и литературы, МАОУ гимназия № 176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Ковзик Татьяна Михайловна, учитель русского языка и литературы, МАОУ СОШ № 1 г. Ивделя, Ивдельский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Ковязина Любовь Евгеньевна, учитель французского</w:t>
      </w:r>
      <w:r>
        <w:rPr>
          <w:rFonts w:ascii="Liberation Serif" w:hAnsi="Liberation Serif" w:cs="Liberation Serif"/>
          <w:sz w:val="28"/>
          <w:szCs w:val="28"/>
        </w:rPr>
        <w:t xml:space="preserve"> языка, МАОУ гимназия № 39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Кожухарь Алла Александровна, учитель русского языка и литературы, МАОУ СОШ № 76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Козионова Наталья Сергеевна, учитель русского языка и литературы, МАОУ «Сажинская средня</w:t>
      </w:r>
      <w:r>
        <w:rPr>
          <w:rFonts w:ascii="Liberation Serif" w:hAnsi="Liberation Serif" w:cs="Liberation Serif"/>
          <w:sz w:val="28"/>
          <w:szCs w:val="28"/>
        </w:rPr>
        <w:t xml:space="preserve">я общеобразовательная школа», Артинский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Козлова Светлана Анатольевна, учитель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МАОУ гимназия № 176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Кокшарова Галина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МКОУ «Районная вечерняя </w:t>
      </w:r>
      <w:r>
        <w:rPr>
          <w:rFonts w:ascii="Liberation Serif" w:hAnsi="Liberation Serif" w:cs="Liberation Serif"/>
          <w:sz w:val="28"/>
          <w:szCs w:val="28"/>
        </w:rPr>
        <w:t>(сменная) общеобразовательная школа», Каменский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Кокшарова Наталья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МБОУ СОШ № 5,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Колезнева Анна Сергеевна, учитель английского языка, МАОУ гимназия № 104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</w:t>
      </w:r>
      <w:r>
        <w:rPr>
          <w:rFonts w:ascii="Liberation Serif" w:hAnsi="Liberation Serif" w:cs="Liberation Serif"/>
          <w:sz w:val="28"/>
          <w:szCs w:val="28"/>
        </w:rPr>
        <w:t>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Коллякова Ирина Ивановна, учитель русского языка и литературы, МБОУ «Шалинская СОШ № 45», Шалинский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Колобкова Людмила Борисовна, учитель английского и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МБОУ СОШ п. Ребристый,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Колобова Людмила Михайлов</w:t>
      </w:r>
      <w:r>
        <w:rPr>
          <w:rFonts w:ascii="Liberation Serif" w:hAnsi="Liberation Serif" w:cs="Liberation Serif"/>
          <w:sz w:val="28"/>
          <w:szCs w:val="28"/>
        </w:rPr>
        <w:t>на, учитель английского языка, МБОУ «Шалинская СОШ № 90», Шалинский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Коломенцева Лариса Львовна, учитель французского языка, МАОУ «СОШ № 15»,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Коломиец Светлана Витальевна, учитель русского языка и литературы, МАОУ СОШ № 13, Се</w:t>
      </w:r>
      <w:r>
        <w:rPr>
          <w:rFonts w:ascii="Liberation Serif" w:hAnsi="Liberation Serif" w:cs="Liberation Serif"/>
          <w:bCs/>
          <w:sz w:val="28"/>
          <w:szCs w:val="28"/>
        </w:rPr>
        <w:t>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Колпашникова Наталия Геннадьевна, учитель русского языка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литературы, МБОУ «Школа № 3»,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Колядина Оксана Олеговна, учитель русского языка и литературы, МАОУ СОШ № 66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 xml:space="preserve">Комогаева </w:t>
      </w:r>
      <w:r>
        <w:rPr>
          <w:rFonts w:ascii="Liberation Serif" w:hAnsi="Liberation Serif"/>
          <w:color w:val="000000"/>
          <w:sz w:val="28"/>
          <w:szCs w:val="28"/>
        </w:rPr>
        <w:t xml:space="preserve">Людмила Демьяновна, </w:t>
      </w:r>
      <w:r>
        <w:rPr>
          <w:rFonts w:ascii="Liberation Serif" w:hAnsi="Liberation Serif"/>
          <w:sz w:val="28"/>
          <w:szCs w:val="28"/>
        </w:rPr>
        <w:t xml:space="preserve">учитель английского языка, </w:t>
      </w:r>
      <w:r>
        <w:rPr>
          <w:rFonts w:ascii="Liberation Serif" w:hAnsi="Liberation Serif"/>
          <w:color w:val="000000"/>
          <w:sz w:val="28"/>
          <w:szCs w:val="28"/>
        </w:rPr>
        <w:t>МАОУ</w:t>
      </w:r>
      <w:r>
        <w:rPr>
          <w:rFonts w:ascii="Liberation Serif" w:hAnsi="Liberation Serif"/>
          <w:sz w:val="28"/>
          <w:szCs w:val="28"/>
        </w:rPr>
        <w:t xml:space="preserve"> «Средняя общеобразовательная школа № 4»,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Конакова Елена Леонидовна, учитель иностранного языка, МБОУ СОШ с. Кошай, Сосьвинский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Кондратина Светлана Алексеевна, учитель ино</w:t>
      </w:r>
      <w:r>
        <w:rPr>
          <w:rFonts w:ascii="Liberation Serif" w:hAnsi="Liberation Serif" w:cs="Liberation Serif"/>
          <w:sz w:val="28"/>
          <w:szCs w:val="28"/>
        </w:rPr>
        <w:t>странного языка, МАОУ «Средняя общеобразовательная школа № 15»,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Кондратьева Елена Анатольевна, учитель русского языка и литературы, МБОУ СОШ № 4,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Конюхова Наталья Юрьевна, учитель русского языка и литературы</w:t>
      </w:r>
      <w:r>
        <w:rPr>
          <w:rFonts w:ascii="Liberation Serif" w:hAnsi="Liberation Serif" w:cs="Liberation Serif"/>
          <w:sz w:val="28"/>
          <w:szCs w:val="28"/>
          <w:lang w:eastAsia="ru-RU"/>
        </w:rPr>
        <w:t>, МАОУ СОШ № 41,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Коптелова Светлана Владимировна, учитель русского языка и литературы, МБОУ СОШ № 71,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Коптяева Татьяна Евгеньевна, учитель русского языка и литературы, МАОУ СОШ № 44,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Кораблева Венера Кимовна, учитель русского языка и литературы, МАОУ СОШ № 17,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Корепанова Ольга Рашидовна, учитель французского языка, МБОУ СОШ № 64, ГО «Город Лесной»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Коржавина Анжелика Геннадьевна, </w:t>
      </w:r>
      <w:r>
        <w:rPr>
          <w:rFonts w:ascii="Liberation Serif" w:hAnsi="Liberation Serif" w:cs="Liberation Serif"/>
          <w:sz w:val="28"/>
          <w:szCs w:val="28"/>
        </w:rPr>
        <w:t xml:space="preserve">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МКОУ АГО «Уфимская СОШ», Ачитский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Коробейникова Татьяна Викторовна,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1,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Королева Людмила Васильевна, учитель русского языка и литературы, </w:t>
      </w:r>
      <w:r>
        <w:rPr>
          <w:rFonts w:ascii="Liberation Serif" w:hAnsi="Liberation Serif" w:cs="Liberation Serif"/>
          <w:sz w:val="28"/>
          <w:szCs w:val="28"/>
        </w:rPr>
        <w:t>МК</w:t>
      </w:r>
      <w:r>
        <w:rPr>
          <w:rFonts w:ascii="Liberation Serif" w:hAnsi="Liberation Serif" w:cs="Liberation Serif"/>
          <w:sz w:val="28"/>
          <w:szCs w:val="28"/>
        </w:rPr>
        <w:t>ОУ ГО Заречный «СОШ № 4», Заречный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Короткова Елена Витальевна, учитель русского языка и литературы, МАОУ СОШ № 3 Кировградского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Короткова Наталья Викторовна, учитель русского языка и литературы, МАОУ ПГО «СОШ № 13 с углубленным изучением </w:t>
      </w:r>
      <w:r>
        <w:rPr>
          <w:rFonts w:ascii="Liberation Serif" w:hAnsi="Liberation Serif" w:cs="Liberation Serif"/>
          <w:sz w:val="28"/>
          <w:szCs w:val="28"/>
        </w:rPr>
        <w:t>отдельных предметов»,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Косарева Надежда Владимировна, учитель русского языка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и литературы, МБОУ ПГО «Боровлянская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Коскова Галина Владимировна, учитель русского языка и литературы, МБОУ Двинской СОШ № 28, Тугулым</w:t>
      </w:r>
      <w:r>
        <w:rPr>
          <w:rFonts w:ascii="Liberation Serif" w:hAnsi="Liberation Serif" w:cs="Liberation Serif"/>
          <w:sz w:val="28"/>
          <w:szCs w:val="28"/>
        </w:rPr>
        <w:t>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Косова Татьяна Николаевна, учитель английского языка, МАОУ лицей № 159,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Косотурова Татьяна Артуровна, учитель русского языка и литературы, МАОУ «СОШ № 14»,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Костарева Елена Витальевна, </w:t>
      </w:r>
      <w:r>
        <w:rPr>
          <w:rFonts w:ascii="Liberation Serif" w:hAnsi="Liberation Serif" w:cs="Liberation Serif"/>
          <w:sz w:val="28"/>
          <w:szCs w:val="28"/>
        </w:rPr>
        <w:t>учитель английского языка, МАОУ «Средняя общеобразовательная школа № 4»,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Костарева Инна Германовна, учитель русского языка и литературы, МАОУ – СОШ № 2,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Костарева Ольга Николаевна,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СОШ № 7,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Косухина Татьяна Ивановна, учитель русского языка и литературы, МАОУ СОШ № 74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Коськина Елена Ивановна, учитель русского языка и литературы, МКОУ АГО «Уфимская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Косьяненко </w:t>
      </w:r>
      <w:r>
        <w:rPr>
          <w:rFonts w:ascii="Liberation Serif" w:hAnsi="Liberation Serif" w:cs="Liberation Serif"/>
          <w:sz w:val="28"/>
          <w:szCs w:val="28"/>
        </w:rPr>
        <w:t>Елена Евгеньевна, учитель английского языка, МБОУ СОШ № 8, 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Кочулаева Анна Владимировна, учитель русского языка и литературы, МБОУ «СОШ № 10»,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Кравеишвили Оксана Владимировна, учитель русского языка,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</w:t>
      </w:r>
      <w:r>
        <w:rPr>
          <w:rFonts w:ascii="Liberation Serif" w:hAnsi="Liberation Serif" w:cs="Liberation Serif"/>
          <w:sz w:val="28"/>
          <w:szCs w:val="28"/>
        </w:rPr>
        <w:t>ры, МАОУ СОШ № 168,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Крылова Ольга Геннадьевна, учитель русского языка и литературы, МБОУ СОШ с. Аятское,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Крючкова Наталья Николаевна, учитель иностранного языка (английский), МКОУ АГО «Уфимская СОШ», Ачитск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Крючкова Ольга Владимировна, учитель английского языка, МБОУ «СОШ № 2»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Кудреватых Елена Геннадьевна, учитель английского языка, МАОУ СОШ № 93,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Кудринских Галина Анатольевна,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«СОШ № 2»,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Кудрявцева Наталия Викторовна,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1 с углубленным изучением отдельных предметов «Полифорум», Серовский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Елена Юрьевна, учит</w:t>
      </w:r>
      <w:r>
        <w:rPr>
          <w:rFonts w:ascii="Liberation Serif" w:hAnsi="Liberation Serif" w:cs="Liberation Serif"/>
          <w:sz w:val="28"/>
          <w:szCs w:val="28"/>
        </w:rPr>
        <w:t>ель иностранного языка, МБОУ Лицей,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Ольга Евгеньевна, учитель английского языка, МАОУ СОШ № 4,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Кузьмина Елена Николаевна, учитель русского языка и литературы, МАОУ «Белоярская СОШ № 1», Белоярский Г</w:t>
      </w:r>
      <w:r>
        <w:rPr>
          <w:rFonts w:ascii="Liberation Serif" w:hAnsi="Liberation Serif" w:cs="Liberation Serif"/>
          <w:sz w:val="28"/>
          <w:szCs w:val="28"/>
        </w:rPr>
        <w:t>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Кузьмина Наталья Михайловна, учитель русского языка и литературы, МКОУ «Сосновская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Кузьминых Маргарита Анатольевна, учитель русского языка, литературы, МАОУ «СОШ № 25»,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</w:t>
      </w:r>
      <w:r>
        <w:rPr>
          <w:rFonts w:ascii="Liberation Serif" w:hAnsi="Liberation Serif" w:cs="Liberation Serif"/>
          <w:sz w:val="28"/>
          <w:szCs w:val="28"/>
        </w:rPr>
        <w:t>улак Наталья Петровна, учитель русского языка и литературы, МАОУ «Средняя общеобразовательная школа № 4»,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Кулакова Елена Александровна,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«СОШ № 1 им. М.Горького»,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Кулакова Ирина В</w:t>
      </w:r>
      <w:r>
        <w:rPr>
          <w:rFonts w:ascii="Liberation Serif" w:hAnsi="Liberation Serif" w:cs="Liberation Serif"/>
          <w:sz w:val="28"/>
          <w:szCs w:val="28"/>
        </w:rPr>
        <w:t>ладимировна, учитель русского языка и литературы, МБОУ «СОШ № 3»,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Куликова Нина Викторовна,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учитель русского языка и литературы, МАОУ «СОШ № 32», ГО Краснотурьинск,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Кулышева Юлия Владимировна, учитель русского языка и литературы,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МОУ СОШ № 7,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Кульбекова Гузель Феликсовна, учитель немецкого языка, МБОУ СОШ № 49, МО «город Екатеринбург»,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Куляшова Ольга Сергеевна, учитель иностранного языка, МАОУ «Основная школа № 7»,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Курбанова </w:t>
      </w:r>
      <w:r>
        <w:rPr>
          <w:rFonts w:ascii="Liberation Serif" w:hAnsi="Liberation Serif" w:cs="Liberation Serif"/>
          <w:bCs/>
          <w:sz w:val="28"/>
          <w:szCs w:val="28"/>
        </w:rPr>
        <w:t>Юлия Геннадьевна, учитель английского языка, МАОУ СОШ № 6 имени Киселева А.В.,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Курганова Татьяна Николаевна, учитель русского языка и литературы, МАОУ гимназия № 39,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Куркин Евгений Андреевич, учитель ино</w:t>
      </w:r>
      <w:r>
        <w:rPr>
          <w:rFonts w:ascii="Liberation Serif" w:hAnsi="Liberation Serif" w:cs="Liberation Serif"/>
          <w:sz w:val="28"/>
          <w:szCs w:val="28"/>
        </w:rPr>
        <w:t>странного языка, МКОУ АГО «Ачитская СОШ», Ачитский ГО,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Лабзун Татьяна Аркадьевна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учитель русского языка и литературы, МАОУ СОШ п. Цементный,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Лазарева Ирина Петровна, учитель русского языка и литературы, МБОУ «СОШ № 9», Артемовский</w:t>
      </w:r>
      <w:r>
        <w:rPr>
          <w:rFonts w:ascii="Liberation Serif" w:hAnsi="Liberation Serif" w:cs="Liberation Serif"/>
          <w:sz w:val="28"/>
          <w:szCs w:val="28"/>
        </w:rPr>
        <w:t xml:space="preserve">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Ларионова Оксана Юрьевна, учитель английского языка, МАОУ «СОШ № 16», ГО Дегтярск,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Латышева Татьяна Анатольевна, учитель русского языка и литературы, МБОУ СОШ № 32 с углубленным изучением отдельных предметов, город Нижний Тагил,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Лебедев</w:t>
      </w:r>
      <w:r>
        <w:rPr>
          <w:rFonts w:ascii="Liberation Serif" w:hAnsi="Liberation Serif" w:cs="Liberation Serif"/>
          <w:sz w:val="28"/>
          <w:szCs w:val="28"/>
        </w:rPr>
        <w:t>а Ольга Викторовна, учитель русского языка и литературы, МБОУ СОШ № 5 г. Невьянска,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Левашова Лариса Борисовна, учитель английского языка, МАОУ гимназия № 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Левинская Марина Кадировна, учитель русского язык</w:t>
      </w:r>
      <w:r>
        <w:rPr>
          <w:rFonts w:ascii="Liberation Serif" w:hAnsi="Liberation Serif" w:cs="Liberation Serif"/>
          <w:sz w:val="28"/>
          <w:szCs w:val="28"/>
        </w:rPr>
        <w:t>а и литературы, МБОУ СОШ № 143,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Левкович Томара Павловна, учитель русского языка и литературы, МАОУ СОШ № 5, 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Липенко Светлана Сергеевна, учитель русского языка и литературы, МКОУ Скатинская СОШ, Камышловский </w:t>
      </w:r>
      <w:r>
        <w:rPr>
          <w:rFonts w:ascii="Liberation Serif" w:hAnsi="Liberation Serif" w:cs="Liberation Serif"/>
          <w:sz w:val="28"/>
          <w:szCs w:val="28"/>
        </w:rPr>
        <w:t>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Лобастова Наталья Александровна, учитель русского языка и литературы, МАОУ СОШ № 16,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Лобова Венера Равильевна, учитель русского языка и литературы, МБОУ СОШ № 18,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Лобода Наталья Игорев</w:t>
      </w:r>
      <w:r>
        <w:rPr>
          <w:rFonts w:ascii="Liberation Serif" w:hAnsi="Liberation Serif" w:cs="Liberation Serif"/>
          <w:sz w:val="28"/>
          <w:szCs w:val="28"/>
        </w:rPr>
        <w:t>на, учитель русского языка и литературы, МАОУ «Средняя общеобразовательная школа № 5»,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Логинова Татьяна Александровна,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4 с </w:t>
      </w:r>
      <w:r>
        <w:rPr>
          <w:rFonts w:ascii="Liberation Serif" w:hAnsi="Liberation Serif" w:cs="Liberation Serif"/>
          <w:sz w:val="28"/>
          <w:szCs w:val="28"/>
        </w:rPr>
        <w:t>углубленным изучением отдельных предметов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АГО, Асбестовский ГО, 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Лузина Людмила Никифоровна, учитель русского языка, МАОУ гимназия № 174,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Лузянина Вера Алексеевна, учитель английского языка, МАОУ ПГО «СОШ – Лицей № 4 «Интеллект»,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Лукьянова Ольга Николаевна,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английского языка, МБОУ СОШ № 71,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Луткова Ольга Павловна, учитель русского языка и литературы, МАОУ «Барабинская СОШ», ГО Богданович,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Лушникова Марина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МКОУ «Слободо-Туринс</w:t>
      </w:r>
      <w:r>
        <w:rPr>
          <w:rFonts w:ascii="Liberation Serif" w:hAnsi="Liberation Serif" w:cs="Liberation Serif"/>
          <w:sz w:val="28"/>
          <w:szCs w:val="28"/>
        </w:rPr>
        <w:t>кая СОШ № 1», Слободо-Туринский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Люханова Елена Николаевна, учитель русского языка и литературы, МАОУ «СОШ № 29»,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Лярская Любовь Александровна, учитель русского языка и литературы, МАОУ гимназия № 94, 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 xml:space="preserve">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Мазгалина Клара Леонидовна, учитель английского языка, МАОУ гимназия № 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Макарова Виктория Леонидовна, учитель английского языка, МАОУ Новолялинского ГО «СОШ № 4», Новолялинский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Максач Наталья Клавдиевна, учите</w:t>
      </w:r>
      <w:r>
        <w:rPr>
          <w:rFonts w:ascii="Liberation Serif" w:hAnsi="Liberation Serif" w:cs="Liberation Serif"/>
          <w:sz w:val="28"/>
          <w:szCs w:val="28"/>
        </w:rPr>
        <w:t>ль английского языка, МАОУ «Школа № 13»,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Максунова Любовь Васильевна, учитель русского языка и литературы, МБОУ «Шалинская СОШ № 45»,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Маликина Татьяна Владимировна, учитель русского языка и литературы, МАОУ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Новолялинского ГО «СОШ № 1», </w:t>
      </w:r>
      <w:r>
        <w:rPr>
          <w:rFonts w:ascii="Liberation Serif" w:hAnsi="Liberation Serif" w:cs="Liberation Serif"/>
          <w:sz w:val="28"/>
          <w:szCs w:val="28"/>
        </w:rPr>
        <w:t xml:space="preserve">Новолялинский ГО,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Малькова Наталья Сергеевна, учитель русского языка и литературы, МАОУ «Средняя общеобразовательная школа № 31»,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Мальцева Елена Александровна,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 русского языка и литерат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уры, МАОУ «Средняя общеобразовательная школа № 3 имени Героя Советского Союза летчика-космонавта П.И. Беляева»,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Малявина Анастасия Михайловна, учитель русского языка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литературы, МАОУ гимназия № 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</w:t>
      </w:r>
      <w:r>
        <w:rPr>
          <w:rFonts w:ascii="Liberation Serif" w:hAnsi="Liberation Serif" w:cs="Liberation Serif"/>
          <w:sz w:val="28"/>
          <w:szCs w:val="28"/>
          <w:lang w:eastAsia="ru-RU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Мамаева Марина Викторовна, учитель русского языка и литературы, МКОУ «Усть-Салдинская СОШ», ГО Верхотурский,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Мамырова Светлана Михайловна,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МАУО СОШ № 3, Кушвинский ГО,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Мансурова Нэлли Леонидовна, учитель </w:t>
      </w:r>
      <w:r>
        <w:rPr>
          <w:rFonts w:ascii="Liberation Serif" w:hAnsi="Liberation Serif" w:cs="Liberation Serif"/>
          <w:sz w:val="28"/>
          <w:szCs w:val="28"/>
        </w:rPr>
        <w:t>немецкого языка, МБОУ СОШ № 32 с углубленным изучением отдельных предметов,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Манухина Светлана Васильевна, учитель русского языка и литературы, МБОУ «Свердловская средняя общеобразовательная школа»,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Маранчак Эльви</w:t>
      </w:r>
      <w:r>
        <w:rPr>
          <w:rFonts w:ascii="Liberation Serif" w:hAnsi="Liberation Serif" w:cs="Liberation Serif"/>
          <w:sz w:val="28"/>
          <w:szCs w:val="28"/>
        </w:rPr>
        <w:t xml:space="preserve">ра Салаватовна, учитель английского языка, МАОУ «Средняя общеобразовательная школа № 3 имени Героя Советского Союза летчика-космонавта П.И. Беляева», Каменск-Уральский ГО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Мартьянова Ирина Анатольевна, учитель русского языка и литературы, МАОУ </w:t>
      </w:r>
      <w:r>
        <w:rPr>
          <w:rFonts w:ascii="Liberation Serif" w:hAnsi="Liberation Serif" w:cs="Liberation Serif"/>
          <w:sz w:val="28"/>
          <w:szCs w:val="28"/>
        </w:rPr>
        <w:t xml:space="preserve">«Школа № 58» КГО, Камышловский ГО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Матвеева Анна Анатольевна, учитель английского языка, МБОУ «Шамарская СОШ № 26», Шалинский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Матвеева Наталья Ивановна, учитель русского языка и литературы, МАОУ «Средняя общеобразовательная школа № 1», А</w:t>
      </w:r>
      <w:r>
        <w:rPr>
          <w:rFonts w:ascii="Liberation Serif" w:hAnsi="Liberation Serif" w:cs="Liberation Serif"/>
          <w:sz w:val="28"/>
          <w:szCs w:val="28"/>
        </w:rPr>
        <w:t>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Матвеева Наталья Юрьевна, учитель английского языка, МАОУ СОШ № 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Матусевич Нина Владимировна, учитель русского языка и литературы, МАОУ СОШ № 64,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Маурина Елена Вячеславов</w:t>
      </w:r>
      <w:r>
        <w:rPr>
          <w:rFonts w:ascii="Liberation Serif" w:hAnsi="Liberation Serif" w:cs="Liberation Serif"/>
          <w:sz w:val="28"/>
          <w:szCs w:val="28"/>
        </w:rPr>
        <w:t>на, учитель английского языка, МКОУ – СОШ № 6 с углубленным изучением отдельных предметов,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Махнева Ирина Игоревна, учитель английского языка,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Мачехина Екатерина Леонидовна, учитель русско</w:t>
      </w:r>
      <w:r>
        <w:rPr>
          <w:rFonts w:ascii="Liberation Serif" w:hAnsi="Liberation Serif" w:cs="Liberation Serif"/>
          <w:sz w:val="28"/>
          <w:szCs w:val="28"/>
        </w:rPr>
        <w:t xml:space="preserve">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«Школа № 8»,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Машарова Ирина Сергеевна, учитель английского языка, МАОУ лицей № 109,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Машкина Татьяна Владимировна, учитель русского языка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и литературы, структурное </w:t>
      </w:r>
      <w:r>
        <w:rPr>
          <w:rFonts w:ascii="Liberation Serif" w:hAnsi="Liberation Serif" w:cs="Liberation Serif"/>
          <w:bCs/>
          <w:sz w:val="28"/>
          <w:szCs w:val="28"/>
        </w:rPr>
        <w:t>отделение Кадетская школа-интернат ГАПОУ СО «Серовский политехнический техникум»,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Медведева Марина Анатольевна, учитель английского языка, МАОУ «СОШ № 16», ГО Дегтярск,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Межина Ирина Владимировна, учитель русского языка и литературы,</w:t>
      </w:r>
      <w:r>
        <w:rPr>
          <w:rFonts w:ascii="Liberation Serif" w:hAnsi="Liberation Serif" w:cs="Liberation Serif"/>
          <w:sz w:val="28"/>
          <w:szCs w:val="28"/>
        </w:rPr>
        <w:t xml:space="preserve"> МКОУ «Пироговская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Мельчакова Юлия Сергеевна, учитель английского языка, МАОУ СОШ № 69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Мещерякова Евгения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5</w:t>
      </w:r>
      <w:r>
        <w:rPr>
          <w:rFonts w:ascii="Liberation Serif" w:hAnsi="Liberation Serif" w:cs="Liberation Serif"/>
          <w:sz w:val="28"/>
          <w:szCs w:val="28"/>
        </w:rPr>
        <w:t>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Милашевич Наталья Алексеевна,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литературы, МАОУ гимназия № 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Миронова Светлана Анатольевна,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200,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Михайлова Вера Павловна, учитель русского языка и литературы, МАОУ СОШ № 142,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Михайлова Ольга Владимировна, учитель английского языка, МБОУ СОШ №1,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Михеева Александра Сергеевна, учитель русского языка</w:t>
      </w:r>
      <w:r>
        <w:rPr>
          <w:rFonts w:ascii="Liberation Serif" w:hAnsi="Liberation Serif" w:cs="Liberation Serif"/>
          <w:sz w:val="28"/>
          <w:szCs w:val="28"/>
        </w:rPr>
        <w:t xml:space="preserve"> и литературы, МАОУ СОШ № 15,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Мнацаканян Оксана Вячеславовна, учитель английского языка, </w:t>
      </w:r>
      <w:r>
        <w:rPr>
          <w:rFonts w:ascii="Liberation Serif" w:hAnsi="Liberation Serif"/>
          <w:color w:val="000000"/>
          <w:sz w:val="28"/>
          <w:szCs w:val="28"/>
        </w:rPr>
        <w:t xml:space="preserve">МАОУ </w:t>
      </w:r>
      <w:r>
        <w:rPr>
          <w:rFonts w:ascii="Liberation Serif" w:hAnsi="Liberation Serif"/>
          <w:sz w:val="28"/>
          <w:szCs w:val="28"/>
        </w:rPr>
        <w:t>«Средняя общеобразовательная школа № 1»,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Моисеева Елена Валерьевна, учитель русского языка и литературы, МАО</w:t>
      </w:r>
      <w:r>
        <w:rPr>
          <w:rFonts w:ascii="Liberation Serif" w:hAnsi="Liberation Serif" w:cs="Liberation Serif"/>
          <w:sz w:val="28"/>
          <w:szCs w:val="28"/>
          <w:lang w:eastAsia="ru-RU"/>
        </w:rPr>
        <w:t>У СОШ № 69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Моисеева Марина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МКОУ «Храмцовская ООШ», Слободо -Туринский МР,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Морген Алиса Михайловна, учитель русского языка и литературы, МАОУ СОШ № 157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</w:t>
      </w:r>
      <w:r>
        <w:rPr>
          <w:rFonts w:ascii="Liberation Serif" w:hAnsi="Liberation Serif" w:cs="Liberation Serif"/>
          <w:bCs/>
          <w:sz w:val="28"/>
          <w:szCs w:val="28"/>
        </w:rPr>
        <w:t>ринбург»,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Москалёва Ирина Николаевна, учитель русского языка и литературы, МАОУ гимназия № 37,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Москвина Ольга Владимировна, учитель английского языка, МАОУ гимназия № 155, МО «город Екатеринбург»,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Мощевитина Ольга </w:t>
      </w:r>
      <w:r>
        <w:rPr>
          <w:rFonts w:ascii="Liberation Serif" w:hAnsi="Liberation Serif" w:cs="Liberation Serif"/>
          <w:sz w:val="28"/>
          <w:szCs w:val="28"/>
        </w:rPr>
        <w:t>Викторовна, учитель русского языка и литературы, МКОУ СОШ № 2 г. Нижние Серги,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Муминова Ирина Николаевна, учитель иностранного языка, МКОУ АГО «Ачитская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Мусатова Татьяна Николаевна, учитель русского языка</w:t>
      </w:r>
      <w:r>
        <w:rPr>
          <w:rFonts w:ascii="Liberation Serif" w:hAnsi="Liberation Serif" w:cs="Liberation Serif"/>
          <w:sz w:val="28"/>
          <w:szCs w:val="28"/>
        </w:rPr>
        <w:t xml:space="preserve"> и литературы, МАОУ – гимназия № 94, МО «город Екатеринбург»,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>Мусиенко Елена Владимировна, учитель русского языка и литературы, МКОУ «Троицкая СОШ № 62», Талицкий ГО, ВКК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Мутыгулина Оксана Валерьевна, учитель русского языка и литературы, МАОУ ПГО «СОШ</w:t>
      </w:r>
      <w:r>
        <w:rPr>
          <w:rFonts w:ascii="Liberation Serif" w:hAnsi="Liberation Serif" w:cs="Liberation Serif"/>
          <w:sz w:val="28"/>
          <w:szCs w:val="28"/>
        </w:rPr>
        <w:t xml:space="preserve"> – Лицей № 4 «Интеллект», Полевской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Мухаметова Римма Ахматмисхатовна,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МКОУ «СОШ № 14», ГО Верхняя Тура,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Мялицина Светлана Александровна, учитель русског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МБОУ ПГО «Пышминская СОШ», Пыш</w:t>
      </w:r>
      <w:r>
        <w:rPr>
          <w:rFonts w:ascii="Liberation Serif" w:hAnsi="Liberation Serif" w:cs="Liberation Serif"/>
          <w:sz w:val="28"/>
          <w:szCs w:val="28"/>
        </w:rPr>
        <w:t>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Назипова Вероника Дмитриевна, учитель русского языка и литературы, МБОУ «Школа № 1»,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Наймушина Ирина Анатольевна, учитель русского языка и литературы, МАОУ «Школа № 18»,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Намятова Светлана</w:t>
      </w:r>
      <w:r>
        <w:rPr>
          <w:rFonts w:ascii="Liberation Serif" w:hAnsi="Liberation Serif" w:cs="Liberation Serif"/>
          <w:sz w:val="28"/>
          <w:szCs w:val="28"/>
        </w:rPr>
        <w:t xml:space="preserve"> Витальевна, учитель русского языка и литературы, МАОУ «Байкаловская СОШ»,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Насырова Надежда Алексеевна, учитель русского языка и литературы, МАОУ СОШ № 43,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Невольских Евгения Александровна, учитель нем</w:t>
      </w:r>
      <w:r>
        <w:rPr>
          <w:rFonts w:ascii="Liberation Serif" w:hAnsi="Liberation Serif" w:cs="Liberation Serif"/>
          <w:sz w:val="28"/>
          <w:szCs w:val="28"/>
        </w:rPr>
        <w:t>ецкого языка, МАОУ СОШ № 105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Неймышева Татьяна Петровна, учитель русского языка и литературы, МАОУ Ленская СОШ, Туринский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Некрасова Марина Леонидовна, учитель русского языка и литературы, МАОУ СОШ № 67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Никитина Вера Ивановна, учитель английского языка, МКОУ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 г. Нижние Серги,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Никитина Галина Михайловна, учитель русского языка и литературы, МАОУ «СОШ № 14»,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Никитина Наталья Ро</w:t>
      </w:r>
      <w:r>
        <w:rPr>
          <w:rFonts w:ascii="Liberation Serif" w:hAnsi="Liberation Serif" w:cs="Liberation Serif"/>
          <w:sz w:val="28"/>
          <w:szCs w:val="28"/>
        </w:rPr>
        <w:t>мановна, учитель русского языка и литературы, МАОУ гимназия № 210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Никифорова Ирина Егоровна, учитель английского языка, МАОУ СОШ № 96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92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Никифорова Наталья Михайловна, учитель английского языка, </w:t>
      </w:r>
      <w:r>
        <w:rPr>
          <w:rFonts w:ascii="Liberation Serif" w:hAnsi="Liberation Serif"/>
          <w:sz w:val="28"/>
          <w:szCs w:val="28"/>
        </w:rPr>
        <w:t>МАОУ «Школа № 3» КГО, Камышловского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Никишенко Инна Сергеевна, учитель русского языка и литературы, МАОУ СОШ № 3,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Николаева Татьяна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МОУ СОШ № 3, ГО Богданович,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iCs/>
          <w:sz w:val="28"/>
          <w:szCs w:val="28"/>
        </w:rPr>
        <w:t xml:space="preserve">Николашина </w:t>
      </w:r>
      <w:r>
        <w:rPr>
          <w:rFonts w:ascii="Liberation Serif" w:hAnsi="Liberation Serif" w:cs="Liberation Serif"/>
          <w:iCs/>
          <w:sz w:val="28"/>
          <w:szCs w:val="28"/>
        </w:rPr>
        <w:t>Ольга Борисовна, учитель иностранных языков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iCs/>
          <w:sz w:val="28"/>
          <w:szCs w:val="28"/>
        </w:rPr>
        <w:t xml:space="preserve"> МБОУ СОШ № 55,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Никонова Ирина Геннадьевна, учитель немецкого и французского языков, МАОУ СОШ № 4, МО город Алапаевск,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Нишонова Гульнара Эрмаматовна, учитель английского языка, МОУ </w:t>
      </w:r>
      <w:r>
        <w:rPr>
          <w:rFonts w:ascii="Liberation Serif" w:hAnsi="Liberation Serif" w:cs="Liberation Serif"/>
          <w:sz w:val="28"/>
          <w:szCs w:val="28"/>
        </w:rPr>
        <w:t>Гимназия,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Новгородова Любовь Васильевна,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МОУ «Зайковская СОШ № 1»,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Новопашина Елена Егоровна, учитель русского языка и литературы, МБОУ Юшалинская СОШ № 25, Тугулымсий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Новоселова Лариса Викторовна, учитель русского языка и литературы, МАОУ СОШ № 4, МО город Алапаевск,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Ноговицина Наталья Викторовна, учитель иностранного языка (немецкий) МКОУ АГО «Уфимская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Ноздрина Светлана Алексеевна, учитель </w:t>
      </w:r>
      <w:r>
        <w:rPr>
          <w:rFonts w:ascii="Liberation Serif" w:hAnsi="Liberation Serif" w:cs="Liberation Serif"/>
          <w:sz w:val="28"/>
          <w:szCs w:val="28"/>
        </w:rPr>
        <w:t>английского языка, БМАОУ СОШ № 9,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Овчар Наталья Викторовна, учитель русского языка и литературы, МАОУ СОШ № 43,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Овчинникова Оксана Борисовна, учитель русского языка и литературы, МБОУ СОШ № 52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</w:t>
      </w:r>
      <w:r>
        <w:rPr>
          <w:rFonts w:ascii="Liberation Serif" w:hAnsi="Liberation Serif" w:cs="Liberation Serif"/>
          <w:sz w:val="28"/>
          <w:szCs w:val="28"/>
        </w:rPr>
        <w:t>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Оглоблина Наталья Юрьевна, учитель русского языка и литературы, МАОУ ОШ 7,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Огородникова Любовь Михайловна, учитель английского языка, МАОУ «Гимназия № 25», ГО Ревда, ВКК. 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Одинцова Людмила Валерьевна, учитель </w:t>
      </w:r>
      <w:r>
        <w:rPr>
          <w:rFonts w:ascii="Liberation Serif" w:hAnsi="Liberation Serif" w:cs="Liberation Serif"/>
          <w:sz w:val="28"/>
          <w:szCs w:val="28"/>
        </w:rPr>
        <w:t>русского языка и литературы, МБОУ СОШ № 6,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Озорнина Людмила Витальевна, учитель русского языка, МКОУ АГО «Верх-Тисинская ООШ»,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Онищенко Татьяна Максимовна, учитель немецкого языка, МАОУ «СОШ № 28», ГО Первоуральс</w:t>
      </w:r>
      <w:r>
        <w:rPr>
          <w:rFonts w:ascii="Liberation Serif" w:hAnsi="Liberation Serif" w:cs="Liberation Serif"/>
          <w:sz w:val="28"/>
          <w:szCs w:val="28"/>
        </w:rPr>
        <w:t>к,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Онохина Татьяна Юрьевна,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5 г. Невьянска,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Надежда Владимировна, учитель русского языка и литературы, МАОУ «Покровская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Орлова </w:t>
      </w:r>
      <w:r>
        <w:rPr>
          <w:rFonts w:ascii="Liberation Serif" w:hAnsi="Liberation Serif" w:cs="Liberation Serif"/>
          <w:sz w:val="28"/>
          <w:szCs w:val="28"/>
        </w:rPr>
        <w:t>Наталья Анатольевна, учитель русского языка и литературы, МБОУ СОШ № 1, Режевской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Остен Марианна Вильгельмовна, учитель русского языка и литературы, МАОУ «НТГ»,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Островская Юлия Сергеевна, учитель русского языка и </w:t>
      </w:r>
      <w:r>
        <w:rPr>
          <w:rFonts w:ascii="Liberation Serif" w:hAnsi="Liberation Serif"/>
          <w:bCs/>
          <w:sz w:val="28"/>
          <w:szCs w:val="28"/>
        </w:rPr>
        <w:t>литературы, МАОУ СОШ № 8, ГО Красноуральск,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Откидач Юлия Николаевна, учитель русского языка и литературы, МАОУ СОШ п. Цементный,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Ощепкова Татьяна Валериевна, учитель русского языка и литературы, МАОУ «СОШ № 14», Североуральский ГО,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Палицына Вера Витальевна, учитель иностранного языка, МКОУ «Троицкая средняя общеобразовательная школа № 5»,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Панина Галина Юрьевна, учитель русского языка и литературы, МАОУ «СОШ № 1»,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Панкратова Наталья Влади</w:t>
      </w:r>
      <w:r>
        <w:rPr>
          <w:rFonts w:ascii="Liberation Serif" w:hAnsi="Liberation Serif" w:cs="Liberation Serif"/>
          <w:sz w:val="28"/>
          <w:szCs w:val="28"/>
        </w:rPr>
        <w:t>мировна, учитель русского языка и литературы, МАОУ СОШ № 10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Панова Галина Сергеевна, учитель русского языка и литературы, МАОУ СОШ № 11,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Пантелеева Наталья Борисовна, учитель русского языка и литерату</w:t>
      </w:r>
      <w:r>
        <w:rPr>
          <w:rFonts w:ascii="Liberation Serif" w:hAnsi="Liberation Serif" w:cs="Liberation Serif"/>
          <w:bCs/>
          <w:sz w:val="28"/>
          <w:szCs w:val="28"/>
        </w:rPr>
        <w:t>ры, МАОУ СОШ № 20, Серовский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Пантюхина Ольга Олеговна, учитель английского языка, МАОУ СОШ № 77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Панюшкина Ольга Викторовна, учитель русского языка и литературы, МАОУ «СОШ № 33»,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Парфёнова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Екатерина Юрьевна, учитель русского языка и литературы, МКОУ «Бисертская средняя школа № 2», Бисертский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Парфенова Ирина Анатольевна, учитель русского языка и литературы, МАОУ СОШ № 1,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Патрушева Лилия Раильевна, учитель анг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БМАОУ «Гимназия № 5»,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Пахутко Алия Виловна, учитель русского языка и литературы, МАОУ лицей № 12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Пашина Светлана Александровна, учитель иностранного языка, МАОУ НТГО «СОШ № 7 имени М.Г. </w:t>
      </w:r>
      <w:r>
        <w:rPr>
          <w:rFonts w:ascii="Liberation Serif" w:hAnsi="Liberation Serif" w:cs="Liberation Serif"/>
          <w:bCs/>
          <w:sz w:val="28"/>
          <w:szCs w:val="28"/>
        </w:rPr>
        <w:t>Мансурова», Нижнетуринский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Перевозкина Елена Леонидовна, учитель русского языка и литературы, МАОУ СОШ № 1 Кировградского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Перетрухина Светлана Сергеевна, учитель русского языка литературы, БМАОУ СОШ № 9, Березовский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Перкина Елена</w:t>
      </w:r>
      <w:r>
        <w:rPr>
          <w:rFonts w:ascii="Liberation Serif" w:hAnsi="Liberation Serif" w:cs="Liberation Serif"/>
          <w:sz w:val="28"/>
          <w:szCs w:val="28"/>
        </w:rPr>
        <w:t xml:space="preserve"> Геннадьевна, учитель английского языка, МАОУ СОШ № 3,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Пермякова Наталья Борисовна, учитель английского языка, МАОУ СОШ № 7, ГО Сухой Лог,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Пермякова Ольга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>и литературы, МБОШИ № 17, Верхнесал</w:t>
      </w:r>
      <w:r>
        <w:rPr>
          <w:rFonts w:ascii="Liberation Serif" w:eastAsia="Times New Roman" w:hAnsi="Liberation Serif" w:cs="Liberation Serif"/>
          <w:sz w:val="28"/>
          <w:szCs w:val="28"/>
        </w:rPr>
        <w:t>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Пестрякова Ирина Витальевна, учитель английского языка, МАОУ СОШ № 3 имени Ю.А. Гагарина, Туринский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Петерс Ксения Александровна, учитель немецкого языка, МАОУ СОШ № 2 г. Ивделя, Ивдельский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Петрова Оксана Анатольевна, </w:t>
      </w:r>
      <w:r>
        <w:rPr>
          <w:rFonts w:ascii="Liberation Serif" w:hAnsi="Liberation Serif" w:cs="Liberation Serif"/>
          <w:sz w:val="28"/>
          <w:szCs w:val="28"/>
        </w:rPr>
        <w:t>учитель русского языка и литературы, МАОУ «СОШ № 1»,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Ольга Владимировна, учитель русского языка и литературы, МКОУ ГО Заречный «СОШ № 6», ГО Заречный,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Петухова Елена Владимировна, учитель русского языка и литературы, МАО</w:t>
      </w:r>
      <w:r>
        <w:rPr>
          <w:rFonts w:ascii="Liberation Serif" w:hAnsi="Liberation Serif" w:cs="Liberation Serif"/>
          <w:sz w:val="28"/>
          <w:szCs w:val="28"/>
        </w:rPr>
        <w:t>У «СОШ № 6»,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Петухова Елена Михайловна, учитель русского языка и литературы, МАОУ лицей № 110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Петухова Надежда Николаевна, учитель английского языка, МАОУ «Бугалышская СОШ», МО Красноуфимский округ,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Петухова Ольга Викторовна, учитель русского языка и литературы, МАОУ СОШ № 3, Сысертский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Пеценко Людмила Викторовна,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МБОУ СОШ № 5 г. Невьянска,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Печникова Альбина Анатольевна,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МОУ «Зайковская СОШ № 1»,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Пешкова Елена Леонидовна, учитель русского языка и литературы, МАОУ «Средняя общеобразовательная школа № 21»,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Пивоварова Елена Викторовна, учитель русского языка и ли</w:t>
      </w:r>
      <w:r>
        <w:rPr>
          <w:rFonts w:ascii="Liberation Serif" w:hAnsi="Liberation Serif" w:cs="Liberation Serif"/>
          <w:sz w:val="28"/>
          <w:szCs w:val="28"/>
        </w:rPr>
        <w:t>тературы, МАОУ «Еврогимназия»,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Пивоварова Ирина Ивановна, учитель русского языка и литературы, МАОУ СОШ № 7, ГО Сухой Лог,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Пивоварова Ирина Юрьевна, учитель английского языка, МАОУ «СОШ № 10», ГО Ревда,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Пимурзина Светлана Олеговна</w:t>
      </w:r>
      <w:r>
        <w:rPr>
          <w:rFonts w:ascii="Liberation Serif" w:hAnsi="Liberation Serif" w:cs="Liberation Serif"/>
          <w:sz w:val="28"/>
          <w:szCs w:val="28"/>
        </w:rPr>
        <w:t>, учитель русского языка и литературы, МБОУ «СОШ № 6»,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Пинигина Оксана Насибуловна, учитель русского языка и литературы, МАОУ «Средняя общеобразовательная школа № 1», Арамильский ГО СО, ВКК. 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Пицик Марина Александровна, учитель русског</w:t>
      </w:r>
      <w:r>
        <w:rPr>
          <w:rFonts w:ascii="Liberation Serif" w:hAnsi="Liberation Serif" w:cs="Liberation Serif"/>
          <w:sz w:val="28"/>
          <w:szCs w:val="28"/>
        </w:rPr>
        <w:t>о языка и литературы, МОУ Гимназия, ГО Нижняя Салда,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Пишукова Татьяна Николаевна, учитель русского языка и литературы, МАОУ СОШ № 143,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Плотникова Галина Ивановна, учитель французского языка, МАОУ лицей № 100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</w:t>
      </w:r>
      <w:r>
        <w:rPr>
          <w:rFonts w:ascii="Liberation Serif" w:hAnsi="Liberation Serif" w:cs="Liberation Serif"/>
          <w:sz w:val="28"/>
          <w:szCs w:val="28"/>
        </w:rPr>
        <w:t xml:space="preserve">Екатеринбург», ВКК. 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Плотникова Марина Алексеевна, учитель английского языка, МБОУ СОШ № 19, ГО Верхняя Тура,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Плотникова Ольга Николаевна, учитель русского языка и литературы, МАОУ СОШ № 106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Плотникова Татьяна Геннадьевн</w:t>
      </w:r>
      <w:r>
        <w:rPr>
          <w:rFonts w:ascii="Liberation Serif" w:hAnsi="Liberation Serif" w:cs="Liberation Serif"/>
          <w:bCs/>
          <w:sz w:val="28"/>
          <w:szCs w:val="28"/>
        </w:rPr>
        <w:t>а, учитель русского языка и литературы, МБОУ СОШ № 71,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>Погадаева Татьяна Петровна</w:t>
      </w:r>
      <w:r>
        <w:rPr>
          <w:rFonts w:ascii="Liberation Serif" w:hAnsi="Liberation Serif"/>
          <w:sz w:val="28"/>
          <w:szCs w:val="28"/>
        </w:rPr>
        <w:t xml:space="preserve"> учитель русского языка и литературы, </w:t>
      </w:r>
      <w:r>
        <w:rPr>
          <w:rFonts w:ascii="Liberation Serif" w:hAnsi="Liberation Serif"/>
          <w:color w:val="000000"/>
          <w:sz w:val="28"/>
          <w:szCs w:val="28"/>
        </w:rPr>
        <w:t xml:space="preserve">МАОУ </w:t>
      </w:r>
      <w:r>
        <w:rPr>
          <w:rFonts w:ascii="Liberation Serif" w:hAnsi="Liberation Serif"/>
          <w:sz w:val="28"/>
          <w:szCs w:val="28"/>
        </w:rPr>
        <w:t>«Средняя общеобразовательная школа № 4»,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Подкорытова Ольга Валерьевна, учитель </w:t>
      </w:r>
      <w:r>
        <w:rPr>
          <w:rFonts w:ascii="Liberation Serif" w:hAnsi="Liberation Serif" w:cs="Liberation Serif"/>
          <w:sz w:val="28"/>
          <w:szCs w:val="28"/>
        </w:rPr>
        <w:t>немецкого языка, МБОУ ПГО «Ощепковская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Подкорытова Татьяна Викторовна, учитель русского языка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литературы, МАОУ СОШ № 1,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Подольская Ирина Сергеевна, учитель русского языка и литературы, МАОУ СОШ № 16, ГО Карп</w:t>
      </w:r>
      <w:r>
        <w:rPr>
          <w:rFonts w:ascii="Liberation Serif" w:hAnsi="Liberation Serif" w:cs="Liberation Serif"/>
          <w:sz w:val="28"/>
          <w:szCs w:val="28"/>
        </w:rPr>
        <w:t>инск,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Ползунова Татьяна Владиленовна,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«Лицей № 58»,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Пологова Елена Сергеевна, учитель английского языка, МБОУ ПГО «СОШ № 18», Полевской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Полухина Наталья Павловна, учитель не</w:t>
      </w:r>
      <w:r>
        <w:rPr>
          <w:rFonts w:ascii="Liberation Serif" w:hAnsi="Liberation Serif" w:cs="Liberation Serif"/>
          <w:sz w:val="28"/>
          <w:szCs w:val="28"/>
        </w:rPr>
        <w:t>мецкого языка, английского языка, МБОУ ПГО «Пышминская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Пономарёва Наталья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«Артинский лицей»,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Попова Елена Юрьевна, учитель английского языка, МАОУ СШ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</w:t>
      </w:r>
      <w:r>
        <w:rPr>
          <w:rFonts w:ascii="Liberation Serif" w:hAnsi="Liberation Serif" w:cs="Liberation Serif"/>
          <w:sz w:val="28"/>
          <w:szCs w:val="28"/>
        </w:rPr>
        <w:t xml:space="preserve"> углубленным изучением отдельных предметов,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Попова Ксения Александровна, учитель английского языка, МАОУ «СОШ № 2»,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Любовь Нифановна, учитель русского языка и литературы, МБОУ «Шамарская СОШ № 26», Шалинский Г</w:t>
      </w:r>
      <w:r>
        <w:rPr>
          <w:rFonts w:ascii="Liberation Serif" w:hAnsi="Liberation Serif" w:cs="Liberation Serif"/>
          <w:sz w:val="28"/>
          <w:szCs w:val="28"/>
        </w:rPr>
        <w:t>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Попова Юлия Витальевна, учитель английского языка,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Поротникова Екатерина Викторовна, учитель английского языка, МАОУ Тугулымская СОШ № 26, Тугулымский ГО, 1КК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Порошина Анжелика Александровна, учитель английского я</w:t>
      </w:r>
      <w:r>
        <w:rPr>
          <w:rFonts w:ascii="Liberation Serif" w:hAnsi="Liberation Serif" w:cs="Liberation Serif"/>
          <w:sz w:val="28"/>
          <w:szCs w:val="28"/>
        </w:rPr>
        <w:t>зыка, МАОУ СОШ № 197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Постникова Наталья Александровна, учитель русского языка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литературы, МАОУ СОШ № 76,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Постных Татьяна Ивановна, учитель русского языка и литературы, МКОУ Баранниковская СОШ, Ка</w:t>
      </w:r>
      <w:r>
        <w:rPr>
          <w:rFonts w:ascii="Liberation Serif" w:hAnsi="Liberation Serif" w:cs="Liberation Serif"/>
          <w:sz w:val="28"/>
          <w:szCs w:val="28"/>
        </w:rPr>
        <w:t>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Потапова Наталья Викторовна, учитель английского языка, МБОУ «Вечерняя (сменная) общеобразовательная школа»,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Потапова Эльвира Вячеславовна, учитель немецкого языка, ПМАОУ «СОШ № 7»,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Пранович </w:t>
      </w:r>
      <w:r>
        <w:rPr>
          <w:rFonts w:ascii="Liberation Serif" w:hAnsi="Liberation Serif" w:cs="Liberation Serif"/>
          <w:bCs/>
          <w:sz w:val="28"/>
          <w:szCs w:val="28"/>
        </w:rPr>
        <w:t>Светлана Николаевна, учитель русского языка и литературы, МАОУ СОШ № 8, ГО Красноуральск,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Притчина Александра Михайловна,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197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Прохорова Неонила Константиновна, учитель </w:t>
      </w:r>
      <w:r>
        <w:rPr>
          <w:rFonts w:ascii="Liberation Serif" w:hAnsi="Liberation Serif" w:cs="Liberation Serif"/>
          <w:sz w:val="28"/>
          <w:szCs w:val="28"/>
        </w:rPr>
        <w:t>английского языка, МАОУ гимназия № 70,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Пруцкова Татьяна Анатольевна, учитель английского языка, МАОУ гимназия № 39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Пудова Светлана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«Нижне</w:t>
      </w:r>
      <w:r>
        <w:rPr>
          <w:rFonts w:ascii="Liberation Serif" w:hAnsi="Liberation Serif" w:cs="Liberation Serif"/>
          <w:sz w:val="28"/>
          <w:szCs w:val="28"/>
        </w:rPr>
        <w:t>иргинская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Пузанова Марина Владимировна, учитель немецкого, английского языка, МБОУ СОШ № 4, Режевской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Пьянкова Наталья Германовна, учитель русского языка и литературы, МАОУ СОШ № 18,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Пятова Е</w:t>
      </w:r>
      <w:r>
        <w:rPr>
          <w:rFonts w:ascii="Liberation Serif" w:hAnsi="Liberation Serif" w:cs="Liberation Serif"/>
          <w:sz w:val="28"/>
          <w:szCs w:val="28"/>
        </w:rPr>
        <w:t>лена Александровна, учитель русского языка и литературы, МКОУ «Талицкая средняя общеобразовательная школа № 1», Талицкий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Рагозинникова Любовь Николаевна,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гимназия № 99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Радецкая Ирина Борисовна, учитель иностранного языка, МАОУ СОШ № 40,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Раевская Марина Валерьевна, учитель русского языка и литературы, МАОУ СОШ № 65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Разуева Елена Анатольевна, учитель русского языка и </w:t>
      </w:r>
      <w:r>
        <w:rPr>
          <w:rFonts w:ascii="Liberation Serif" w:hAnsi="Liberation Serif" w:cs="Liberation Serif"/>
          <w:sz w:val="28"/>
          <w:szCs w:val="28"/>
        </w:rPr>
        <w:t>литературы, МАОУ СОШ № 16, Асбестовский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Ракова Вера Федоровна, учитель русского языка и литературы, МАОУ «Лицей № 5»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Ратокля Татьяна Сергеевна, учитель русского языка и литературы, МБОУ «Шамарская СОШ № 26», Шалинский</w:t>
      </w:r>
      <w:r>
        <w:rPr>
          <w:rFonts w:ascii="Liberation Serif" w:hAnsi="Liberation Serif" w:cs="Liberation Serif"/>
          <w:sz w:val="28"/>
          <w:szCs w:val="28"/>
        </w:rPr>
        <w:t xml:space="preserve">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Рачева Людмила Николаевна, учитель английского языка, МАОУ СОШ № 2,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Ремизова Наталья Евгеньевна, учитель английского языка, МАОУ СОШ № 5, ГО Карпинск,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Репина Наталья Валерьевна, учитель русского языка и литературы, МБОУ 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СОШ № 75,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Ронжина Ольга Васильевна, учитель русского языка и литературы, МАОУ «СОШ № 46», ГО Верхотурский,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Рудакова Ольга Ивановна, учитель русского языка и литературы, МАОУ СОШ № 97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Рукавиц</w:t>
      </w:r>
      <w:r>
        <w:rPr>
          <w:rFonts w:ascii="Liberation Serif" w:hAnsi="Liberation Serif"/>
          <w:sz w:val="28"/>
          <w:szCs w:val="28"/>
        </w:rPr>
        <w:t xml:space="preserve">ина Людмила Степановна,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и литературы, МАОУ СОШ № 20, Кушвинский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 xml:space="preserve">Румянцева Ольга Анатольевна, учитель английского языка, МАОУ гимназия № 35, 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Русакова Елена Геннадьевна, учитель русского языка и </w:t>
      </w:r>
      <w:r>
        <w:rPr>
          <w:rFonts w:ascii="Liberation Serif" w:hAnsi="Liberation Serif" w:cs="Liberation Serif"/>
          <w:sz w:val="28"/>
          <w:szCs w:val="28"/>
          <w:lang w:eastAsia="ru-RU"/>
        </w:rPr>
        <w:t>литературы, МБОУ СОШ № 3 НГО,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Русина Светлана Степановна, учитель русского языка и литературы, МАОУ лицей № 180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Русских Валентина Федоровна, учитель французского языка, МАОУ СОШ № 3 имени Ю.А. Гагарина, Ту</w:t>
      </w:r>
      <w:r>
        <w:rPr>
          <w:rFonts w:ascii="Liberation Serif" w:hAnsi="Liberation Serif" w:cs="Liberation Serif"/>
          <w:sz w:val="28"/>
          <w:szCs w:val="28"/>
        </w:rPr>
        <w:t>ринский ГО,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Рухлова Татьяна Васильевна, учитель русского языка и литературы, МАОУ лицей № 128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Рухлядева Галина Степановна, учитель русского языка и литературы, МКОУ ООШ № 11 пгт. Верхние Серги, Нижнесергинский МР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Рыжакова Елена Владимировна, учитель русского языка и литературы, МАОУ «СОШ № 23 с углубленным изучением отдельных предметов»,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Рябова Елена Владимировна, учитель русского языка и литературы, МАОУ «Школа № 7» КГО, Камышловский Г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Рябченкова Юлия Владимировна, учитель французского языка, МАОУ гимназия № 39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Савельева Татьяна Евгеньевна, учитель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английский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язык</w:t>
      </w:r>
      <w:r>
        <w:rPr>
          <w:rFonts w:ascii="Liberation Serif" w:eastAsia="Liberation Serif" w:hAnsi="Liberation Serif"/>
          <w:sz w:val="28"/>
          <w:szCs w:val="28"/>
        </w:rPr>
        <w:t xml:space="preserve">, </w:t>
      </w:r>
      <w:r>
        <w:rPr>
          <w:rFonts w:ascii="Liberation Serif" w:hAnsi="Liberation Serif"/>
          <w:sz w:val="28"/>
          <w:szCs w:val="28"/>
        </w:rPr>
        <w:t>МАОУ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ГО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Заречный</w:t>
      </w:r>
      <w:r>
        <w:rPr>
          <w:rFonts w:ascii="Liberation Serif" w:eastAsia="Liberation Serif" w:hAnsi="Liberation Serif"/>
          <w:sz w:val="28"/>
          <w:szCs w:val="28"/>
        </w:rPr>
        <w:t xml:space="preserve"> «</w:t>
      </w:r>
      <w:r>
        <w:rPr>
          <w:rFonts w:ascii="Liberation Serif" w:hAnsi="Liberation Serif"/>
          <w:sz w:val="28"/>
          <w:szCs w:val="28"/>
        </w:rPr>
        <w:t>СОШ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№</w:t>
      </w:r>
      <w:r>
        <w:rPr>
          <w:rFonts w:ascii="Liberation Serif" w:eastAsia="Liberation Serif" w:hAnsi="Liberation Serif"/>
          <w:sz w:val="28"/>
          <w:szCs w:val="28"/>
        </w:rPr>
        <w:t xml:space="preserve"> 2 </w:t>
      </w:r>
      <w:r>
        <w:rPr>
          <w:rFonts w:ascii="Liberation Serif" w:hAnsi="Liberation Serif"/>
          <w:sz w:val="28"/>
          <w:szCs w:val="28"/>
        </w:rPr>
        <w:t>с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углубленным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изучением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отдельных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предметов</w:t>
      </w:r>
      <w:r>
        <w:rPr>
          <w:rFonts w:ascii="Liberation Serif" w:eastAsia="Liberation Serif" w:hAnsi="Liberation Serif"/>
          <w:sz w:val="28"/>
          <w:szCs w:val="28"/>
        </w:rPr>
        <w:t>», ГО Заречны</w:t>
      </w:r>
      <w:r>
        <w:rPr>
          <w:rFonts w:ascii="Liberation Serif" w:eastAsia="Liberation Serif" w:hAnsi="Liberation Serif"/>
          <w:sz w:val="28"/>
          <w:szCs w:val="28"/>
        </w:rPr>
        <w:t>й, 1</w:t>
      </w:r>
      <w:r>
        <w:rPr>
          <w:rFonts w:ascii="Liberation Serif" w:hAnsi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Савченко Наталья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БМАОУ СОШ № 2, Березовский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Салазкина Марина Геннадьевна, учитель иностранного языка, МОУ Гимназия,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Самойлова Светлана Александровна,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53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Самухина Елена Юрьевна, учитель русского языка и литературы, МАОУ Фабричная СОШ,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Саппинен Екатерина Николаевна, учитель русского языка МАОУ СОШ № 8, Сысертский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Сапрыкина Ангелина Александровна, учитель русского языка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литературы, МАОУ СОШ № 9,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Сарычева Римма Геннадьевна, учитель русского языка и литературы, МБОУ Юшалинская СОШ № 25, Тугулымский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Сафонова Наталья Гериковна, у</w:t>
      </w:r>
      <w:r>
        <w:rPr>
          <w:rFonts w:ascii="Liberation Serif" w:hAnsi="Liberation Serif" w:cs="Liberation Serif"/>
          <w:sz w:val="28"/>
          <w:szCs w:val="28"/>
        </w:rPr>
        <w:t xml:space="preserve">читель русского языка и литературы, филиал МБОУ «Шалинская СОШ № 45» – «Илимская ООШ», Шалинский ГО,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Сафронова Ксения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МБОУ ПГО «Ощепковская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Сбитнева Лилия Владимировна, уч</w:t>
      </w:r>
      <w:r>
        <w:rPr>
          <w:rFonts w:ascii="Liberation Serif" w:hAnsi="Liberation Serif" w:cs="Liberation Serif"/>
          <w:sz w:val="28"/>
          <w:szCs w:val="28"/>
          <w:lang w:eastAsia="ru-RU"/>
        </w:rPr>
        <w:t>итель английского языка, МАОУ гимназия № 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Сва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лова Елена Викторовна, учитель английского языка, МАОУ СОШ № 72,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Свистунова Варвара Юрьевна, учитель русского языка и литературы, МАОУ СОШ № 27, Серовск</w:t>
      </w:r>
      <w:r>
        <w:rPr>
          <w:rFonts w:ascii="Liberation Serif" w:hAnsi="Liberation Serif" w:cs="Liberation Serif"/>
          <w:bCs/>
          <w:sz w:val="28"/>
          <w:szCs w:val="28"/>
        </w:rPr>
        <w:t>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Свяжина Нина Афанасьевна, учитель русского языка и литературы, МАОУ ООШ № 4,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Севергина Наталья Александровна, учитель английского языка, МАОУ лицей № 12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Седых Ирина Ивановна, учитель английского</w:t>
      </w:r>
      <w:r>
        <w:rPr>
          <w:rFonts w:ascii="Liberation Serif" w:hAnsi="Liberation Serif" w:cs="Liberation Serif"/>
          <w:sz w:val="28"/>
          <w:szCs w:val="28"/>
        </w:rPr>
        <w:t xml:space="preserve"> языка,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Селиверстова Галина Глебовна, учитель русского языка и литературы, МАОУ СШ № 2 г. Михайловска,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Семенова Екатерина Юрьевна, учитель русского языка и литературы, МАОУ «СОШ № 4»</w:t>
      </w:r>
      <w:r>
        <w:rPr>
          <w:rFonts w:ascii="Liberation Serif" w:hAnsi="Liberation Serif" w:cs="Liberation Serif"/>
          <w:sz w:val="28"/>
          <w:szCs w:val="28"/>
        </w:rPr>
        <w:t>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Семёнова Ираида Викторовна, учитель английского языка, МАОУ «Средняя общеобразовательная школа № 40»,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Сементина Светлана Михайловна, учитель иностранного языка, МКОУ АГО «Большеутинская СОШ», Ачитский Г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Семиволкова Ирина Ивановна, учитель английского языка, МАОУ «Средняя общеобразовательная школа № 19», Каменск-Уральский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Семячкова Ирина Роландовна, учитель русского языка и литературы, МАОУ СОШ № 2 </w:t>
      </w:r>
      <w:r>
        <w:rPr>
          <w:rFonts w:ascii="Liberation Serif" w:hAnsi="Liberation Serif" w:cs="Liberation Serif"/>
          <w:sz w:val="28"/>
          <w:szCs w:val="28"/>
          <w:lang w:eastAsia="ru-RU"/>
        </w:rPr>
        <w:t>Невьянского ГО</w:t>
      </w:r>
      <w:r>
        <w:rPr>
          <w:rFonts w:ascii="Liberation Serif" w:hAnsi="Liberation Serif" w:cs="Liberation Serif"/>
          <w:sz w:val="28"/>
          <w:szCs w:val="28"/>
        </w:rPr>
        <w:t>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Семяшкина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Оксана Сергеевна, учитель русского языка и литературы, МАОУ СОШ № 76,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Анна Анатольевна, учитель русского языка и литературы, БМАОУ СОШ № 9, Березовский 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Сергеева Светлана Юрьевна, учитель русского языка</w:t>
      </w:r>
      <w:r>
        <w:rPr>
          <w:rFonts w:ascii="Liberation Serif" w:hAnsi="Liberation Serif" w:cs="Liberation Serif"/>
          <w:sz w:val="28"/>
          <w:szCs w:val="28"/>
        </w:rPr>
        <w:t xml:space="preserve"> и литературы, МАОУ Лицей № 109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Серкова Любовь Геннадьевна, учитель русского языка и литературы, МКОУ Ляпуновская СОШ,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Сидорова Алла Ивановна, учитель русского языка и литературы, МКОУ Порошинская </w:t>
      </w:r>
      <w:r>
        <w:rPr>
          <w:rFonts w:ascii="Liberation Serif" w:hAnsi="Liberation Serif" w:cs="Liberation Serif"/>
          <w:sz w:val="28"/>
          <w:szCs w:val="28"/>
        </w:rPr>
        <w:t>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Сидорова Людмила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СШ 9,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Сизова Ольга Юрьевна, учитель английского языка, МОУ Валериановская школа имени Героя Советского Союза А.В. Рогозина, Ка</w:t>
      </w:r>
      <w:r>
        <w:rPr>
          <w:rFonts w:ascii="Liberation Serif" w:hAnsi="Liberation Serif" w:cs="Liberation Serif"/>
          <w:bCs/>
          <w:sz w:val="28"/>
          <w:szCs w:val="28"/>
        </w:rPr>
        <w:t>чканарский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Синдецкая Ирина Геннадьевна, учитель русского языка и литературы, МАОУ «СОШ № 30», ГО 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Синицына Юлия Петровна, учитель русского языка и литературы, МАОУ СОШ № 3,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Ситникова Лариса Леонидовна, учитель </w:t>
      </w:r>
      <w:r>
        <w:rPr>
          <w:rFonts w:ascii="Liberation Serif" w:hAnsi="Liberation Serif" w:cs="Liberation Serif"/>
          <w:sz w:val="28"/>
          <w:szCs w:val="28"/>
          <w:lang w:eastAsia="ru-RU"/>
        </w:rPr>
        <w:t>русского языка и литературы, МБВ(С)ОУ В(С)ОШ № 185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Скатова Ирина Викторовна, учитель русского языка и литературы, МАОУ СОШ № 63,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Скворцова Зоя Михайловна, учитель русского языка и литературы,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МАОУ СОШ № 2, Сысертский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Скотникова Нелли Николаевна, учитель русского и литературы, МАОУ СОШ № 2, Верхнесалдинский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Скурихина Надежда Геннадьевна, учитель английского и французского языка, МАОУ СОШ №163,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Слезка Оксана Григорьевна, учитель русского языка и литературы, МАОУ «СОШ № 28»,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Сметанина Елена Константиновна, учитель немецкого языка, МАОУ «СОШ № 23 с углубленным изучением отдельных предметов»,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Смирнова Ольга Лео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нидовна, учитель английского,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МАОУ СОШ № 85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, </w:t>
      </w:r>
      <w:r>
        <w:rPr>
          <w:rFonts w:ascii="Liberation Serif" w:eastAsia="Times New Roman" w:hAnsi="Liberation Serif" w:cs="Liberation Serif"/>
          <w:bCs/>
          <w:kern w:val="3"/>
          <w:sz w:val="28"/>
          <w:szCs w:val="28"/>
        </w:rPr>
        <w:t>1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Смирнова Светлана Анатольевна,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«Средняя общеобразовательная школа № 34»,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Собина Оксана </w:t>
      </w:r>
      <w:r>
        <w:rPr>
          <w:rFonts w:ascii="Liberation Serif" w:hAnsi="Liberation Serif" w:cs="Liberation Serif"/>
          <w:sz w:val="28"/>
          <w:szCs w:val="28"/>
        </w:rPr>
        <w:t>Николаевна, учитель английского языка, МАОУ Гимназия № 205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Соболева Елена Григорьевна, учитель русского языка и литературы, МОУ СОШ № 3,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-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Соловьева Елена Владимировна, учитель английского языка, МАОУ «Гимна</w:t>
      </w:r>
      <w:r>
        <w:rPr>
          <w:rFonts w:ascii="Liberation Serif" w:hAnsi="Liberation Serif" w:cs="Liberation Serif"/>
          <w:sz w:val="28"/>
          <w:szCs w:val="28"/>
        </w:rPr>
        <w:t>зия № 41»,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Соловьева Светлана Васильевна, учитель русского языка и литературы, МАОУ лицей № 159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Сомова Марина Борисовна, учитель немецкого языка, МАОУ «Покровская средняя общеобразовательная школа», </w:t>
      </w:r>
      <w:r>
        <w:rPr>
          <w:rFonts w:ascii="Liberation Serif" w:hAnsi="Liberation Serif" w:cs="Liberation Serif"/>
          <w:sz w:val="28"/>
          <w:szCs w:val="28"/>
        </w:rPr>
        <w:t>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Сорокина Наталья Юрьевна, учитель русского языка и литературы, ПМАОУ «Школа № 32»,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Сорокина Светлана Васильевна, учитель английского языка, МАОУ СОШ № 59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Спиридович Юлия Рудольфовна, </w:t>
      </w:r>
      <w:r>
        <w:rPr>
          <w:rFonts w:ascii="Liberation Serif" w:hAnsi="Liberation Serif" w:cs="Liberation Serif"/>
          <w:sz w:val="28"/>
          <w:szCs w:val="28"/>
        </w:rPr>
        <w:t>учитель английского языка, МАОУ Артинского ГО «Артинская средняя общеобразовательная школа № 1»,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Спирина Елена Витальевна, учитель русского языка и литературы, МКОУ Городищенская СОШ, Байкаловский МР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Спицына Ольга Геннадьевна, </w:t>
      </w:r>
      <w:r>
        <w:rPr>
          <w:rFonts w:ascii="Liberation Serif" w:hAnsi="Liberation Serif" w:cs="Liberation Serif"/>
          <w:sz w:val="28"/>
          <w:szCs w:val="28"/>
        </w:rPr>
        <w:t>учитель русского языка и литературы, МАОУ «Школа № 10»,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Старцева Татьяна Павловна, учитель русского языка и литературы, МКОУ «Большетурышская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Старцева Юлия Викторовна, учитель русского языка и л</w:t>
      </w:r>
      <w:r>
        <w:rPr>
          <w:rFonts w:ascii="Liberation Serif" w:hAnsi="Liberation Serif" w:cs="Liberation Serif"/>
          <w:sz w:val="28"/>
          <w:szCs w:val="28"/>
        </w:rPr>
        <w:t>итературы, МАОУ СОШ № 76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Статкевич Мария Сергеевна, учитель английского языка, МАОУ СОШ № 91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Сташкина Марина Петровна, учитель родного языка (марийский)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родной литературы, СКОУ АГО «Марикарши</w:t>
      </w:r>
      <w:r>
        <w:rPr>
          <w:rFonts w:ascii="Liberation Serif" w:hAnsi="Liberation Serif" w:cs="Liberation Serif"/>
          <w:sz w:val="28"/>
          <w:szCs w:val="28"/>
        </w:rPr>
        <w:t>нская ООШ»,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Сташкина Наталия Николаевна, учитель русского языка и литературы, МКОУ «Ювинская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Степаненко Татьяна Васильевна, учитель русского языка и литературы, МАОУ СОШ № 197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Степанова Наталия Аркадьевна, учитель русского языка и литературы, МАОУ «Школа-интернат № 53»,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Стрельникова Ольга Михайловна, учитель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русского языка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и литературы, ГБОУ СО «Верхотурская гимназия», ГО Верхотурский,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Суббот</w:t>
      </w:r>
      <w:r>
        <w:rPr>
          <w:rFonts w:ascii="Liberation Serif" w:hAnsi="Liberation Serif" w:cs="Liberation Serif"/>
          <w:sz w:val="28"/>
          <w:szCs w:val="28"/>
        </w:rPr>
        <w:t xml:space="preserve">ина Елена Васильевна, учитель русского языка и литературы, МБОУ СОШ № 64, </w:t>
      </w:r>
      <w:r>
        <w:rPr>
          <w:rFonts w:ascii="Liberation Serif" w:eastAsia="Times New Roman" w:hAnsi="Liberation Serif" w:cs="Liberation Serif"/>
          <w:sz w:val="28"/>
          <w:szCs w:val="28"/>
        </w:rPr>
        <w:t>ГО «Город Лесной» СО,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Субботина Светлана Львовна, учитель русского языка, МАОУ «СОШ № 22»,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Суворова Наталья Александровна,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«Средняя общеобразовательная школа № 1», Арамильский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Суздалова Надежда Витальевна, учитель русского языка и литературы, МАОУ СОШ № 9, Кировградский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Сурганова Татьяна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СШ № 2 г. Ми</w:t>
      </w:r>
      <w:r>
        <w:rPr>
          <w:rFonts w:ascii="Liberation Serif" w:hAnsi="Liberation Serif" w:cs="Liberation Serif"/>
          <w:sz w:val="28"/>
          <w:szCs w:val="28"/>
        </w:rPr>
        <w:t>хайловска,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Сухова Татьяна Яковлевна, учитель английского языка,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Сухорукова Валентина Вениаминовна, учитель английского языка, МАОУ СОШ № 19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Сущева Ольга Васи</w:t>
      </w:r>
      <w:r>
        <w:rPr>
          <w:rFonts w:ascii="Liberation Serif" w:hAnsi="Liberation Serif" w:cs="Liberation Serif"/>
          <w:sz w:val="28"/>
          <w:szCs w:val="28"/>
        </w:rPr>
        <w:t>льевна, учитель русского языка и литературы, МАОУ «Школа № 10»,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Сыпачева Татьяна Павловна, учитель английского языка, МАОУ «СОШ № 10»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Сырицо Людмила Анатольевна, учитель английского языка, МАОУ гимназия № 94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Сысолятина Ирина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2, ГО Сухой Лог,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Сычева Елена Николаевна, учитель английского и немецкого языков, МКОУ СОШ № 1 г. Нижние Серги, Нижнесергинский МР СО,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Сычева Лариса Вячеславовна, учитель русского языка и литературы, МКОУ СОШ № 10 пгт. Верхние Серги, Нижнесергинский МР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Сычева Марина Васильевна, учитель английского, французского языков, МАОУ СШ № 1 г. Михайловска,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Тагир</w:t>
      </w:r>
      <w:r>
        <w:rPr>
          <w:rFonts w:ascii="Liberation Serif" w:hAnsi="Liberation Serif" w:cs="Liberation Serif"/>
          <w:sz w:val="28"/>
          <w:szCs w:val="28"/>
        </w:rPr>
        <w:t xml:space="preserve">ов Феликс Рависович, учитель русского языка и литературы, МКОУ – СОШ № 6 с углубленным изучением отдельных предметов,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Таранта Марина Анатольевна, учитель английского языка, МБОУ «СОШ № 9», Артемовский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Тарас Елена Николаевна</w:t>
      </w:r>
      <w:r>
        <w:rPr>
          <w:rFonts w:ascii="Liberation Serif" w:hAnsi="Liberation Serif" w:cs="Liberation Serif"/>
          <w:sz w:val="28"/>
          <w:szCs w:val="28"/>
        </w:rPr>
        <w:t>, учитель русского языка и литературы, МКОУ – СОШ № 6 с углубленным изучением отдельных предметов,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Тарасова Людмила Васильевна, учитель русского языка и литературы, МАОУ СОШ № 4, ГО Сухой Лог,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Таратуто Наталья Алексеевна, учител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ь русского языка и литературы, МБОУ Лицей,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Тарашкевич Ольга Иосифовна, учитель английского языка, МАОУ СОШ № 10,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Татарченкова Ольга Юрьевна, учитель английского языка, МАОУ СОШ № 6,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Ташкинова Ирина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МКОУ АГО «Большеутинская СОШ», Ачитский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Тегенцева Елена Константиновна, учитель немецкого языка, МБОУ Юшалинская СОШ № 25, Тугулымский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Телегина Елена Валентиновна, учит</w:t>
      </w:r>
      <w:r>
        <w:rPr>
          <w:rFonts w:ascii="Liberation Serif" w:hAnsi="Liberation Serif" w:cs="Liberation Serif"/>
          <w:sz w:val="28"/>
          <w:szCs w:val="28"/>
        </w:rPr>
        <w:t>ель русского языка и литературы, МАОУ СОШ № 10,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Телегина Ольга Александровна, учитель иностранного (английского) языка, МОУ «Арамашевская СОШ»,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Телепаева Светлана Васильевна, учитель иностранного языка, МАОУ НТГО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«СОШ № 7 имени М.Г. Мансурова», Нижнетуринский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Теплякова Наталья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«Средняя общеобразовательная школа № 5»,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Терентьева Надежда Сергеевна, учитель русского языка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и литературы, МАОУ СОШ№ 6, ГО Карпинск,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Терентьева Оксана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«ЦО № 7», ГО Нижняя Салда,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Терех Ирина Васильевна, учитель русского языка и литературы, МАОУ СОШ № 11, Асбестовский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Тетюкова Ольга Николаевна, учитель английского языка, МАОУ СОШ № 91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Тимкачева Елена Владимировна, учитель немецкого языка, МАОУ СОШ № 76,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Ткачук Ольга Владимировна, учитель английского языка, МАОУ С</w:t>
      </w:r>
      <w:r>
        <w:rPr>
          <w:rFonts w:ascii="Liberation Serif" w:hAnsi="Liberation Serif" w:cs="Liberation Serif"/>
          <w:sz w:val="28"/>
          <w:szCs w:val="28"/>
        </w:rPr>
        <w:t>ОШ № 102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Токарева Елена Станиславовна, учитель английского языка, ПМАОУ «Школа № 32»,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Токарева Ирина Витальевна, учитель русского языка и литературы, МАОУ СОШ № 97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Токарев</w:t>
      </w:r>
      <w:r>
        <w:rPr>
          <w:rFonts w:ascii="Liberation Serif" w:hAnsi="Liberation Serif" w:cs="Liberation Serif"/>
          <w:sz w:val="28"/>
          <w:szCs w:val="28"/>
        </w:rPr>
        <w:t>а Наталья Ивановна, учитель русского языка и литературы, МКОУ АГО «Большеутинская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Толкачева Елена Николаевна, учитель русского языка и литературы, МАОУ «СОШ № 2»,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Толмачева Марина Ивановна, учитель русского яз</w:t>
      </w:r>
      <w:r>
        <w:rPr>
          <w:rFonts w:ascii="Liberation Serif" w:hAnsi="Liberation Serif" w:cs="Liberation Serif"/>
          <w:bCs/>
          <w:sz w:val="28"/>
          <w:szCs w:val="28"/>
        </w:rPr>
        <w:t>ыка и литературы, МАОУ лицей № 88,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Толочко Наталья Геннадьевна, учитель английского языка, МАОУ «Гимназия № 41», Новоуральский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Томашевич Евгения Викторовна, учитель английского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МБОУ Лицей, город Нижний </w:t>
      </w:r>
      <w:r>
        <w:rPr>
          <w:rFonts w:ascii="Liberation Serif" w:hAnsi="Liberation Serif" w:cs="Liberation Serif"/>
          <w:sz w:val="28"/>
          <w:szCs w:val="28"/>
          <w:lang w:eastAsia="ru-RU"/>
        </w:rPr>
        <w:t>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Томилова Наталья Юрьевна, учитель английского языка, МБОУ «Барабинская ООШ», Артинский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Торгашова Наталья Сергеевна, учитель иностранного языка, МКОУ АГО «Ачитская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Тощева Ольга Владимировна, учитель русского язы</w:t>
      </w:r>
      <w:r>
        <w:rPr>
          <w:rFonts w:ascii="Liberation Serif" w:hAnsi="Liberation Serif" w:cs="Liberation Serif"/>
          <w:sz w:val="28"/>
          <w:szCs w:val="28"/>
        </w:rPr>
        <w:t xml:space="preserve">ка и литературы, МКОУ «Ницинская СОШ», Слободо-Туринский МР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Трапезникова Лариса Валентиновна,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МАОУ «Артинская средняя общеобразовательная школа № 1», Артинский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Трофимович Александра Петровна, учител</w:t>
      </w:r>
      <w:r>
        <w:rPr>
          <w:rFonts w:ascii="Liberation Serif" w:hAnsi="Liberation Serif" w:cs="Liberation Serif"/>
          <w:sz w:val="28"/>
          <w:szCs w:val="28"/>
        </w:rPr>
        <w:t>ь английского языка, МАОУ «СОШ № 12»,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Трошина Людмила Николаевна, учитель английского языка, МАОУ СОШ № 140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Трощихина Юлия Михайловна, учитель русского языка и литературы, ГБОУ СО «СОШ № 2», ГО Верхотурс</w:t>
      </w:r>
      <w:r>
        <w:rPr>
          <w:rFonts w:ascii="Liberation Serif" w:hAnsi="Liberation Serif" w:cs="Liberation Serif"/>
          <w:bCs/>
          <w:sz w:val="28"/>
          <w:szCs w:val="28"/>
        </w:rPr>
        <w:t>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Трубицына Елена Викторовна, учитель русского языка и литературы, МБОУ СОШ № 1, ГО Красноуральск,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Трухина Елена Валерьевна, учитель английского языка, МБОУ «СШ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25», ГО ЗАТО Свободный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Трухина Светлана Николаевна, учитель немецкого </w:t>
      </w:r>
      <w:r>
        <w:rPr>
          <w:rFonts w:ascii="Liberation Serif" w:hAnsi="Liberation Serif" w:cs="Liberation Serif"/>
          <w:bCs/>
          <w:sz w:val="28"/>
          <w:szCs w:val="28"/>
        </w:rPr>
        <w:t>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МАОУ гимназия № 37,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Туполева Ирина Зауровна, учитель английского языка, МОУ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7 Качканарского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Тураева Светлана Алексеевна, учитель русского языка и литературы, МАОУ Новолялинского ГО «СОШ № 4», </w:t>
      </w:r>
      <w:r>
        <w:rPr>
          <w:rFonts w:ascii="Liberation Serif" w:hAnsi="Liberation Serif" w:cs="Liberation Serif"/>
          <w:bCs/>
          <w:sz w:val="28"/>
          <w:szCs w:val="28"/>
        </w:rPr>
        <w:t>Новолялинский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Туртаева Наталья Вячеславовна, учитель русского языка и литературы, МБОУ СОШ № 81,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Турышева Зиля Габдулловна, учитель немецкого языка, МАОУ «Новосельская СОШ», МО Красноуфимский округ,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Тюрикова Мария Вас</w:t>
      </w:r>
      <w:r>
        <w:rPr>
          <w:rFonts w:ascii="Liberation Serif" w:hAnsi="Liberation Serif" w:cs="Liberation Serif"/>
          <w:sz w:val="28"/>
          <w:szCs w:val="28"/>
        </w:rPr>
        <w:t>ильевна, учитель русского языка и литературы, МКОУ «Таборинская СОШ», Таборинский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Тюрькина Ирина Викторовна, учитель русского языка и литературы, МКОУ Шадринская СОШ,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Угарова Марина Александровна, учитель русского языка</w:t>
      </w:r>
      <w:r>
        <w:rPr>
          <w:rFonts w:ascii="Liberation Serif" w:hAnsi="Liberation Serif" w:cs="Liberation Serif"/>
          <w:sz w:val="28"/>
          <w:szCs w:val="28"/>
        </w:rPr>
        <w:t xml:space="preserve"> и литературы, МАОУ «СОШ № 12»,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Ульянова Светлана Васильевна, учитель русского языка и литературы, МБОУ «Поташкинская средняя общеобразовательная школа»,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Упорова Ирина Юрьевна, учитель русского языка и литературы, </w:t>
      </w:r>
      <w:r>
        <w:rPr>
          <w:rFonts w:ascii="Liberation Serif" w:hAnsi="Liberation Serif" w:cs="Liberation Serif"/>
          <w:sz w:val="28"/>
          <w:szCs w:val="28"/>
        </w:rPr>
        <w:t>МАОУ «СОШ № 2»,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Урахчина Лариса Германовна, учитель русского языка и литературы, МБОУ СОШ № 75,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Ускова Ольга Вениаминовна, учитель русского языка и литературы, филиал МОУ «Костинская СОШ» – Клевакинская ООШ</w:t>
      </w:r>
      <w:r>
        <w:rPr>
          <w:rFonts w:ascii="Liberation Serif" w:hAnsi="Liberation Serif" w:cs="Liberation Serif"/>
          <w:sz w:val="28"/>
          <w:szCs w:val="28"/>
        </w:rPr>
        <w:t>, МО Алапаевское,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Устьянцева Ирина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4,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Устьянцева Наталья Николаевна,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«Средняя общеобразовательная школа № 34», Каменск-</w:t>
      </w:r>
      <w:r>
        <w:rPr>
          <w:rFonts w:ascii="Liberation Serif" w:hAnsi="Liberation Serif" w:cs="Liberation Serif"/>
          <w:sz w:val="28"/>
          <w:szCs w:val="28"/>
        </w:rPr>
        <w:t>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Уфимцева Екатерина Витальевна, учитель иностранного языка, МКОУ Скатинская 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Уханова Оксана Викторовна, учитель английского языка, МАОУ Лицей № 130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Ухина Оксана Николаевна,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уч</w:t>
      </w:r>
      <w:r>
        <w:rPr>
          <w:rFonts w:ascii="Liberation Serif" w:hAnsi="Liberation Serif" w:cs="Liberation Serif"/>
          <w:sz w:val="28"/>
          <w:szCs w:val="28"/>
          <w:lang w:eastAsia="ru-RU"/>
        </w:rPr>
        <w:t>итель русского языка и литературы, МАОУ СОШ № 15,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Фалина Антонина Васильевна, учитель русского языка и литературы, МАОУ Гимназия № 1,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Фатыкова Эльза Алековна, учитель иностранного языка (английский, немецкий), МКОУ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АГО «Уфимская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Федореева Татьяна Юрьевна, учитель иностранного языка, МКОУ «Талицкая средняя общеобразовательная школа № 55»,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Федорова Эльвира Борисовна, учитель русского языка и литературы, МАОУ «СОШ № 25», ГО Верх</w:t>
      </w:r>
      <w:r>
        <w:rPr>
          <w:rFonts w:ascii="Liberation Serif" w:hAnsi="Liberation Serif" w:cs="Liberation Serif"/>
          <w:sz w:val="28"/>
          <w:szCs w:val="28"/>
        </w:rPr>
        <w:t>няя Пышма,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Федяй Светлана Юрьевна, учитель русского языка и литературы, МБОУ СОШ № 6, Верхнесалдинский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Федякова Ирина Ивановна, учитель русског языка и литературы, МАОУ АГО «Артинская СОШ № 1»,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Фендрих Анна Николаевна, учитель русского </w:t>
      </w:r>
      <w:r>
        <w:rPr>
          <w:rFonts w:ascii="Liberation Serif" w:hAnsi="Liberation Serif" w:cs="Liberation Serif"/>
          <w:sz w:val="28"/>
          <w:szCs w:val="28"/>
        </w:rPr>
        <w:t>языка и литературы, МАОУ гимназия № 40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Филиппова Елена Михайловна, учитель русского языка и литературы, МАОУ «Средняя общеобразовательная школа № 1»,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 xml:space="preserve">Филиппова Елена Яковлевна, </w:t>
      </w:r>
      <w:r>
        <w:rPr>
          <w:rFonts w:ascii="Liberation Serif" w:hAnsi="Liberation Serif"/>
          <w:sz w:val="28"/>
          <w:szCs w:val="28"/>
        </w:rPr>
        <w:t>учитель русского языка и</w:t>
      </w:r>
      <w:r>
        <w:rPr>
          <w:rFonts w:ascii="Liberation Serif" w:hAnsi="Liberation Serif"/>
          <w:sz w:val="28"/>
          <w:szCs w:val="28"/>
        </w:rPr>
        <w:t xml:space="preserve"> литературы, </w:t>
      </w:r>
      <w:r>
        <w:rPr>
          <w:rFonts w:ascii="Liberation Serif" w:hAnsi="Liberation Serif"/>
          <w:color w:val="000000"/>
          <w:sz w:val="28"/>
          <w:szCs w:val="28"/>
        </w:rPr>
        <w:t xml:space="preserve">МАОУ </w:t>
      </w:r>
      <w:r>
        <w:rPr>
          <w:rFonts w:ascii="Liberation Serif" w:hAnsi="Liberation Serif"/>
          <w:sz w:val="28"/>
          <w:szCs w:val="28"/>
        </w:rPr>
        <w:t>«Средняя общеобразовательная школа № 4»,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-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Филиппова Мария Валерьевна, учитель английского языка, МАОУ «Гимназия № 41»,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Филиппова Оксана Александровна, учитель русского языка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 литературы,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МАОУ «СОШ № 6», ГО Рефтинский,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Филяевских Марина Михайловна, учитель русского языка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и литературы, МБОУ СОШ № 5 Невьянского ГО, Невьянский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Филяевских Ольга Евгеньевна, учитель русского языка и литературы, МБОУ СОШ № 3 Невьянского ГО, Невьянск</w:t>
      </w:r>
      <w:r>
        <w:rPr>
          <w:rFonts w:ascii="Liberation Serif" w:hAnsi="Liberation Serif" w:cs="Liberation Serif"/>
          <w:sz w:val="28"/>
          <w:szCs w:val="28"/>
          <w:lang w:eastAsia="ru-RU"/>
        </w:rPr>
        <w:t>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Фоминых Елена Марковна, учитель русского языка и литературы, МАОУ гимназия № 94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Фоминых Ирина Викторовна, учитель английского языка, МАОУ «Средняя общеобразовательная школа № 22 с углубленным изучением отдельных п</w:t>
      </w:r>
      <w:r>
        <w:rPr>
          <w:rFonts w:ascii="Liberation Serif" w:hAnsi="Liberation Serif" w:cs="Liberation Serif"/>
          <w:sz w:val="28"/>
          <w:szCs w:val="28"/>
        </w:rPr>
        <w:t>редметов»,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Фоминых Ирина Петровна, учитель французского языка, МАОУ «Школа № 13»,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Фомичева Анна Сергеевна, учитель иностранного языка, МАОУ НТГО «СОШ № 1», Нижнетуринский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Францева Инна </w:t>
      </w:r>
      <w:r>
        <w:rPr>
          <w:rFonts w:ascii="Liberation Serif" w:hAnsi="Liberation Serif" w:cs="Liberation Serif"/>
          <w:sz w:val="28"/>
          <w:szCs w:val="28"/>
        </w:rPr>
        <w:t>Анатольевна, учитель английского языка, МАОУ «Лицей № 10»,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Хавова Ирина Сергеевна, учитель английского языка, МАОУ «Средняя общеобразовательная школа № 1»,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Хадеева Ольга Леонидовна, учитель русского язы</w:t>
      </w:r>
      <w:r>
        <w:rPr>
          <w:rFonts w:ascii="Liberation Serif" w:hAnsi="Liberation Serif" w:cs="Liberation Serif"/>
          <w:sz w:val="28"/>
          <w:szCs w:val="28"/>
        </w:rPr>
        <w:t>ка и литературы, МАОУ СОШ № 170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Хазиева Рената Рашидовна, учитель русского языка и литературы, МАОУ «Средняя общеобразовательная школа № 21»,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Хайдарова Рузиля Анваровна, учитель английского </w:t>
      </w:r>
      <w:r>
        <w:rPr>
          <w:rFonts w:ascii="Liberation Serif" w:hAnsi="Liberation Serif" w:cs="Liberation Serif"/>
          <w:sz w:val="28"/>
          <w:szCs w:val="28"/>
        </w:rPr>
        <w:t>языка, МБОУ СОШ № 84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Хайдаршина Наиля Муллохановна, учитель английского языка, МАОУ «Средняя школа № 1 им. И.И. Марьина», ГО Красноуфимск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Халанская Татьяна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</w:t>
      </w:r>
      <w:r>
        <w:rPr>
          <w:rFonts w:ascii="Liberation Serif" w:hAnsi="Liberation Serif" w:cs="Liberation Serif"/>
          <w:sz w:val="28"/>
          <w:szCs w:val="28"/>
        </w:rPr>
        <w:t>Ш № 2 г. Ивделя, Ивдельский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Халтурина Марина Юрьевна, учитель английского языка, МАОУ СОШ № 14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Хандорина Ольга Владимировна, учитель русского языка и литературы, МАОУ «Лицей»,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Харитонова Ли</w:t>
      </w:r>
      <w:r>
        <w:rPr>
          <w:rFonts w:ascii="Liberation Serif" w:hAnsi="Liberation Serif" w:cs="Liberation Serif"/>
          <w:sz w:val="28"/>
          <w:szCs w:val="28"/>
        </w:rPr>
        <w:t>дия Гелиевна, учитель английского языка, МАОУ гимназия № 13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Хасанова Галуса Хатыповна, учитель русского языка и литературы, МАОУ СОШ № 59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Холкина Татьяна Владимировна, учитель русского языка и л</w:t>
      </w:r>
      <w:r>
        <w:rPr>
          <w:rFonts w:ascii="Liberation Serif" w:hAnsi="Liberation Serif" w:cs="Liberation Serif"/>
          <w:sz w:val="28"/>
          <w:szCs w:val="28"/>
        </w:rPr>
        <w:t>итературы, МАОУ СОШ № 2, МО город Алапаевск,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Хомей Ольга Михайловна, учитель английского языка, МАОУ «Гимназия № 41»,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Хорькова Анна Адольфовна, учитель английского языка, МАОУ гимназия № 94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Хусн</w:t>
      </w:r>
      <w:r>
        <w:rPr>
          <w:rFonts w:ascii="Liberation Serif" w:hAnsi="Liberation Serif" w:cs="Liberation Serif"/>
          <w:sz w:val="28"/>
          <w:szCs w:val="28"/>
        </w:rPr>
        <w:t xml:space="preserve">уллина Алена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МБОУ СОШ № 6,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Царегородцева Марина Сергеевна,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1,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Цветкова Наталья Михайловна, учитель английского</w:t>
      </w:r>
      <w:r>
        <w:rPr>
          <w:rFonts w:ascii="Liberation Serif" w:hAnsi="Liberation Serif" w:cs="Liberation Serif"/>
          <w:sz w:val="28"/>
          <w:szCs w:val="28"/>
        </w:rPr>
        <w:t xml:space="preserve"> языка, МАОУ СОШ № 105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Цветкова Наталья Николаевна, учитель русского языка и литературы, МОУ СОШ им. К.Н. Новикова,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Цветкова Татьяна Ивановна, учитель французского языка, МАОУ «СОШ № 6», ГО Первоураль</w:t>
      </w:r>
      <w:r>
        <w:rPr>
          <w:rFonts w:ascii="Liberation Serif" w:hAnsi="Liberation Serif" w:cs="Liberation Serif"/>
          <w:sz w:val="28"/>
          <w:szCs w:val="28"/>
        </w:rPr>
        <w:t>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Цибарт Наталья Юрьевна, учитель русского языка и литературы, МАОУ СОШ № 48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Цыбенко Ольга Анатольевна, учитель русского языка и литературы, МАОУ СОШ № 50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Цыганова Анна Васильевна, учите</w:t>
      </w:r>
      <w:r>
        <w:rPr>
          <w:rFonts w:ascii="Liberation Serif" w:hAnsi="Liberation Serif" w:cs="Liberation Serif"/>
          <w:sz w:val="28"/>
          <w:szCs w:val="28"/>
        </w:rPr>
        <w:t>ль русского языка и литературы, МАОУ СОШ № 3,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Челнокова Ольга Леонидовна, учитель русского языка и литературы, ГБОУ СО кадетской школы-интернат «Свердловский кадетский корпус имени капитана 1 ранга М.В. Банных»,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Чепик Ирина Александровна, учитель английского и немецкий языков, МАОУ «СОШ № 3»,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Черезова Леся Ярославовна, учитель русского языка и литературы, МАОУ СОШ № 27,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Черемных Татьяна Александровна, учитель английского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«СОШ № 17», ГО Рефтинский,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Черепанова Ольга Ивановна, учитель немецкого языка, МБОУ гимназия № 161,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Чернова Ольга Владимировна, учитель английского языка, МАОУ «Школа № 13»,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Черноскутова Наталья Вениаминовна,</w:t>
      </w:r>
      <w:r>
        <w:rPr>
          <w:rFonts w:ascii="Liberation Serif" w:hAnsi="Liberation Serif" w:cs="Liberation Serif"/>
          <w:sz w:val="28"/>
          <w:szCs w:val="28"/>
        </w:rPr>
        <w:t xml:space="preserve"> учитель английского языка, МБОУ «СОШ № 3»,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Чернышева Наталья Михайловна,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«СОШ № 4»,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Чертовикова Марина Анатольевна,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ПГО «СО</w:t>
      </w:r>
      <w:r>
        <w:rPr>
          <w:rFonts w:ascii="Liberation Serif" w:hAnsi="Liberation Serif" w:cs="Liberation Serif"/>
          <w:sz w:val="28"/>
          <w:szCs w:val="28"/>
        </w:rPr>
        <w:t>Ш № 13 с углубленным изучением отдельных предметов»,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Чечулина Валентина Сергеевна, учитель русского языка и литературы, МКОУ «Кировская СОШ», МО Алапаевское,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Чиркова Татьяна Николаевна, учитель французского языка МАОУ СОШ № 23, Сыс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ертский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Чистякова Наталья Николаевна, учитель русского языка и литературы, МКОУ СОШ № 1 г. Нижние Серги,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Чуб Татьяна Сергеевна, учитель русского языка и литературы, МАОУ СОШ № 208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Чумак Ек</w:t>
      </w:r>
      <w:r>
        <w:rPr>
          <w:rFonts w:ascii="Liberation Serif" w:hAnsi="Liberation Serif" w:cs="Liberation Serif"/>
          <w:sz w:val="28"/>
          <w:szCs w:val="28"/>
        </w:rPr>
        <w:t>атерина Леонидовна, учитель английского языка, МАОУ СОШ № 2,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Чуркина Светлана Владимировна, учитель русского языка и литературы, МАОУ «Школа № 6»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Чухарева Татьяна Иннокентьевна,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</w:t>
      </w:r>
      <w:r>
        <w:rPr>
          <w:rFonts w:ascii="Liberation Serif" w:hAnsi="Liberation Serif" w:cs="Liberation Serif"/>
          <w:sz w:val="28"/>
          <w:szCs w:val="28"/>
        </w:rPr>
        <w:t xml:space="preserve"> литературы, МАОУ СОШ № 142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Шабанова Оксана Миниахметовна, учитель русского языка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литературы, МБОУ «СОШ № 17»,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Шабельникова Ирина Владимировна, учитель английского языка, БМАОУ СОШ № 2, Березовский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Шаблакова Елена Александровна,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«Колчеданская средняя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Шабунина Ирина Владимировна, учитель русского языка и литературы, МАОУ СОШ № 72,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Шабышева Ольга Викторовна, учитель иностранного языка, МАОУ СОШ № 1 с углублённым изучением отдельных предметов «Полифорум»,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Шавкунова Юлия Валерьевна, учитель русского языка и литературы, МАОУ СШ 2 с углубленным изучением отдельных пред</w:t>
      </w:r>
      <w:r>
        <w:rPr>
          <w:rFonts w:ascii="Liberation Serif" w:hAnsi="Liberation Serif" w:cs="Liberation Serif"/>
          <w:sz w:val="28"/>
          <w:szCs w:val="28"/>
        </w:rPr>
        <w:t>метов,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Шаврина Любовь Николаевна, учитель русского языка и литературы, МАОУ Коркинская СОШ, Туринский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Шадрина Венера Рашитовна, учитель русского языка и литературы, МБОУ СОШ № 1 Невьянского ГО,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Шадрина </w:t>
      </w:r>
      <w:r>
        <w:rPr>
          <w:rFonts w:ascii="Liberation Serif" w:hAnsi="Liberation Serif" w:cs="Liberation Serif"/>
          <w:sz w:val="28"/>
          <w:szCs w:val="28"/>
        </w:rPr>
        <w:t>Елена Фёдоровна, учитель английского языка, кадетская школа-интернат структурного подразделения ГАПОУ СО «Верхнепышминский механико-технологический техникум «Юность»,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Шальнев Николай Анатольевич, учитель английского, немецкого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</w:t>
      </w:r>
      <w:r>
        <w:rPr>
          <w:rFonts w:ascii="Liberation Serif" w:hAnsi="Liberation Serif" w:cs="Liberation Serif"/>
          <w:sz w:val="28"/>
          <w:szCs w:val="28"/>
        </w:rPr>
        <w:t>испанского языков, МАОУ СОШ № 85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Шамшурина Елена Евгеньевна, учитель русского языка и литературы, МАОУ СОШ № 141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Шаповаленко Алевтина Григорьевна, учитель английского языка, МАОУ СОШ № 208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</w:t>
      </w:r>
      <w:r>
        <w:rPr>
          <w:rFonts w:ascii="Liberation Serif" w:hAnsi="Liberation Serif" w:cs="Liberation Serif"/>
          <w:sz w:val="28"/>
          <w:szCs w:val="28"/>
        </w:rPr>
        <w:t>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Шаповалюк Татьяна Георгиевна, учитель русского языка, литературы, МАОУ СОШ № 10,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Шарапова Гульнара Гельметдиновна, учитель французского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МАОУ «Средняя общеобразовательная школа № 4», Арамильский ГО СО,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Шарапова Наталья Николаевна, учитель английского и французкого языков, МАОУ «СОШ № 25»,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Шарафутдинова Гульфия Рамилевна, учитель немецкого языка, МБОУ ООШ п. Таватуй </w:t>
      </w:r>
      <w:r>
        <w:rPr>
          <w:rFonts w:ascii="Liberation Serif" w:hAnsi="Liberation Serif" w:cs="Liberation Serif"/>
          <w:sz w:val="28"/>
          <w:szCs w:val="28"/>
          <w:lang w:eastAsia="ru-RU"/>
        </w:rPr>
        <w:t>Невьянского ГО</w:t>
      </w:r>
      <w:r>
        <w:rPr>
          <w:rFonts w:ascii="Liberation Serif" w:hAnsi="Liberation Serif" w:cs="Liberation Serif"/>
          <w:sz w:val="28"/>
          <w:szCs w:val="28"/>
        </w:rPr>
        <w:t>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Шаркова Наталья Владимиро</w:t>
      </w:r>
      <w:r>
        <w:rPr>
          <w:rFonts w:ascii="Liberation Serif" w:hAnsi="Liberation Serif" w:cs="Liberation Serif"/>
          <w:bCs/>
          <w:sz w:val="28"/>
          <w:szCs w:val="28"/>
        </w:rPr>
        <w:t>вна, учитель иностранного языка, МАОУ СОШ № 27,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Шаркунова Наталья Васильевна, учитель английского языка, МАОУ «Лицей № 9», Каменск-Уральский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Шатунова Любовь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МБОУ СОШ № 4, Го</w:t>
      </w:r>
      <w:r>
        <w:rPr>
          <w:rFonts w:ascii="Liberation Serif" w:hAnsi="Liberation Serif" w:cs="Liberation Serif"/>
          <w:sz w:val="28"/>
          <w:szCs w:val="28"/>
        </w:rPr>
        <w:t>рноуральский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Швец Ирина Сергеевна, учитель русского языка и литературы, МБОУ «Черноусовская СОШ № 19», Белоярский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Шевелина Екатерина Владимировна, учитель английского языка, МКОУ АГО «Заринская СОШ», Ачитский ГО,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Шеина Елена </w:t>
      </w:r>
      <w:r>
        <w:rPr>
          <w:rFonts w:ascii="Liberation Serif" w:hAnsi="Liberation Serif" w:cs="Liberation Serif"/>
          <w:sz w:val="28"/>
          <w:szCs w:val="28"/>
        </w:rPr>
        <w:t>Владимировна, учитель русского языка и литературы, МБОУ СОШ № 64,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Шестакова Татьяна Петровна, учитель русского языка и литературы, МБОУ «СОШ № 2»,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Шешенина Юлия Викторовна, учитель русского языка и литературы, </w:t>
      </w:r>
      <w:r>
        <w:rPr>
          <w:rFonts w:ascii="Liberation Serif" w:hAnsi="Liberation Serif" w:cs="Liberation Serif"/>
          <w:sz w:val="28"/>
          <w:szCs w:val="28"/>
        </w:rPr>
        <w:t>МБОУ «Шалинская СОШ № 45», Шалинский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Ширма Татьяна Викторовна, учитель русского языка и литературы, МБОУ «СОШ № 5»,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Широких Валентина Васильевна,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«СОШ № 1»,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Шир</w:t>
      </w:r>
      <w:r>
        <w:rPr>
          <w:rFonts w:ascii="Liberation Serif" w:hAnsi="Liberation Serif" w:cs="Liberation Serif"/>
          <w:bCs/>
          <w:sz w:val="28"/>
          <w:szCs w:val="28"/>
        </w:rPr>
        <w:t>окова Юлия Александровна, учитель русского языка и литературы, МАОУ «СОШ № 17»,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Шихова Галина Ивановна, учитель русского языка и литературы, МКОУ Харловская СОШ, Ирбитское МО,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Шихова Евгения Борисовна, учитель русского языка и </w:t>
      </w:r>
      <w:r>
        <w:rPr>
          <w:rFonts w:ascii="Liberation Serif" w:hAnsi="Liberation Serif" w:cs="Liberation Serif"/>
          <w:sz w:val="28"/>
          <w:szCs w:val="28"/>
        </w:rPr>
        <w:t>литературы, МБОУ ПГО «Пышминская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Шмакова Галина Леонидовна, учитель русского языка и литературы, МОУ «Фоминская СОШ»,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Шмелева Оксана Николаевна, учитель немецкого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2,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Шпак Ир</w:t>
      </w:r>
      <w:r>
        <w:rPr>
          <w:rFonts w:ascii="Liberation Serif" w:hAnsi="Liberation Serif" w:cs="Liberation Serif"/>
          <w:sz w:val="28"/>
          <w:szCs w:val="28"/>
        </w:rPr>
        <w:t>ина Владимировна, учитель русского языка и литературы, МБОУ ПГО «Четкаринская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Шпакова Марина Николаевна, учитель русского языка и литературы, МАОУ СОШ № 3, Кушвинский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Шпикина Елена Александровна, учитель русского языка и </w:t>
      </w:r>
      <w:r>
        <w:rPr>
          <w:rFonts w:ascii="Liberation Serif" w:hAnsi="Liberation Serif" w:cs="Liberation Serif"/>
          <w:sz w:val="28"/>
          <w:szCs w:val="28"/>
        </w:rPr>
        <w:t>литературы, МАОУ СОШ № 3 имени Ю.А. Гагарина,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Штауффенберг Оксана Николаевна,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МАОУ «СОШ № 16», ГО Дегтярск,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Шубина Татьяна Николаевна, учитель русского языка и литературы, МБОУ ПГО «Боровлянска</w:t>
      </w:r>
      <w:r>
        <w:rPr>
          <w:rFonts w:ascii="Liberation Serif" w:hAnsi="Liberation Serif" w:cs="Liberation Serif"/>
          <w:sz w:val="28"/>
          <w:szCs w:val="28"/>
        </w:rPr>
        <w:t>я СОШ», Пышминский ГО, 1КК.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Шульман Юлия Юрьевна, учитель немецкого языка, МАОУ гимназия № 37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Шумакова Людмила Павловна, учитель русского языка и литературы, МАОУ лицей № 180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Шутова Галина Яковле</w:t>
      </w:r>
      <w:r>
        <w:rPr>
          <w:rFonts w:ascii="Liberation Serif" w:hAnsi="Liberation Serif" w:cs="Liberation Serif"/>
          <w:sz w:val="28"/>
          <w:szCs w:val="28"/>
        </w:rPr>
        <w:t>вна, учитель русского языка и литературы, МАОУ СОШ № 26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Щербакова Елена Владимировна,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СОШ № 2, Режевской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Щербакова Ирина Владимировна, учитель английского языка, МАОУ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«СОШ</w:t>
      </w:r>
      <w:r>
        <w:rPr>
          <w:rFonts w:ascii="Liberation Serif" w:hAnsi="Liberation Serif" w:cs="Liberation Serif"/>
          <w:sz w:val="28"/>
          <w:szCs w:val="28"/>
        </w:rPr>
        <w:t xml:space="preserve"> № 45», Новоуральский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Эктова Ирэна Игоревна, учитель русского языка и литературы, МАОУ СОШ № 2, Верхнесалдинский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Юдина Ольга Анатольевна, учитель иностранного языка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МБОУ СОШ № 1 Невьянского ГО, Невьянский ГО,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Юдина Ольга </w:t>
      </w:r>
      <w:r>
        <w:rPr>
          <w:rFonts w:ascii="Liberation Serif" w:hAnsi="Liberation Serif" w:cs="Liberation Serif"/>
          <w:sz w:val="28"/>
          <w:szCs w:val="28"/>
        </w:rPr>
        <w:t>Константиновна, учитель русского языка и литературы, МБОУ СОШ № 5,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Юрк Ирина Владимировна, учитель английского языка, МАОУ «Средняя общеобразовательная школа № 38»,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Юрьева Екатерина Сергеевна, учитель анг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лийского языка, МАОУ СОШ № 163,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Яковлева Татьяна Викторовна, учитель немецкого языка МАОУ СОШ № 18, Тавдинский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Якуш Татьяна Петровна, учитель русского языка и литературы, МАОУ «Покровская средняя общеобразовательная ш</w:t>
      </w:r>
      <w:r>
        <w:rPr>
          <w:rFonts w:ascii="Liberation Serif" w:hAnsi="Liberation Serif" w:cs="Liberation Serif"/>
          <w:sz w:val="28"/>
          <w:szCs w:val="28"/>
        </w:rPr>
        <w:t>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Ямщикова Ольга Алексеевна, учитель английского языка, МАОУ «СОШ № 28», ГО Ревда,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Яруллина Ксения Леонидовна, учитель русского языка и литературы, МАОУ СОШ № 23,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Ятнина Елена Васильевна, учитель русского яз</w:t>
      </w:r>
      <w:r>
        <w:rPr>
          <w:rFonts w:ascii="Liberation Serif" w:hAnsi="Liberation Serif" w:cs="Liberation Serif"/>
          <w:sz w:val="28"/>
          <w:szCs w:val="28"/>
        </w:rPr>
        <w:t>ыка и литературы, БМАОУ СОШ № 1,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Яшина Марина Васильевна, учитель русского языка и литературы, МАОУ Зайковская СОШ № 2, Ирбитское МО,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Шарафиева Клавдия Юрьевна, учитель русского языка и литературы, кадетская школа-интернат </w:t>
      </w:r>
      <w:r>
        <w:rPr>
          <w:rFonts w:ascii="Liberation Serif" w:hAnsi="Liberation Serif" w:cs="Liberation Serif"/>
          <w:sz w:val="28"/>
          <w:szCs w:val="28"/>
        </w:rPr>
        <w:t xml:space="preserve">структурного подразделения, ГАПОУ СО «Верхнепышминский механико-технологический техникум «Юность»,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Математика, информатика</w:t>
      </w: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Абашев Рустам Саубанович, учитель информатики, МАОУ «Бродовская средняя общеобразовательная школа», Каменск</w:t>
      </w:r>
      <w:r>
        <w:rPr>
          <w:rFonts w:ascii="Liberation Serif" w:hAnsi="Liberation Serif" w:cs="Liberation Serif"/>
          <w:sz w:val="28"/>
          <w:szCs w:val="28"/>
        </w:rPr>
        <w:t>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Абдусаломова Назира Ибодулохоновна, учитель математики, информатики, МАОУ СОШ № 9,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Абраменко Елена Викторовна, учитель математики,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Авдоничева Ольга Геннадьевна,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 МАОУ Фабричная СОШ, 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Аверьянов Анатолий Владимирович, учитель информатики, МКОУ АГО «Уфимская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 Агалетдинова Татьяна Юрьевна, учитель информатики,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Азарова Елена </w:t>
      </w:r>
      <w:r>
        <w:rPr>
          <w:rFonts w:ascii="Liberation Serif" w:hAnsi="Liberation Serif" w:cs="Liberation Serif"/>
          <w:sz w:val="28"/>
          <w:szCs w:val="28"/>
        </w:rPr>
        <w:t>Евгеньевна, учитель математики, МАОУ Политехническая гимназия,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Алексеева Наталья Александровна,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 информатики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МАОУ «Средняя общеобразовательная школа № 3 имени Героя Советского Союза летчика-космонавта П.И. Беляева»,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Алехина Юлия Александровна, учитель математики, МАОУ «СОШ № 7», ГО Верхняя Пышма,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Алимова Любовь Алексеевна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, учитель математики и информатики, МАОУ СОШ № 166, </w:t>
      </w:r>
      <w:r>
        <w:rPr>
          <w:rFonts w:ascii="Liberation Serif" w:hAnsi="Liberation Serif"/>
          <w:sz w:val="28"/>
          <w:szCs w:val="28"/>
        </w:rPr>
        <w:t>МО «город Екатеринбург»,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Аллабергенова Людмила Ивановна,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учитель математики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информатики, МАОУ СОШ № 2, Ивдельский ГО, 1КК</w:t>
      </w:r>
      <w:r>
        <w:rPr>
          <w:rFonts w:ascii="Liberation Serif" w:hAnsi="Liberation Serif" w:cs="Liberation Serif"/>
          <w:b/>
          <w:bCs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Аллес Ольга Александровна, учитель математики, МКОУ Обуховская СОШ,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Амантаева Анна Алексеевна, учитель математики,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Андрианова Оксана Викторовна, учитель математики, МАОУ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20,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  <w:tab w:val="left" w:pos="150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Апеева Татьяна Владимировна, учитель информатики и ИКТ, математики, МАОУ «СОШ № 33»,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Артюгина Ольга Сергеевна, учитель математики, МАОУ СОШ № 5,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с. Николо-Павловское,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Ахмадулина Татьяна Григорьевна, учитель математики, МАОУ СОШ № 3,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  <w:tab w:val="left" w:pos="1508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Ахмерова Екатерина Валерьевна, учитель математики, МАОУ «СОШ № 2»,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Бабинова Юлия Васильевна, учитель </w:t>
      </w:r>
      <w:r>
        <w:rPr>
          <w:rFonts w:ascii="Liberation Serif" w:hAnsi="Liberation Serif" w:cs="Liberation Serif"/>
          <w:sz w:val="28"/>
          <w:szCs w:val="28"/>
        </w:rPr>
        <w:t>математики, МАОУ «Школа № 1»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Бадина Валентина Николаевна, учитель математики, физики, МАОУ «Приданниковская СОШ», МО Красноуфимский округ,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Бажова Наталья Михайловна, учитель математики, МАОУ ПГО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«СОШ – Лицей № 4 «Интелле</w:t>
      </w:r>
      <w:r>
        <w:rPr>
          <w:rFonts w:ascii="Liberation Serif" w:hAnsi="Liberation Serif" w:cs="Liberation Serif"/>
          <w:sz w:val="28"/>
          <w:szCs w:val="28"/>
        </w:rPr>
        <w:t>кт»,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Бажова Оксана Викторовна, учитель информатики,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168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Балабанова Марина Сергеевна, учитель математики, МБОУ СОШ №1,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9457"/>
          <w:tab w:val="left" w:pos="13341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Барабанова Татьяна Германовна,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 xml:space="preserve">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197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Баранова Ирина Владимировна, учитель математики, МАОУ СОШ № 72,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>Баранова Людмила Юрьевна, учитель математики, МБОУ СОШ № 55,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Баранова Юлия Евгеньевна, </w:t>
      </w:r>
      <w:r>
        <w:rPr>
          <w:rFonts w:ascii="Liberation Serif" w:hAnsi="Liberation Serif" w:cs="Liberation Serif"/>
          <w:sz w:val="28"/>
          <w:szCs w:val="28"/>
        </w:rPr>
        <w:t>учитель математики, МАОУ «СОШ № 4»,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Барынкина Елена Юрьевна, учитель математики, МАОУ СОШ № 8,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Батаева Ирина Владимировна,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170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Бахтеева Елена </w:t>
      </w:r>
      <w:r>
        <w:rPr>
          <w:rFonts w:ascii="Liberation Serif" w:hAnsi="Liberation Serif" w:cs="Liberation Serif"/>
          <w:sz w:val="28"/>
          <w:szCs w:val="28"/>
        </w:rPr>
        <w:t xml:space="preserve">Юрьевна, учитель математики, МАОУ Лицей № 130,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Бахтигозина Любовь Николаевна, учитель математики, МБОУ СОШ № 19,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4602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Бачурина Светлана Нуриахметовна, учитель математики, МАОУ СОШ № 142, МО «город Екатеринбург»,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Белканова Надежда Евгеньевна,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10, ГО Верхний Тагил,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Белоногова Ирина Алексеевна, учитель математики, МАОУ «Байкаловская СОШ», Байкаловский МР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Белоусова Валентина Витальевна, учитель математики, МАОУ </w:t>
      </w:r>
      <w:r>
        <w:rPr>
          <w:rFonts w:ascii="Liberation Serif" w:hAnsi="Liberation Serif" w:cs="Liberation Serif"/>
          <w:bCs/>
          <w:sz w:val="28"/>
          <w:szCs w:val="28"/>
        </w:rPr>
        <w:t>«Школа № 8»,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Бердникова Татьяна Владимировна, учитель математики, МАОУ гимназия № 45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Береснева Лариса Владимировна, учитель математики, МАУО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Берчук Надежда Михайловна, у</w:t>
      </w:r>
      <w:r>
        <w:rPr>
          <w:rFonts w:ascii="Liberation Serif" w:hAnsi="Liberation Serif" w:cs="Liberation Serif"/>
          <w:iCs/>
          <w:sz w:val="28"/>
          <w:szCs w:val="28"/>
        </w:rPr>
        <w:t xml:space="preserve">читель математики, МАОУ СОШ </w:t>
      </w:r>
      <w:r>
        <w:rPr>
          <w:rFonts w:ascii="Liberation Serif" w:hAnsi="Liberation Serif" w:cs="Liberation Serif"/>
          <w:iCs/>
          <w:sz w:val="28"/>
          <w:szCs w:val="28"/>
        </w:rPr>
        <w:br/>
      </w:r>
      <w:r>
        <w:rPr>
          <w:rFonts w:ascii="Liberation Serif" w:hAnsi="Liberation Serif" w:cs="Liberation Serif"/>
          <w:iCs/>
          <w:sz w:val="28"/>
          <w:szCs w:val="28"/>
        </w:rPr>
        <w:t>п. Цементный,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Бецких Ольга Игоревна, учитель математики, информатики, МАОУ Благовещенская СОШ, Туринский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Богатырева Анастасия Ивановна, учитель информатики, МБОУ «СОШ № 2»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Богатырева Анастасия Ивановна, учитель информатики, Средней школы № 2,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Болотова Ольга Вячеславовна,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21»,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9457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Болотова Юлия Сергеевна, учитель математики,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39, 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Большова Ольга Владимировна, учитель информатики и ИКТ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9,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Борисова Антонина Петровна, учитель математики, информатики, МАОУ «СОШ № 12»,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Борисова Елена Анатольевна, учитель мат</w:t>
      </w:r>
      <w:r>
        <w:rPr>
          <w:rFonts w:ascii="Liberation Serif" w:hAnsi="Liberation Serif" w:cs="Liberation Serif"/>
          <w:sz w:val="28"/>
          <w:szCs w:val="28"/>
        </w:rPr>
        <w:t xml:space="preserve">ематики,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Боровских Александра Николаевна, учитель математики, МКОУ Баранниковская 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Бородина Марина Валентиновна, учитель информатики, МАОУ СОШ № 2,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</w:t>
      </w:r>
      <w:r>
        <w:rPr>
          <w:rFonts w:ascii="Liberation Serif" w:hAnsi="Liberation Serif" w:cs="Liberation Serif"/>
          <w:sz w:val="28"/>
          <w:szCs w:val="28"/>
        </w:rPr>
        <w:t xml:space="preserve">руй Галина Петровна, учитель информатики и ИКТ,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30», ГО Дегтярск,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Брусницына Наталья Викторовна,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«Баженовская СОШ № 96», Белоярский ГО,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Брызгалова Елена Леонидовна,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68, 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Булатов Виталий Степанович, учитель физики и информатики, МАОУ «Натальинская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Булдакова Галина Михайловна, учитель математики, МБОУ СОШ № 6,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 xml:space="preserve">Булдакова Светлана </w:t>
      </w:r>
      <w:r>
        <w:rPr>
          <w:rFonts w:ascii="Liberation Serif" w:hAnsi="Liberation Serif" w:cs="Liberation Serif"/>
          <w:iCs/>
          <w:sz w:val="28"/>
          <w:szCs w:val="28"/>
        </w:rPr>
        <w:t>Валерьяновна, учитель математики, МБОУ СОШ № 4,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Буракова Юлия Дмитриевна,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«Каменск-Уральская гимназия»,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Бурунова Светлана Николаевна,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2, Сысертский Г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Бурцева Ольга Александровна, учитель математики, МКОУ «Талицкая средняя общеобразовательная школа № 1», Талицкий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Бусыгина Юлия Сергеевна, учитель информатики, МБОУ СОШ № 95, город Нижний Тагил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Бызова Надежда Викторовна, учитель матем</w:t>
      </w:r>
      <w:r>
        <w:rPr>
          <w:rFonts w:ascii="Liberation Serif" w:hAnsi="Liberation Serif" w:cs="Liberation Serif"/>
          <w:sz w:val="28"/>
          <w:szCs w:val="28"/>
        </w:rPr>
        <w:t>атики, МАОУ лицей № 39,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Быкова Татьяна Викторовна, учитель информатики, МОУ Лицей № 6, Качканарский ГО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Бычкова Надежда Александровна, учитель информатики, МКОУ СОШ № 2 г. Нижние Серги,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Валиахметова Рауфа Расимовна, учитель математики,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Вараксина Татьяна Георгиевна,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БМАОУ лицей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3 «Альянс», Березовский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Варюхина Светлана Владимировна, учитель информатики, МАОУ «СОШ № 14», Северо</w:t>
      </w:r>
      <w:r>
        <w:rPr>
          <w:rFonts w:ascii="Liberation Serif" w:hAnsi="Liberation Serif" w:cs="Liberation Serif"/>
          <w:bCs/>
          <w:sz w:val="28"/>
          <w:szCs w:val="28"/>
        </w:rPr>
        <w:t>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Васильева Елена Леонидовна, учитель информатики и ИКТ, МАОУ Артинского ГО «Артинская средняя общеобразовательная школа № 1»,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Ващук Елена Сергеевна, учитель информатики и ИКТ, математики, МАОУ «СОШ № 25», ГО Верхняя Пыш</w:t>
      </w:r>
      <w:r>
        <w:rPr>
          <w:rFonts w:ascii="Liberation Serif" w:hAnsi="Liberation Serif" w:cs="Liberation Serif"/>
          <w:sz w:val="28"/>
          <w:szCs w:val="28"/>
        </w:rPr>
        <w:t>ма,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Вдовина Наталья Александровна,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Великова Людмила Юрьевна, учитель математики, МАОУ «Гимназия № 41»,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Веприцкая Наталья Алексеевна, учитель математики, МАОУ С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74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Веретенникова Надежда Геннадьевна, учитель математики, информатики МКОУ «Пироговская средняя общеобразовательная школа», Каменский ГО,1КК.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Ветошкин Алексей Вячеславович, учитель математики, информатики, физики, МАОУ </w:t>
      </w:r>
      <w:r>
        <w:rPr>
          <w:rFonts w:ascii="Liberation Serif" w:hAnsi="Liberation Serif" w:cs="Liberation Serif"/>
          <w:sz w:val="28"/>
          <w:szCs w:val="28"/>
        </w:rPr>
        <w:t>«СОШ № 4»,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Ветошкина Юлия Витальевна, учитель математики, информатики, МАОУ «СОШ № 4»,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Вивтоненко Ирина Леонидовна, учитель математики, МАОУ СОШ № 1 с углублённым изучением отдельных предметов «Полифорум», Серовс</w:t>
      </w:r>
      <w:r>
        <w:rPr>
          <w:rFonts w:ascii="Liberation Serif" w:hAnsi="Liberation Serif" w:cs="Liberation Serif"/>
          <w:bCs/>
          <w:sz w:val="28"/>
          <w:szCs w:val="28"/>
        </w:rPr>
        <w:t>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Виноградова Елена Викторовна,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БМАОУ «Лицей № 7»,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Витулев Александр Михайлович, учитель математики, МБОУ ООШ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Таватуй Невьянского ГО, Невьянский ГО,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Владимирова Наталья Витальевна, учитель информ</w:t>
      </w:r>
      <w:r>
        <w:rPr>
          <w:rFonts w:ascii="Liberation Serif" w:hAnsi="Liberation Serif" w:cs="Liberation Serif"/>
          <w:sz w:val="28"/>
          <w:szCs w:val="28"/>
        </w:rPr>
        <w:t>атики, МАОУ «Лицей № 5»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 Евгений Александрович, учитель математики, МКОУ АГО «Русскопотамская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Волкова Ирина Александровна, учитель информатики, МАОУ лицей 130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Воробь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ёва Александра Валентиновна, учитель информатики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«СОШ № 17», ГО Рефтинский,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Воробьева Татьяна Николаевна, учитель математики, МАОУ СШ №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Михайловска,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Воронина Елена Юрьевна, учитель информатики, МАОУ «Школа № 3» </w:t>
      </w:r>
      <w:r>
        <w:rPr>
          <w:rFonts w:ascii="Liberation Serif" w:hAnsi="Liberation Serif"/>
          <w:sz w:val="28"/>
          <w:szCs w:val="28"/>
        </w:rPr>
        <w:t>КГО, Камышловского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Воронина Наталья Викторовна,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«Средняя общеобразовательная школа № 31»,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Воронова Ольга Николаевна, учитель математики, информатики, МКОУ – СОШ № 31, ГО Среднеуральск,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Во</w:t>
      </w:r>
      <w:r>
        <w:rPr>
          <w:rFonts w:ascii="Liberation Serif" w:hAnsi="Liberation Serif"/>
          <w:sz w:val="28"/>
          <w:szCs w:val="28"/>
        </w:rPr>
        <w:t>стрикова Лариса Николаевна, учитель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математики</w:t>
      </w:r>
      <w:r>
        <w:rPr>
          <w:rFonts w:ascii="Liberation Serif" w:eastAsia="Liberation Serif" w:hAnsi="Liberation Serif"/>
          <w:sz w:val="28"/>
          <w:szCs w:val="28"/>
        </w:rPr>
        <w:t xml:space="preserve">, </w:t>
      </w:r>
      <w:r>
        <w:rPr>
          <w:rFonts w:ascii="Liberation Serif" w:hAnsi="Liberation Serif"/>
          <w:sz w:val="28"/>
          <w:szCs w:val="28"/>
        </w:rPr>
        <w:t>МАОУ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ГО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Заречный</w:t>
      </w:r>
      <w:r>
        <w:rPr>
          <w:rFonts w:ascii="Liberation Serif" w:eastAsia="Liberation Serif" w:hAnsi="Liberation Serif"/>
          <w:sz w:val="28"/>
          <w:szCs w:val="28"/>
        </w:rPr>
        <w:t xml:space="preserve"> «</w:t>
      </w:r>
      <w:r>
        <w:rPr>
          <w:rFonts w:ascii="Liberation Serif" w:hAnsi="Liberation Serif"/>
          <w:sz w:val="28"/>
          <w:szCs w:val="28"/>
        </w:rPr>
        <w:t>СОШ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№</w:t>
      </w:r>
      <w:r>
        <w:rPr>
          <w:rFonts w:ascii="Liberation Serif" w:eastAsia="Liberation Serif" w:hAnsi="Liberation Serif"/>
          <w:sz w:val="28"/>
          <w:szCs w:val="28"/>
        </w:rPr>
        <w:t xml:space="preserve"> 2 </w:t>
      </w:r>
      <w:r>
        <w:rPr>
          <w:rFonts w:ascii="Liberation Serif" w:hAnsi="Liberation Serif"/>
          <w:sz w:val="28"/>
          <w:szCs w:val="28"/>
        </w:rPr>
        <w:t>с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углубленным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изучением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отдельных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предметов</w:t>
      </w:r>
      <w:r>
        <w:rPr>
          <w:rFonts w:ascii="Liberation Serif" w:eastAsia="Liberation Serif" w:hAnsi="Liberation Serif"/>
          <w:sz w:val="28"/>
          <w:szCs w:val="28"/>
        </w:rPr>
        <w:t xml:space="preserve">», </w:t>
      </w:r>
      <w:r>
        <w:rPr>
          <w:rFonts w:ascii="Liberation Serif" w:eastAsia="Liberation Serif" w:hAnsi="Liberation Serif"/>
          <w:sz w:val="28"/>
          <w:szCs w:val="28"/>
        </w:rPr>
        <w:br/>
      </w:r>
      <w:r>
        <w:rPr>
          <w:rFonts w:ascii="Liberation Serif" w:eastAsia="Liberation Serif" w:hAnsi="Liberation Serif"/>
          <w:sz w:val="28"/>
          <w:szCs w:val="28"/>
        </w:rPr>
        <w:t>ГО Заречный, 1</w:t>
      </w:r>
      <w:r>
        <w:rPr>
          <w:rFonts w:ascii="Liberation Serif" w:hAnsi="Liberation Serif"/>
          <w:sz w:val="28"/>
          <w:szCs w:val="28"/>
        </w:rPr>
        <w:t>КК</w:t>
      </w:r>
      <w:r>
        <w:rPr>
          <w:rFonts w:ascii="Liberation Serif" w:eastAsia="Liberation Serif" w:hAnsi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Вяткина Евгения Анатольевна,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Гаврикова Елена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Федоровна, учитель математики, информатики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«Средняя общеобразовательная школа № 35»,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Гаврилова Елена Михайловна, учитель информатики,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Гайдамака Инна Петровна, учитель информатики, МАОУ С</w:t>
      </w:r>
      <w:r>
        <w:rPr>
          <w:rFonts w:ascii="Liberation Serif" w:hAnsi="Liberation Serif" w:cs="Liberation Serif"/>
          <w:sz w:val="28"/>
          <w:szCs w:val="28"/>
        </w:rPr>
        <w:t>ОШ № 8,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Гайнанова Фрида Миншиновна, учитель математики, МАОУ «Еврогимназия»,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Галямшина Раиса Равильевна, учитель математики, МОУ «Верхнесинячихинская СОШ № 3»,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Гараева Татьяна Анатольевна, учитель </w:t>
      </w:r>
      <w:r>
        <w:rPr>
          <w:rFonts w:ascii="Liberation Serif" w:hAnsi="Liberation Serif" w:cs="Liberation Serif"/>
          <w:sz w:val="28"/>
          <w:szCs w:val="28"/>
        </w:rPr>
        <w:t>математики, физики, МБВСОУ «ВСОШ № 4», ГО Дегтярск,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Гатауллина Розалия Хакимулловна, учитель информатики, математики, МБОУ «СОШ № 9»,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Герасименко Татьяна Петровна, учитель информатики и ИКТ, МАОУ СОШ № 3,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Геревич Светлана Анатольевна, учитель математики, МАОУ «Артинский лицей»,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Гиниятуллина Рауфа Нурловна,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18,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Глинских Людмила Гурьяновна,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3, Кировградский </w:t>
      </w:r>
      <w:r>
        <w:rPr>
          <w:rFonts w:ascii="Liberation Serif" w:hAnsi="Liberation Serif" w:cs="Liberation Serif"/>
          <w:sz w:val="28"/>
          <w:szCs w:val="28"/>
        </w:rPr>
        <w:t>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Глухих Светлана Романовна, учитель математики, МАОУ СОШ № 7,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Гневанова Ирина Николаевна, учитель математики, МБОУ СОШ № 18, 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Гневанова Ирина Павловна, учитель математики, МАОУ СОШ № 12,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город Алапаев</w:t>
      </w:r>
      <w:r>
        <w:rPr>
          <w:rFonts w:ascii="Liberation Serif" w:hAnsi="Liberation Serif" w:cs="Liberation Serif"/>
          <w:sz w:val="28"/>
          <w:szCs w:val="28"/>
        </w:rPr>
        <w:t>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Голова Людмила Ивановна, учитель математики, МБОУ «СОШ № 9»,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Голованова Вера Викторовна, учитель информатики,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128,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Голованова Татьяна Анатольевна,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76,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Головина Вера Юрьевна, учитель математики, МОУ – СОШ №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Богданович,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Головчанская Наталья Александровна, учитель математики, МБОУ СОШ № 75/42,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Голубь Татьяна Викторовна, учитель </w:t>
      </w:r>
      <w:r>
        <w:rPr>
          <w:rFonts w:ascii="Liberation Serif" w:hAnsi="Liberation Serif" w:cs="Liberation Serif"/>
          <w:sz w:val="28"/>
          <w:szCs w:val="28"/>
        </w:rPr>
        <w:t>математики, МАОУ «Средняя общеобразовательная школа № 34»,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Гольянова Вера Николаевна, учитель математики, БМАОУ лицей № 3 «Альянс»,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Гончарова Елена Павловна, учитель математики и информатики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23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Горбылева Наталья Борисовна, учитель математики, МБОУ «СШ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25», ГО ЗАТО Свободный СО, ВВК.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Горина Лариса Владимировна, учитель математики, МАОУ СШ № 1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Михайловска,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Горлова Людмила Николаевна, учитель </w:t>
      </w:r>
      <w:r>
        <w:rPr>
          <w:rFonts w:ascii="Liberation Serif" w:hAnsi="Liberation Serif" w:cs="Liberation Serif"/>
          <w:sz w:val="28"/>
          <w:szCs w:val="28"/>
        </w:rPr>
        <w:t>информатики, МАОУ Политехническая гимназия,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Горнштейн Елена Юрьевна, учитель математики, МАОУ «СОШ № 23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с углубленным изучением отдельных предметов»,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Гофман Антон Евгеньевич, учитель информатики, математики,</w:t>
      </w:r>
      <w:r>
        <w:rPr>
          <w:rFonts w:ascii="Liberation Serif" w:hAnsi="Liberation Serif" w:cs="Liberation Serif"/>
          <w:sz w:val="28"/>
          <w:szCs w:val="28"/>
        </w:rPr>
        <w:t xml:space="preserve"> МКОУ АГО «Русскопотамская СОШ», Ачитский ГО,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Гребенюк Лариса Михайловна, учитель информатики, МАОУ «Лицей № 5»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Гривкова Елена Львовна, учитель математики, МАОУ СОШ №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Губина Анна Владимир</w:t>
      </w:r>
      <w:r>
        <w:rPr>
          <w:rFonts w:ascii="Liberation Serif" w:hAnsi="Liberation Serif" w:cs="Liberation Serif"/>
          <w:bCs/>
          <w:sz w:val="28"/>
          <w:szCs w:val="28"/>
        </w:rPr>
        <w:t>овна, учитель информатики и ИКТ, МАОУ «НТГ»,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iCs/>
          <w:sz w:val="28"/>
          <w:szCs w:val="28"/>
        </w:rPr>
        <w:t xml:space="preserve">Гуляева Светлана Валерьевна, учитель математики, МАОУ «СОШ </w:t>
      </w:r>
      <w:r>
        <w:rPr>
          <w:rFonts w:ascii="Liberation Serif" w:hAnsi="Liberation Serif" w:cs="Liberation Serif"/>
          <w:iCs/>
          <w:sz w:val="28"/>
          <w:szCs w:val="28"/>
        </w:rPr>
        <w:br/>
      </w:r>
      <w:r>
        <w:rPr>
          <w:rFonts w:ascii="Liberation Serif" w:hAnsi="Liberation Serif" w:cs="Liberation Serif"/>
          <w:iCs/>
          <w:sz w:val="28"/>
          <w:szCs w:val="28"/>
        </w:rPr>
        <w:t>№ 40», Новоуралький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Гусева Вера Васильевна, учитель информатики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БМАОУ «Гимназия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№ 5»,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Давыдова </w:t>
      </w:r>
      <w:r>
        <w:rPr>
          <w:rFonts w:ascii="Liberation Serif" w:hAnsi="Liberation Serif" w:cs="Liberation Serif"/>
          <w:sz w:val="28"/>
          <w:szCs w:val="28"/>
        </w:rPr>
        <w:t>Наталья Федоровна, учитель математики, информатики, МБОУ «Шалинская СОШ № 90»,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Демченко Алена Альбертовна, учитель математики, МОУ СОШ № 7, Качканарский ГО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Денисова Наталья Анатольевна, учитель математики, информатики, МКОУ Крас</w:t>
      </w:r>
      <w:r>
        <w:rPr>
          <w:rFonts w:ascii="Liberation Serif" w:hAnsi="Liberation Serif" w:cs="Liberation Serif"/>
          <w:sz w:val="28"/>
          <w:szCs w:val="28"/>
        </w:rPr>
        <w:t>нополянская СОШ,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Денисова Раиса Ивановна, учитель математики, МБОУ Юшалинская СОШ № 25,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Дербышева Оксана Валерьевна, учитель математики, информатики, МАОУ СОШ № 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Дерябина Мария М</w:t>
      </w:r>
      <w:r>
        <w:rPr>
          <w:rFonts w:ascii="Liberation Serif" w:hAnsi="Liberation Serif"/>
          <w:bCs/>
          <w:sz w:val="28"/>
          <w:szCs w:val="28"/>
        </w:rPr>
        <w:t>ихайловна, учитель информатики, МАОУ СОШ № 3, ГО Красноуральск,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Деханова Ольга Васильевна, учитель информатики, МАОУ СОШ № 93,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Доронкина Светлана Вячеславовна, учитель математики, МБОУ СОШ № 75,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Дружинина Валентина Валентиновна, учитель математики, МАОУ «Тавринская СОШ», МО Красноуфимский округ,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Дружинина Валентина Валентиновна, учитель математики, МАОУ «Тавринская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Дружинина Светлана Анатольевна, учитель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математики, </w:t>
      </w:r>
      <w:r>
        <w:rPr>
          <w:rFonts w:ascii="Liberation Serif" w:hAnsi="Liberation Serif" w:cs="Liberation Serif"/>
          <w:color w:val="000000"/>
          <w:sz w:val="28"/>
          <w:szCs w:val="28"/>
        </w:rPr>
        <w:t>Средняя школа-интернат № 17</w:t>
      </w:r>
      <w:r>
        <w:rPr>
          <w:rFonts w:ascii="Liberation Serif" w:eastAsia="Times New Roman" w:hAnsi="Liberation Serif" w:cs="Liberation Serif"/>
          <w:sz w:val="28"/>
          <w:szCs w:val="28"/>
        </w:rPr>
        <w:t>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Дубина Оксана Владимировна, учитель математики, МАОУ «Средняя общеобразовательная школа № 5»,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Дубинчик Любовь Михайловна, учитель математики, МКОУ Порошинская </w:t>
      </w:r>
      <w:r>
        <w:rPr>
          <w:rFonts w:ascii="Liberation Serif" w:hAnsi="Liberation Serif" w:cs="Liberation Serif"/>
          <w:sz w:val="28"/>
          <w:szCs w:val="28"/>
        </w:rPr>
        <w:t>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Дюкова Лидия Александровна,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Дютерева Инга Вилорьевна, учитель информатики,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115,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Дятлова Елена Владимировна, учитель математики,</w:t>
      </w:r>
      <w:r>
        <w:rPr>
          <w:rFonts w:ascii="Liberation Serif" w:hAnsi="Liberation Serif" w:cs="Liberation Serif"/>
          <w:sz w:val="28"/>
          <w:szCs w:val="28"/>
        </w:rPr>
        <w:t xml:space="preserve"> МКОУ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«СОШ № 4», Заречный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Еделева Лада Николаевна, учитель математики, МАОУ НТГО «СОШ № 2»,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Ежова Любовь Михайловна, учитель математики, МБОУ «Колпаковская СОШ», Шалинский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Елкина Наталья Николаевна, уч</w:t>
      </w:r>
      <w:r>
        <w:rPr>
          <w:rFonts w:ascii="Liberation Serif" w:hAnsi="Liberation Serif" w:cs="Liberation Serif"/>
          <w:sz w:val="28"/>
          <w:szCs w:val="28"/>
        </w:rPr>
        <w:t xml:space="preserve">итель информатики и ИКТ, МКОУ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«СОШ № 4», Заречный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Ергер Светлана Кимовна, учитель математики, МАОУ НТГО «ИСОШ»,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Есаулкова Марина Анатольевна, учитель математики и информатики, МАОУ СОШ № 7 г. Ивделя, Ивдельский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Ефимова Елена Валентиновна, учитель математики, МАОУ «Средняя общеобразовательная школа № 1»,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Жданова Лариса Ефремовна, учитель математики, МАОУ СОШ № 23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Жилякова Лариса Павловна, учитель ма</w:t>
      </w:r>
      <w:r>
        <w:rPr>
          <w:rFonts w:ascii="Liberation Serif" w:hAnsi="Liberation Serif" w:cs="Liberation Serif"/>
          <w:sz w:val="28"/>
          <w:szCs w:val="28"/>
        </w:rPr>
        <w:t xml:space="preserve">тематики, МКОУ Нижнеиленская СОШ, Байкаловский МР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Жихаренко Татьяна Николаевна, учитель информатики, математики, МБОУ Ертарской СОШ № 27, Тугулымский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Журавлев Иван Александрович, учитель математики,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20, город Нижний Тагил,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Заборских Алексей Андреевич, учитель математики, ПМАОУ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32 с углубленным изучением отдельных предметов»,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Загвоздина Наталия Викторовна,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учитель математики, МБОУ «Черноусовская СОШ № 19»,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Заикина Марин</w:t>
      </w:r>
      <w:r>
        <w:rPr>
          <w:rFonts w:ascii="Liberation Serif" w:hAnsi="Liberation Serif" w:cs="Liberation Serif"/>
          <w:sz w:val="28"/>
          <w:szCs w:val="28"/>
        </w:rPr>
        <w:t>а Вениаминовна, учитель математики, МБОУ СОШ «ЦО № 1»,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Зайнуллина Татьяна Абдульвалиевна, учитель математики, МАОУ «СОШ № 25»,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Зангирова Ксения Николаевна, учитель математики, МАОУ ПГО «СОШ № 8», Полевской </w:t>
      </w:r>
      <w:r>
        <w:rPr>
          <w:rFonts w:ascii="Liberation Serif" w:hAnsi="Liberation Serif" w:cs="Liberation Serif"/>
          <w:sz w:val="28"/>
          <w:szCs w:val="28"/>
        </w:rPr>
        <w:t>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Заруба Ольга Ивановна, учитель математики, МАОУ СОШ № 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Засорина Галина Геннадьевна, учитель информатики,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Засыпкина Елена Валерьевна,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11,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Заузолкова Марина Дмитриевна, учитель математики, БМАОУ «Гимназия № 5», Березовский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Захарова Ирина Юрьевна, учитель информатики, МКОУ СОШ № 8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р.п. Атиг,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Захарова Светлана Закарьевна, учитель математики, МАОУ «Средняя о</w:t>
      </w:r>
      <w:r>
        <w:rPr>
          <w:rFonts w:ascii="Liberation Serif" w:hAnsi="Liberation Serif" w:cs="Liberation Serif"/>
          <w:sz w:val="28"/>
          <w:szCs w:val="28"/>
        </w:rPr>
        <w:t>бщеобразовательная школа № 7»,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Захваткина Ирина Леонидовна, учитель информатики, МАОУ «Лицей № 56»,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Зехова Любовь Николаевна, учитель математики, МБОУ ПГО «Четкаринская СОШ», Пышминский ГО,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Зинур</w:t>
      </w:r>
      <w:r>
        <w:rPr>
          <w:rFonts w:ascii="Liberation Serif" w:hAnsi="Liberation Serif" w:cs="Liberation Serif"/>
          <w:sz w:val="28"/>
          <w:szCs w:val="28"/>
        </w:rPr>
        <w:t>ова Ильнара Газьяновна, учитель математики, информатики, МАОУ СШ № 1 г. Михайловска,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Зобнина Галина Ивановна, учитель математики, МКОУ АГО «Уфимская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Зозулина Любовь Сергеевна, учитель информатики, математ</w:t>
      </w:r>
      <w:r>
        <w:rPr>
          <w:rFonts w:ascii="Liberation Serif" w:hAnsi="Liberation Serif" w:cs="Liberation Serif"/>
          <w:sz w:val="28"/>
          <w:szCs w:val="28"/>
        </w:rPr>
        <w:t>ики, МАОУ «Лицей № 21»,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Зотова Татьяна Сергеевна, учитель математики и информатики, МКОУ «Кисловская средняя общеобразовательная школа имени Героя Советского Союза И.И. Гуляева»,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Зыкова Любовь Петровна, учитель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«СОШ № 15»,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Иваненко Инна Юрьевна, учитель математики, МОУ СОШ № 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 Андрей Валентинович, учитель математики, информатики, МАОУ СОШ № 1 г. Туринск,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Иванова Елена Петровна,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учитель информатики, МАОУ СОШ № 76,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Иванова Ирина Львовна, учитель математики, МБОУ СОШ № 154,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Иванова Наталья Ивановна, учитель математики, МБОУ СОШ № 24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Та</w:t>
      </w:r>
      <w:r>
        <w:rPr>
          <w:rFonts w:ascii="Liberation Serif" w:hAnsi="Liberation Serif" w:cs="Liberation Serif"/>
          <w:sz w:val="28"/>
          <w:szCs w:val="28"/>
        </w:rPr>
        <w:t>тьяна Юрьевна, учитель математики, МАОУ «Средняя общеобразовательная школа № 19»,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Ившина Надежда Ивановна, учитель математики, МОУ СОШ № 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Игошева Анна Аркадьевна, учитель информатики,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10», Г</w:t>
      </w:r>
      <w:r>
        <w:rPr>
          <w:rFonts w:ascii="Liberation Serif" w:hAnsi="Liberation Serif" w:cs="Liberation Serif"/>
          <w:sz w:val="28"/>
          <w:szCs w:val="28"/>
        </w:rPr>
        <w:t>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Игошина Людмила Анатольевна, учитель математики, МАОУ гимназия № 70,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Искорцева Наталья Владимировна, учитель информатики и ИКТ, МБОУ «Свердловская средняя общеобразовательная школа»,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Исупова Ла</w:t>
      </w:r>
      <w:r>
        <w:rPr>
          <w:rFonts w:ascii="Liberation Serif" w:hAnsi="Liberation Serif" w:cs="Liberation Serif"/>
          <w:sz w:val="28"/>
          <w:szCs w:val="28"/>
        </w:rPr>
        <w:t xml:space="preserve">риса Викторовна, учитель математики, МБОУ СОШ № 5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Кабакова Татьяна Михайловна, учитель информатики, МОУ «Заринская СОШ»,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Кабанова Оксана Николаевна, учитель математики и информатики, МОУ «Дубская СОШ», Ирбитское </w:t>
      </w:r>
      <w:r>
        <w:rPr>
          <w:rFonts w:ascii="Liberation Serif" w:hAnsi="Liberation Serif" w:cs="Liberation Serif"/>
          <w:sz w:val="28"/>
          <w:szCs w:val="28"/>
        </w:rPr>
        <w:t>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Кадырова Лариса Сергеевна, учитель математики, МБОУ СОШ № 74, ГО «Город Лесной»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Казакова Ольга Александровна,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Кировградский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Казанцева Елена Александровна, учитель математики, МАОУ – СОШ № 2, ГО </w:t>
      </w:r>
      <w:r>
        <w:rPr>
          <w:rFonts w:ascii="Liberation Serif" w:hAnsi="Liberation Serif" w:cs="Liberation Serif"/>
          <w:sz w:val="28"/>
          <w:szCs w:val="28"/>
        </w:rPr>
        <w:t>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Казарина Марина Георгиевна, учитель математики, информатики, МБОУ «Шалинская СОШ № 90», Шалинский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Кайгародов Роман Павлович, учитель информатики, МАОУ Тугулымская СОШ № 26,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Калугина Наталья Николаевна,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информатики и ИКТ, МБОУ СОШ № 5 Невьянского ГО,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Камаева Татьяна Апусьевна, учитель математики, МКОУ АГО «Марикаршинская ООШ»,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Каменева Татьяна Валентиновна, учитель информатики, МБОУ Горно-металлургическая СОШ, город </w:t>
      </w:r>
      <w:r>
        <w:rPr>
          <w:rFonts w:ascii="Liberation Serif" w:eastAsia="Times New Roman" w:hAnsi="Liberation Serif" w:cs="Liberation Serif"/>
          <w:sz w:val="28"/>
          <w:szCs w:val="28"/>
        </w:rPr>
        <w:t>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Каминская Надежда Николаевна,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Каплунова Светлана Васильевна, учитель математики, МАОУ «Лицей № 56»,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Карасева Галина Николаевна, учитель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математики, МАОУ «СОШ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16», ГО Дегтярск,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Карпова Наталья Александровна, учитель информатики, МБОУ СОШ № 75,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Касьянова Елена Владимировна, учитель информатики и ИКТ, МАОУ «СОШ № 1»,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Качаровская Валенти</w:t>
      </w:r>
      <w:r>
        <w:rPr>
          <w:rFonts w:ascii="Liberation Serif" w:hAnsi="Liberation Serif" w:cs="Liberation Serif"/>
          <w:bCs/>
          <w:sz w:val="28"/>
          <w:szCs w:val="28"/>
        </w:rPr>
        <w:t>на Петровна, учитель математики, МБОУ СОШ № 9, Серовский ГО, 1КК.</w:t>
      </w:r>
    </w:p>
    <w:p w:rsidR="00AD1BAA" w:rsidRDefault="00CA09AA">
      <w:pPr>
        <w:pStyle w:val="10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Кашина Юлия Владимировна, учитель информатики,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 им. В.Ф. Фуфачева,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Кириллова Елена Павловна, учитель информатики, МКОУ СОШ № 1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Нижние Серги, Нижнесергинский МР СО, 1КК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Кисюшева Светлана Анверовна,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208,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Кишун Татьяна Сергеевна, учитель информатики, МКОУ Порошинская 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Клабукова Ольга Игоревна, учитель ИКТ, МАОУ СОШ № 2, </w:t>
      </w:r>
      <w:r>
        <w:rPr>
          <w:rFonts w:ascii="Liberation Serif" w:hAnsi="Liberation Serif" w:cs="Liberation Serif"/>
          <w:sz w:val="28"/>
          <w:szCs w:val="28"/>
        </w:rPr>
        <w:t>Кировградский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Клементьева Светлана Анатольевна, </w:t>
      </w:r>
      <w:r>
        <w:rPr>
          <w:rFonts w:ascii="Liberation Serif" w:hAnsi="Liberation Serif" w:cs="Liberation Serif"/>
          <w:sz w:val="28"/>
          <w:szCs w:val="28"/>
        </w:rPr>
        <w:t xml:space="preserve">учитель математики, МАОУ «Школа № 6» КГО, Камышловский ГО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Кликушина Алена Алексеевна, учитель информатики, МАОУ НТГО «СОШ № 3»,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Клюкина Ирина Викторовна,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математики,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Книга Татьяна Анатольевна, учитель информатики, МАОУ «СОШ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№ 14»,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Ковалева Милана Михайловна, учитель математики,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23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</w:t>
      </w:r>
      <w:r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Ковелина </w:t>
      </w:r>
      <w:r>
        <w:rPr>
          <w:rFonts w:ascii="Liberation Serif" w:hAnsi="Liberation Serif" w:cs="Liberation Serif"/>
          <w:sz w:val="28"/>
          <w:szCs w:val="28"/>
        </w:rPr>
        <w:t>Наталья Анатольевна, учитель технологии и информатики, МАОУ «Школа № 7»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Кожевникова Ирина Валерьевна, учитель математики, МАОУ ПГО «Политехнический лицей № 21 «Эрудит»,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Козлова Надежда Николаевна, учитель ма</w:t>
      </w:r>
      <w:r>
        <w:rPr>
          <w:rFonts w:ascii="Liberation Serif" w:hAnsi="Liberation Serif" w:cs="Liberation Serif"/>
          <w:sz w:val="28"/>
          <w:szCs w:val="28"/>
        </w:rPr>
        <w:t>тематики, МАОУ СОШ № 1 Кировградского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Колмакова Надежда Анатольевна,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Колмогорова Татьяна Михайловна, учитель математики, МАОУ СОШ № 76, ГО «Город Лесной»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Колобкова Ольга Юрьевна</w:t>
      </w:r>
      <w:r>
        <w:rPr>
          <w:rFonts w:ascii="Liberation Serif" w:hAnsi="Liberation Serif" w:cs="Liberation Serif"/>
          <w:bCs/>
          <w:sz w:val="28"/>
          <w:szCs w:val="28"/>
        </w:rPr>
        <w:t>, учитель информатики, МОУ СОШ № 3,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Коломиец Елена Леонидовна, учитель информатики,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110,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Колотова Елена Александровна, учитель математики, физики, информатики, вечерняя школа НГО, </w:t>
      </w:r>
      <w:r>
        <w:rPr>
          <w:rFonts w:ascii="Liberation Serif" w:hAnsi="Liberation Serif" w:cs="Liberation Serif"/>
          <w:sz w:val="28"/>
          <w:szCs w:val="28"/>
        </w:rPr>
        <w:t>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Колтышева Елена Амировна, учитель информатики и ИКТ, МАОУ «СОШ № 4»,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Колупаева Наталья Анатольевна, учитель математики, МАОУ СОШ № 2, ГО 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Колчанова Наталья Геннадьевна,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85,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Комаристая Наталия Александровна, учитель математики, информатики МОУ СОШ № 1, ГО Богданович,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Комарницкая Екатерина Ивановна, учитель информатики, МБОУ СОШ № 11,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Кондрашин Евгений Анатольевич, учи</w:t>
      </w:r>
      <w:r>
        <w:rPr>
          <w:rFonts w:ascii="Liberation Serif" w:hAnsi="Liberation Serif" w:cs="Liberation Serif"/>
          <w:sz w:val="28"/>
          <w:szCs w:val="28"/>
        </w:rPr>
        <w:t>тель математики, информатики и КТ, МАОУ «Байкаловская СОШ»,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Коновалова Татьяна Владимировна, учитель математики, МАОУ СОШ № 10,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Конюхова Нина Александровна, учитель математики, филиал МБОУ «Шалинская СОШ № 90» –</w:t>
      </w:r>
      <w:r>
        <w:rPr>
          <w:rFonts w:ascii="Liberation Serif" w:hAnsi="Liberation Serif" w:cs="Liberation Serif"/>
          <w:sz w:val="28"/>
          <w:szCs w:val="28"/>
        </w:rPr>
        <w:t xml:space="preserve"> «Вогульская СОШ», Шалинский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Копылова Любовь Анатольевна, учитель математики, информатики, МКОУ «Бисертская средняя школа № 1», Бисертский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Копытова Людмила Александровна, учитель математики, МКОУ АГО «Ачитская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9457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Корелина Светлана Владимировна, учитель математики, МБОУ СОШ № 20,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bCs/>
          <w:sz w:val="28"/>
          <w:szCs w:val="28"/>
        </w:rPr>
        <w:t xml:space="preserve">Корепанов Иван Валерьевич, учитель информатики МБОУ СОШ №71, </w:t>
      </w:r>
      <w:r>
        <w:rPr>
          <w:rFonts w:ascii="Liberation Serif" w:eastAsia="Times New Roman" w:hAnsi="Liberation Serif" w:cs="Liberation Serif"/>
          <w:sz w:val="28"/>
          <w:szCs w:val="28"/>
        </w:rPr>
        <w:t>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Корнеев Петр Владимирович, учитель информатики,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100, 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Коробицина Елена Валентиновна, учитель математики, МАОУ СОШ № 4,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Коровина Мария Анатольевна, учитель информатики, МКОУ «Новоисетская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Коровко Светлана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Анатольевна,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 им. М. Горького», Асбестовский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Коротаева Елена Николаевна, учитель математики, МАОУ СОШ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№ 131,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Коротаева Марина Николаевна, учитель математики, МБОУ «Сухановская средн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яя общеобразовательная школа»,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Коротких Татьяна Витальевна, учитель информатики, МБОУ ПГО «Четкаринская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Косенкова Елена Викторовна, учитель математики, МБОУ СОШ № 1,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ГО Красноуральск,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-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Косиков Александр Ви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кторович, учитель математики, </w:t>
      </w:r>
      <w:r>
        <w:rPr>
          <w:rFonts w:ascii="Liberation Serif" w:hAnsi="Liberation Serif" w:cs="Liberation Serif"/>
          <w:sz w:val="28"/>
          <w:szCs w:val="28"/>
        </w:rPr>
        <w:t>МАОУ «Гимназия № 41»,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Кочемазова Светлана Николаевна, учитель математики, МАОУ 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Кочурина Елена Валерьевна, учитель математики, МАОУ СОШ № 76,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Кошкина Ирина Владимировна,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7, Сысертский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Кранштапова Елена Николаевна,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Красуцкая Елена Михайловна, учитель информатики, МАОУ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134, МО «город Екатеринбур</w:t>
      </w:r>
      <w:r>
        <w:rPr>
          <w:rFonts w:ascii="Liberation Serif" w:hAnsi="Liberation Serif" w:cs="Liberation Serif"/>
          <w:bCs/>
          <w:sz w:val="28"/>
          <w:szCs w:val="28"/>
        </w:rPr>
        <w:t>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Кротова Елена Викторовна, учитель математики, МАОУ ПГО «СОШ № 8», Полевской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Крупнова Людмила Михайловна, учитель математики, МАОУ «СОШ № 14», Верхнесалдинский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Крутикова Лариса Анатольевна, учитель математики, МАОУ «Школа № 13», Г</w:t>
      </w:r>
      <w:r>
        <w:rPr>
          <w:rFonts w:ascii="Liberation Serif" w:hAnsi="Liberation Serif" w:cs="Liberation Serif"/>
          <w:bCs/>
          <w:sz w:val="28"/>
          <w:szCs w:val="28"/>
        </w:rPr>
        <w:t>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Крушина Эльмира Расиловна, учитель математики,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Крылов Евгений Борисович, учитель математики, МБОУ СОШ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с. Аятское,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-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Крюкова Ирина Владимировна, учитель информатики, МАОУ «СОШ</w:t>
      </w:r>
      <w:r>
        <w:rPr>
          <w:rFonts w:ascii="Liberation Serif" w:hAnsi="Liberation Serif" w:cs="Liberation Serif"/>
          <w:sz w:val="28"/>
          <w:szCs w:val="28"/>
        </w:rPr>
        <w:t xml:space="preserve"> № 54»,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Крючкова Ирина Борисовна, учитель математики, МАОУ СОШ № 2,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Кугушева Анна Анатольевна, учитель математики, информатики, МБОУ Новолялинского ГО «СОШ № 10», Новолялинский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Кудрявцева Светлана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Сергеевна,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«ООШ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12» АГО, Асбестовский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Кудряшова Татьяна Александровна, учитель математики, МАОУ «СОШ № 14»,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Куженова Светлана Викторовна, учитель математики,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5», ГО Нижняя Салда,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Кузнецова Анна Петровна, учитель математики, МАОУ СОШ № 13,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Людмила Васильевна, учитель математики, БМАОУ СОШ № 2,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Наталья Николаевна, учитель информатики, МАОУ «Средняя общеобразовательная </w:t>
      </w:r>
      <w:r>
        <w:rPr>
          <w:rFonts w:ascii="Liberation Serif" w:hAnsi="Liberation Serif" w:cs="Liberation Serif"/>
          <w:sz w:val="28"/>
          <w:szCs w:val="28"/>
        </w:rPr>
        <w:t>школа № 4»,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Светлана Дамировна, учитель математики, МАОУ ОШ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Кузьмина Ольга Анатольевна, учитель математики,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Кузьмина Татьяна Семёновна, учитель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9,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Кузьминых Светлана Владимировна, учитель информатики,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математики МАОУ СОШ № 156, МО «город Екатеринбург», ВКК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Кукарцева Татьяна Витальевна, учитель математики, МБОУ СОШ </w:t>
      </w:r>
      <w:r>
        <w:rPr>
          <w:rFonts w:ascii="Liberation Serif" w:hAnsi="Liberation Serif" w:cs="Liberation Serif"/>
          <w:iCs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 Невьянского ГО, Невьянский ГО, 1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Куклина Екатерина Владиславовна, учитель информатики, МКОУ «Талицкая средняя общеобразовательная школа № 4»,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Кулешова Ирина Аркадьевна, учитель математики, МАОУ СОШ № 96,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Куликова Елена Владимировна, учит</w:t>
      </w:r>
      <w:r>
        <w:rPr>
          <w:rFonts w:ascii="Liberation Serif" w:hAnsi="Liberation Serif" w:cs="Liberation Serif"/>
          <w:sz w:val="28"/>
          <w:szCs w:val="28"/>
        </w:rPr>
        <w:t>ель информатики и ИКТ, МБОУ ПГО «СОШ № 20»,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Кульчицкая Людмила Алексеевна, учитель математики, МАОУ лицей № 110, МО «город Екатеринбург»,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Кунгурцева Татьяна Юрьевна, учитель математики,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3» КГО, Камышловский ГО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Купырева Марина Александровна, учитель математики, МБОУ Лицей,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Курочкина Алена Викторовна, учитель информатики, МАОУ «Школа № 10»,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Курочкина Наталья Александровна, учитель информатики, МАОУ СОШ № 4, Г</w:t>
      </w:r>
      <w:r>
        <w:rPr>
          <w:rFonts w:ascii="Liberation Serif" w:hAnsi="Liberation Serif" w:cs="Liberation Serif"/>
          <w:sz w:val="28"/>
          <w:szCs w:val="28"/>
        </w:rPr>
        <w:t>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Курылева Наталья Анатольевна,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Цементный,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Курьято Татьяна Николаевна,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«Белоярская СОШ № 1»,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Кучмина Наталья Анатольевна, учитель математи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6 с угублённым изучением отдельных предметов»,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Лаврова Ирина Васильевна, учитель математики, МБОУ «Поташкинская средняя общеобразовательная школа»,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Лазарева Светлана Викторовна, учитель математики, МА</w:t>
      </w:r>
      <w:r>
        <w:rPr>
          <w:rFonts w:ascii="Liberation Serif" w:hAnsi="Liberation Serif" w:cs="Liberation Serif"/>
          <w:sz w:val="28"/>
          <w:szCs w:val="28"/>
        </w:rPr>
        <w:t xml:space="preserve">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12», Артемовский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Лапина Ольга Олеговна, учитель математики, МКОУ «Голубковская СОШ им. С. Устинова», МО Алапаевское,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Лапташкина Оксана Николаевна, учитель информатики, МАОУ «СОШ № 29», ГО Ревда, ВКК.</w:t>
      </w:r>
    </w:p>
    <w:p w:rsidR="00AD1BAA" w:rsidRDefault="00CA09AA">
      <w:pPr>
        <w:pStyle w:val="10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Лаптева Елена Анатольевна,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учитель </w:t>
      </w:r>
      <w:r>
        <w:rPr>
          <w:rFonts w:ascii="Liberation Serif" w:hAnsi="Liberation Serif" w:cs="Liberation Serif"/>
          <w:bCs/>
          <w:sz w:val="28"/>
          <w:szCs w:val="28"/>
        </w:rPr>
        <w:t>математики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, МКОУ «Дерябинская СОШ», ГО Верхотурский,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Лаптева Татьяна Викторовна, учитель информатики,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Ларионова Галина Владимировна, учитель информатики, МАОУ СОШ № 11, Североуральский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Ларионова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Мария Ильинична, учитель информатики, МАОУ лицей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130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Латышева Елена Николаевна, учитель математики, МКОУ – СОШ № 6 с углубленным изучением отдельных предметов, ГО Среднеуральск,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Лебединцева Ирина Николаевна, учитель и</w:t>
      </w:r>
      <w:r>
        <w:rPr>
          <w:rFonts w:ascii="Liberation Serif" w:hAnsi="Liberation Serif" w:cs="Liberation Serif"/>
          <w:sz w:val="28"/>
          <w:szCs w:val="28"/>
        </w:rPr>
        <w:t xml:space="preserve">нформатики, МАОУ гимназия № 210,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Левченко Наталья Владимировна, учитель математики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«Средняя общеобразовательная школа № 32»,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Левшунова Наталья Алексеевна, учитель математики, МАО лицей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8</w:t>
      </w:r>
      <w:r>
        <w:rPr>
          <w:rFonts w:ascii="Liberation Serif" w:hAnsi="Liberation Serif" w:cs="Liberation Serif"/>
          <w:bCs/>
          <w:sz w:val="28"/>
          <w:szCs w:val="28"/>
        </w:rPr>
        <w:t>8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Лежнина Наталья Васильевна, учитель информатики, МАОУ гимназия № 99,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Лемешова Ольга Петровна, учитель информатики и ИКТ, МАОУ «СОШ № 48»,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Лемешова Ольга Петровна, учи</w:t>
      </w:r>
      <w:r>
        <w:rPr>
          <w:rFonts w:ascii="Liberation Serif" w:hAnsi="Liberation Serif" w:cs="Liberation Serif"/>
          <w:sz w:val="28"/>
          <w:szCs w:val="28"/>
        </w:rPr>
        <w:t>тель математики, МАОУ «СОШ № 48»,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Лимонова Ольга Анатольевна, учитель математики, МАОУ «Школа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13»,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Липина Валентина Анатольевна, учитель математики, МАОУ «Барабинская СОШ», ГО Богданович,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Ломова </w:t>
      </w:r>
      <w:r>
        <w:rPr>
          <w:rFonts w:ascii="Liberation Serif" w:hAnsi="Liberation Serif" w:cs="Liberation Serif"/>
          <w:sz w:val="28"/>
          <w:szCs w:val="28"/>
        </w:rPr>
        <w:t xml:space="preserve">Татьяна Анатольевна,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Лопатина Наталья Евгеньевна, учитель математики, информатики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«Средняя общеобразовательная школа № 35»,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Лосева Галина Петровна, </w:t>
      </w:r>
      <w:r>
        <w:rPr>
          <w:rFonts w:ascii="Liberation Serif" w:hAnsi="Liberation Serif" w:cs="Liberation Serif"/>
          <w:sz w:val="28"/>
          <w:szCs w:val="28"/>
        </w:rPr>
        <w:t>учитель математики, МАОУ СОШ № 1,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Лузина Ольга Вячеславовна, учитель математики и информатики, МАОУ НТГО «СОШ № 1»,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Лушагина Валентина Ивановна, учитель математики,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28»,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Лыкосова Ольга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Вячеславовна, учитель информатики, МАОУ «СОШ № 45»,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Любякина Светлана Александровна, учитель математики, МБОУ СОШ № 52,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Лягаева Татьяна Юрьевна, учитель математики, МКОУ АГО «Ачитская СОШ», Ачитский </w:t>
      </w:r>
      <w:r>
        <w:rPr>
          <w:rFonts w:ascii="Liberation Serif" w:hAnsi="Liberation Serif" w:cs="Liberation Serif"/>
          <w:sz w:val="28"/>
          <w:szCs w:val="28"/>
        </w:rPr>
        <w:t>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Лямина Ирина Владимировна, учитель информатики,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Ляшенко Надежда Георгиевна, учитель информатики, МАОУ «Средняя общеобразовательная школа № 21»,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Макеева Наталья Борисовна, учитель мате</w:t>
      </w:r>
      <w:r>
        <w:rPr>
          <w:rFonts w:ascii="Liberation Serif" w:hAnsi="Liberation Serif" w:cs="Liberation Serif"/>
          <w:bCs/>
          <w:sz w:val="28"/>
          <w:szCs w:val="28"/>
        </w:rPr>
        <w:t>матики, МАОУ «СОШ № 24»,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Малышкина Светлана Юрьевна, учитель математики, МКОУ «Горбуновская средняя общеобразовательная школа», Талицкий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Мальков Сергей Сергеевич, учитель информатики, МАОУ СОШ № 6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г. Невьянска, Невьянский </w:t>
      </w:r>
      <w:r>
        <w:rPr>
          <w:rFonts w:ascii="Liberation Serif" w:hAnsi="Liberation Serif" w:cs="Liberation Serif"/>
          <w:sz w:val="28"/>
          <w:szCs w:val="28"/>
        </w:rPr>
        <w:t>ГО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Манькова Ольга Сергеевна, учитель информатики, МОУ «Пионерская СОШ»,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9457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Марадудин Виктор Александрович, учитель информатики, МАОУ гимназия № 177,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Маркова Наталья Радиловна, учитель математики, МБОУ «СО</w:t>
      </w:r>
      <w:r>
        <w:rPr>
          <w:rFonts w:ascii="Liberation Serif" w:hAnsi="Liberation Serif" w:cs="Liberation Serif"/>
          <w:sz w:val="28"/>
          <w:szCs w:val="28"/>
        </w:rPr>
        <w:t xml:space="preserve">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3», Арамильский ГО СО,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Махиянова Файруза Рашитовна, учитель математики, МАОУ «Средняя общеобразовательная школа № 4»,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1134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Мачульская Анастасия Глебовна, учитель информатики, ПМАОУ «Школа № 32 с углубленным изучением отдельных </w:t>
      </w:r>
      <w:r>
        <w:rPr>
          <w:rFonts w:ascii="Liberation Serif" w:hAnsi="Liberation Serif" w:cs="Liberation Serif"/>
          <w:sz w:val="28"/>
          <w:szCs w:val="28"/>
        </w:rPr>
        <w:t>предметов»,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1134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Мезенина Светлана Ивановна, учитель математики, информатики, филиал МБОУ «Шалинская СОШ № 45» – «Чусовская СОШ», Шалинский ГО, 1КК.</w:t>
      </w:r>
      <w:r>
        <w:rPr>
          <w:rFonts w:ascii="Liberation Serif" w:hAnsi="Liberation Serif" w:cs="Liberation Serif"/>
          <w:iCs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Метелева Татьяна Викторовна, учитель математики,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1» КГО, Камышловский ГО </w:t>
      </w:r>
      <w:r>
        <w:rPr>
          <w:rFonts w:ascii="Liberation Serif" w:hAnsi="Liberation Serif" w:cs="Liberation Serif"/>
          <w:sz w:val="28"/>
          <w:szCs w:val="28"/>
        </w:rPr>
        <w:t>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Мильков Дмитрий Владимирович, учитель математики, информатики, МОУ «Пионерская СОШ»,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Михайлова Анна Георгиевна, учитель математики, МБОУ «Шамарская СОШ № 26»,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Михайлова Татьяна Владимировна,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математики, МАОУ СОШ № 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Можарова Жанна Вадимовна, учитель математики и информатики, МАОУ СОШ № 17,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Моисеева Елена Владимировна, учитель математики, МАОУ «СОШ № 33»,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Мокеева Ла</w:t>
      </w:r>
      <w:r>
        <w:rPr>
          <w:rFonts w:ascii="Liberation Serif" w:hAnsi="Liberation Serif" w:cs="Liberation Serif"/>
          <w:sz w:val="28"/>
          <w:szCs w:val="28"/>
        </w:rPr>
        <w:t>риса Алексеевна, учитель математики, МАОУ «Каменск-Уральская гимназия»,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Морозова Наталья Евгеньевна, учитель математики, МКОУ –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 с углубленным изучением отдельных предметов, ГО Среднеуральск,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Морозова Наталья Нико</w:t>
      </w:r>
      <w:r>
        <w:rPr>
          <w:rFonts w:ascii="Liberation Serif" w:hAnsi="Liberation Serif" w:cs="Liberation Serif"/>
          <w:sz w:val="28"/>
          <w:szCs w:val="28"/>
        </w:rPr>
        <w:t xml:space="preserve">лаевна, учитель математики,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40»,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Морозова Светлана Геннадьевна, учитель информатики, МАОУ «Лицей»,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Москаленко Татьяна Федоровна, учитель математики, МАОУ гимназия № 94, МО «город Екатеринбур</w:t>
      </w:r>
      <w:r>
        <w:rPr>
          <w:rFonts w:ascii="Liberation Serif" w:hAnsi="Liberation Serif" w:cs="Liberation Serif"/>
          <w:sz w:val="28"/>
          <w:szCs w:val="28"/>
        </w:rPr>
        <w:t>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Мочалина Ольга Владимировна, учитель математики, МАОУ гимназия № 116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Муравьева Наталья Васильевна, учитель математики, МОУ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Мурзинова Нелли Ивановна, учитель математики, МКОУ АГО </w:t>
      </w:r>
      <w:r>
        <w:rPr>
          <w:rFonts w:ascii="Liberation Serif" w:hAnsi="Liberation Serif" w:cs="Liberation Serif"/>
          <w:sz w:val="28"/>
          <w:szCs w:val="28"/>
        </w:rPr>
        <w:t>«Заринская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Мухамадеева Юлия Сергеевна, учитель математики, МОУ СОШ № 2,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Мухачева Галина Васильевна, учитель математики, МБОУ лицей, город Нижний Тагил, ВКК.</w:t>
      </w:r>
      <w:r>
        <w:rPr>
          <w:rFonts w:ascii="Liberation Serif" w:hAnsi="Liberation Serif" w:cs="Liberation Serif"/>
          <w:iCs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Муштайкина Марина Александровна, учитель </w:t>
      </w:r>
      <w:r>
        <w:rPr>
          <w:rFonts w:ascii="Liberation Serif" w:hAnsi="Liberation Serif" w:cs="Liberation Serif"/>
          <w:sz w:val="28"/>
          <w:szCs w:val="28"/>
        </w:rPr>
        <w:t>математики, МАОУ СОШ № 62,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bCs/>
          <w:sz w:val="28"/>
          <w:szCs w:val="28"/>
        </w:rPr>
        <w:t xml:space="preserve">Мымрина Наталья Васильевна, учитель математики, МБОУ СОШ </w:t>
      </w:r>
      <w:r>
        <w:rPr>
          <w:rFonts w:ascii="Liberation Serif" w:hAnsi="Liberation Serif"/>
          <w:bCs/>
          <w:sz w:val="28"/>
          <w:szCs w:val="28"/>
        </w:rPr>
        <w:br/>
      </w:r>
      <w:r>
        <w:rPr>
          <w:rFonts w:ascii="Liberation Serif" w:hAnsi="Liberation Serif"/>
          <w:bCs/>
          <w:sz w:val="28"/>
          <w:szCs w:val="28"/>
        </w:rPr>
        <w:t xml:space="preserve">№ 73, </w:t>
      </w:r>
      <w:r>
        <w:rPr>
          <w:rFonts w:ascii="Liberation Serif" w:eastAsia="Times New Roman" w:hAnsi="Liberation Serif" w:cs="Liberation Serif"/>
          <w:sz w:val="28"/>
          <w:szCs w:val="28"/>
        </w:rPr>
        <w:t>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Мясникова Елена Александровна, учитель математики, информатики, МАОУ «СОШ № 10 с углубленным изучением отдел</w:t>
      </w:r>
      <w:r>
        <w:rPr>
          <w:rFonts w:ascii="Liberation Serif" w:hAnsi="Liberation Serif" w:cs="Liberation Serif"/>
          <w:sz w:val="28"/>
          <w:szCs w:val="28"/>
        </w:rPr>
        <w:t xml:space="preserve">ьных предметов»,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Мясникова Татьяна Георгиевна, учитель математики, МАОУ «Средняя общеобразовательная школа № 4»,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Мясунова Наталья Александровна,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математики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, МАОУ СОШ № 23, Волчанский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Набокова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Надежда Петровна, учитель математики,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163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Назарова Татьяна Николаевна, учитель информатики,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Насырова Ирина Юрьевна, учитель информатики, МАОУ «Еврогимназия», ГО Ревда,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Наумова Светлана Фёдоровна, учитель математики,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8,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Некрасов Максим Сергеевич, учитель информатики, МКОУ АГО «Большеутинская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Немировская Ирина Александровна, учитель математики, </w:t>
      </w:r>
      <w:r>
        <w:rPr>
          <w:rFonts w:ascii="Liberation Serif" w:hAnsi="Liberation Serif" w:cs="Liberation Serif"/>
          <w:sz w:val="28"/>
          <w:szCs w:val="28"/>
        </w:rPr>
        <w:t xml:space="preserve">МАОУ СОШ № 148,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Никанорова Елена Валерьевна,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Никитина Валентина Владимировна, учитель математики, МАОУ «Каменноозерская ООШ»,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Никитина Елен</w:t>
      </w:r>
      <w:r>
        <w:rPr>
          <w:rFonts w:ascii="Liberation Serif" w:hAnsi="Liberation Serif" w:cs="Liberation Serif"/>
          <w:sz w:val="28"/>
          <w:szCs w:val="28"/>
        </w:rPr>
        <w:t xml:space="preserve">а Юрьевна, учитель математики, МАОУ лицей № 180,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Никифорова Наталья Альбертовна, учитель информатики, МАОУ СОШ № 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Никольская Ирина Владимировна, учитель математики, МАОУ лицей № 130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Нисковских Светлана Александровна, учитель информатики, МАОУ ГО Заречный «СОШ № 1», ГО Заречный,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Новопашина Ирина Владимировна, учитель математики, информатики, МКОУ Нижне-Иленская СОШ,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Новоселова Ираида А</w:t>
      </w:r>
      <w:r>
        <w:rPr>
          <w:rFonts w:ascii="Liberation Serif" w:hAnsi="Liberation Serif"/>
          <w:bCs/>
          <w:sz w:val="28"/>
          <w:szCs w:val="28"/>
        </w:rPr>
        <w:t>лександровна, учитель математики, МАОУ СОШ № 8, ГО Красноуральск,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Новосёлова Ирина Дмитриевна, учитель информатики,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23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Ноздрин Андрей Александрович, учитель математики,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109,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Овсянникова Инна Валентиновна, учитель математики, МАОУ «СОШ № 10 с углубленным изучением отдельных предметов»,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Овчинникова Наталия Викторовна, учитель математики, МАОУ «СОШ № 2», ГО Краснотурьинск,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Овчинникова Татьяна Дмитриевна, учитель математики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информатики, МАОУ СОШ № 9,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Окунева Ирина Анатольевна, учитель математики, информатики, МБОУ «СОШ № 23», ГО 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Опарина Оксана Владимировна, учитель математики, МАОУ СОШ № </w:t>
      </w:r>
      <w:r>
        <w:rPr>
          <w:rFonts w:ascii="Liberation Serif" w:hAnsi="Liberation Serif" w:cs="Liberation Serif"/>
          <w:bCs/>
          <w:sz w:val="28"/>
          <w:szCs w:val="28"/>
        </w:rPr>
        <w:t>72,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Галина Юрьевна, учитель математики, МКОУ АГО «Бакряжская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Лариса Викторовна, учитель математики, МКОУ «Чупинская средняя общеобразовательная школа», Талицкий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Осинцева Ольга Виталь</w:t>
      </w:r>
      <w:r>
        <w:rPr>
          <w:rFonts w:ascii="Liberation Serif" w:hAnsi="Liberation Serif" w:cs="Liberation Serif"/>
          <w:sz w:val="28"/>
          <w:szCs w:val="28"/>
        </w:rPr>
        <w:t>евна, учитель математики, МАОУ СОШ № 7,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Осипов Алексей Олегович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у</w:t>
      </w:r>
      <w:r>
        <w:rPr>
          <w:rFonts w:ascii="Liberation Serif" w:hAnsi="Liberation Serif" w:cs="Liberation Serif"/>
          <w:sz w:val="28"/>
          <w:szCs w:val="28"/>
          <w:lang w:eastAsia="ru-RU"/>
        </w:rPr>
        <w:t>читель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информатики,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МАОУ СОШ № 4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 </w:t>
      </w:r>
      <w:r>
        <w:rPr>
          <w:rFonts w:ascii="Liberation Serif" w:hAnsi="Liberation Serif" w:cs="Liberation Serif"/>
          <w:sz w:val="28"/>
          <w:szCs w:val="28"/>
        </w:rPr>
        <w:t>углубленным изучением отдельных предметов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АГО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Асбестовский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Осипова Анастасия Алексеевна, учитель информатики, МАОУ СОШ № 2, Г</w:t>
      </w:r>
      <w:r>
        <w:rPr>
          <w:rFonts w:ascii="Liberation Serif" w:hAnsi="Liberation Serif"/>
          <w:sz w:val="28"/>
          <w:szCs w:val="28"/>
        </w:rPr>
        <w:t>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Осипова Лариса Николаевна, учитель технологии и информатики, МАОУ Зайковская СОШ № 2,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Павленко Евгения Сергеевна, учитель информатики, МАОУ «Средняя общеобразовательная школа № 34»,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Павлова </w:t>
      </w:r>
      <w:r>
        <w:rPr>
          <w:rFonts w:ascii="Liberation Serif" w:hAnsi="Liberation Serif" w:cs="Liberation Serif"/>
          <w:sz w:val="28"/>
          <w:szCs w:val="28"/>
        </w:rPr>
        <w:t xml:space="preserve">Ирина Витальевна, учитель математики,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Палева Дарья Александровна, учитель математики, МАОУ СОШ № 41,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Палькина Ольга Анатольевна, учитель математики и информатики, МБОУ СОШ № 19, ГО </w:t>
      </w:r>
      <w:r>
        <w:rPr>
          <w:rFonts w:ascii="Liberation Serif" w:hAnsi="Liberation Serif" w:cs="Liberation Serif"/>
          <w:sz w:val="28"/>
          <w:szCs w:val="28"/>
        </w:rPr>
        <w:t>Верхняя Тура,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Паначева Галина Владимировна, учитель информатики, МАОУ «СОШ № 32»,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Парадеева Екатерина Ивановна, учитель математики, МКОУ «Травянская средняя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1418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Патрушева Ирина </w:t>
      </w:r>
      <w:r>
        <w:rPr>
          <w:rFonts w:ascii="Liberation Serif" w:hAnsi="Liberation Serif" w:cs="Liberation Serif"/>
          <w:sz w:val="28"/>
          <w:szCs w:val="28"/>
        </w:rPr>
        <w:t>Юрьевна, учитель математики и информатики, МАОУ лицей № 135,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Пелевина Наталья Викторовна, учитель математики и информатики, МАОУ СОШ № 117,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Пелевина Наталья Викторовна, учитель математики, МАОУ СО</w:t>
      </w:r>
      <w:r>
        <w:rPr>
          <w:rFonts w:ascii="Liberation Serif" w:hAnsi="Liberation Serif" w:cs="Liberation Serif"/>
          <w:sz w:val="28"/>
          <w:szCs w:val="28"/>
        </w:rPr>
        <w:t xml:space="preserve">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117,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Перевалова Мария Александровна, учитель информатики, МАОУ «Средняя общеобразовательная школа № 60 имени Героя Советского Союза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Г.П. Кунавина»,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Пермитина Ольга Николаевна, учитель информ</w:t>
      </w:r>
      <w:r>
        <w:rPr>
          <w:rFonts w:ascii="Liberation Serif" w:hAnsi="Liberation Serif"/>
          <w:sz w:val="28"/>
          <w:szCs w:val="28"/>
        </w:rPr>
        <w:t>атики, МАОУ Гимназии № 86,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Пермякова Марина Борисовна,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Першина Вера Алексеевна, учитель математики, МАОУ «Покровская средняя общеобразовательная школа», Каменский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Печеркина Светлана Викторовна, учитель информатики, МОУ – СОШ № 4,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Плахов Евгений Александрович, учитель информатики, МКОУ «Кировская СОШ», МО Алапаевское,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Плотникова Наталья Анатольевна, учитель информатики, МАОУ «Средняя </w:t>
      </w:r>
      <w:r>
        <w:rPr>
          <w:rFonts w:ascii="Liberation Serif" w:hAnsi="Liberation Serif" w:cs="Liberation Serif"/>
          <w:sz w:val="28"/>
          <w:szCs w:val="28"/>
        </w:rPr>
        <w:t>общеобразовательная школа № 19»,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Плотникова Татьяна Петровна, учитель математики, физики, МБОУ Ертарской СОШ № 27,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Поджарова Маргарита Михайловна, учитель математики, МАОУ СОШ № 8,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</w:t>
      </w:r>
      <w:r>
        <w:rPr>
          <w:rFonts w:ascii="Liberation Serif" w:hAnsi="Liberation Serif" w:cs="Liberation Serif"/>
          <w:bCs/>
          <w:sz w:val="28"/>
          <w:szCs w:val="28"/>
        </w:rPr>
        <w:t>одлужная Ирина Павловна, учитель математики, информатики, МАОУ СОШ № 9,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Подоксёнов Сергей Владимирович, учитель информатики, МКОУ Скатинская СОШ,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Позныш Татьяна Валентиновна, учитель информатики, МАОУ «Школ</w:t>
      </w:r>
      <w:r>
        <w:rPr>
          <w:rFonts w:ascii="Liberation Serif" w:hAnsi="Liberation Serif" w:cs="Liberation Serif"/>
          <w:bCs/>
          <w:sz w:val="28"/>
          <w:szCs w:val="28"/>
        </w:rPr>
        <w:t xml:space="preserve">а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8»,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Полева Ольга Ведиславовна, учитель математики, МАОУ «Центр образования «Аксиома»,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Полкова Светлана Павловна, учитель математики, МАОУ «СОШ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49»,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Полуянова Елена Вл</w:t>
      </w:r>
      <w:r>
        <w:rPr>
          <w:rFonts w:ascii="Liberation Serif" w:hAnsi="Liberation Serif" w:cs="Liberation Serif"/>
          <w:sz w:val="28"/>
          <w:szCs w:val="28"/>
        </w:rPr>
        <w:t>адимировна, учитель математики, МАОУ гимназия № 99,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Полякова Людмила Александровна, учитель информатики, МАОУ «Каменск-Уральская гимназия»,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Полякова Маргарита Адольфовна, учитель математики, МКОУ </w:t>
      </w:r>
      <w:r>
        <w:rPr>
          <w:rFonts w:ascii="Liberation Serif" w:hAnsi="Liberation Serif" w:cs="Liberation Serif"/>
          <w:sz w:val="28"/>
          <w:szCs w:val="28"/>
        </w:rPr>
        <w:t>«Ницинская СОШ»,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Полянская Наталья Вячеславовна, учитель информатики, МАОУ «Лицей № 10»,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Поморцева Наталья Анатольевна, учитель информатики, МАОУ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«СОШ № 1», ГО Заречный,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Пономарева Ирина Николаевна, учитель математики, МАОУ гимназия № 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Попов Никита Сергеевич, </w:t>
      </w:r>
      <w:r>
        <w:rPr>
          <w:rFonts w:ascii="Liberation Serif" w:hAnsi="Liberation Serif"/>
          <w:sz w:val="28"/>
          <w:szCs w:val="28"/>
        </w:rPr>
        <w:t xml:space="preserve">учитель математики, МАОУ СОШ № 50,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Попова Ирина Владимировна, учитель информатики и ИКТ, МАОУ «Лицей №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21»,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Поротников Александр Витальевич, учитель математики, МАОУ Тугулымская СОШ № 26, Тугулымский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Порубова Елена Владимировна, учитель информатики,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Порядина Людмила Александровна, </w:t>
      </w:r>
      <w:r>
        <w:rPr>
          <w:rFonts w:ascii="Liberation Serif" w:hAnsi="Liberation Serif" w:cs="Liberation Serif"/>
          <w:sz w:val="28"/>
          <w:szCs w:val="28"/>
        </w:rPr>
        <w:t>учитель математики, МАОУ АГО «Артинская средняя общеобразовательная школа № 6»,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Постникова Светлана Васильевна, учитель математики, МАОУ «ЦО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7», ГО Нижняя Салда,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Потапова Наталья Валерьевна, учитель математики, МАОУ «Сладковская </w:t>
      </w:r>
      <w:r>
        <w:rPr>
          <w:rFonts w:ascii="Liberation Serif" w:hAnsi="Liberation Serif" w:cs="Liberation Serif"/>
          <w:sz w:val="28"/>
          <w:szCs w:val="28"/>
        </w:rPr>
        <w:t>СОШ»,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Поткина Татьяна Викторовна, учитель математики, МКОУ Октябрьская СОШ,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Прокопьева Светлана Николаевна, учитель математики, ГБОУ СО «СОШ № 3», ГО Верхотурский,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Протопопова Татьяна Юрьевна, </w:t>
      </w:r>
      <w:r>
        <w:rPr>
          <w:rFonts w:ascii="Liberation Serif" w:hAnsi="Liberation Serif" w:cs="Liberation Serif"/>
          <w:bCs/>
          <w:sz w:val="28"/>
          <w:szCs w:val="28"/>
        </w:rPr>
        <w:t>учитель информатики, ГБОУ СО «СОШ № 2», ГО Верхотурский,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Пустовалова Любовь Михайловна, учитель математики, информатики, МБОУ «Шалинская СОШ № 90», Шалинский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Пушкарева Вера Геннадьевна, учитель математики, МОУ «Деевская СОШ» МО Алапаевское, 1</w:t>
      </w:r>
      <w:r>
        <w:rPr>
          <w:rFonts w:ascii="Liberation Serif" w:hAnsi="Liberation Serif" w:cs="Liberation Serif"/>
          <w:sz w:val="28"/>
          <w:szCs w:val="28"/>
        </w:rPr>
        <w:t xml:space="preserve">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Пушкарева Светлана Ивановна, учитель математики, МАОУ гимназия № 40,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Пяро Ирина Владимировна, учитель информатики,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28»,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Раева Ольга Александровна, учитель информатики и ИКТ МАОУ СОШ № 28</w:t>
      </w:r>
      <w:r>
        <w:rPr>
          <w:rFonts w:ascii="Liberation Serif" w:hAnsi="Liberation Serif" w:cs="Liberation Serif"/>
          <w:sz w:val="28"/>
          <w:szCs w:val="28"/>
        </w:rPr>
        <w:t>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Ракова Мария Павловна, учитель математики, информатики, МАОУ «Школа № 1»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Рахманова Раиля Фаганавыевна, учитель математики,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121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Рехтер Елена Юрьевна, </w:t>
      </w:r>
      <w:r>
        <w:rPr>
          <w:rFonts w:ascii="Liberation Serif" w:hAnsi="Liberation Serif" w:cs="Liberation Serif"/>
          <w:sz w:val="28"/>
          <w:szCs w:val="28"/>
        </w:rPr>
        <w:t xml:space="preserve">учитель математики, МАОУ СОШ № 22,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Рецлав Андрей Александрович, учитель информатики, МАОУ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15,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Роговская Антонина Ивановна, учитель математики, МАОУ «Верхнедубровская средняя общеобразовательная школа</w:t>
      </w:r>
      <w:r>
        <w:rPr>
          <w:rFonts w:ascii="Liberation Serif" w:hAnsi="Liberation Serif" w:cs="Liberation Serif"/>
          <w:sz w:val="28"/>
          <w:szCs w:val="28"/>
        </w:rPr>
        <w:t>», ГО Верхнее Дуброво,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Родионова Валерия Николаевна,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 с углубленным изучением отдельных предметов,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Романова Татьяна Михайловна, учитель информатики,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69,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Ромашина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 Надежда Ивановна, учитель математики, МАОУ СОШ 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№ 143,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Рощектаева Татьяна Ивановна, учитель информатики, математики, МАОУ «Школа № 9»,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Рудакова Татьяна Николаевна,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математики</w:t>
      </w:r>
      <w:r>
        <w:rPr>
          <w:rFonts w:ascii="Liberation Serif" w:hAnsi="Liberation Serif" w:cs="Liberation Serif"/>
          <w:sz w:val="28"/>
          <w:szCs w:val="28"/>
        </w:rPr>
        <w:t xml:space="preserve">, МАОУ СОШ № 3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</w:t>
      </w:r>
      <w:r>
        <w:rPr>
          <w:rFonts w:ascii="Liberation Serif" w:hAnsi="Liberation Serif" w:cs="Liberation Serif"/>
          <w:sz w:val="28"/>
          <w:szCs w:val="28"/>
        </w:rPr>
        <w:t>. Полуночное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Ивдельский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Рукавишникова Светлана Михайловна, учитель математики, БМАОУ СОШ № 9,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Ручьева Наталья Ивановна, учитель информатики и ИКТ, МАОУ «Школа № 1» КГО, Камышловский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Рябухина Марина Никитична, </w:t>
      </w:r>
      <w:r>
        <w:rPr>
          <w:rFonts w:ascii="Liberation Serif" w:hAnsi="Liberation Serif" w:cs="Liberation Serif"/>
          <w:sz w:val="28"/>
          <w:szCs w:val="28"/>
        </w:rPr>
        <w:t>учитель математики, МАОУ «Артинская СОШ № 1»,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Сабурова Татьяна Викторовна, учитель математики, МАОУ Политехническая гимназия,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Савельева Диана Григорьевна, учитель математики, МАОУ СОШ № 4, МО город Алапаевск,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Савиных Татьяна Вениаминовна, учитель математики, МБОУ СОШ № 1 им. Героя РФ Романова В.В., Сосьвинский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 xml:space="preserve">Савостиенко Алёна Игоревна, учитель информатики, МБОУ СОШ </w:t>
      </w:r>
      <w:r>
        <w:rPr>
          <w:rFonts w:ascii="Liberation Serif" w:hAnsi="Liberation Serif" w:cs="Liberation Serif"/>
          <w:iCs/>
          <w:sz w:val="28"/>
          <w:szCs w:val="28"/>
        </w:rPr>
        <w:br/>
      </w:r>
      <w:r>
        <w:rPr>
          <w:rFonts w:ascii="Liberation Serif" w:hAnsi="Liberation Serif" w:cs="Liberation Serif"/>
          <w:iCs/>
          <w:sz w:val="28"/>
          <w:szCs w:val="28"/>
        </w:rPr>
        <w:t>№ 55,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Салькова Лариса Сергеевна, учитель математики, МБОУ </w:t>
      </w:r>
      <w:r>
        <w:rPr>
          <w:rFonts w:ascii="Liberation Serif" w:hAnsi="Liberation Serif" w:cs="Liberation Serif"/>
          <w:bCs/>
          <w:sz w:val="28"/>
          <w:szCs w:val="28"/>
        </w:rPr>
        <w:t xml:space="preserve">СОШ № 71,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Самихова Елена Ивановна, учитель математики, МАОУ СОШ № 3, Малышевский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Сараева Татьяна Саввична, учитель математики, МБОУ СОШ № 64,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Сафина-Маркова Зинфира Рависовна, учитель информатик</w:t>
      </w:r>
      <w:r>
        <w:rPr>
          <w:rFonts w:ascii="Liberation Serif" w:hAnsi="Liberation Serif" w:cs="Liberation Serif"/>
          <w:sz w:val="28"/>
          <w:szCs w:val="28"/>
        </w:rPr>
        <w:t>и, МАОУ гимназия № 104,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Сафронова Лариса Леонидовна, учитель математики и информатики, МАОУ гимназия № 39,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Сафронова Татьяна Владимировна, учитель информатики, МАОУ ОШ 7,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Свалухина Ирина </w:t>
      </w:r>
      <w:r>
        <w:rPr>
          <w:rFonts w:ascii="Liberation Serif" w:hAnsi="Liberation Serif" w:cs="Liberation Serif"/>
          <w:sz w:val="28"/>
          <w:szCs w:val="28"/>
        </w:rPr>
        <w:t>Александровна, учитель математики, МОУ Пионерская СОШ,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Свищёва Галина Владимировна, учитель математики, МКОУ – СОШ № 31,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Свяжина Анна Александровна, учитель математики, МАОУ СОШ № 3, ГО Красноуральск,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Седнева </w:t>
      </w:r>
      <w:r>
        <w:rPr>
          <w:rFonts w:ascii="Liberation Serif" w:hAnsi="Liberation Serif" w:cs="Liberation Serif"/>
          <w:bCs/>
          <w:sz w:val="28"/>
          <w:szCs w:val="28"/>
        </w:rPr>
        <w:t>Татьяна Владимировна, учитель математики, ГБОУ СО «Верхотурская гимназия», ГО Верхотурский,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Селянина Жанна Валерьевна, учитель математики,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Семенюк Оксана Николаевна, учитель математики, ПМАОУ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7», ГО Перво</w:t>
      </w:r>
      <w:r>
        <w:rPr>
          <w:rFonts w:ascii="Liberation Serif" w:hAnsi="Liberation Serif" w:cs="Liberation Serif"/>
          <w:sz w:val="28"/>
          <w:szCs w:val="28"/>
        </w:rPr>
        <w:t>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Серажитдинова Наиля Журатовна, учитель математики, МАОУ «Средняя общеобразовательная школа № 17 с углубленным изучением отдельных предметов»,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Людмила Ивановна, учитель математики, МКОУ «Травянская средня</w:t>
      </w:r>
      <w:r>
        <w:rPr>
          <w:rFonts w:ascii="Liberation Serif" w:hAnsi="Liberation Serif" w:cs="Liberation Serif"/>
          <w:sz w:val="28"/>
          <w:szCs w:val="28"/>
        </w:rPr>
        <w:t>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Серебренников Максим Леонидович, учитель информатики, МБОУ СОШ № 1,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Серебренникова Наталья Владимировна, учитель математики, МОУ СОШ № 3,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Серёдкина Ирина Владимировна,</w:t>
      </w:r>
      <w:r>
        <w:rPr>
          <w:rFonts w:ascii="Liberation Serif" w:hAnsi="Liberation Serif" w:cs="Liberation Serif"/>
          <w:sz w:val="28"/>
          <w:szCs w:val="28"/>
        </w:rPr>
        <w:t xml:space="preserve"> учитель математики, МАОУ «Средняя общеобразовательная школа № 19»,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Серова Лариса Александровна, учитель информатики, математики, МОУ СОШ им. К.Н. Новикова,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Сидорова Елена Геннадьевна,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математи</w:t>
      </w:r>
      <w:r>
        <w:rPr>
          <w:rFonts w:ascii="Liberation Serif" w:hAnsi="Liberation Serif" w:cs="Liberation Serif"/>
          <w:bCs/>
          <w:sz w:val="28"/>
          <w:szCs w:val="28"/>
        </w:rPr>
        <w:t>ки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, МАОУ «Лицей»,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Татьяна Николаевна, учитель математики, МАОУ Тугулымская СОШ № 26,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Сизова Марина Юрьевна,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математики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, МАОУ Новолялинского ГО «СОШ № 4», Новолялинский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Симоненко </w:t>
      </w:r>
      <w:r>
        <w:rPr>
          <w:rFonts w:ascii="Liberation Serif" w:hAnsi="Liberation Serif" w:cs="Liberation Serif"/>
          <w:sz w:val="28"/>
          <w:szCs w:val="28"/>
        </w:rPr>
        <w:t>Ольга Александровна, учитель математики, МБОУ «СОШ № 3»,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Синаева Рузалия Миннеидрисовна, учитель математики, МАОУ «СОШ № 19»,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Синицына Ирина Юрьевна, учитель информатики и ИКТ, МАОУ «СОШ № 5 с углубленным изучен</w:t>
      </w:r>
      <w:r>
        <w:rPr>
          <w:rFonts w:ascii="Liberation Serif" w:hAnsi="Liberation Serif" w:cs="Liberation Serif"/>
          <w:sz w:val="28"/>
          <w:szCs w:val="28"/>
        </w:rPr>
        <w:t>ием отдельных предметов»,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Синицына Любовь Петровна, учитель математики, МАОУ ООШ № 35,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Синицына Светлана Сергеевна, учитель информатики, МАОУ СОШ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№ 23, Волчанский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Слюнко Ольга Васильевна, учитель </w:t>
      </w:r>
      <w:r>
        <w:rPr>
          <w:rFonts w:ascii="Liberation Serif" w:hAnsi="Liberation Serif" w:cs="Liberation Serif"/>
          <w:sz w:val="28"/>
          <w:szCs w:val="28"/>
        </w:rPr>
        <w:t>математики, МБОУ СОШ № 1 с.Петрокаменское,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851"/>
          <w:tab w:val="left" w:pos="1418"/>
          <w:tab w:val="left" w:pos="1334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Сметанина Лидия Александровна, учитель информатики, МАОУ СОШ № 105,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Смирнова Ирина Николаевна, учитель математики и информатики, МАОУ СОШ № 16, Асбестовский 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Смогоржевская Светлана Юрьевна, учитель информатики, МАОУ «Гимназия № 25»,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Собачкина Надежда Геннадьевна, учитель математики, МАОУ «Натальинская СОШ», МО Красноуфимский округ,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Соколкина Елена Сергеевна, учитель информатики, МАОУ</w:t>
      </w:r>
      <w:r>
        <w:rPr>
          <w:rFonts w:ascii="Liberation Serif" w:hAnsi="Liberation Serif" w:cs="Liberation Serif"/>
          <w:sz w:val="28"/>
          <w:szCs w:val="28"/>
        </w:rPr>
        <w:t xml:space="preserve"> СШ № 1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Михайловска,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Солдатова Наталья Николаевна, учитель математики,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29»,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Соловьёв Михаил Фёдорович, учитель информатики,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3,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Соловьева Татьяна Викторовна,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Соломеина Лилия Владимировна, учитель математики,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3,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Сосновских Елена Александровна, учитель математики, МБОУ ПГО «Боровлянская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Сосюра Тать</w:t>
      </w:r>
      <w:r>
        <w:rPr>
          <w:rFonts w:ascii="Liberation Serif" w:hAnsi="Liberation Serif" w:cs="Liberation Serif"/>
          <w:sz w:val="28"/>
          <w:szCs w:val="28"/>
        </w:rPr>
        <w:t>яна Анатольевна, учитель математики, информатики, МАОУ «СОШ № 16»,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Спехов Евгений Анатольевич, учитель информатики и ИКТ, МАОУ НТГО «СОШ № 2»,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Спицина Любовь Александровна, учитель математики, физики, астрономи</w:t>
      </w:r>
      <w:r>
        <w:rPr>
          <w:rFonts w:ascii="Liberation Serif" w:hAnsi="Liberation Serif" w:cs="Liberation Serif"/>
          <w:sz w:val="28"/>
          <w:szCs w:val="28"/>
        </w:rPr>
        <w:t>и, МОУ «Знаменская СОШ»,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Статуева Валентина Викторовна, учитель математики, МКОУ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19 г. Ивделя п. Сама, Ивдельский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Стафеева Надежда Александровна, учитель информатики, МАОУ «Лицей № 58»,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Стахеева </w:t>
      </w:r>
      <w:r>
        <w:rPr>
          <w:rFonts w:ascii="Liberation Serif" w:hAnsi="Liberation Serif" w:cs="Liberation Serif"/>
          <w:sz w:val="28"/>
          <w:szCs w:val="28"/>
        </w:rPr>
        <w:t>Татьяна Павловна, учитель математики, МКОУ АГО «Афанасьевская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Степанова Алёна Алексеевна, учитель информатики, физика, МОУ «Килачевская СОШ»,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Сторожкова Татьяна Александровна, учитель математики, МОУ Гимназия, ГО </w:t>
      </w:r>
      <w:r>
        <w:rPr>
          <w:rFonts w:ascii="Liberation Serif" w:hAnsi="Liberation Serif" w:cs="Liberation Serif"/>
          <w:sz w:val="28"/>
          <w:szCs w:val="28"/>
        </w:rPr>
        <w:t>Нижняя Салда,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Судьина Людмила Николаевна, </w:t>
      </w:r>
      <w:r>
        <w:rPr>
          <w:rFonts w:ascii="Liberation Serif" w:hAnsi="Liberation Serif"/>
          <w:sz w:val="28"/>
          <w:szCs w:val="28"/>
        </w:rPr>
        <w:t>учитель математики, МАОУ гимназия № 155,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Сурина Инга Викторовна, учитель математики, физики, астрономии, БМАОУ СОШ № 2,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Сурова Наталья Юрьевна, учитель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математики, МАОУ Гимназия № 86,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Суслова Людмила Васильевна, учитель математики, БМАОУ «Гимназия № 5»,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Суфиярова Ольга Сергеевна, учитель математики, МАОУ «Средняя общеобразовательная школа № 34», Каменск-Уральс</w:t>
      </w:r>
      <w:r>
        <w:rPr>
          <w:rFonts w:ascii="Liberation Serif" w:hAnsi="Liberation Serif" w:cs="Liberation Serif"/>
          <w:sz w:val="28"/>
          <w:szCs w:val="28"/>
        </w:rPr>
        <w:t>кий ГО СО,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Сырба Надежда Борисовна, учитель математики, МАОУ «Лицей № 5»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Табатчикова Ольга Леонидовна,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Тагильцева Наталья Сергеевна, учитель математики, МКОУ «Новоисе</w:t>
      </w:r>
      <w:r>
        <w:rPr>
          <w:rFonts w:ascii="Liberation Serif" w:hAnsi="Liberation Serif" w:cs="Liberation Serif"/>
          <w:sz w:val="28"/>
          <w:szCs w:val="28"/>
        </w:rPr>
        <w:t>тская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Тарасова Ирина Михайловна, учитель математики, МБОУ «Шамарская СОШ № 26», Шалинский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Тарасьева Элина Евгеньевна, учитель математики, МБОУ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Терехова Юлия Юрьевна, учитель математики, МБОУ СОШ № 5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Невьянского ГО,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Терешина Людмила Федоровна, учитель математики, МБОУ «Малокарзинская ООШ»,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Терещенко Татьяна Федоровна, учитель информатики, БМАОУ «Лицей № 7»,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Тихомирова Евгения Анатольевна, учитель математики, информатики и ИКТ, МБОУ «Барабинская ООШ», Артинский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Томме Людмила Алексеевна, учитель математики, МБОУ «Камышевская СОШ № 9», Белоярский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Тонкова Надежда Михайловна</w:t>
      </w:r>
      <w:r>
        <w:rPr>
          <w:rFonts w:ascii="Liberation Serif" w:hAnsi="Liberation Serif" w:cs="Liberation Serif"/>
          <w:sz w:val="28"/>
          <w:szCs w:val="28"/>
        </w:rPr>
        <w:t>, учитель математики, МАОУ Артинского ГО «Артинская средняя общеобразовательная школа № 1»,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Тощева Ольга Михайловна, учитель математики, МАОУ СОШ № 93,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Трефилова Любовь Викторовна, учитель информатики, МАОУ </w:t>
      </w:r>
      <w:r>
        <w:rPr>
          <w:rFonts w:ascii="Liberation Serif" w:hAnsi="Liberation Serif" w:cs="Liberation Serif"/>
          <w:sz w:val="28"/>
          <w:szCs w:val="28"/>
        </w:rPr>
        <w:t xml:space="preserve">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ГО Сухой Лог,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Трубаева Наталия Валерьевна, учитель математики, МАОУ лицей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88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Трубникова Татьяна Николаевна, учитель информатики, МКОУ – СОШ № 6 с углубленным изучением отдельных предметов, ГО Среднеуральск,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Трунова Наталья Владимировна, учитель информатики, МАОУ «СОШ № 13», Североуральский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Тумашова Мария Михайловна,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 математики, МАОУ «Средняя общеобразовательная школа № 5»,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Тункина Ирина Васильевна, учитель </w:t>
      </w:r>
      <w:r>
        <w:rPr>
          <w:rFonts w:ascii="Liberation Serif" w:hAnsi="Liberation Serif" w:cs="Liberation Serif"/>
          <w:sz w:val="28"/>
          <w:szCs w:val="28"/>
        </w:rPr>
        <w:t>математики, информатики, БМАОУ СОШ № 9,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Тюгунова Нурия Ахмядиевна, учитель математики, информатики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ИКТ, МАОУ «СОШ № 25»,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Удилова Светлана Александровна, учитель математики, МАОУ СОШ № 171, МО «город Екатеринбу</w:t>
      </w:r>
      <w:r>
        <w:rPr>
          <w:rFonts w:ascii="Liberation Serif" w:hAnsi="Liberation Serif" w:cs="Liberation Serif"/>
          <w:sz w:val="28"/>
          <w:szCs w:val="28"/>
        </w:rPr>
        <w:t>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Уркашова Елена Александровна, учитель информатики, МАОУ «Школа № 18»,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Усова Ирина Анатольевна, учитель информатики, МБОУ СОШ № 6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Верхнесалдинский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Усова Наталья Толлиевна, учитель математики, МАОУ «СОШ № 14», </w:t>
      </w:r>
      <w:r>
        <w:rPr>
          <w:rFonts w:ascii="Liberation Serif" w:hAnsi="Liberation Serif"/>
          <w:sz w:val="28"/>
          <w:szCs w:val="28"/>
        </w:rPr>
        <w:t>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Усова Светлана Геннадьевна, учитель математики, МКОУ Скатинская 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Усольцева Наталья Петровна, учитель математики, МАОУ СОШ № 80,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Устинова Наталия Алексеевна, учитель информ</w:t>
      </w:r>
      <w:r>
        <w:rPr>
          <w:rFonts w:ascii="Liberation Serif" w:hAnsi="Liberation Serif" w:cs="Liberation Serif"/>
          <w:sz w:val="28"/>
          <w:szCs w:val="28"/>
          <w:lang w:eastAsia="ru-RU"/>
        </w:rPr>
        <w:t>атики, МАОУ «СОШ № 40»,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Устьянцева Надежда Владимировна, учитель математики, МАОУ «Школа № 1» КГО, Камышловский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Фаррахова Альбина Анатольевна, учитель математики, МАОУ «Школа № 9»,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Федорова Ирина Анатольевна,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учитель математики, МАОУ СОШ № 5,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Федосеева Валентина Николаевна, учитель математики, МАОУ «СОШ № 6», ГО Рефтинский,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Феофанова Ирина Владиславовна, учитель математики и информатики МБОУ СОШ № 107,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Ферт</w:t>
      </w:r>
      <w:r>
        <w:rPr>
          <w:rFonts w:ascii="Liberation Serif" w:hAnsi="Liberation Serif" w:cs="Liberation Serif"/>
          <w:sz w:val="28"/>
          <w:szCs w:val="28"/>
        </w:rPr>
        <w:t>икова Светлана Геннадьевна, учитель математики, МАОУ «Школа № 3»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Фефелова Елена Валерьевна, учитель информатики,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Филимонова Людмила Анатольевна, учитель математики, МБОУ СОШ п. Калиново,</w:t>
      </w:r>
      <w:r>
        <w:rPr>
          <w:rFonts w:ascii="Liberation Serif" w:hAnsi="Liberation Serif" w:cs="Liberation Serif"/>
          <w:sz w:val="28"/>
          <w:szCs w:val="28"/>
        </w:rPr>
        <w:t xml:space="preserve"> Невьянский ГО,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Фрейберг Наталия Михайловна, учитель математики, МАОУ гимназия № 99,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Халявина Екатерина Борисовна, учитель математики,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Харламова Светлана Николаевна, учитель информати</w:t>
      </w:r>
      <w:r>
        <w:rPr>
          <w:rFonts w:ascii="Liberation Serif" w:hAnsi="Liberation Serif" w:cs="Liberation Serif"/>
          <w:sz w:val="28"/>
          <w:szCs w:val="28"/>
        </w:rPr>
        <w:t>ки, математики, МАОУ СОШ № 4,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Хелемендик Татьяна Степановна, учитель математики, МАОУ «СОШ № 2»,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Хисматуллина Рашида Рашитовна, учитель математики, МБОУ «СОШ № 6»,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Хлебникова Зоя </w:t>
      </w:r>
      <w:r>
        <w:rPr>
          <w:rFonts w:ascii="Liberation Serif" w:hAnsi="Liberation Serif" w:cs="Liberation Serif"/>
          <w:sz w:val="28"/>
          <w:szCs w:val="28"/>
        </w:rPr>
        <w:t>Николаевна, учитель информатики и ИКТ, математики, МАОУ ПГО «СОШ № 13 с углубленным изучением отдельных предметов»,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Хлыстова Татьяна Вениаминовна, учитель информатики, МАОУ «СОШ № 3»,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Холкина Светлана Николаевна, учитель </w:t>
      </w:r>
      <w:r>
        <w:rPr>
          <w:rFonts w:ascii="Liberation Serif" w:hAnsi="Liberation Serif" w:cs="Liberation Serif"/>
          <w:sz w:val="28"/>
          <w:szCs w:val="28"/>
        </w:rPr>
        <w:t>информатики, математики, МАОУ – Грязновская СОШ,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Хомылева Ольга Николаевна, учитель информатики,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10,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Храмова Ирина Васильевна, учитель информатики, МАОУ СОШ № 2,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Хрячкова Кристина</w:t>
      </w:r>
      <w:r>
        <w:rPr>
          <w:rFonts w:ascii="Liberation Serif" w:hAnsi="Liberation Serif" w:cs="Liberation Serif"/>
          <w:sz w:val="28"/>
          <w:szCs w:val="28"/>
        </w:rPr>
        <w:t xml:space="preserve"> Владимировна, учитель информатики, МБОУ «СОШ № 2», Артемовский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Худорожкова Елена Сергеевна, учитель математики, МБВ(С)ОУ В(С)ОШ № 185,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Худякова Светлана Леонидовна, учитель математики, МБОУ СОШ № 64, ГО «Город Лесно</w:t>
      </w:r>
      <w:r>
        <w:rPr>
          <w:rFonts w:ascii="Liberation Serif" w:hAnsi="Liberation Serif" w:cs="Liberation Serif"/>
          <w:bCs/>
          <w:sz w:val="28"/>
          <w:szCs w:val="28"/>
        </w:rPr>
        <w:t>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Ценева Любовь Григорьевна, учитель математики, МКОУ АГО «Большеутинская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Цимерман Наталья Владимировна, учитель математики, МБОУ СОШ № 5 г. Невьянска,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3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Цисельская Наталья Дацетовна, учитель математики и</w:t>
      </w:r>
      <w:r>
        <w:rPr>
          <w:rFonts w:ascii="Liberation Serif" w:hAnsi="Liberation Serif" w:cs="Liberation Serif"/>
          <w:sz w:val="28"/>
          <w:szCs w:val="28"/>
        </w:rPr>
        <w:t xml:space="preserve"> информатики МАОУ СОШ № 148,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Цыреньщиков Виктор Александрович, учитель информатики МКОУ АГО «Ачитская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Цыреньщиков Виктор Александрович, учитель информатики, МКОУ АГО «Ачитская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Ча</w:t>
      </w:r>
      <w:r>
        <w:rPr>
          <w:rFonts w:ascii="Liberation Serif" w:hAnsi="Liberation Serif" w:cs="Liberation Serif"/>
          <w:sz w:val="28"/>
          <w:szCs w:val="28"/>
        </w:rPr>
        <w:t xml:space="preserve">йникова Надежда Васильевна, учитель математики, МАОУ СШ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им. И.И. Марьина, ГО Красноуфимск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Чалкова Алла Вениаминовна, учитель математики, МАОУ СОШ № 8,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Чепкасова Елена Валерьевна, учитель информатики, МАОУ «Средняя общеобра</w:t>
      </w:r>
      <w:r>
        <w:rPr>
          <w:rFonts w:ascii="Liberation Serif" w:hAnsi="Liberation Serif" w:cs="Liberation Serif"/>
          <w:sz w:val="28"/>
          <w:szCs w:val="28"/>
        </w:rPr>
        <w:t>зовательная школа № 1»,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Черникова Юлия Васильевна, учитель математики, МАОУ «Средняя общеобразовательная школа № 3 имени героя Советского Союза летчика-космонавта П.И. Беляева»,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Черноскутова Дилира </w:t>
      </w:r>
      <w:r>
        <w:rPr>
          <w:rFonts w:ascii="Liberation Serif" w:hAnsi="Liberation Serif" w:cs="Liberation Serif"/>
          <w:sz w:val="28"/>
          <w:szCs w:val="28"/>
        </w:rPr>
        <w:t>Миндаровна, учитель математики, МАОУ «Колчеданская средняя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Черноуцан Екатерина Анатольевна, учитель информатики, МАОУ лицей № 110,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Чеснокова Лариса Владимировна,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Чехомова Наталья Николаевна, учитель математики,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Чувашева Лариса Сергеевна, учитель математики, МАОУ «Байкаловская СОШ»,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Чухланцева Анна Александр</w:t>
      </w:r>
      <w:r>
        <w:rPr>
          <w:rFonts w:ascii="Liberation Serif" w:hAnsi="Liberation Serif"/>
          <w:sz w:val="28"/>
          <w:szCs w:val="28"/>
        </w:rPr>
        <w:t>овна, учитель математики и информатики, МАОУ СОШ № 15,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Чухонцева Валентина Ивановна, учитель математики,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8,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Шабанова Наталья Сергеевна, учитель математики, МАОУ СОШ №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Шаблы</w:t>
      </w:r>
      <w:r>
        <w:rPr>
          <w:rFonts w:ascii="Liberation Serif" w:hAnsi="Liberation Serif" w:cs="Liberation Serif"/>
          <w:sz w:val="28"/>
          <w:szCs w:val="28"/>
        </w:rPr>
        <w:t xml:space="preserve">ко Ольга Анатольевна, учитель информатики, МАОУ –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Шадрина Екатерина Ивановна, учитель информатики, МОУ Гимназия,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Шалаева Елена Ивановна, учитель информатики, МОУ «Невьянская СОШ»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Шаля</w:t>
      </w:r>
      <w:r>
        <w:rPr>
          <w:rFonts w:ascii="Liberation Serif" w:hAnsi="Liberation Serif" w:cs="Liberation Serif"/>
          <w:sz w:val="28"/>
          <w:szCs w:val="28"/>
        </w:rPr>
        <w:t xml:space="preserve">гина Элла Викторовна, учитель информатики,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Шанаурина Светлана Геннадьевна, учитель математики, МКОУ «Талицкая средняя общеобразовательная школа № 1»,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Шевелева Людмила Ивановна, учитель мате</w:t>
      </w:r>
      <w:r>
        <w:rPr>
          <w:rFonts w:ascii="Liberation Serif" w:hAnsi="Liberation Serif" w:cs="Liberation Serif"/>
          <w:sz w:val="28"/>
          <w:szCs w:val="28"/>
        </w:rPr>
        <w:t>матики, МКОУ Скатинская 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Шестакова Марина Евгеньевна, учитель информатики, ГБОУ СО кадетской школы-интернат «Свердловский кадетский корпус имени капитана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 ранга М.В. Банных»,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Ширинкина Анна Александровна, </w:t>
      </w:r>
      <w:r>
        <w:rPr>
          <w:rFonts w:ascii="Liberation Serif" w:hAnsi="Liberation Serif" w:cs="Liberation Serif"/>
          <w:sz w:val="28"/>
          <w:szCs w:val="28"/>
        </w:rPr>
        <w:t xml:space="preserve">учитель математики, МАОУ СШ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Шишкина Анастасия Николаевна, учитель информатики, МАОУ СОШ № 5,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Шнюкова Оксана Сергеевна, учитель математики, информатики, МБОУ ПГО «П</w:t>
      </w:r>
      <w:r>
        <w:rPr>
          <w:rFonts w:ascii="Liberation Serif" w:hAnsi="Liberation Serif" w:cs="Liberation Serif"/>
          <w:sz w:val="28"/>
          <w:szCs w:val="28"/>
        </w:rPr>
        <w:t>ечеркинская СОШ», Пышминский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Шпанович Людмила Николаевна, учитель информатики, МБОУ СОШ № 5,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 xml:space="preserve">Шувалова Алена Николаевна, учитель математики,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/>
          <w:color w:val="000000"/>
          <w:sz w:val="28"/>
          <w:szCs w:val="28"/>
        </w:rPr>
        <w:t xml:space="preserve">№ 35, </w:t>
      </w:r>
      <w:r>
        <w:rPr>
          <w:rFonts w:ascii="Liberation Serif" w:hAnsi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Шумкова Александра Михайловна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, учи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тель </w:t>
      </w:r>
      <w:r>
        <w:rPr>
          <w:rFonts w:ascii="Liberation Serif" w:hAnsi="Liberation Serif" w:cs="Liberation Serif"/>
          <w:bCs/>
          <w:sz w:val="28"/>
          <w:szCs w:val="28"/>
        </w:rPr>
        <w:t>математики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, информатики, МБОУ СОШ с. Кошай, Сосьвинский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Шумкова Дарья Сергеевна, учитель информатики, МБОУ СОШ № 81,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Шумкова Оксана Алексеевна, учитель информатики, МАОУ СОШ № 8,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Шустова </w:t>
      </w:r>
      <w:r>
        <w:rPr>
          <w:rFonts w:ascii="Liberation Serif" w:hAnsi="Liberation Serif" w:cs="Liberation Serif"/>
          <w:sz w:val="28"/>
          <w:szCs w:val="28"/>
        </w:rPr>
        <w:t>Татьяна Николаевна, учитель математики и информатики, МБОУ СОШ № 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Шутова Надежда Михайловна, учитель математики, МАОУ СОШ № 13, Серовский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Эйвазова Любовь Владимировна,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 г. Невьянска,</w:t>
      </w:r>
      <w:r>
        <w:rPr>
          <w:rFonts w:ascii="Liberation Serif" w:hAnsi="Liberation Serif" w:cs="Liberation Serif"/>
          <w:sz w:val="28"/>
          <w:szCs w:val="28"/>
        </w:rPr>
        <w:t xml:space="preserve">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Юдин Юрий Александрович, учитель математики, МАОУ СОШ № 19,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Яковлева Жанна Леонидовна, учитель математики, МАОУ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145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Яковлева Ирина Анатольевна,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</w:t>
      </w:r>
      <w:r>
        <w:rPr>
          <w:rFonts w:ascii="Liberation Serif" w:hAnsi="Liberation Serif" w:cs="Liberation Serif"/>
          <w:sz w:val="28"/>
          <w:szCs w:val="28"/>
        </w:rPr>
        <w:t>47,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Якупова Елена Александровна, учитель математики, МАОУ «Лицей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Янковская Лилия Витальевна, учитель математики, МАОУ СОШ № 65, МО «город Екатеринбург»,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Ярунина Алёна Васильевна, учи</w:t>
      </w:r>
      <w:r>
        <w:rPr>
          <w:rFonts w:ascii="Liberation Serif" w:hAnsi="Liberation Serif" w:cs="Liberation Serif"/>
          <w:sz w:val="28"/>
          <w:szCs w:val="28"/>
        </w:rPr>
        <w:t>тель физики и информатики, МАОУ «Нижнеиргинская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Ярцев Виктор Александрович, учитель информатики, математики, МАОУ «Тавринская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Ясашных Ольга Александровна, учитель математики,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Ячменева Ирина Геннадьевна, учитель математики, МАОУ гимназия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108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Естественно-научный цикл (физика, химия, биология, география, экология)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Абелинскене Оксана Петровна, учитель географии, МАОУ </w:t>
      </w:r>
      <w:r>
        <w:rPr>
          <w:rFonts w:ascii="Liberation Serif" w:hAnsi="Liberation Serif" w:cs="Liberation Serif"/>
          <w:sz w:val="28"/>
          <w:szCs w:val="28"/>
        </w:rPr>
        <w:t>«Средняя общеобразовательная школа № 22 с углубленным изучением отдельных предметов»,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Абрамовская Яна Валерьевна, учитель географии, </w:t>
      </w:r>
      <w:r>
        <w:rPr>
          <w:rFonts w:ascii="Liberation Serif" w:hAnsi="Liberation Serif" w:cs="Liberation Serif"/>
          <w:sz w:val="28"/>
          <w:szCs w:val="28"/>
        </w:rPr>
        <w:t xml:space="preserve">МАОУ СОШ № 164, </w:t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Аверина Лариса Ивановна, учитель физики, МАОУ «</w:t>
      </w:r>
      <w:r>
        <w:rPr>
          <w:rFonts w:ascii="Liberation Serif" w:hAnsi="Liberation Serif" w:cs="Liberation Serif"/>
          <w:sz w:val="28"/>
          <w:szCs w:val="28"/>
        </w:rPr>
        <w:t xml:space="preserve">СОШ № 16»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Дегтярск,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Аверина Светлана Геннадьевна, учитель физики, МАОУ СОШ №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Аксамидова Инна Григорьевна, учитель химии, МАОУ СОШ № 147,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Акулова Вера Викторовна, учитель физики, МКОУ</w:t>
      </w:r>
      <w:r>
        <w:rPr>
          <w:rFonts w:ascii="Liberation Serif" w:hAnsi="Liberation Serif" w:cs="Liberation Serif"/>
          <w:sz w:val="28"/>
          <w:szCs w:val="28"/>
        </w:rPr>
        <w:t xml:space="preserve"> Октябрьская СОШ,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Александренко Наталья Валерьевна, учитель физики, астрономии, МАОУ «Средняя общеобразовательная школы № 20»,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Аликиева Екатерина Сергеевна, учитель географии, МКОУ АГО «Ключевская </w:t>
      </w:r>
      <w:r>
        <w:rPr>
          <w:rFonts w:ascii="Liberation Serif" w:hAnsi="Liberation Serif" w:cs="Liberation Serif"/>
          <w:sz w:val="28"/>
          <w:szCs w:val="28"/>
        </w:rPr>
        <w:t xml:space="preserve">ООШ», Ачитский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Амурская Наталья Клавдиевна, учитель химии, МАОУ СОШ № 105,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Андреева Екатерина Андреевна, учитель географии, МАОУ «Средняя общеобразовательная школа № 20»,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Андреева Марин</w:t>
      </w:r>
      <w:r>
        <w:rPr>
          <w:rFonts w:ascii="Liberation Serif" w:hAnsi="Liberation Serif" w:cs="Liberation Serif"/>
          <w:bCs/>
          <w:sz w:val="28"/>
          <w:szCs w:val="28"/>
        </w:rPr>
        <w:t xml:space="preserve">а Владимировна, учитель химии, МАОУ «Лицей»,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Андреевских Ольга Анатольевна, учитель биологии, химии, МКОУ «Троицкая средняя общеобразовательная школа № 5»,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Андрюков Павел Александрович, учитель физики, МАОУ СОШ</w:t>
      </w:r>
      <w:r>
        <w:rPr>
          <w:rFonts w:ascii="Liberation Serif" w:hAnsi="Liberation Serif" w:cs="Liberation Serif"/>
          <w:sz w:val="28"/>
          <w:szCs w:val="28"/>
        </w:rPr>
        <w:t xml:space="preserve"> № 2,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Анкудинова Лариса Эдгаровна, учитель физики, МАОУ лицей № 12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Анкудинова Наталья Владимировна, учитель географии, МАОУ «Средняя общеобразовательная школа № 4»,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Антонова Татьяна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Юрьевна, учитель биологии и химии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«СОШ № 15»,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Антропова Наталья Александровна, учитель географии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«Средняя общеобразовательная школа № 19»,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Артемьева Марина Валентиновна, учитель географии, МАОУ</w:t>
      </w:r>
      <w:r>
        <w:rPr>
          <w:rFonts w:ascii="Liberation Serif" w:hAnsi="Liberation Serif" w:cs="Liberation Serif"/>
          <w:sz w:val="28"/>
          <w:szCs w:val="28"/>
        </w:rPr>
        <w:t xml:space="preserve"> «СОШ № 6», ГО Первоуральск,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Асочакова Елена Александровна, учитель физики, МАОУ Кунарская СОШ,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Ахмадиева Римма Рамзиевна, учитель химии, МАОУ СОШ №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Ахметова Наталья Леонидовна, учитель географии </w:t>
      </w:r>
      <w:r>
        <w:rPr>
          <w:rFonts w:ascii="Liberation Serif" w:hAnsi="Liberation Serif" w:cs="Liberation Serif"/>
          <w:sz w:val="28"/>
          <w:szCs w:val="28"/>
        </w:rPr>
        <w:t>и биологии, МБОУ СОШ с. Конево,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Ахтямова Гульнара Рагибьяновна, учитель географии,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Ахтямова Ольга Сергеевна, учитель биологии, МБОУ СОШ № 98,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Бабикова Галина </w:t>
      </w:r>
      <w:r>
        <w:rPr>
          <w:rFonts w:ascii="Liberation Serif" w:hAnsi="Liberation Serif" w:cs="Liberation Serif"/>
          <w:sz w:val="28"/>
          <w:szCs w:val="28"/>
        </w:rPr>
        <w:t>Ивановна, учитель химии, биологии, МКОУ Чурманская ООШ,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Бабина Татьяна Васильевна, учитель географии, МАОУ СШ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Бабинова Ольга Владимировна, учитель биологии и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химии, МАОУ СОШ № 16,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Бабич Эльвира Александровна, учитель химии, МАОУ СОШ № 167,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Бабушкина Татьяна Владимировна, учитель биологии, МАОУ СОШ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№ 9,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Байч Елена Юрьевна,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физики, МАОУ СОШ № 15,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Бакина Оксана Андреевна, учитель биологии, МАОУ Луговская средняя общеобразовательная школа № 24, Тугулымский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Балакирева Анна Юрьевна, учитель географии, биологии, МАОУ «Средняя общеобразовательная школа №</w:t>
      </w:r>
      <w:r>
        <w:rPr>
          <w:rFonts w:ascii="Liberation Serif" w:hAnsi="Liberation Serif" w:cs="Liberation Serif"/>
          <w:sz w:val="28"/>
          <w:szCs w:val="28"/>
        </w:rPr>
        <w:t xml:space="preserve"> 17 с углубленным изучением отдельных предметов»,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Балеевских Светлана Ивановна, учитель физики, астрономии, МАОУ ПГО «СОШ № 8»,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Балтиньш Анна Анатольевна, учитель физики, МАОУ лицей № 39, город 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Банных Ирина Александровна, учитель биологии и географии, МАОУ СОШ № 3,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Барабанщикова Светлана Николаевна, учитель биологии, МАОУ «СОШ № 16», ГО Дегтярск,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Барбарош Маргарита Анатольевна, учитель физики, МБОУ «Свердловская ср</w:t>
      </w:r>
      <w:r>
        <w:rPr>
          <w:rFonts w:ascii="Liberation Serif" w:hAnsi="Liberation Serif" w:cs="Liberation Serif"/>
          <w:sz w:val="28"/>
          <w:szCs w:val="28"/>
        </w:rPr>
        <w:t>едняя общеобразовательная школа»,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Барбашина Анастасия Сергеевна,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Барышева Валентина Ивановна, учитель физики, МАОУ лицей № 180,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Бачинина Алена </w:t>
      </w:r>
      <w:r>
        <w:rPr>
          <w:rFonts w:ascii="Liberation Serif" w:hAnsi="Liberation Serif" w:cs="Liberation Serif"/>
          <w:sz w:val="28"/>
          <w:szCs w:val="28"/>
        </w:rPr>
        <w:t>Анатольевна, учитель биологии, химии, МБОУ «ООШ № 5»,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Беглянина Елена Германовна, учитель биологии, МАОУ СОШ № 74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Бекенова Ирина Леонидовна, учитель химии, БМАОУ лицей № 3 «Альянс»,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Белова Галина Сергеевна, учитель биологии, ГБОУ СО «Верхотурская гимназия», ГО Верхотурский,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Белослудцева Галина Александровна, учитель физики, МБОУ «Шалинская СОШ № 45»,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Белявская Лариса Олеговна, учитель физики, МАОУ СОШ № 64,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</w:t>
      </w:r>
      <w:r>
        <w:rPr>
          <w:rFonts w:ascii="Liberation Serif" w:hAnsi="Liberation Serif" w:cs="Liberation Serif"/>
          <w:sz w:val="28"/>
          <w:szCs w:val="28"/>
        </w:rPr>
        <w:t xml:space="preserve">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Белякова Антонина Павловна, учитель физики, МАОУ СОШ № 125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Берняева Ольга Петровна, учитель географии, МАОУ «СОШ № 10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Берсенева</w:t>
      </w:r>
      <w:r>
        <w:rPr>
          <w:rFonts w:ascii="Liberation Serif" w:hAnsi="Liberation Serif" w:cs="Liberation Serif"/>
          <w:sz w:val="28"/>
          <w:szCs w:val="28"/>
        </w:rPr>
        <w:t xml:space="preserve"> Лидия Петровна, учитель физики, МКОУ «Троицкая средняя общеобразовательная школа № 5»,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Берсенева Светлана Валентиновна, учитель химии, МБОУ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Берчук Иван Александрович, учитель физики,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Цементный,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Бессонова Анастасия Петровна, учитель географии, «ЦО № 7»,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Бессонова Елена Ивановна, учитель химии и биологии, МАОУ «Пролетарская СОШ», ГО Верхотурский,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Бессонова Татьяна Семеновна, учитель био</w:t>
      </w:r>
      <w:r>
        <w:rPr>
          <w:rFonts w:ascii="Liberation Serif" w:hAnsi="Liberation Serif" w:cs="Liberation Serif"/>
          <w:sz w:val="28"/>
          <w:szCs w:val="28"/>
        </w:rPr>
        <w:t>логии, МАОУ СОШ № 10,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Бирюлина Людмила Викторовна, учитель географии, БМАОУ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3 «Альянс», Березовский ГО, ВКК. 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Битерева Светлана Анатольевна, учитель химии, МКОУ СОШ № 10 р.п. Верхние Серги,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Бобова Оль</w:t>
      </w:r>
      <w:r>
        <w:rPr>
          <w:rFonts w:ascii="Liberation Serif" w:hAnsi="Liberation Serif" w:cs="Liberation Serif"/>
          <w:bCs/>
          <w:sz w:val="28"/>
          <w:szCs w:val="28"/>
        </w:rPr>
        <w:t xml:space="preserve">га Анатольевна, учитель физики, МАОУ «СОШ № 23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с углубленным изучением отдельных предметов»,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Боголюбова Надежда Владимеровна, учитель биологии и химии, МАОУ СОШ № 9,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Бодрова Марина Сергеевна, учитель биологии, М</w:t>
      </w:r>
      <w:r>
        <w:rPr>
          <w:rFonts w:ascii="Liberation Serif" w:hAnsi="Liberation Serif" w:cs="Liberation Serif"/>
          <w:sz w:val="28"/>
          <w:szCs w:val="28"/>
        </w:rPr>
        <w:t>АОУ «Школа № 13»,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Бодунова Юлия Анатольевна, учитель биологии, МАОУ СОШ № 22,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Болотова Марина Викторовна, учитель физики, МАОУ «СОШ № 10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предметов», ГО Первоуральск</w:t>
      </w:r>
      <w:r>
        <w:rPr>
          <w:rFonts w:ascii="Liberation Serif" w:hAnsi="Liberation Serif" w:cs="Liberation Serif"/>
          <w:sz w:val="28"/>
          <w:szCs w:val="28"/>
        </w:rPr>
        <w:t>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Борисоглебская Ольга Ивановна, учитель физики,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Бородин Игорь Дмитриевич, учитель физики, МАОУ лицей № 130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Ботенева Ирина Юрьевна, учитель физики, МАОУ «СОШ № 2»,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</w:t>
      </w:r>
      <w:r>
        <w:rPr>
          <w:rFonts w:ascii="Liberation Serif" w:hAnsi="Liberation Serif" w:cs="Liberation Serif"/>
          <w:sz w:val="28"/>
          <w:szCs w:val="28"/>
        </w:rPr>
        <w:t>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Бочегова Ольга Александровна, учитель химии, МБОУ ПГО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Боярских Людмила Владимировна, учитель географии, МАОУ «Школа № 9»,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56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Боярчук Галина Георгиевна, учитель биологии, химии, МАОУ</w:t>
      </w:r>
      <w:r>
        <w:rPr>
          <w:rFonts w:ascii="Liberation Serif" w:hAnsi="Liberation Serif" w:cs="Liberation Serif"/>
          <w:sz w:val="28"/>
          <w:szCs w:val="28"/>
        </w:rPr>
        <w:t xml:space="preserve"> ООШ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Брагина Наталья Ивановна, учитель физики, МАОУ «Лицей № 56»,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Бредгауэр Вера Александровна, учитель физики, МАОУ СОШ № 97,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Брусницына Ольга Викторовна, учитель географии,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«ООШ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12» АГО, Асбестовский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Брюханова Татьяна Анатольевна, учитель физики, МАОУ «СОШ № 4»,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Будакова Елена Владимировна, учитель географии, МКОУ –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31,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Бузмакова Любовь Григорьевна, </w:t>
      </w:r>
      <w:r>
        <w:rPr>
          <w:rFonts w:ascii="Liberation Serif" w:hAnsi="Liberation Serif" w:cs="Liberation Serif"/>
          <w:sz w:val="28"/>
          <w:szCs w:val="28"/>
        </w:rPr>
        <w:t>учитель географии, МАОУ «Староартинская средняя общеобразовательная школа»,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Булатова Валентина Андреевна, учитель биологии,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58»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Булыкина Надежда Алексеевна,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142,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Буркова Лиана Аркадьевна, учитель химии, ПМАОУ «СОШ № 7»,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Бурмасова Ольга Петровна, учитель биологии, экологии, МАОУ ПГО «Политехнический лицей № 21 «Эрудит»,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Бурухина Людмила Александ</w:t>
      </w:r>
      <w:r>
        <w:rPr>
          <w:rFonts w:ascii="Liberation Serif" w:hAnsi="Liberation Serif" w:cs="Liberation Serif"/>
          <w:sz w:val="28"/>
          <w:szCs w:val="28"/>
        </w:rPr>
        <w:t>ровна, учитель географии, МАОУ СОШ № 71,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Бутакова Марина Николаевна, учитель географии, МАОУ СОШ № 15,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Бухлицкая Марина Михайловна, учитель физики, МАОУ СОШ № 134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</w:t>
      </w:r>
      <w:r>
        <w:rPr>
          <w:rFonts w:ascii="Liberation Serif" w:hAnsi="Liberation Serif" w:cs="Liberation Serif"/>
          <w:sz w:val="28"/>
          <w:szCs w:val="28"/>
        </w:rPr>
        <w:t>ыкова Нина Ивановна, учитель биологии, химии, филиал МБОУ «Шалинская СОШ № 45» – «Чусовская СОШ», Шалинский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Бычкова Юлия Аркадьевна, учитель географии, МАОУ «СОШ № 4»,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Вагина Ольга Геннадьевна, учитель физики, МАОУ СОШ № 28,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Валиева Зиля Шамшатовна, учитель биологии, МКОУ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д. Васькино,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Васильева Светлана Евгеньевна, учитель биологии, МБОУ СОШ № 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  <w:tab w:val="left" w:pos="1134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Васюкова Гульшат Тельмановна, учитель </w:t>
      </w:r>
      <w:r>
        <w:rPr>
          <w:rFonts w:ascii="Liberation Serif" w:hAnsi="Liberation Serif" w:cs="Liberation Serif"/>
          <w:sz w:val="28"/>
          <w:szCs w:val="28"/>
        </w:rPr>
        <w:t>географии, МАОУ «Тавринская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Вахрушева Ирина Владимировна,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 биологии, МАОУ «Средняя общеобразовательная школа № 5»,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Веретенникова Ирина Валерьевна, учитель физики, МАОУ СОШ № 16, ГО Ка</w:t>
      </w:r>
      <w:r>
        <w:rPr>
          <w:rFonts w:ascii="Liberation Serif" w:hAnsi="Liberation Serif" w:cs="Liberation Serif"/>
          <w:sz w:val="28"/>
          <w:szCs w:val="28"/>
        </w:rPr>
        <w:t>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Вершинина Ирина Николаевна, учитель географии, МАОУ СОШ № 17,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  <w:tab w:val="left" w:pos="1134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Вершинина Марина Ивановна, учитель физики, МБОУ «Шалинская СОШ № 90»,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Вехова Людмила Геннадьевна, учитель химии, МАОУ ПГО «Политехнический </w:t>
      </w:r>
      <w:r>
        <w:rPr>
          <w:rFonts w:ascii="Liberation Serif" w:hAnsi="Liberation Serif" w:cs="Liberation Serif"/>
          <w:sz w:val="28"/>
          <w:szCs w:val="28"/>
        </w:rPr>
        <w:t>лицей № 21»,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Витулева Марина Борисовна, учитель биологии, МБОУ ООШ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Таватуй Невьянского ГО,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Власова Татьяна Семёновна, учитель химии, МАОУ «Артинская средняя общеобразовательная школа № 1»,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Волегов Павел Федорович, учитель географии, МБОУ «Шалинская СОШ № 90», Шалинский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 Сергей Владимирович, учитель физики, МБОУ «СОШ № 6»,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-426"/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Волкова Екатерина Сергеевна, учитель физики, МАОУ «Гимназия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41», Новоуральский ГО </w:t>
      </w:r>
      <w:r>
        <w:rPr>
          <w:rFonts w:ascii="Liberation Serif" w:hAnsi="Liberation Serif" w:cs="Liberation Serif"/>
          <w:sz w:val="28"/>
          <w:szCs w:val="28"/>
        </w:rPr>
        <w:t>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Воробьева Наталья Александровна,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Воробьева Ольга Николаевна, учитель географии, МБОУ «Белоярская СОШ № 14», Белоярский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Воробьева Ольга Николаевна, учитель химии, БМАОУ «Лицей № 7», Берез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Воронина Маргарита Викторовна, учитель химии, МБОУ СОШ № 64,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Ворошилова Татьяна Анатольевна, учитель биологии, химии, МБОУ СОШ № 1 им. Героя РФ Романова В.В., Сосьвинский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Вотчель Марина Анатольевна, учитель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химии, МАОУ «СОШ № 9»,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Вотякова Татьяна Викторовна, учитель биологии, МАОУ «Каменск-Уральская гимназия»,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Выдрина Елена Владимировна, учитель химии, биологии, МКОУ – СОШ № 31, ГО Среднеуральск,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Гаг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арина Наталья Александровна, учитель физики, БМАОУ «Лицей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7», Березовский ГО, </w:t>
      </w:r>
      <w:r>
        <w:rPr>
          <w:rFonts w:ascii="Liberation Serif" w:hAnsi="Liberation Serif" w:cs="Liberation Serif"/>
          <w:sz w:val="28"/>
          <w:szCs w:val="28"/>
        </w:rPr>
        <w:t>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Гайль Лариса Ивановна учитель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химии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и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биологии</w:t>
      </w:r>
      <w:r>
        <w:rPr>
          <w:rFonts w:ascii="Liberation Serif" w:eastAsia="Liberation Serif" w:hAnsi="Liberation Serif"/>
          <w:sz w:val="28"/>
          <w:szCs w:val="28"/>
        </w:rPr>
        <w:t xml:space="preserve">, </w:t>
      </w:r>
      <w:r>
        <w:rPr>
          <w:rFonts w:ascii="Liberation Serif" w:hAnsi="Liberation Serif"/>
          <w:sz w:val="28"/>
          <w:szCs w:val="28"/>
        </w:rPr>
        <w:t>МАОУ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ГО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Заречный</w:t>
      </w:r>
      <w:r>
        <w:rPr>
          <w:rFonts w:ascii="Liberation Serif" w:eastAsia="Liberation Serif" w:hAnsi="Liberation Serif"/>
          <w:sz w:val="28"/>
          <w:szCs w:val="28"/>
        </w:rPr>
        <w:t xml:space="preserve"> «</w:t>
      </w:r>
      <w:r>
        <w:rPr>
          <w:rFonts w:ascii="Liberation Serif" w:hAnsi="Liberation Serif"/>
          <w:sz w:val="28"/>
          <w:szCs w:val="28"/>
        </w:rPr>
        <w:t>СОШ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№</w:t>
      </w:r>
      <w:r>
        <w:rPr>
          <w:rFonts w:ascii="Liberation Serif" w:eastAsia="Liberation Serif" w:hAnsi="Liberation Serif"/>
          <w:sz w:val="28"/>
          <w:szCs w:val="28"/>
        </w:rPr>
        <w:t xml:space="preserve"> 2 </w:t>
      </w:r>
      <w:r>
        <w:rPr>
          <w:rFonts w:ascii="Liberation Serif" w:hAnsi="Liberation Serif"/>
          <w:sz w:val="28"/>
          <w:szCs w:val="28"/>
        </w:rPr>
        <w:t>с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углубленным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изучением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отдельных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предметов</w:t>
      </w:r>
      <w:r>
        <w:rPr>
          <w:rFonts w:ascii="Liberation Serif" w:eastAsia="Liberation Serif" w:hAnsi="Liberation Serif"/>
          <w:sz w:val="28"/>
          <w:szCs w:val="28"/>
        </w:rPr>
        <w:t xml:space="preserve">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ГО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Заречный</w:t>
      </w:r>
      <w:r>
        <w:rPr>
          <w:rFonts w:ascii="Liberation Serif" w:eastAsia="Liberation Serif" w:hAnsi="Liberation Serif"/>
          <w:sz w:val="28"/>
          <w:szCs w:val="28"/>
        </w:rPr>
        <w:t>, 1</w:t>
      </w:r>
      <w:r>
        <w:rPr>
          <w:rFonts w:ascii="Liberation Serif" w:hAnsi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Гаймалтдинов Анфис </w:t>
      </w:r>
      <w:r>
        <w:rPr>
          <w:rFonts w:ascii="Liberation Serif" w:hAnsi="Liberation Serif" w:cs="Liberation Serif"/>
          <w:sz w:val="28"/>
          <w:szCs w:val="28"/>
        </w:rPr>
        <w:t xml:space="preserve">Мулланурович, учитель физики,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Галанова Елена Аркадьевна, учитель физики, МАОУ «СОШ № 10»,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Ревда,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Галузин Сергей Владимирович, учитель химии, биология, МАОУ «СОШ № 2»,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Гателина Татьяна Павловна,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 географии, МАОУ СОШ № 63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Глазер Анастасия Евгеньевна, учитель химии, МАОУ «СОШ № 49»,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Глебова Елена Васильевна, учитель географии,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Глен Надежда </w:t>
      </w:r>
      <w:r>
        <w:rPr>
          <w:rFonts w:ascii="Liberation Serif" w:hAnsi="Liberation Serif" w:cs="Liberation Serif"/>
          <w:sz w:val="28"/>
          <w:szCs w:val="28"/>
        </w:rPr>
        <w:t xml:space="preserve">Николаевна, учитель химии, биологии,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Глотова Вера Геннадьевна, учитель географии, МАОУ СОШ № 1,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568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Глухих Елена Ивановна, учитель географии, биологии, МКОУ Баженовская СОШ, Байкаловский МР СО,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Глухова Наталья Владимировна, учитель физики, МБОУ СОШ № 71,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Глушко Светлана Геннадьевна, учитель физики,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Гоголева Валентина Александровна, учитель химии,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110,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Голованова Ольга Владимировна, учитель химии, МАОУ «Каменск-Уральская гимназия»,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Головина Елена Владимировна, учитель физики, МОУ СОШ № 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Гольц Инна Владимировна, учитель ге</w:t>
      </w:r>
      <w:r>
        <w:rPr>
          <w:rFonts w:ascii="Liberation Serif" w:hAnsi="Liberation Serif" w:cs="Liberation Serif"/>
          <w:bCs/>
          <w:sz w:val="28"/>
          <w:szCs w:val="28"/>
        </w:rPr>
        <w:t>ографии, МАОУ СОШ № 2, ГО Карпинск,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Горбунова Жанна Геннадьевна, учитель физики, астрономии, МАОУ Черновская СОШ,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Гордиенко Светлана Михайловна,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Горшенина Любовь </w:t>
      </w:r>
      <w:r>
        <w:rPr>
          <w:rFonts w:ascii="Liberation Serif" w:hAnsi="Liberation Serif" w:cs="Liberation Serif"/>
          <w:sz w:val="28"/>
          <w:szCs w:val="28"/>
        </w:rPr>
        <w:t xml:space="preserve">Исааковна, учитель химии,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Горян Марина Федоровна, учитель химии, биологии,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Гракова Любовь Александровна, учитель биологии, МКОУ «Пироговская средняя общеобразовате</w:t>
      </w:r>
      <w:r>
        <w:rPr>
          <w:rFonts w:ascii="Liberation Serif" w:hAnsi="Liberation Serif" w:cs="Liberation Serif"/>
          <w:sz w:val="28"/>
          <w:szCs w:val="28"/>
        </w:rPr>
        <w:t>льная школа», Каменский ГО,1КК.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Грачёва Елена Валентиновна, учитель физики, МАОУ гимназия № 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Гребенюк Лариса Михайловна, учитель физики, МАОУ «Лицей № 5»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Гриневецкая Неля Христофоровна, учитель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физики, МАОУ СОШ № 2, ГО 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Гриценко Наталья Владимировна, учитель географии, МАОУ «Бродовская средняя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Грошева Ирина Александровна, учитель биологии, МАОУ СОШ № 3,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Губина Ан</w:t>
      </w:r>
      <w:r>
        <w:rPr>
          <w:rFonts w:ascii="Liberation Serif" w:hAnsi="Liberation Serif" w:cs="Liberation Serif"/>
          <w:bCs/>
          <w:sz w:val="28"/>
          <w:szCs w:val="28"/>
        </w:rPr>
        <w:t>на Владимировна, учитель физики, МАОУ «НТГ», Нижнетуринский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Гуменникова Юлия Владимировна, учитель биологии, МАОУ СШ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г. Михайловска,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Гусева Елена Владимировна, учитель физики, МАОУ «СОШ № 2»,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Гусева</w:t>
      </w:r>
      <w:r>
        <w:rPr>
          <w:rFonts w:ascii="Liberation Serif" w:hAnsi="Liberation Serif" w:cs="Liberation Serif"/>
          <w:sz w:val="28"/>
          <w:szCs w:val="28"/>
        </w:rPr>
        <w:t xml:space="preserve"> Марина Владимировна, учитель биологии, экологии МАОУ Троицкая СОШ,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Гутникова Елена Викторовна, учитель географии, МАОУ СОШ № 76,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Девяшина Татьяна Александровна, учитель географии,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№ 1, Горноуральск</w:t>
      </w:r>
      <w:r>
        <w:rPr>
          <w:rFonts w:ascii="Liberation Serif" w:hAnsi="Liberation Serif"/>
          <w:sz w:val="28"/>
          <w:szCs w:val="28"/>
        </w:rPr>
        <w:t>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Дегтярева Светлана Анатольевна, учитель биологии МАОУ «СОШ № 13»,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Дедова Наталья Леонидовна, учитель химии, биологии,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Деев Петр Алексеевич, учитель технологии, физики, МКОУ «Само</w:t>
      </w:r>
      <w:r>
        <w:rPr>
          <w:rFonts w:ascii="Liberation Serif" w:hAnsi="Liberation Serif" w:cs="Liberation Serif"/>
          <w:sz w:val="28"/>
          <w:szCs w:val="28"/>
        </w:rPr>
        <w:t>цветская СОШ»,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Делидова Татьяна Борисовна, учитель географии, биологии, МАОУ «СОШ № 30», ГО 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Дементьева Наталья Алексеевна, учитель географии, МКОУ «Травянская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Демень</w:t>
      </w:r>
      <w:r>
        <w:rPr>
          <w:rFonts w:ascii="Liberation Serif" w:hAnsi="Liberation Serif" w:cs="Liberation Serif"/>
          <w:sz w:val="28"/>
          <w:szCs w:val="28"/>
        </w:rPr>
        <w:t xml:space="preserve">шина Татьяна Анатольевна, учитель географии,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Демидова Алена Дмитриевна, учитель географии, ОБЖ, МАОУ СОШ № 3,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Денисенко Наталья Леонидовна, учитель биологии и химии, МАОУ Новолялинского ГО </w:t>
      </w:r>
      <w:r>
        <w:rPr>
          <w:rFonts w:ascii="Liberation Serif" w:hAnsi="Liberation Serif" w:cs="Liberation Serif"/>
          <w:sz w:val="28"/>
          <w:szCs w:val="28"/>
        </w:rPr>
        <w:t>«СОШ № 4», Новолялинский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Денисова Екатерина Васильевна, учитель географии,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127,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Денисова Елена Викторовна, учитель биологии, МАОУ СОШ № 30,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Денищенкова Ирина Рафаиловна, учитель ге</w:t>
      </w:r>
      <w:r>
        <w:rPr>
          <w:rFonts w:ascii="Liberation Serif" w:hAnsi="Liberation Serif" w:cs="Liberation Serif"/>
          <w:sz w:val="28"/>
          <w:szCs w:val="28"/>
        </w:rPr>
        <w:t xml:space="preserve">ографии,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81, МО «город Екатеринбург», ВКК.</w:t>
      </w:r>
    </w:p>
    <w:p w:rsidR="00AD1BAA" w:rsidRDefault="00CA09AA">
      <w:pPr>
        <w:pStyle w:val="13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Дерябина Мария Михайловна, учитель физики, МАОУ СОШ № 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Красноуральск,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Дивисенко Екатерина Михайловна, учитель географии,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Дильмухамедова Ирина Р</w:t>
      </w:r>
      <w:r>
        <w:rPr>
          <w:rFonts w:ascii="Liberation Serif" w:hAnsi="Liberation Serif" w:cs="Liberation Serif"/>
          <w:sz w:val="28"/>
          <w:szCs w:val="28"/>
        </w:rPr>
        <w:t xml:space="preserve">имовна, учитель физики,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Дмитриева Галина Александровна, учитель химии, МАОУ СОШ № 76,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Дмитриева Наталья Николаевна, учитель физики, МБОУ СОШ № 75,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Дми</w:t>
      </w:r>
      <w:r>
        <w:rPr>
          <w:rFonts w:ascii="Liberation Serif" w:hAnsi="Liberation Serif" w:cs="Liberation Serif"/>
          <w:sz w:val="28"/>
          <w:szCs w:val="28"/>
        </w:rPr>
        <w:t>трунец Елена Петровна, учитель химии и биологии, МОУ «Бердюгинская СОШ», Ирбитское МО,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Долгих Маргарита Владимировна, учитель биологии, БМАОУ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Долженко Нафиса Хужиновна, учитель биологии, МАОУ СОШ № 6,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-426"/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Донцова Лариса Николаевна, учитель химии, МАОУ «СОШ № 54»,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Донцова Ольга Алексеевна, учитель физики, МАОУ СОШ № 87,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Дорофеева Ольга Павловна, учитель химии, МАОУ «Школа № 10»,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«город Ирбит»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Дурнева Светлана Борисовна, учитель физики, МАОУ СОШ № 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Дылдина Ирина Анатольевна, учитель физики, МАОУ СОШ № 72,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Дюрягина Ирина Алексеевна, учитель физики, МАОУ «Средняя общеобразовательная школ</w:t>
      </w:r>
      <w:r>
        <w:rPr>
          <w:rFonts w:ascii="Liberation Serif" w:hAnsi="Liberation Serif" w:cs="Liberation Serif"/>
          <w:sz w:val="28"/>
          <w:szCs w:val="28"/>
        </w:rPr>
        <w:t>а № 22 с углубленным изучением отдельных предметов»,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Дягилева Марина Владимировна, учитель географии, МОУ СОШ № 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Елисеева Любовь Ивановна, учитель географии, МАОУ «Основная школа № 7», ГО Красноуфимск СО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Елисеева Марина Сергеевна, учитель географии, МАОУ СОШ № 2, Кировградский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Ельцов Валерий Аркадьевич, учитель химии, МАОУ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«Средняя общеобразовательная школа № 1»,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Емельянова Светлана Николаевна,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учитель химии, МАОУ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«Лицей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10»,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Ерёменко Татьяна Павловна, учитель физики, МАОУ «ЦО № 7»,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Еремина Наталья Владимировна, учитель географии,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44 им. народного учителя СССР Г.Д. Лавровой,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Ерыпалова Елена Владимировна, учитель географии, биологии, МАОУ СОШ № 1,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Есикова Ольга Викторовна, учитель химии, МАОУ Гимназия № 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Ефимова Людмила Николаевна, учитель биологии, МАОУ «Еврогимназия»,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Ефимова Ольга Николаевна, учитель биологии, МАОУ Тугулымская СОШ № 26, Тугулымский ГО,1КК.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Ещанова Сания Мурзалиевна, учитель химии, МОУ СОШ № 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Жгирь Ольга Владимировна, учитель биологии, БМАОУ «Гимназия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№ 5»,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</w:t>
      </w:r>
      <w:r>
        <w:rPr>
          <w:rFonts w:ascii="Liberation Serif" w:hAnsi="Liberation Serif" w:cs="Liberation Serif"/>
          <w:sz w:val="28"/>
          <w:szCs w:val="28"/>
        </w:rPr>
        <w:t xml:space="preserve">данова Ольга Викторовна, учитель химии, биологии, МКОУ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АГО «Русскопотамская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Желонкина Татьяна Сергеевна, учитель географии, биологии, МАОУ «Средняя общеобразовательная школа № 15»,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Жест Наталья Олеговн</w:t>
      </w:r>
      <w:r>
        <w:rPr>
          <w:rFonts w:ascii="Liberation Serif" w:hAnsi="Liberation Serif" w:cs="Liberation Serif"/>
          <w:bCs/>
          <w:sz w:val="28"/>
          <w:szCs w:val="28"/>
        </w:rPr>
        <w:t xml:space="preserve">а, учитель биологии, </w:t>
      </w:r>
      <w:r>
        <w:rPr>
          <w:rFonts w:ascii="Liberation Serif" w:hAnsi="Liberation Serif" w:cs="Liberation Serif"/>
          <w:sz w:val="28"/>
          <w:szCs w:val="28"/>
        </w:rPr>
        <w:t xml:space="preserve">МАОУ СОШ № 164,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Жефруа Любовь Владимировна, учитель физики, МАОУ лицей № 128, МО «город Екатеринбург», ВКК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Забайдуллина Надежда Аркадьевна, учитель биологии, химии, МБОУ ПГО «Четкаринская СОШ», Пышминский</w:t>
      </w:r>
      <w:r>
        <w:rPr>
          <w:rFonts w:ascii="Liberation Serif" w:hAnsi="Liberation Serif" w:cs="Liberation Serif"/>
          <w:sz w:val="28"/>
          <w:szCs w:val="28"/>
        </w:rPr>
        <w:t xml:space="preserve">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Завалко Светлана Викторовна, учитель физики, МАОУ СОШ № 18,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Завьялова Фарида Давлетовна, учитель химии, МАОУ «СОШ № 3»,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Заикина Наталья Александровна, учитель биологии, МАОУ «Средняя общеобразовательная школа №</w:t>
      </w:r>
      <w:r>
        <w:rPr>
          <w:rFonts w:ascii="Liberation Serif" w:hAnsi="Liberation Serif" w:cs="Liberation Serif"/>
          <w:sz w:val="28"/>
          <w:szCs w:val="28"/>
        </w:rPr>
        <w:t xml:space="preserve"> 1»,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Зайцева Ирина Геннадьевна, учитель химии, МАОУ СОШ № 16,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Зайцева Наталья Борисовна, учитель физики, МАОУ СОШ № 145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Зайцева Ольга Владимировна, учитель химии и биоло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гии, МАОУ СОШ № 8, Сысертский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Захарова Марина Николаевна, учитель физики, МАОУ СОШ № 178,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Захарова Светлана Рошатовна, учитель физики, МБОУ Новолялинского ГО «СОШ № 2», Новолялинский ГО, 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Зацепина Ольга Евгеньевн</w:t>
      </w:r>
      <w:r>
        <w:rPr>
          <w:rFonts w:ascii="Liberation Serif" w:hAnsi="Liberation Serif" w:cs="Liberation Serif"/>
          <w:sz w:val="28"/>
          <w:szCs w:val="28"/>
        </w:rPr>
        <w:t>а, учитель физики, астрономии, МАОУ «Средняя общеобразовательная школа № 34»,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Защук Лариса Петровна, учитель биологии, химии, филиал МБОУ «Шамарская СОШ № 26» – «Горная СОШ», Шалинский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Зенкова Юлия Николаевна, учител</w:t>
      </w:r>
      <w:r>
        <w:rPr>
          <w:rFonts w:ascii="Liberation Serif" w:hAnsi="Liberation Serif" w:cs="Liberation Serif"/>
          <w:bCs/>
          <w:sz w:val="28"/>
          <w:szCs w:val="28"/>
        </w:rPr>
        <w:t>ь физики, МАОУ «СОШ № 17», ГО Краснотурьинск,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Зерова Елена Борисовна, учитель биологии, МКОУ СОШ №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Нижние Серги,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Зинченко Ирина Геннадьевна, учитель физики, МАОУ СОШ № 14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им. В.Ф. Фуфачева,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Злобина</w:t>
      </w:r>
      <w:r>
        <w:rPr>
          <w:rFonts w:ascii="Liberation Serif" w:hAnsi="Liberation Serif" w:cs="Liberation Serif"/>
          <w:sz w:val="28"/>
          <w:szCs w:val="28"/>
        </w:rPr>
        <w:t xml:space="preserve"> Елена Александровна, учитель биологии, МБОУ «СОШ № 7»,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Змеева Инна Владимировна, учитель химии, МБОУ «СОШ № 7»,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Зырянов Андрей Владимирович, учитель географии,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63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Елена Ал</w:t>
      </w:r>
      <w:r>
        <w:rPr>
          <w:rFonts w:ascii="Liberation Serif" w:hAnsi="Liberation Serif" w:cs="Liberation Serif"/>
          <w:sz w:val="28"/>
          <w:szCs w:val="28"/>
        </w:rPr>
        <w:t>ександровна, учитель физики, МАОУ «Байкаловская СОШ»,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Иванова Залия Фаритовна, учитель физики, МАОУ СОШ № 1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Ивдельского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Иванова Ираида Николаевна, учитель физики, МАОУ СШ 1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И.И. Марьина,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Ивано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ва Любовь Валерьевна, учитель химии, МАОУ «СОШ № 2»,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Игошева Ирина Станиславовна, учитель химии, МАОУ СОШ № 164,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Игошева Людмила Борисовна, учитель физики, МАОУ лицей № 110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Игумнова Юлия Олеговна, учитель физики, МАОУ СОШ № 3,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Истомина Любовь Александровна, учитель физики, МАОУ СОШ № 23,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Иус Марина Николаевна, учитель географии, МАОУ СОШ № 69,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Ишкова </w:t>
      </w:r>
      <w:r>
        <w:rPr>
          <w:rFonts w:ascii="Liberation Serif" w:hAnsi="Liberation Serif" w:cs="Liberation Serif"/>
          <w:sz w:val="28"/>
          <w:szCs w:val="28"/>
        </w:rPr>
        <w:t xml:space="preserve">Наталия Валерьевна, учитель химии, МАОУ СОШ № 44, Режевской ГО, </w:t>
      </w:r>
      <w:r>
        <w:rPr>
          <w:rFonts w:ascii="Liberation Serif" w:hAnsi="Liberation Serif" w:cs="Liberation Serif"/>
          <w:bCs/>
          <w:sz w:val="28"/>
          <w:szCs w:val="28"/>
        </w:rPr>
        <w:t>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Кабакова Татьяна Михайловна, учитель физики, МОУ «Заринская СОШ», МО Алапаевское,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Кадочникова Наталья Ивановна, учитель химии, МАОУ «Лицей № 5»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Казакова</w:t>
      </w:r>
      <w:r>
        <w:rPr>
          <w:rFonts w:ascii="Liberation Serif" w:hAnsi="Liberation Serif" w:cs="Liberation Serif"/>
          <w:sz w:val="28"/>
          <w:szCs w:val="28"/>
        </w:rPr>
        <w:t xml:space="preserve"> Наталья Валерьевна, учитель биологии, МАОУ «Гимназия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41», Новоуральский ГО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Казанцева Елена Юрьевна, учитель биологии, географии, МАОУ СОШ № 4,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Казанцева Ирина Глебовна, учитель физики, МБОУ СОШ № 3, город Нижний Тагил,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Казанцева Ирина Михайловна, учитель географии, МОУ «Зайковская СОШ № 1»,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Казанцева Лариса Юрьевна, учитель географии, МБОУ СОШ № 5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Невьянского ГО,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Style w:val="2"/>
          <w:rFonts w:ascii="Liberation Serif" w:hAnsi="Liberation Serif" w:cs="Liberation Serif"/>
          <w:sz w:val="28"/>
          <w:szCs w:val="28"/>
        </w:rPr>
        <w:t xml:space="preserve">Казанцева Светлана Николаевна, учитель биологии, МБОУ СОШ № 5 </w:t>
      </w:r>
      <w:r>
        <w:rPr>
          <w:rStyle w:val="2"/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Нев</w:t>
      </w:r>
      <w:r>
        <w:rPr>
          <w:rFonts w:ascii="Liberation Serif" w:hAnsi="Liberation Serif" w:cs="Liberation Serif"/>
          <w:sz w:val="28"/>
          <w:szCs w:val="28"/>
        </w:rPr>
        <w:t>ьянского ГО</w:t>
      </w:r>
      <w:r>
        <w:rPr>
          <w:rStyle w:val="2"/>
          <w:rFonts w:ascii="Liberation Serif" w:hAnsi="Liberation Serif" w:cs="Liberation Serif"/>
          <w:sz w:val="28"/>
          <w:szCs w:val="28"/>
        </w:rPr>
        <w:t>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Каймакова Светлана Викторовна, учитель географии, МАОУ СОШ № 14 им. В.Ф. Фуфачева,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Калинина Любовь Александровна, учитель химии,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94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Калугин Сергей Григорьев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ич, учитель биологии, МБОУ ПГО «Ощепковская СОШ», Пышминский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Канашевская Наталья Юрьевна, учитель физики, МАОУ «Лицей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21»,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Каптиева Олеся Вячеславовна, учитель химии и биологии, МАОУ «Криулинская СОШ», МО Красноуфимский </w:t>
      </w:r>
      <w:r>
        <w:rPr>
          <w:rFonts w:ascii="Liberation Serif" w:hAnsi="Liberation Serif" w:cs="Liberation Serif"/>
          <w:bCs/>
          <w:sz w:val="28"/>
          <w:szCs w:val="28"/>
        </w:rPr>
        <w:t>округ,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Карманова Елена Анатольевна, учитель биологии, МАОУ СОШ № 122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Картушина Ирина Александровна, учитель физики,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54»,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-426"/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Карякина Мария Григорьевна, учитель физики,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с. </w:t>
      </w:r>
      <w:r>
        <w:rPr>
          <w:rFonts w:ascii="Liberation Serif" w:hAnsi="Liberation Serif" w:cs="Liberation Serif"/>
          <w:sz w:val="28"/>
          <w:szCs w:val="28"/>
        </w:rPr>
        <w:t>Тарасково»,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Кашина Татьяна Николаевна, учитель географии, МАОУ СОШ № 17, ГО Сухой Лог,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Каштанова Ирина Сергеевна, учитель географии, МАОУ СОШ № 22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Киселев Василий Михайлович, учитель химии, МБО</w:t>
      </w:r>
      <w:r>
        <w:rPr>
          <w:rFonts w:ascii="Liberation Serif" w:hAnsi="Liberation Serif" w:cs="Liberation Serif"/>
          <w:sz w:val="28"/>
          <w:szCs w:val="28"/>
        </w:rPr>
        <w:t xml:space="preserve">У СОШ № 3 Невьянского ГО, </w:t>
      </w:r>
      <w:r>
        <w:rPr>
          <w:rStyle w:val="2"/>
          <w:rFonts w:ascii="Liberation Serif" w:hAnsi="Liberation Serif" w:cs="Liberation Serif"/>
          <w:sz w:val="28"/>
          <w:szCs w:val="28"/>
        </w:rPr>
        <w:t xml:space="preserve">Невьянский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Клишина Екатерина Михайловна,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53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Клюкина Светлана Александровна, учитель физики, МАОУ «Кочневская СОШ № 16», Белоярский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Книга Татьяна </w:t>
      </w:r>
      <w:r>
        <w:rPr>
          <w:rFonts w:ascii="Liberation Serif" w:hAnsi="Liberation Serif"/>
          <w:sz w:val="28"/>
          <w:szCs w:val="28"/>
        </w:rPr>
        <w:t>Анатольевна, учитель физики, МАОУ «СОШ № 14», Верхнесалдинский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Князева Елена Петровна, учитель физики, МАОУ «Школа № 58»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Кобелева Елена Яковлевна, учитель биологии, МАОУ СОШ № 1,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Кобылина Светлана </w:t>
      </w:r>
      <w:r>
        <w:rPr>
          <w:rFonts w:ascii="Liberation Serif" w:hAnsi="Liberation Serif" w:cs="Liberation Serif"/>
          <w:sz w:val="28"/>
          <w:szCs w:val="28"/>
        </w:rPr>
        <w:t xml:space="preserve">Александровна, учитель химии, МАОУ СШ 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Козлов Сергей Анатольевич, учитель биологии, химии,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183,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Козлова Наталья Сергеевна, учитель географии, МКОУ «Таборинская СОШ», Таборинский МР СО, 1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Козырева Юлия Николаевна, учитель географии, МАОУ «Гимназия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25»,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Style w:val="2"/>
          <w:rFonts w:ascii="Liberation Serif" w:hAnsi="Liberation Serif" w:cs="Liberation Serif"/>
          <w:sz w:val="28"/>
          <w:szCs w:val="28"/>
        </w:rPr>
        <w:t>Койнова Надежда Яковлевна, учитель биологии, МБОУ СОШ № 3 Невьянского ГО,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Койнова Наталья Анатольевна, учитель биологии,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9», ГО </w:t>
      </w:r>
      <w:r>
        <w:rPr>
          <w:rFonts w:ascii="Liberation Serif" w:hAnsi="Liberation Serif" w:cs="Liberation Serif"/>
          <w:sz w:val="28"/>
          <w:szCs w:val="28"/>
        </w:rPr>
        <w:t>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Кокорева Ирина Анатольевна, учитель биологии, МАОУ «Волковская СОШ», ГО Богданович,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Кокорина Наталья Борисовна, учитель биологии, МАОУ СОШ №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Колбасова Вера Петровна, учитель биологии и химии,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МАОУ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20,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Колесникова Наталья Александровна, учитель географии, МАОУ «Лицей № 56»,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Колмыкова Наталья Анатольевна, учитель химии, МАОУ СОШ № 27,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Колобова Екатерина Владимировна, учитель ф</w:t>
      </w:r>
      <w:r>
        <w:rPr>
          <w:rFonts w:ascii="Liberation Serif" w:hAnsi="Liberation Serif" w:cs="Liberation Serif"/>
          <w:sz w:val="28"/>
          <w:szCs w:val="28"/>
        </w:rPr>
        <w:t>изики, МКОУ «Кисловская средняя общеобразовательная школа имени Героя Советского Союза И.И. Гуляева»,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Коломеец Ульяна Юрьевна, учитель физики, МАОУ гимназия № 13,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Колотова Екатерина Александровна, учитель б</w:t>
      </w:r>
      <w:r>
        <w:rPr>
          <w:rFonts w:ascii="Liberation Serif" w:hAnsi="Liberation Serif" w:cs="Liberation Serif"/>
          <w:bCs/>
          <w:sz w:val="28"/>
          <w:szCs w:val="28"/>
        </w:rPr>
        <w:t>иологии и химии, МАОУ НТГО «СОШ № 3»,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Колпакова Светлана Борисовна, учитель физики, астрономии, БМАОУ СОШ № 2,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Колташева Мария Владимировна, учитель физики, МАОУ СОШ № 2,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Комарова Марина Н</w:t>
      </w:r>
      <w:r>
        <w:rPr>
          <w:rFonts w:ascii="Liberation Serif" w:hAnsi="Liberation Serif" w:cs="Liberation Serif"/>
          <w:bCs/>
          <w:sz w:val="28"/>
          <w:szCs w:val="28"/>
        </w:rPr>
        <w:t>иколаевна, учитель физики, МАОУ СОШ № 165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Конник Елена Александровна, учитель биологии, МАОУ СОШ № 1,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Коновалова Галина Владимировна, учитель физики, МКОУ «Троицкая средняя общеобразовательная школа </w:t>
      </w:r>
      <w:r>
        <w:rPr>
          <w:rFonts w:ascii="Liberation Serif" w:hAnsi="Liberation Serif" w:cs="Liberation Serif"/>
          <w:sz w:val="28"/>
          <w:szCs w:val="28"/>
        </w:rPr>
        <w:t>№ 62»,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Коновалова Наталья Евгеньевна, учитель физики,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94, МО «город Екатеринбург»,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0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Коновалова Юлия Игоревна, учитель химии, МБОУ СОШ № 52,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Коноплева Марина Федоровна, учитель химии и </w:t>
      </w:r>
      <w:r>
        <w:rPr>
          <w:rFonts w:ascii="Liberation Serif" w:hAnsi="Liberation Serif" w:cs="Liberation Serif"/>
          <w:bCs/>
          <w:sz w:val="28"/>
          <w:szCs w:val="28"/>
        </w:rPr>
        <w:t>биологии,</w:t>
      </w:r>
      <w:r>
        <w:rPr>
          <w:rFonts w:ascii="Liberation Serif" w:hAnsi="Liberation Serif" w:cs="Liberation Serif"/>
          <w:sz w:val="28"/>
          <w:szCs w:val="28"/>
        </w:rPr>
        <w:t xml:space="preserve"> МАОУ СОШ № 26, Волчанский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Копалова Ольга Геннадьевна, учитель биологии, МБОУ СОШ № 13,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Корабельникова Людмила Васильевна, учитель химии,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Корвижина Людмила Алексеевна, учитель географии</w:t>
      </w:r>
      <w:r>
        <w:rPr>
          <w:rFonts w:ascii="Liberation Serif" w:hAnsi="Liberation Serif" w:cs="Liberation Serif"/>
          <w:sz w:val="28"/>
          <w:szCs w:val="28"/>
        </w:rPr>
        <w:t>, МБОУ «Школа № 3»,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Корелина Надежда Васильевна, учитель географии, МАОУ СОШ №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Корепанова Людмила Витальевна, учитель физики, МАОУ СОШ № 50,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Коркина Елена Николаевна, учитель ф</w:t>
      </w:r>
      <w:r>
        <w:rPr>
          <w:rFonts w:ascii="Liberation Serif" w:hAnsi="Liberation Serif" w:cs="Liberation Serif"/>
          <w:bCs/>
          <w:sz w:val="28"/>
          <w:szCs w:val="28"/>
        </w:rPr>
        <w:t xml:space="preserve">изики, МАОУ СОШ № 1,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Коробейников Николай Геннадьевич, учитель физики,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9,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Коробова Елена Викторовна, учитель биологии, МАОУ</w:t>
      </w:r>
      <w:r>
        <w:rPr>
          <w:rFonts w:ascii="Liberation Serif" w:hAnsi="Liberation Serif" w:cs="Liberation Serif"/>
          <w:sz w:val="28"/>
          <w:szCs w:val="28"/>
        </w:rPr>
        <w:t xml:space="preserve"> – </w:t>
      </w:r>
      <w:r>
        <w:rPr>
          <w:rFonts w:ascii="Liberation Serif" w:hAnsi="Liberation Serif" w:cs="Liberation Serif"/>
          <w:sz w:val="28"/>
          <w:szCs w:val="28"/>
          <w:lang w:eastAsia="ru-RU"/>
        </w:rPr>
        <w:t>СОШ № 168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Коровякова Ольга Владимировна, </w:t>
      </w:r>
      <w:r>
        <w:rPr>
          <w:rFonts w:ascii="Liberation Serif" w:hAnsi="Liberation Serif" w:cs="Liberation Serif"/>
          <w:sz w:val="28"/>
          <w:szCs w:val="28"/>
        </w:rPr>
        <w:t xml:space="preserve">учитель биологии,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6» КГО, Камышловский ГО СО,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Корякова Анна Александровна, учитель биологии, МАОУ СОШ № 167,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Котельникова Наталья Афанасьевна, учитель биологии и географии, МАОУ ГО Заречный «СОШ № 1», ГО </w:t>
      </w:r>
      <w:r>
        <w:rPr>
          <w:rFonts w:ascii="Liberation Serif" w:hAnsi="Liberation Serif" w:cs="Liberation Serif"/>
          <w:sz w:val="28"/>
          <w:szCs w:val="28"/>
        </w:rPr>
        <w:t>Заречный,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Кравцова Елена Викторовна, учитель биологии, МАОУ «Средняя общеобразовательная школа № 22 с углубленным изучением отдельных предметов»,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Крапивина Надежда Константиновна, учитель химии,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ГО Сухой Ло</w:t>
      </w:r>
      <w:r>
        <w:rPr>
          <w:rFonts w:ascii="Liberation Serif" w:hAnsi="Liberation Serif" w:cs="Liberation Serif"/>
          <w:sz w:val="28"/>
          <w:szCs w:val="28"/>
        </w:rPr>
        <w:t>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Красовская Елена Александровна, учитель химии, Лицей № 9, Асбестовский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</w:t>
      </w:r>
      <w:r>
        <w:rPr>
          <w:rFonts w:ascii="Liberation Serif" w:hAnsi="Liberation Serif" w:cs="Liberation Serif"/>
          <w:sz w:val="28"/>
          <w:szCs w:val="28"/>
          <w:lang w:eastAsia="ru-RU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Кривогузова Оксана Валерьевна, учитель биологии, БМАОУ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Кривошеина Елена Александровна, учитель биологии, МАОУ ПГО «СОШ - Лицей № 4 «Интел</w:t>
      </w:r>
      <w:r>
        <w:rPr>
          <w:rFonts w:ascii="Liberation Serif" w:hAnsi="Liberation Serif" w:cs="Liberation Serif"/>
          <w:sz w:val="28"/>
          <w:szCs w:val="28"/>
        </w:rPr>
        <w:t>лект», Полевской ГО, 1КК.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Кривошеина Светлана Михайловна, учитель биологии, МАОУ гимназия № 35,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Кривых Людмила Алексеевна, учитель географии,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Кропачева Ирина Викторовна,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географии,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8,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Кротова Оксана Александровна, учитель биологии, химии и экологии, МАОУ СОШ № 3, Кировградский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Крутикова Марина Владимировна, учитель географии, МАОУ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2 имени Ж.И. Алфёрова, Турин</w:t>
      </w:r>
      <w:r>
        <w:rPr>
          <w:rFonts w:ascii="Liberation Serif" w:hAnsi="Liberation Serif" w:cs="Liberation Serif"/>
          <w:bCs/>
          <w:sz w:val="28"/>
          <w:szCs w:val="28"/>
        </w:rPr>
        <w:t>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Крылова Елена Александровна, учитель географии,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Кудрявцева Екатерина Андреевна, учитель биологии, </w:t>
      </w:r>
      <w:r>
        <w:rPr>
          <w:rFonts w:ascii="Liberation Serif" w:eastAsia="Times New Roman" w:hAnsi="Liberation Serif" w:cs="Liberation Serif"/>
          <w:iCs/>
          <w:sz w:val="28"/>
          <w:szCs w:val="28"/>
        </w:rPr>
        <w:t xml:space="preserve">МБОУ СОШ </w:t>
      </w:r>
      <w:r>
        <w:rPr>
          <w:rFonts w:ascii="Liberation Serif" w:eastAsia="Times New Roman" w:hAnsi="Liberation Serif" w:cs="Liberation Serif"/>
          <w:iCs/>
          <w:sz w:val="28"/>
          <w:szCs w:val="28"/>
        </w:rPr>
        <w:br/>
      </w:r>
      <w:r>
        <w:rPr>
          <w:rFonts w:ascii="Liberation Serif" w:eastAsia="Times New Roman" w:hAnsi="Liberation Serif" w:cs="Liberation Serif"/>
          <w:iCs/>
          <w:sz w:val="28"/>
          <w:szCs w:val="28"/>
        </w:rPr>
        <w:t xml:space="preserve">№ 71, город Нижний Тагил, </w:t>
      </w:r>
      <w:r>
        <w:rPr>
          <w:rFonts w:ascii="Liberation Serif" w:eastAsia="Times New Roman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Кузеванова Наталья Владимировна, учитель биологии, МКОУ </w:t>
      </w:r>
      <w:r>
        <w:rPr>
          <w:rFonts w:ascii="Liberation Serif" w:hAnsi="Liberation Serif" w:cs="Liberation Serif"/>
          <w:sz w:val="28"/>
          <w:szCs w:val="28"/>
        </w:rPr>
        <w:t>Городищенская СОШ,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568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Кузеванова Наталья Федоровна, учитель химии, физики, МАОУ Городищенская СОШ,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Кузнецова Елена Степановна,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учитель биологии, химии, МАОУ «Баженовская СОШ № 96»,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Мари</w:t>
      </w:r>
      <w:r>
        <w:rPr>
          <w:rFonts w:ascii="Liberation Serif" w:hAnsi="Liberation Serif" w:cs="Liberation Serif"/>
          <w:sz w:val="28"/>
          <w:szCs w:val="28"/>
        </w:rPr>
        <w:t>на Геннадьевна, учитель физики, МКОУ Галкинская СОШ,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Arial"/>
          <w:sz w:val="28"/>
          <w:szCs w:val="28"/>
          <w:lang w:eastAsia="ru-RU"/>
        </w:rPr>
        <w:t>Кузнецова Марина Николаевна, учитель физики,</w:t>
      </w:r>
      <w:r>
        <w:rPr>
          <w:rFonts w:ascii="Liberation Serif" w:eastAsia="Times New Roman" w:hAnsi="Liberation Serif"/>
          <w:iCs/>
          <w:sz w:val="28"/>
          <w:szCs w:val="28"/>
        </w:rPr>
        <w:t xml:space="preserve"> </w:t>
      </w:r>
      <w:r>
        <w:rPr>
          <w:rFonts w:ascii="Liberation Serif" w:eastAsia="Times New Roman" w:hAnsi="Liberation Serif" w:cs="Arial"/>
          <w:sz w:val="28"/>
          <w:szCs w:val="28"/>
          <w:lang w:eastAsia="ru-RU"/>
        </w:rPr>
        <w:t>МАОУ СОШ № 30,</w:t>
      </w:r>
      <w:r>
        <w:rPr>
          <w:rFonts w:ascii="Liberation Serif" w:eastAsia="Times New Roman" w:hAnsi="Liberation Serif"/>
          <w:iCs/>
          <w:sz w:val="28"/>
          <w:szCs w:val="28"/>
        </w:rPr>
        <w:t xml:space="preserve"> город Нижний Тагил, </w:t>
      </w:r>
      <w:r>
        <w:rPr>
          <w:rFonts w:ascii="Liberation Serif" w:eastAsia="Times New Roman" w:hAnsi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Кузнецова Татьяна Владимировна, учитель химии, биологии, МАОУ СОШ № 2 имени Ж.И. Алфёрова, </w:t>
      </w:r>
      <w:r>
        <w:rPr>
          <w:rFonts w:ascii="Liberation Serif" w:hAnsi="Liberation Serif" w:cs="Liberation Serif"/>
          <w:bCs/>
          <w:sz w:val="28"/>
          <w:szCs w:val="28"/>
        </w:rPr>
        <w:t>Туринский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Татьяна Николаевна, учитель физики, МКОУ СОШ №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Нижние Серги,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Кузьмин Алексей Александрович, учитель физики,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№ 197, МО «город Екатеринбург», ВКК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Кузьмина Наталья Владимировна, учитель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физики, МАОУ СОШ № 8,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Красноуральск,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Кузьмина Ольга Васильевна, учитель географии, МАОУ СОШ № 167,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Кузьминых Елена Владимировна, учитель физики, МАОУ СОШ № 18,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Кузьминых Татьяна Александровна, уч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итель географии, МАОУ СОШ № 11,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Кукарских Светлана Геннадьевна, учитель химии, МБОУ СОШ № 21,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Кукарцева Ольга Петровна, учитель биологии, химии, </w:t>
      </w:r>
      <w:r>
        <w:rPr>
          <w:rFonts w:ascii="Liberation Serif" w:hAnsi="Liberation Serif" w:cs="Liberation Serif"/>
          <w:sz w:val="28"/>
          <w:szCs w:val="28"/>
        </w:rPr>
        <w:t xml:space="preserve">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 имени Ландышевой А.Е., Режевской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Куликова Елена Владимировна, учитель физики, МКОУ СОШ № 1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Нижние Серги,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Кунгурцева Наталья Владимировна, учитель географии, МОУ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2,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Купреева Светлана Анатольевна, учитель физики, МАОУ «Верхнеду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бровская средняя общеобразовательная школа», ГО Верхнее Дуброво,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Курочкина Наталья Александровна, учитель физики,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Кутовая Лидия Философовна, учитель географии, МБОУ СОШ № 20,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Лагунова </w:t>
      </w:r>
      <w:r>
        <w:rPr>
          <w:rFonts w:ascii="Liberation Serif" w:hAnsi="Liberation Serif" w:cs="Liberation Serif"/>
          <w:sz w:val="28"/>
          <w:szCs w:val="28"/>
        </w:rPr>
        <w:t>Галина Алексеевна, учитель химии, биологии, МКОУ «Троицкая средняя общеобразовательная школа № 50», Талицкий ГО, 1КК.</w:t>
      </w:r>
    </w:p>
    <w:p w:rsidR="00AD1BAA" w:rsidRDefault="00CA09AA">
      <w:pPr>
        <w:pStyle w:val="10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Лаптева Елена Анатольевна, учитель физики, МКОУ «Дерябинская СОШ, ГО Верхотурский,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Лаптева Елена Ивановна, учитель химии, МАОУ «Средн</w:t>
      </w:r>
      <w:r>
        <w:rPr>
          <w:rFonts w:ascii="Liberation Serif" w:hAnsi="Liberation Serif" w:cs="Liberation Serif"/>
          <w:sz w:val="28"/>
          <w:szCs w:val="28"/>
        </w:rPr>
        <w:t>яя общеобразовательная школа № 34»,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Лаптева Татьяна Викторовна, учитель физики, МАОУ СОШ № 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Лапшанова Светлана Викторовна, учитель географии,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13»,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Ласкин Алексей Юрьевич,</w:t>
      </w:r>
      <w:r>
        <w:rPr>
          <w:rFonts w:ascii="Liberation Serif" w:hAnsi="Liberation Serif" w:cs="Liberation Serif"/>
          <w:sz w:val="28"/>
          <w:szCs w:val="28"/>
        </w:rPr>
        <w:t xml:space="preserve"> учитель биологии, географии, МКОУ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АГО «Афанасьевская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Лебедева Лариса Стахиевна, учитель географии, МКОУ Порошинская СОШ, Камышловский МР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Леванова Вера Александровна, учитель географии, МКОУ Скатинская СОШ, Камышловский М</w:t>
      </w:r>
      <w:r>
        <w:rPr>
          <w:rFonts w:ascii="Liberation Serif" w:hAnsi="Liberation Serif" w:cs="Liberation Serif"/>
          <w:sz w:val="28"/>
          <w:szCs w:val="28"/>
        </w:rPr>
        <w:t>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Лежнева Юлия Валериевна, учитель биологии, географии, МАОУ СОШ № 64,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Леонтьева Ирина Борисовна, учитель химии, МАОУ Тугулымская СОШ № 26,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Лесунов Виктор Леонидович, учитель физики, МАОУ «Школа №</w:t>
      </w:r>
      <w:r>
        <w:rPr>
          <w:rFonts w:ascii="Liberation Serif" w:hAnsi="Liberation Serif" w:cs="Liberation Serif"/>
          <w:sz w:val="28"/>
          <w:szCs w:val="28"/>
        </w:rPr>
        <w:t xml:space="preserve"> 10»,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 Алена Николаевна, учитель географии, МАОУ гимназия № 177,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Литвинова Ирина Владимировна, учитель географии, МБОУ ПГО «СОШ № 14», Полевской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Литвинова Марина Юрьевна, учитель биологии </w:t>
      </w:r>
      <w:r>
        <w:rPr>
          <w:rFonts w:ascii="Liberation Serif" w:hAnsi="Liberation Serif" w:cs="Liberation Serif"/>
          <w:sz w:val="28"/>
          <w:szCs w:val="28"/>
        </w:rPr>
        <w:t>и географии, МБОУ СОШ № 6,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Литвинюк Светлана Анатольевна, учитель географии, биологии, экологии, естествознания, МОУ Гимназия,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Лобанова Надежда Юрьевна, учитель биологии, МАОУ СОШ № 72,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Л</w:t>
      </w:r>
      <w:r>
        <w:rPr>
          <w:rFonts w:ascii="Liberation Serif" w:hAnsi="Liberation Serif" w:cs="Liberation Serif"/>
          <w:bCs/>
          <w:sz w:val="28"/>
          <w:szCs w:val="28"/>
        </w:rPr>
        <w:t>обанова Татьяна Владимировна, учитель биологии, МАОУ СОШ № 76,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Лобик Елена Александровна, учитель химии, и биологии, МБОУ СОШ № 119,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Ловкова Татьяна Александровна, учитель химии и биологии, МАОУ СОШ </w:t>
      </w:r>
      <w:r>
        <w:rPr>
          <w:rFonts w:ascii="Liberation Serif" w:hAnsi="Liberation Serif" w:cs="Liberation Serif"/>
          <w:bCs/>
          <w:sz w:val="28"/>
          <w:szCs w:val="28"/>
        </w:rPr>
        <w:t>№ 6 имени Киселева А.В.,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Ловыгина Татьяна Александровна, учитель химии и биологии, МОУ «Пионерская СОШ»,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Логунова Татьяна Ивановна, учитель географии, МАОУ «Покровская средняя общеобразовательная школа», Каменский </w:t>
      </w:r>
      <w:r>
        <w:rPr>
          <w:rFonts w:ascii="Liberation Serif" w:hAnsi="Liberation Serif" w:cs="Liberation Serif"/>
          <w:sz w:val="28"/>
          <w:szCs w:val="28"/>
        </w:rPr>
        <w:t>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Лосева Ольга Васильевна, учитель географии, биологии, МАОУ СШ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Лукина Галина Владимировна, учитель географии, МКОУ «Новоисетская средняя общеобразовательная школа», Каменский </w:t>
      </w:r>
      <w:r>
        <w:rPr>
          <w:rFonts w:ascii="Liberation Serif" w:hAnsi="Liberation Serif" w:cs="Liberation Serif"/>
          <w:sz w:val="28"/>
          <w:szCs w:val="28"/>
        </w:rPr>
        <w:t>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Лукина Елена Васильевна, учитель химии, биологии, МКОУ «Усть-Ницинская СОШ», Слободо-Туринский МР СО,1КК.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Лупушор Светлана Игоревна, учитель географии, МАОУ СОШ № 16,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Лущай Оксана Ивановна, учитель химии, МАОУ СОШ № 1</w:t>
      </w:r>
      <w:r>
        <w:rPr>
          <w:rFonts w:ascii="Liberation Serif" w:hAnsi="Liberation Serif" w:cs="Liberation Serif"/>
          <w:bCs/>
          <w:sz w:val="28"/>
          <w:szCs w:val="28"/>
        </w:rPr>
        <w:t>34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Лыкова Ирина Владимировна, учитель биологии, МАОУ «Средняя общеобразовательная школа № 21»,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Лыкосова Ольга Вячеславовна, учитель физики, МАОУ «СОШ № 45»,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Мазурина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Марина Юрьевна, учитель физики, МБОУ СОШ № 1,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Майшев Александр Николаевич, учитель географии, МБОУ ПГО «Ощепковская СОШ», Пышминский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Макарова Наталья Валерьевна, учитель географии, МАОУ ПГО «СОШ № 13 с УИОП», Полевской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Макатерчик Татьяна Викторовна, учитель физики, МАОУ СОШ № 19,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Маковеева Наталья Викторовна, учитель физики, МАОУ «Лицей»,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>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Маковка Галина Леонидовна, учитель географии, МКОУ «Пироговская </w:t>
      </w:r>
      <w:r>
        <w:rPr>
          <w:rFonts w:ascii="Liberation Serif" w:hAnsi="Liberation Serif" w:cs="Liberation Serif"/>
          <w:sz w:val="28"/>
          <w:szCs w:val="28"/>
        </w:rPr>
        <w:t>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Максимова Ольга Николаевна, учитель химии, МАОУ «СОШ № 45»,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Макшакова Наталия Алексеевна, учитель биологии, МАОУ «Лицей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56»,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Малимонов Владимир Ви</w:t>
      </w:r>
      <w:r>
        <w:rPr>
          <w:rFonts w:ascii="Liberation Serif" w:hAnsi="Liberation Serif" w:cs="Liberation Serif"/>
          <w:sz w:val="28"/>
          <w:szCs w:val="28"/>
        </w:rPr>
        <w:t xml:space="preserve">кторович, учитель географии,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208,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Мальцева Екатерина Нефедовна,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Мальцева Надежда Анатольевна, учитель химии, биологии, МКОУ «Травянская средняя общеоб</w:t>
      </w:r>
      <w:r>
        <w:rPr>
          <w:rFonts w:ascii="Liberation Serif" w:hAnsi="Liberation Serif" w:cs="Liberation Serif"/>
          <w:sz w:val="28"/>
          <w:szCs w:val="28"/>
        </w:rPr>
        <w:t>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Малявина Алена Владимировна, учитель физики, МАОУ гимназия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35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Мамышева Раиса Ефимовна, учитель биологии и географии, МОУ «Пионерская СОШ», Ирбитское МО, ВКК. 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Мануйлова Надежда </w:t>
      </w:r>
      <w:r>
        <w:rPr>
          <w:rFonts w:ascii="Liberation Serif" w:hAnsi="Liberation Serif" w:cs="Liberation Serif"/>
          <w:sz w:val="28"/>
          <w:szCs w:val="28"/>
        </w:rPr>
        <w:t xml:space="preserve">Владимировна, учитель биологии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естествознания, МАОУ гимназия № 40,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Масленников Валерий Сергеевич, учитель географии, МКОУ Галкинская 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Маслова Светлана Васильевна, учитель географии, МБОУ СОШ № 6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 xml:space="preserve">Матвеева Ирина Альбертовна, учитель химии, </w:t>
      </w:r>
      <w:r>
        <w:rPr>
          <w:rFonts w:ascii="Liberation Serif" w:hAnsi="Liberation Serif"/>
          <w:sz w:val="28"/>
          <w:szCs w:val="28"/>
        </w:rPr>
        <w:t>МАОУ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«Средняя общеобразовательная школа № 4»,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Матюшина Татьяна Николаевна, учитель химии, МАОУ «СОШ № 17»,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Медведева Ольга Витальевна, </w:t>
      </w:r>
      <w:r>
        <w:rPr>
          <w:rFonts w:ascii="Liberation Serif" w:hAnsi="Liberation Serif" w:cs="Liberation Serif"/>
          <w:sz w:val="28"/>
          <w:szCs w:val="28"/>
        </w:rPr>
        <w:t>учитель географии, МАОУ СОШ № 166,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Мельников Вадим Валерьевич, учитель физики, МОУ СОШ № 7,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Мельникова Алена Александровна, учитель химии, биологии, МОУ Валериановская школа имени Героя Советского Союз</w:t>
      </w:r>
      <w:r>
        <w:rPr>
          <w:rFonts w:ascii="Liberation Serif" w:hAnsi="Liberation Serif" w:cs="Liberation Serif"/>
          <w:sz w:val="28"/>
          <w:szCs w:val="28"/>
        </w:rPr>
        <w:t>а А.В. Рогозина,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Мельникова Елена Владимировна, учитель физики, МКОУ Скатинская СОШ,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Мельникова Наталья Михайловна, учитель физики, МБОУ «СОШ № 1 им. М. Горького»,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Ментюк Ольга Станисл</w:t>
      </w:r>
      <w:r>
        <w:rPr>
          <w:rFonts w:ascii="Liberation Serif" w:hAnsi="Liberation Serif" w:cs="Liberation Serif"/>
          <w:sz w:val="28"/>
          <w:szCs w:val="28"/>
        </w:rPr>
        <w:t>авовна, учитель химии и биологии, МАОУ СОШ № 1,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Меньших Любовь Александровна, учитель химии, МАОУ «Лицей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21»,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Мерзлякова Елена Николаевна, учитель географии, экономики, МАОУ «СОШ № 25», ГО Верхняя Пышма,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Метелица Марина Валерьевна, учитель биологии, МАОУ СОШ № 208,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Мещерякова Елена Александровна, учитель географии и биологии, МАОУ гимназия № 174,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Мигачёв Андрей Евгеньевич, учитель физики, МА</w:t>
      </w:r>
      <w:r>
        <w:rPr>
          <w:rFonts w:ascii="Liberation Serif" w:hAnsi="Liberation Serif" w:cs="Liberation Serif"/>
          <w:sz w:val="28"/>
          <w:szCs w:val="28"/>
        </w:rPr>
        <w:t>ОУ «Артинская средняя общеобразовательная школа № 1»,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Микушина Ирина Ивановна, учитель географии, МКОУ «Каменская средняя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Микушина Надежда Васильевна, учитель географии,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91, МО «</w:t>
      </w:r>
      <w:r>
        <w:rPr>
          <w:rFonts w:ascii="Liberation Serif" w:hAnsi="Liberation Serif" w:cs="Liberation Serif"/>
          <w:sz w:val="28"/>
          <w:szCs w:val="28"/>
        </w:rPr>
        <w:t>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Мисюрева Елена Александровна,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12,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Михайлова Наталья Вячеславовна, учитель географии,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Михайлова Ольга Владимировна, учитель биологии, М</w:t>
      </w:r>
      <w:r>
        <w:rPr>
          <w:rFonts w:ascii="Liberation Serif" w:hAnsi="Liberation Serif" w:cs="Liberation Serif"/>
          <w:sz w:val="28"/>
          <w:szCs w:val="28"/>
        </w:rPr>
        <w:t xml:space="preserve">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Михайлова Татьяна Павловна, учитель географии, МАОУ СОШ № 3 имени Ю.А. Гагарина, Туринский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Михайлова Юлия Геннадьевна, учитель химии, МКОУ «Бисертская средняя школа № 1», Бисертский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Михаленко </w:t>
      </w:r>
      <w:r>
        <w:rPr>
          <w:rFonts w:ascii="Liberation Serif" w:hAnsi="Liberation Serif" w:cs="Liberation Serif"/>
          <w:sz w:val="28"/>
          <w:szCs w:val="28"/>
        </w:rPr>
        <w:t xml:space="preserve">Елена Валентиновна, учитель географии, МОУ –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Михеева Вера Николаевна, учитель географии, МАОУ гимназия № 47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Style w:val="2"/>
          <w:rFonts w:ascii="Liberation Serif" w:hAnsi="Liberation Serif" w:cs="Liberation Serif"/>
          <w:sz w:val="28"/>
          <w:szCs w:val="28"/>
        </w:rPr>
        <w:t xml:space="preserve">Мишарова Елена Васильевна, учитель географии, МБОУ СОШ № 1 Невьянского ГО, Невьянский </w:t>
      </w:r>
      <w:r>
        <w:rPr>
          <w:rStyle w:val="2"/>
          <w:rFonts w:ascii="Liberation Serif" w:hAnsi="Liberation Serif" w:cs="Liberation Serif"/>
          <w:sz w:val="28"/>
          <w:szCs w:val="28"/>
        </w:rPr>
        <w:t>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Могильникова Наталья Викторовна, учитель физики, БМАОУ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 «Альянс», Березовский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Мозговая Любовь Васильевна, учитель географии, МБОУ «Шалинская СОШ № 45», Шалинский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Мокина Лилия Петровна, учитель химии, биологии, МКОУ «Гол</w:t>
      </w:r>
      <w:r>
        <w:rPr>
          <w:rFonts w:ascii="Liberation Serif" w:hAnsi="Liberation Serif" w:cs="Liberation Serif"/>
          <w:sz w:val="28"/>
          <w:szCs w:val="28"/>
        </w:rPr>
        <w:t>убковская СОШ им. С. Устинова»,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Молвинских Елена Геннадьевна, учитель биологии, МБОУ Лицей,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Морозкова Татьяна Васильевна, учитель биологии, химии, МБОУ СОШ № 4 п.г.т. Сосьва, Сосьвинский ГО,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Мосина Татьяна</w:t>
      </w:r>
      <w:r>
        <w:rPr>
          <w:rFonts w:ascii="Liberation Serif" w:hAnsi="Liberation Serif" w:cs="Liberation Serif"/>
          <w:sz w:val="28"/>
          <w:szCs w:val="28"/>
        </w:rPr>
        <w:t xml:space="preserve"> Анатольевна, учитель географии,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Москалева Наталья Николаевна, учитель химии, МБОУ СОШ № 129,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Москвитина Елена Владимировна, учитель физики,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45», Новоуральский Г</w:t>
      </w:r>
      <w:r>
        <w:rPr>
          <w:rFonts w:ascii="Liberation Serif" w:hAnsi="Liberation Serif" w:cs="Liberation Serif"/>
          <w:sz w:val="28"/>
          <w:szCs w:val="28"/>
        </w:rPr>
        <w:t>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Мулюкбаева Людмила Григорьевна, учитель физики,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63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Мурзина Минуора Фаркудиновна, учитель биологии, МАОУ «Средняя общеобразовательная школа № 1 с углубленным изучением отдельных предметов», Каменск-Ураль</w:t>
      </w:r>
      <w:r>
        <w:rPr>
          <w:rFonts w:ascii="Liberation Serif" w:hAnsi="Liberation Serif" w:cs="Liberation Serif"/>
          <w:sz w:val="28"/>
          <w:szCs w:val="28"/>
        </w:rPr>
        <w:t>ский ГО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Мурзинов Денис Павлович, учитель физики, МКОУ АГО «Уфимская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Мухамадеева Юлия Сергеевна, учитель физики, МОУ СОШ № 2,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Муханова Жанна Григорьевна, учитель географии, МКОУ «Крыловская СОШ», МО </w:t>
      </w:r>
      <w:r>
        <w:rPr>
          <w:rFonts w:ascii="Liberation Serif" w:hAnsi="Liberation Serif" w:cs="Liberation Serif"/>
          <w:sz w:val="28"/>
          <w:szCs w:val="28"/>
        </w:rPr>
        <w:t>Красноуфимский округ,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Мясникова Ирина Викторовна, учитель физики, МАОУ СОШ № 6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Надеева Жанна Викторовна, учитель физики, МАОУ «СОШ № 4»,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Назарова Галина Дементьев</w:t>
      </w:r>
      <w:r>
        <w:rPr>
          <w:rFonts w:ascii="Liberation Serif" w:hAnsi="Liberation Serif" w:cs="Liberation Serif"/>
          <w:sz w:val="28"/>
          <w:szCs w:val="28"/>
        </w:rPr>
        <w:t>на, учитель химии, МАОУ СОШ с. Быньги,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Намятова Альбина Валентиновна, учитель географии, технологии, МАОУ СОШ № 97,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Насибуллина Елена Викторовна, учитель биологии, экологии, МАОУ СОШ № 46, МО «город Екатери</w:t>
      </w:r>
      <w:r>
        <w:rPr>
          <w:rFonts w:ascii="Liberation Serif" w:hAnsi="Liberation Serif" w:cs="Liberation Serif"/>
          <w:sz w:val="28"/>
          <w:szCs w:val="28"/>
        </w:rPr>
        <w:t>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>Негатина Вера Сергеевна,</w:t>
      </w:r>
      <w:r>
        <w:rPr>
          <w:rFonts w:ascii="Liberation Serif" w:hAnsi="Liberation Serif"/>
          <w:sz w:val="28"/>
          <w:szCs w:val="28"/>
        </w:rPr>
        <w:t xml:space="preserve"> учитель физики, МАОУ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«Средняя общеобразовательная школа № 4»,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Недобоева Наталья Фёдоровна, учитель биологии, МАОУ СОШ № 8,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Нейфельд Людмила Юрьевна, учитель физики, МАОУ С</w:t>
      </w:r>
      <w:r>
        <w:rPr>
          <w:rFonts w:ascii="Liberation Serif" w:hAnsi="Liberation Serif" w:cs="Liberation Serif"/>
          <w:sz w:val="28"/>
          <w:szCs w:val="28"/>
        </w:rPr>
        <w:t xml:space="preserve">ОШ №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Некрасова Галина Анатольевна, учитель биологии, ОБЖ, МКОУ СОШ с. Накоряково,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Нелина Елена Константиновна, учитель химии, МБОУ «СОШ № 3»,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Неуймина Ирина Александровна, учитель </w:t>
      </w:r>
      <w:r>
        <w:rPr>
          <w:rFonts w:ascii="Liberation Serif" w:hAnsi="Liberation Serif" w:cs="Liberation Serif"/>
          <w:sz w:val="28"/>
          <w:szCs w:val="28"/>
        </w:rPr>
        <w:t>биологии, химии, МБОУ «Камышевская СОШ № 9»,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Нецветаев Александр Васильевич, учитель физики, МАОУ Тугулымская средняя общеобразовательная школа № 26,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Никитина Галина Александровна, учитель химии, МАОУ СОШ № 151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</w:t>
      </w:r>
      <w:r>
        <w:rPr>
          <w:rFonts w:ascii="Liberation Serif" w:hAnsi="Liberation Serif" w:cs="Liberation Serif"/>
          <w:bCs/>
          <w:sz w:val="28"/>
          <w:szCs w:val="28"/>
        </w:rPr>
        <w:t>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Никитина Марина Евгеньевна, учитель биологии,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28», ГО Ревда,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Никонова Любовь Александровна, учитель химии, биологии, географии, МОУ «Останинская СОШ», МО Алапаевское,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Никонова Наталья Валентиновна,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физики, МАОУ СОШ № 175,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Никонова Светлана Евгеньевна, учитель химии, биологии, МОУ «Коптеловская СОШ»,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Никулина Марина Васильевна, учитель биологии, МАОУ СОШ № 61,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Нифантова Оксан</w:t>
      </w:r>
      <w:r>
        <w:rPr>
          <w:rFonts w:ascii="Liberation Serif" w:hAnsi="Liberation Serif" w:cs="Liberation Serif"/>
          <w:sz w:val="28"/>
          <w:szCs w:val="28"/>
        </w:rPr>
        <w:t>а Михайловна, учитель биологии, МКОУ Скатинская 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Новгородова Вера Николаевна, учитель географии, филиал «Кирилловская ООШ» МОУ «Речкаловская СОШ»,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Новиков Тимур Владимирович, учитель географии, МАОУ «СОШ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№ </w:t>
      </w:r>
      <w:r>
        <w:rPr>
          <w:rFonts w:ascii="Liberation Serif" w:eastAsia="Times New Roman" w:hAnsi="Liberation Serif" w:cs="Liberation Serif"/>
          <w:sz w:val="28"/>
          <w:szCs w:val="28"/>
        </w:rPr>
        <w:t>57»,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Новикова Валентина Егоровна, учитель химии, МОУ Байновская СОШ,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Нуриахметова Надежда Сергеевна, учитель биологии, географии, ГАПОУ СО «Верхнепышминский механико-технологический техникум «Юность»,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Овче</w:t>
      </w:r>
      <w:r>
        <w:rPr>
          <w:rFonts w:ascii="Liberation Serif" w:hAnsi="Liberation Serif" w:cs="Liberation Serif"/>
          <w:sz w:val="28"/>
          <w:szCs w:val="28"/>
        </w:rPr>
        <w:t xml:space="preserve">нкова Марина Владимировна,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18,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Овчинникова Марина Альбертовна, учитель химии,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29»,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Окулова Елена Валентиновна, учитель химии, МКОУ Скатинская СОШ,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1134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Олюнин</w:t>
      </w:r>
      <w:r>
        <w:rPr>
          <w:rFonts w:ascii="Liberation Serif" w:hAnsi="Liberation Serif" w:cs="Liberation Serif"/>
          <w:sz w:val="28"/>
          <w:szCs w:val="28"/>
        </w:rPr>
        <w:t>а Татьяна Викторовна, учитель биологии, МБОУ «Шалинская СОШ № 90»,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Орехова Марина Валентиновна, учитель физики, МАОУ СОШ № 175,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Наталья Адольфовна, учитель химии, МАОУ «Байкаловская СОШ», Байкаловский</w:t>
      </w:r>
      <w:r>
        <w:rPr>
          <w:rFonts w:ascii="Liberation Serif" w:hAnsi="Liberation Serif" w:cs="Liberation Serif"/>
          <w:sz w:val="28"/>
          <w:szCs w:val="28"/>
        </w:rPr>
        <w:t xml:space="preserve">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  <w:tab w:val="left" w:pos="1134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Осолихин Евгений Валерьевич, учитель физики, МБОУ «Шалинская СОШ № 45», Шалинский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Останина Ольга Октябриновна, учитель физики, МБОУ СОШ № 10, 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Останина Светлана Сергеевна, учитель географии, МБОУ СОШ № 1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им. </w:t>
      </w:r>
      <w:r>
        <w:rPr>
          <w:rFonts w:ascii="Liberation Serif" w:hAnsi="Liberation Serif" w:cs="Liberation Serif"/>
          <w:bCs/>
          <w:sz w:val="28"/>
          <w:szCs w:val="28"/>
        </w:rPr>
        <w:t>Героя РФ Романова В.В., Сосьвинский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Панасюк Надежда Витальевна, учитель географии, МБОУ СОШ № 11,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Панкратьева Наталья Павловна, учитель биологии, МОУ Байновская СОШ,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Панова Елена Станиславовна,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биологии, МБОУ СОШ № 221,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Пантелеева Надежда Анатольевна, учитель химии, МАОУ «Лицей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56»,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Панфилова Инна Александровна, учитель химии, МБОУ СОШ № 75,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Папулов Павел Влад</w:t>
      </w:r>
      <w:r>
        <w:rPr>
          <w:rFonts w:ascii="Liberation Serif" w:hAnsi="Liberation Serif" w:cs="Liberation Serif"/>
          <w:sz w:val="28"/>
          <w:szCs w:val="28"/>
        </w:rPr>
        <w:t>имирович, учитель биологии, МАОУ «Байкаловская СОШ»,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Папулова Светлана Александровна, учитель химии, биологии, МАОУ «Байкаловская СОШ»,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Пашкина Наталья Анатольевна, учитель географии, МКОУ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АГО </w:t>
      </w:r>
      <w:r>
        <w:rPr>
          <w:rFonts w:ascii="Liberation Serif" w:hAnsi="Liberation Serif" w:cs="Liberation Serif"/>
          <w:sz w:val="28"/>
          <w:szCs w:val="28"/>
        </w:rPr>
        <w:t>«Русскопотамская СОШ», Ачитский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Перевалова Ирина Александровна, учитель географии, МКОУ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 г. Нижние Серги,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Перевалова Ирина Викторовна, учитель физики, МБОУ «СОШ № 1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им. М. Горького»,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Перев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ощикова Елена Леонидовна, учитель биологии,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7,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Перехрест Марина Эдуардовна, учитель биологии и химии, МАОУ СОШ № 28,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Перкова Наталья Викторовна, учитель географии,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16», ГО Дегтярск,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Пестова Татьяна Михайловна, учитель географии, МАОУ СОШ № 4,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Петин Виктор Иванович, учитель физики и информатики, МКОУ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АГО «Нижнеарийская ООШ»,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Петрова Галина Афонасьевна, учитель географии, биологии, МКОУ </w:t>
      </w:r>
      <w:r>
        <w:rPr>
          <w:rFonts w:ascii="Liberation Serif" w:hAnsi="Liberation Serif" w:cs="Liberation Serif"/>
          <w:sz w:val="28"/>
          <w:szCs w:val="28"/>
        </w:rPr>
        <w:t>«Горбуновская средняя общеобразовательная школа»,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Петрова Инна Александровна, учитель биологии, МАОУ СОШ № 102,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Петрова Наталья Николаевна, учитель биологии, МКОУ – СОШ № 6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</w:t>
      </w:r>
      <w:r>
        <w:rPr>
          <w:rFonts w:ascii="Liberation Serif" w:hAnsi="Liberation Serif" w:cs="Liberation Serif"/>
          <w:sz w:val="28"/>
          <w:szCs w:val="28"/>
        </w:rPr>
        <w:t xml:space="preserve"> предметов,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Печеркина Светлана Викторовна, учитель физики, МОУ – СОШ №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Пичугина Юлия Васильевна, учитель химии и биологии, МАОУ «ЦО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7»,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Плетт Любовь Анатольевна, учитель биологии, МАОУ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СОШ № 44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Плещева Галина Ивановна, учитель физики, МАОУ СОШ № 2,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Плотникова Татьяна Анатольевна, учитель биологии, МАОУ СОШ № 10,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Побежимова Галина Дмитриевна, учитель химии,</w:t>
      </w:r>
      <w:r>
        <w:rPr>
          <w:rFonts w:ascii="Liberation Serif" w:hAnsi="Liberation Serif" w:cs="Liberation Serif"/>
          <w:sz w:val="28"/>
          <w:szCs w:val="28"/>
        </w:rPr>
        <w:t xml:space="preserve"> МАОУ СОШ № 32,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Подкина Ирина Борисовна, учитель физики, МБОУ СОШ № 1,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Подойникова Ирина Сергеевна, учитель географии, МОУ «Верхнесинячихинская СОШ № 2», МО Алапаевское,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Подшивалова Татьяна Ивановна, </w:t>
      </w:r>
      <w:r>
        <w:rPr>
          <w:rFonts w:ascii="Liberation Serif" w:hAnsi="Liberation Serif" w:cs="Liberation Serif"/>
          <w:sz w:val="28"/>
          <w:szCs w:val="28"/>
        </w:rPr>
        <w:t>учитель биологии, МАОУ СОШ № 7 г. Ивделя, Ивдельский ГО,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Полевая Ирина Игнатьевна, учитель химии, биологии, географии, МАОУ «ООШ № 28», ГО Краснотурьинск,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Поливина Вера Михайловна, учитель химии, МАОУ «Гимназия»,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Полюхова Татьяна Викторовна, учитель физики и информатики, филиал МАОУ «Приданниковская СОШ» – Александровская ООШ,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Полякова Людмила Александровна, учитель физики, МАОУ «Каменск-Уральская гимназия», Каменск-Уральский ГО СО, 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Полякова Татьяна Леонидовна, учитель географии,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3», Арамильский ГО СО, ВКК</w:t>
      </w:r>
      <w:r>
        <w:rPr>
          <w:rFonts w:ascii="Liberation Serif" w:hAnsi="Liberation Serif" w:cs="Liberation Serif"/>
          <w:bCs/>
          <w:sz w:val="28"/>
          <w:szCs w:val="28"/>
        </w:rPr>
        <w:t xml:space="preserve">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Полянская Ольга Анатольевна, учитель химии, МАОУ лицей № 135,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Пономарева Екатерина Васильевна, учитель географии, МАОУ СШ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2 г. </w:t>
      </w:r>
      <w:r>
        <w:rPr>
          <w:rFonts w:ascii="Liberation Serif" w:hAnsi="Liberation Serif" w:cs="Liberation Serif"/>
          <w:sz w:val="28"/>
          <w:szCs w:val="28"/>
        </w:rPr>
        <w:t>Михайловска, Нижнесергинский МР СО,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Пономарева Елена Вячеславовна, учитель физики, МОУ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им. К.Н. Новикова,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Пономарева Лариса Александровна, учитель биологии, МАОУ «СОШ № 10 с углубленным изучением отдельных предметов», ГО</w:t>
      </w:r>
      <w:r>
        <w:rPr>
          <w:rFonts w:ascii="Liberation Serif" w:hAnsi="Liberation Serif" w:cs="Liberation Serif"/>
          <w:sz w:val="28"/>
          <w:szCs w:val="28"/>
        </w:rPr>
        <w:t xml:space="preserve"> Первоуральск, ВВК.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Пономарева Лариса Владимировна, учитель биологии, МАОУ гимназия № 47,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Пономарева Оксана Николаевна, учитель географии,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Пономарева Ольга Владиславовна, учитель </w:t>
      </w:r>
      <w:r>
        <w:rPr>
          <w:rFonts w:ascii="Liberation Serif" w:hAnsi="Liberation Serif" w:cs="Liberation Serif"/>
          <w:sz w:val="28"/>
          <w:szCs w:val="28"/>
        </w:rPr>
        <w:t>биологии, ПМАОУ «Школа № 32 с углубленным изучением отдельных предметов» ГО Первоуральск, 1КК.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Екатерина Геннадьевна, учитель биологии и химии, МАОУ Гимназия № 205,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Попова Елена Викторовна, учитель географии, БМАОУ </w:t>
      </w:r>
      <w:r>
        <w:rPr>
          <w:rFonts w:ascii="Liberation Serif" w:hAnsi="Liberation Serif" w:cs="Liberation Serif"/>
          <w:sz w:val="28"/>
          <w:szCs w:val="28"/>
        </w:rPr>
        <w:t xml:space="preserve">«Гимназия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Попова Татьяна Викторовна, учитель физики, МАОУ Гимназия № 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Попонина Елена Геннадьевна, учитель химии, биологии, МКОУ АГО «Бакряжская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Порубенко Наталья Владимировна, учител</w:t>
      </w:r>
      <w:r>
        <w:rPr>
          <w:rFonts w:ascii="Liberation Serif" w:hAnsi="Liberation Serif"/>
          <w:sz w:val="28"/>
          <w:szCs w:val="28"/>
        </w:rPr>
        <w:t>ь биологии, МБОУ – СОШ № 24,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Потапова Елена Павловна, учитель физики, МАОУ СШ 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Потеряева Ольга Валерьевна, учитель географии,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58»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Потехина Наталья Алекса</w:t>
      </w:r>
      <w:r>
        <w:rPr>
          <w:rFonts w:ascii="Liberation Serif" w:hAnsi="Liberation Serif" w:cs="Liberation Serif"/>
          <w:sz w:val="28"/>
          <w:szCs w:val="28"/>
        </w:rPr>
        <w:t>ндровна, учитель географии, биологии, МАОУ «СОШ № 4»,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Почечуева Ольга Николаевна, учитель физики, МАОУ ПГО «Политехнический лицей № 21 «Эрудит»,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Прожерина Ольга Анатольевна, учитель химии, МАОУ «Школа № 3» КГО, Кам</w:t>
      </w:r>
      <w:r>
        <w:rPr>
          <w:rFonts w:ascii="Liberation Serif" w:hAnsi="Liberation Serif" w:cs="Liberation Serif"/>
          <w:sz w:val="28"/>
          <w:szCs w:val="28"/>
        </w:rPr>
        <w:t>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Прохоренкова Татьяна Борисовна, учитель биологии,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64,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Пулькина Наталия Николаевна, учитель географии,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Пупышева Елена Григорьевна, учитель химии и биологии, </w:t>
      </w:r>
      <w:r>
        <w:rPr>
          <w:rFonts w:ascii="Liberation Serif" w:hAnsi="Liberation Serif" w:cs="Liberation Serif"/>
          <w:sz w:val="28"/>
          <w:szCs w:val="28"/>
        </w:rPr>
        <w:t>МАОУ «Рахмангуловская СОШ», МО Красноуфимский округ,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Пылаева Татьяна Леонидовна, учитель биологии, МБОУ «СОШ № 1»,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 xml:space="preserve">Пыткеева Надежда Геннадьевна, учитель химии и биологии, </w:t>
      </w:r>
      <w:r>
        <w:rPr>
          <w:rFonts w:ascii="Liberation Serif" w:hAnsi="Liberation Serif"/>
          <w:sz w:val="28"/>
          <w:szCs w:val="28"/>
        </w:rPr>
        <w:t>МАОУ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«Средняя общеобразовательная школа № 4», Арамильский ГО СО, </w:t>
      </w:r>
      <w:r>
        <w:rPr>
          <w:rFonts w:ascii="Liberation Serif" w:hAnsi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Пяткова Елена Васильевна, учитель химии, МАОУ «СОШ № 2»,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Пятыгина Светлана Петровна, учитель географии, МАОУ «Средняя общеобразовательная школа № 1»,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Разукова Ирина Робертовна, учитель физики, МАОУ СОШ №</w:t>
      </w:r>
      <w:r>
        <w:rPr>
          <w:rFonts w:ascii="Liberation Serif" w:hAnsi="Liberation Serif" w:cs="Liberation Serif"/>
          <w:sz w:val="28"/>
          <w:szCs w:val="28"/>
        </w:rPr>
        <w:t xml:space="preserve"> 14,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Растрепенина Светлана Петровна, учитель географии, технологии МАОУ СОШ с. Быньги,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Рахманова Ольга Корнеевна,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учитель биологии, МАОУ «Средняя общеобразовательная школа № 34», Каменск-Уральский ГО СО, 1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Рацлова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Людмила Фёдоровна, учитель биологии, МОУ СОШ № 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Рашева Ольга Александровна, учитель географии, МБОШИ № 17,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>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Рдаева Галина Степановна, учитель физики, МАОУ «СОШ № 3»,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Романова Наталия Алексеевна, учитель географии, биологии, МАОУ «СОШ № 4»,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Ромашева Вера Михайловна, учитель биологии, МАОУ СОШ № 18,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Ронжина Анастасия Ивановна, учитель географии,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18, город Нижний</w:t>
      </w:r>
      <w:r>
        <w:rPr>
          <w:rFonts w:ascii="Liberation Serif" w:hAnsi="Liberation Serif" w:cs="Liberation Serif"/>
          <w:sz w:val="28"/>
          <w:szCs w:val="28"/>
        </w:rPr>
        <w:t xml:space="preserve">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Руппель Елена Васильевна</w:t>
      </w:r>
      <w:r>
        <w:rPr>
          <w:rFonts w:ascii="Liberation Serif" w:hAnsi="Liberation Serif" w:cs="Liberation Serif"/>
          <w:b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учитель биологии, географии, МАОУ «СОШ № 9»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ГО 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Русинов Сергей Анатольевич, учитель географии, МКОУ АГО «Уфимская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Русинова Елена Николаевна, учитель географии, МАОУ СШ 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Рыжова Елена Владимировна, учитель географии,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54»,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Рязанова Людмила Михайловна, учитель химии, МАОУ СОШ № 7,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Савеня Ольга Александровна, учитель биологии, МАОУ «Лицей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</w:t>
      </w:r>
      <w:r>
        <w:rPr>
          <w:rFonts w:ascii="Liberation Serif" w:hAnsi="Liberation Serif" w:cs="Liberation Serif"/>
          <w:sz w:val="28"/>
          <w:szCs w:val="28"/>
        </w:rPr>
        <w:t>8», Новоуральский ГО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Сазонов Василий Викторович, учитель химии, МКОУ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д. Васькино,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Сайдашева Юлия Шарафутдиновна, учитель химии,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Самокрутова Назила Хатыповна, учитель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физики, 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БМАОУ СОШ № 9,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Самусева Оксана Николаевна, учитель биологии, МАОУ СОШ № 7,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Санников Юрий Сергеевич, учитель химии, и биологии, МКОУ «Новоисетская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Сапеги</w:t>
      </w:r>
      <w:r>
        <w:rPr>
          <w:rFonts w:ascii="Liberation Serif" w:hAnsi="Liberation Serif" w:cs="Liberation Serif"/>
          <w:sz w:val="28"/>
          <w:szCs w:val="28"/>
        </w:rPr>
        <w:t>на Юлия Владимировна, учитель биологии, МАОУ СОШ № 3,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Сарычева Светлана Юрьевна, учитель географии, МКОУ «Усть-Ницинская СОШ»,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Свалова Ольга Николаевна, учитель физики, МБОУ «СОШ № 18», Артемовский ГО,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Свердлина Марина Семеновна, учитель географии, МАОУ СОШ № 1,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Свяжина Ольга Владимировна, учитель химии, МОУ «Зайковская СОШ № 1»,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Секерина Алена Анатольевна, учитель химии, БМАОУ СОШ № 2,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Семенищева Марина Кронитовна, учитель биологии, МАОУ СОШ 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№ 175, МО «город Екатеринбург», 1КК</w:t>
      </w:r>
      <w:r>
        <w:rPr>
          <w:rFonts w:ascii="Liberation Serif" w:hAnsi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Семенова Надежда Александровна, учитель географии, МАОУ СОШ № 6 имени Киселева А.В., ГО Красноуральск,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Семерикова Людмила Анатольевна, учитель биологии МКОУ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АГО «Ачитская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Семкин Андрей Георгиевич, учитель химии, МАОУ СОШ № 134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Сентябова Татьяна Александровна,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Сергиенко Наталья Игоревна, учит</w:t>
      </w:r>
      <w:r>
        <w:rPr>
          <w:rFonts w:ascii="Liberation Serif" w:hAnsi="Liberation Serif" w:cs="Liberation Serif"/>
          <w:bCs/>
          <w:sz w:val="28"/>
          <w:szCs w:val="28"/>
        </w:rPr>
        <w:t>ель биологии и химии, МАОУ НТГО «СОШ № 7 имени М.Г. Мансурова»,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Сергиенко Светлана Леонидовна, учитель физики, МАОУ СОШ № 10,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Сергиеня Юрий Михайлович, учитель географии, МАОУ школа-интернат № 9, ГО Богданович,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Сердитова Татьяна Николаевна, учитель физики, МАОУ СШ № 1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Михайловска,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Сидоренко Елена Ивановна, учитель географии, МАОУ «Совхозная СОШ № 10», Белоярский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Наталья Ленстальевна, учитель биологии, географи</w:t>
      </w:r>
      <w:r>
        <w:rPr>
          <w:rFonts w:ascii="Liberation Serif" w:hAnsi="Liberation Serif" w:cs="Liberation Serif"/>
          <w:sz w:val="28"/>
          <w:szCs w:val="28"/>
        </w:rPr>
        <w:t>и, МКОУ «Талицкая средняя общеобразовательная школа № 55»,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Юлия Валерьевна, учитель физики, МКОУ Баранниковская 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Сизикова Татьяна Валерьевна, учитель географии, биологии, МКОУ «Талицкая средняя общеоб</w:t>
      </w:r>
      <w:r>
        <w:rPr>
          <w:rFonts w:ascii="Liberation Serif" w:hAnsi="Liberation Serif" w:cs="Liberation Serif"/>
          <w:sz w:val="28"/>
          <w:szCs w:val="28"/>
        </w:rPr>
        <w:t>разовательная школа № 1»,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Сиунов Николай Михайлович, учитель географии, МАОУ СОШ № 175,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Скосарева Светлана Николаевна, учитель биологии,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Скрипченко Елена </w:t>
      </w:r>
      <w:r>
        <w:rPr>
          <w:rFonts w:ascii="Liberation Serif" w:hAnsi="Liberation Serif"/>
          <w:sz w:val="28"/>
          <w:szCs w:val="28"/>
        </w:rPr>
        <w:t xml:space="preserve">Викторовна, учитель биологии, МАОУ «Лицей», 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</w:rPr>
        <w:t>ГО «Город Лесной» СО, ВКК</w:t>
      </w:r>
      <w:r>
        <w:rPr>
          <w:rFonts w:ascii="Liberation Serif" w:hAnsi="Liberation Serif" w:cs="Liberation Serif"/>
          <w:b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Скрыльникова Наталья Федоровна, учитель биологии, МАОУ «СОШ № 14», Североуральский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Скутарь Татьяна Геннадьевна, учитель физики, МБОУ СОШ № 21,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</w:t>
      </w:r>
      <w:r>
        <w:rPr>
          <w:rFonts w:ascii="Liberation Serif" w:hAnsi="Liberation Serif" w:cs="Liberation Serif"/>
          <w:sz w:val="28"/>
          <w:szCs w:val="28"/>
        </w:rPr>
        <w:t>лехтина Вера Александровна, учитель физики, МАОУ гимназия № 45,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Слободина Надежда Григорьевна, учитель биологии, МАОУ ПГО «СОШ № 8», Полевской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Смекалова Наталья Борисовна, учитель физики, МБОУ ПГО «СОШ 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18», </w:t>
      </w:r>
      <w:r>
        <w:rPr>
          <w:rFonts w:ascii="Liberation Serif" w:hAnsi="Liberation Serif" w:cs="Liberation Serif"/>
          <w:sz w:val="28"/>
          <w:szCs w:val="28"/>
        </w:rPr>
        <w:t>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Смердова Ирина Васильевна, учитель биологии, МКОУ АГО «Заринская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Смирнова Вера Николаевна, учитель географии и биологии, МАОУ СОШ № 23,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Смирнова Марина Анатольевна, учитель географии, МАОУ «СОШ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2»,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Смирнова Татьяна Петровна, учитель географии, МАОУ «СОШ № 28»,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Первоуральск, ВКК. 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Смирных Ольга Владимировна, учитель физики, МАОУ лицей № 100,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Смышляева Елена Юрьевна, учитель географии, ГБОУ СО </w:t>
      </w:r>
      <w:r>
        <w:rPr>
          <w:rFonts w:ascii="Liberation Serif" w:hAnsi="Liberation Serif" w:cs="Liberation Serif"/>
          <w:bCs/>
          <w:sz w:val="28"/>
          <w:szCs w:val="28"/>
        </w:rPr>
        <w:t>«Верхотурская гимназия», ГО Верхотурский,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Собина Людмила Владимировна, учитель биологии,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45»,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Созонова Наталья Владимировна, учитель биологии, МАОУ «Артинская средняя общеобразовательная школа № 1», Артинский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Соколовская Ирина Владимировна, учитель химии, биологии, МКОУ «Таборинская СОШ», Таборинский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Солдатова Евгения Викторовна, учитель физики, МАОУ Еланская СОШ, Байкаловский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Соловьева Валентина Николаевна, учитель географии, МКОУ</w:t>
      </w:r>
      <w:r>
        <w:rPr>
          <w:rFonts w:ascii="Liberation Serif" w:hAnsi="Liberation Serif" w:cs="Liberation Serif"/>
          <w:sz w:val="28"/>
          <w:szCs w:val="28"/>
        </w:rPr>
        <w:t xml:space="preserve"> Городищенская СОШ,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 xml:space="preserve">Соловьева Елена Анатольевна, учитель физики, МАОУ Лицей № 88, </w:t>
      </w:r>
      <w:r>
        <w:rPr>
          <w:rFonts w:ascii="Liberation Serif" w:hAnsi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Солодова Елена Алексеевна, учитель биологии и химии, МАОУ Тугулымская СОШ № 26, Тугулымский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Солодянникова Анн</w:t>
      </w:r>
      <w:r>
        <w:rPr>
          <w:rFonts w:ascii="Liberation Serif" w:hAnsi="Liberation Serif" w:cs="Liberation Serif"/>
          <w:sz w:val="28"/>
          <w:szCs w:val="28"/>
        </w:rPr>
        <w:t xml:space="preserve">а Здиславовна, учитель биологии,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МАОУ СОШ № 2, Волчанский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Соложнина Наталья Ивановна, учитель химии и биологии, МБОУ Новолялинского ГО «СОШ № 10», Новолялинский ГО, 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Сонина Нелля Николаевна, учитель географии, МАОУ СОШ № 23,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</w:t>
      </w:r>
      <w:r>
        <w:rPr>
          <w:rFonts w:ascii="Liberation Serif" w:hAnsi="Liberation Serif" w:cs="Liberation Serif"/>
          <w:sz w:val="28"/>
          <w:szCs w:val="28"/>
        </w:rPr>
        <w:t>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Сорокина Анастасия Федоровна, учитель географии, МБОУ гимназия № 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Спехов Евгений Анатольевич, учитель физики, МАОУ НТГО «СОШ № 2»,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Спиридонова Светлана Николаевна, учитель географии, МАО</w:t>
      </w:r>
      <w:r>
        <w:rPr>
          <w:rFonts w:ascii="Liberation Serif" w:hAnsi="Liberation Serif" w:cs="Liberation Serif"/>
          <w:sz w:val="28"/>
          <w:szCs w:val="28"/>
        </w:rPr>
        <w:t xml:space="preserve">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Цементный,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Ставыщенко Елена Леонидовна, учитель физики, МАОУ ГО Заречный «СОШ № 3», ГО Заречный,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Стародубцева Марина Леонидовна, учитель физики, МАОУ СОШ № 2 имени Ж.И. Алфёрова,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Староконь Марина </w:t>
      </w:r>
      <w:r>
        <w:rPr>
          <w:rFonts w:ascii="Liberation Serif" w:hAnsi="Liberation Serif" w:cs="Liberation Serif"/>
          <w:bCs/>
          <w:sz w:val="28"/>
          <w:szCs w:val="28"/>
        </w:rPr>
        <w:t>Федоровна, учитель химии, биологии, МАОУ СОШ № 3, ГО Красноуральск,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Старцева Елена Геннадьевна, учитель биологии, МОУ «Зайковская СОШ № 1»,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Старцева Лариса Вячеславовна, учитель физики, МАОУ гимназия № 210, 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 xml:space="preserve">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Стахеева Галина Ивановна, учитель химии, МКОУ «Талицкая средняя общеобразовательная школа №4»,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Стахеева Ольга Ивановна, учитель химии, географии, МКОУ АГО «Марикаршинская ООШ»,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Степаненко Валентина Сергеевна, учите</w:t>
      </w:r>
      <w:r>
        <w:rPr>
          <w:rFonts w:ascii="Liberation Serif" w:hAnsi="Liberation Serif" w:cs="Liberation Serif"/>
          <w:bCs/>
          <w:sz w:val="28"/>
          <w:szCs w:val="28"/>
        </w:rPr>
        <w:t>ль биологии, химии, МАОУ «СОШ № 9»,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Степанова Ольга Васильевна, </w:t>
      </w:r>
      <w:r>
        <w:rPr>
          <w:rFonts w:ascii="Liberation Serif" w:hAnsi="Liberation Serif" w:cs="Liberation Serif"/>
          <w:sz w:val="28"/>
          <w:szCs w:val="28"/>
        </w:rPr>
        <w:t>учитель географии, МБОУ СОШ № 7, Режевской ГО, 1КК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Стихина Юлия Геннадьевна, учитель химии и биологии, МОУ «Гаевская ООШ», Ирбитское МО,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Столбов Александр Владими</w:t>
      </w:r>
      <w:r>
        <w:rPr>
          <w:rFonts w:ascii="Liberation Serif" w:hAnsi="Liberation Serif" w:cs="Liberation Serif"/>
          <w:sz w:val="28"/>
          <w:szCs w:val="28"/>
        </w:rPr>
        <w:t xml:space="preserve">рович, учитель географии,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119,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Столбова Наталья Анатольевна, учитель географии,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119,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Стративная Ирина Васильевна, учитель химии и биологии, МОУ СОШ № 2, Качканарский ГО СО,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Стрекаловских Наталья Васильевна, учитель биологии, МАВ(С)ОУ «Богдановичская ОСОШ», ГО Богданович,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Строкина Надежда Константиновна, учитель физики, МАОУ «Школа № 3»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Строкина Ольга Евгеньевна, учитель физики, МОУ </w:t>
      </w:r>
      <w:r>
        <w:rPr>
          <w:rFonts w:ascii="Liberation Serif" w:hAnsi="Liberation Serif" w:cs="Liberation Serif"/>
          <w:sz w:val="28"/>
          <w:szCs w:val="28"/>
        </w:rPr>
        <w:t>«Верхнесинячихинская СОШ № 2», МО Алапаевское,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Суворова Валентина Александровна, учитель химии,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2,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Судакова Людмила Александровна, учитель химии, МАОУ СОШ № 6 с углубленным изучением отдельных предметов, Кушвинский ГО, </w:t>
      </w:r>
      <w:r>
        <w:rPr>
          <w:rFonts w:ascii="Liberation Serif" w:hAnsi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Суханова Марина Павловна, учитель географии, МБОУ СОШ № 55,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Сухорукова Наталья Александровна, учитель физики,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№ 41, 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</w:t>
      </w:r>
      <w:r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Сюкосева Светлана Владимировна, учитель биологии, МАОУ «СОШ № 20», ГО </w:t>
      </w:r>
      <w:r>
        <w:rPr>
          <w:rFonts w:ascii="Liberation Serif" w:hAnsi="Liberation Serif" w:cs="Liberation Serif"/>
          <w:sz w:val="28"/>
          <w:szCs w:val="28"/>
        </w:rPr>
        <w:t>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Тараньжина Ольга Николаевна, учитель физики, МАОУ «СОШ № 9»,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Тарасова Ольга Владимировна, учитель биологии, информатики МАОУ СОШ № 6, ГО 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Тарасова Татьяна Александровна, учитель химии, биологии, МАОУ</w:t>
      </w:r>
      <w:r>
        <w:rPr>
          <w:rFonts w:ascii="Liberation Serif" w:hAnsi="Liberation Serif" w:cs="Liberation Serif"/>
          <w:sz w:val="28"/>
          <w:szCs w:val="28"/>
        </w:rPr>
        <w:t xml:space="preserve"> «СОШ № 28»,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Таратынов Александр Юрьевич, учитель географии, МБОУ «СОШ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 им. М. Горького»,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Style w:val="2"/>
          <w:rFonts w:ascii="Liberation Serif" w:hAnsi="Liberation Serif" w:cs="Liberation Serif"/>
          <w:sz w:val="28"/>
          <w:szCs w:val="28"/>
        </w:rPr>
        <w:t>Татаурова Лариса Аркадьевна, учитель химии и биологии, МБОУ СОШ № 1 с. Петрокаменское,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Тафинцева </w:t>
      </w:r>
      <w:r>
        <w:rPr>
          <w:rFonts w:ascii="Liberation Serif" w:hAnsi="Liberation Serif" w:cs="Liberation Serif"/>
          <w:bCs/>
          <w:sz w:val="28"/>
          <w:szCs w:val="28"/>
        </w:rPr>
        <w:t>Татьяна Ивановна, учитель биологии и географии, МАОУ НТГО «СОШ № 2»,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Телегина Лариса Николаевна, учитель химии, биологии, МОУ «Арамашевская СОШ» имени героя Советского Союза Михаила Манутрова», МО Алапаевское, ВКК. 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Телегина Марина </w:t>
      </w:r>
      <w:r>
        <w:rPr>
          <w:rFonts w:ascii="Liberation Serif" w:hAnsi="Liberation Serif" w:cs="Liberation Serif"/>
          <w:sz w:val="28"/>
          <w:szCs w:val="28"/>
        </w:rPr>
        <w:t xml:space="preserve">Валерьевна, учитель биологии, химии МАОУ СШ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 г. Михайловска,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Телегина Наталья Владимировна, учитель биологии, химии, географии, МБОУ СОШ № 14, с. Новопаньшино,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Телегина Наталья Леонидовна, учитель гео</w:t>
      </w:r>
      <w:r>
        <w:rPr>
          <w:rFonts w:ascii="Liberation Serif" w:hAnsi="Liberation Serif" w:cs="Liberation Serif"/>
          <w:sz w:val="28"/>
          <w:szCs w:val="28"/>
        </w:rPr>
        <w:t>графии, МОУ «Костинская СОШ»,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Телепова Ирина Анатольевна, учитель биологии, МАОУ СОШ № 16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Телицына Елена Александровна, учитель химии, МАОУ СОШ № 16, 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Теплоухова Наталья Леонидовна, учит</w:t>
      </w:r>
      <w:r>
        <w:rPr>
          <w:rFonts w:ascii="Liberation Serif" w:hAnsi="Liberation Serif" w:cs="Liberation Serif"/>
          <w:sz w:val="28"/>
          <w:szCs w:val="28"/>
        </w:rPr>
        <w:t xml:space="preserve">ель химии,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Терёхина Ольга Анатольевна, учитель географии, МБОУ «СОШ № 5»,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Терехова Елена Юрьевна, учитель химии, МАОУ лицей № 39,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Терешкина Наталья Александровна,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биологии, МАОУ гимназия № 177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Тимофеева Наталья Анатольевна, учитель химии,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Титова Екатерина Леонидовна, учитель биологии, географии, МАОУ «СОШ № 5 с углубленным изучением отдельных </w:t>
      </w:r>
      <w:r>
        <w:rPr>
          <w:rFonts w:ascii="Liberation Serif" w:hAnsi="Liberation Serif" w:cs="Liberation Serif"/>
          <w:sz w:val="28"/>
          <w:szCs w:val="28"/>
        </w:rPr>
        <w:t>предметов»,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Тишкова Ирина Николаевна, учитель физики, МАОУ «Средняя общеобразовательная школа № 4»,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Токарева Татьяна Владимировна, учитель географии, МАОУ «Артинская средняя общеобразовательная школа № 1», Арти</w:t>
      </w:r>
      <w:r>
        <w:rPr>
          <w:rFonts w:ascii="Liberation Serif" w:hAnsi="Liberation Serif" w:cs="Liberation Serif"/>
          <w:sz w:val="28"/>
          <w:szCs w:val="28"/>
        </w:rPr>
        <w:t>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Толмачева Анна Владимировна, учитель географии, МАОУ СОШ № 4,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Толчина Ирина Валентиновна, учитель географии, МАОУ «СОШ № 8»,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Тренихина Вера Николаевна, учитель химии,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Цементный, Невь</w:t>
      </w:r>
      <w:r>
        <w:rPr>
          <w:rFonts w:ascii="Liberation Serif" w:hAnsi="Liberation Serif" w:cs="Liberation Serif"/>
          <w:sz w:val="28"/>
          <w:szCs w:val="28"/>
        </w:rPr>
        <w:t>янский ГО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Третьякова Вера Вениаминовна, учитель биологии, химии, МБОУ Двинской средней общеобразовательной школы № 28, Тугулымский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Третьякова Екатерина Григорьевна, учитель химии и биологии, МБОУ «Сухановская средняя общеобразовательная </w:t>
      </w:r>
      <w:r>
        <w:rPr>
          <w:rFonts w:ascii="Liberation Serif" w:hAnsi="Liberation Serif" w:cs="Liberation Serif"/>
          <w:sz w:val="28"/>
          <w:szCs w:val="28"/>
        </w:rPr>
        <w:t>школа»,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Турыгина Татьяна Михайловна, учитель географии, МАОУ СОШ № 8,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Тымчишина Инна Александровна, учитель географии,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50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Тюшева Любовь Васильевна, учитель географии, </w:t>
      </w:r>
      <w:r>
        <w:rPr>
          <w:rFonts w:ascii="Liberation Serif" w:hAnsi="Liberation Serif" w:cs="Liberation Serif"/>
          <w:sz w:val="28"/>
          <w:szCs w:val="28"/>
        </w:rPr>
        <w:t xml:space="preserve">биологии, МАОУ «Школа № 1» КГО, Камышловский ГО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Уваров Петр Николаевич, учитель географии, МАОУ ПГО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«СОШ - Лицей № 4 «Интеллект», Полевской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Угрюмова Екатерина Анатольевна, учитель биологии, МАОУ гимназия № 18,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У</w:t>
      </w:r>
      <w:r>
        <w:rPr>
          <w:rFonts w:ascii="Liberation Serif" w:hAnsi="Liberation Serif" w:cs="Liberation Serif"/>
          <w:bCs/>
          <w:sz w:val="28"/>
          <w:szCs w:val="28"/>
        </w:rPr>
        <w:t xml:space="preserve">лыбушева Эльмира Асхатовна, учитель географии, МАОУ «Лицей»,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Упорова Елена Анатольевна, учитель биологии и географии, МАОУ Зайковская СОШ № 2 СОШ, Ирбитское МО,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Усачева Анна Викторовна, учитель географии, МБОУ СОШ № 1, Верх</w:t>
      </w:r>
      <w:r>
        <w:rPr>
          <w:rFonts w:ascii="Liberation Serif" w:hAnsi="Liberation Serif"/>
          <w:sz w:val="28"/>
          <w:szCs w:val="28"/>
        </w:rPr>
        <w:t>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 xml:space="preserve">Устер Юлия Витальевна, учитель химии, МАОУ Лицей № 88,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МО «город Екатеринбург», ВКК</w:t>
      </w:r>
      <w:r>
        <w:rPr>
          <w:rFonts w:ascii="Liberation Serif" w:eastAsia="Times New Roman" w:hAnsi="Liberation Serif"/>
          <w:color w:val="FF0000"/>
          <w:kern w:val="3"/>
          <w:sz w:val="28"/>
          <w:szCs w:val="28"/>
          <w:lang w:eastAsia="ru-RU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Устьянцева Нелли Анатольевна, учитель биологии, МБОУ СОШ № 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Уткина Анна Ивановна, учитель биологии, МАОУ Верховинской </w:t>
      </w:r>
      <w:r>
        <w:rPr>
          <w:rFonts w:ascii="Liberation Serif" w:hAnsi="Liberation Serif" w:cs="Liberation Serif"/>
          <w:sz w:val="28"/>
          <w:szCs w:val="28"/>
        </w:rPr>
        <w:t>средней общеобразовательной школы № 29 им. А.Н.Корчагина, Тугулымский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Уточникова Виктория Игоревна, учитель географии, МАОУ СОШ № 2 Невьянского ГО,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Ушакова Светлана Александровна, учитель физики, МАОУ Новолялинского ГО «СОШ № 1</w:t>
      </w:r>
      <w:r>
        <w:rPr>
          <w:rFonts w:ascii="Liberation Serif" w:hAnsi="Liberation Serif" w:cs="Liberation Serif"/>
          <w:bCs/>
          <w:sz w:val="28"/>
          <w:szCs w:val="28"/>
        </w:rPr>
        <w:t>», Новолялинский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Фазулова Роза Вакиловна, учитель физики, МКОУ – СОШ № 6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предметов, ГО Среднеуральск,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Фаргер Алена Вячеславовна, учитель географии, МАОУ НТГО «СОШ № 3»,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Федорова Ирина</w:t>
      </w:r>
      <w:r>
        <w:rPr>
          <w:rFonts w:ascii="Liberation Serif" w:hAnsi="Liberation Serif" w:cs="Liberation Serif"/>
          <w:sz w:val="28"/>
          <w:szCs w:val="28"/>
        </w:rPr>
        <w:t xml:space="preserve"> Владимировна, учитель биологии,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131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Фельдблюм Людмила Николаевна, учитель биологии, МАОУ гимназия № 8,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Фефелова Анна Николаевна, учитель биологии, МАОУ «Слободо-Туринская СОШ № 2», С</w:t>
      </w:r>
      <w:r>
        <w:rPr>
          <w:rFonts w:ascii="Liberation Serif" w:hAnsi="Liberation Serif" w:cs="Liberation Serif"/>
          <w:sz w:val="28"/>
          <w:szCs w:val="28"/>
        </w:rPr>
        <w:t>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Фефилова Елена Викторовна, учитель географии, МАОУ СОШ № 2,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Филяевских Ольга Васильевна, учитель физики,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Цементный, Невьянский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Фотеева Елена Анатольевна, учитель физики, МАОУ гимназия №</w:t>
      </w:r>
      <w:r>
        <w:rPr>
          <w:rFonts w:ascii="Liberation Serif" w:hAnsi="Liberation Serif" w:cs="Liberation Serif"/>
          <w:sz w:val="28"/>
          <w:szCs w:val="28"/>
        </w:rPr>
        <w:t xml:space="preserve"> 99,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Франюк Юлия Алексеевна, учитель географии, МБОУ «СОШ № 7»,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Фризен Марина Юрьевна, учитель физики, ПМАОУ «СОШ № 7»,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Фурер Ольга Геннадьевна, учитель химии, МАОУ гимназия № 116,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МО </w:t>
      </w:r>
      <w:r>
        <w:rPr>
          <w:rFonts w:ascii="Liberation Serif" w:hAnsi="Liberation Serif" w:cs="Liberation Serif"/>
          <w:sz w:val="28"/>
          <w:szCs w:val="28"/>
          <w:lang w:eastAsia="ru-RU"/>
        </w:rPr>
        <w:t>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Хайрулина Наталья Александровна, учитель географии, МБОУ «СОШ № 6»,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Харитонова Елена Анатольевна, учитель химии, МАОУ СОШ № 63,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Хван Марина Юрьевна, учитель физики, МАОУ СОШ № 7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Хихлова Юлия Александровна, учитель физики, МАОУ лицей № 109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Ходенева Елена Григорьевна, учитель физики, МБОУ СОШ № 64,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Холодник Татьяна Павловна, учитель химии, и </w:t>
      </w:r>
      <w:r>
        <w:rPr>
          <w:rFonts w:ascii="Liberation Serif" w:hAnsi="Liberation Serif" w:cs="Liberation Serif"/>
          <w:sz w:val="28"/>
          <w:szCs w:val="28"/>
        </w:rPr>
        <w:t xml:space="preserve">биологии, МОУ «Килачевская СОШ», Ирбитское МО,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Хоробрых Людмила Викторовна, учитель химии, МАОУ СОШ №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Хохлова Маргарита Георгиевна, учитель физики, МБОУ «СОШ № 7»,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Храброва Людмила Геннадьевна, учитель хими</w:t>
      </w:r>
      <w:r>
        <w:rPr>
          <w:rFonts w:ascii="Liberation Serif" w:hAnsi="Liberation Serif" w:cs="Liberation Serif"/>
          <w:sz w:val="28"/>
          <w:szCs w:val="28"/>
        </w:rPr>
        <w:t>и, биологии, МАОУ СОШ № 44,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Храпко Галина Анатольевна, учитель химии, МАОУ СОШ № 3, Сысертский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Храпская Татьяна Анатольевна, учитель химии, МАОУ гимназия № 45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Христофорова Наталья Ивановна, учит</w:t>
      </w:r>
      <w:r>
        <w:rPr>
          <w:rFonts w:ascii="Liberation Serif" w:hAnsi="Liberation Serif" w:cs="Liberation Serif"/>
          <w:sz w:val="28"/>
          <w:szCs w:val="28"/>
        </w:rPr>
        <w:t>ель географии, МАОУ гимназия № 94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Чайковская Светлана Геннадьевна, учитель биологии, МАОУ 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110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Чаурина Оксана Владимировна, учитель географии, МБОУ СОШ № 79, МО «город Екатеринбург», В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Чаурина Оксана Владимировна, учитель географии, МКОУ АГО «Ачитская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Чащина Татьяна Николаевна, учитель биологии, МАОУ «СОШ № 14», Верхнесалдинский ГО, 1КК.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Чащихина Татьяна Борисовна, учитель географии,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99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Чебыкина Ирина Николаевна, учитель биологии, МБОУ «Поташкинская СОШ», Артинский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Чепухина Светлана Петровна, учитель физики и математики, МАОУ «Пролетарская СОШ», ГО Верхотурский,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Черезова Ольга Геннадьевна,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физики, МАОУ СОШ №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Черепанова Елена Николаевна, учитель химии, МАОУ «СОШ № 12»,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Черная Надежда Александровна, учитель физики, МАОУ лицей № 135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Чернова Марина Валентиновна, </w:t>
      </w:r>
      <w:r>
        <w:rPr>
          <w:rFonts w:ascii="Liberation Serif" w:hAnsi="Liberation Serif" w:cs="Liberation Serif"/>
          <w:bCs/>
          <w:sz w:val="28"/>
          <w:szCs w:val="28"/>
        </w:rPr>
        <w:t>учитель биологии, МАОУ СОШ № 2, ГО Карпинск,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Чернышева Татьяна Васильевна, учитель биологии,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23», ГО 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Чиликова Светлана Алексеевна, учитель химии, МАОУ СОШ № 197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Чиркова Ольга Николаевна, </w:t>
      </w:r>
      <w:r>
        <w:rPr>
          <w:rFonts w:ascii="Liberation Serif" w:hAnsi="Liberation Serif" w:cs="Liberation Serif"/>
          <w:sz w:val="28"/>
          <w:szCs w:val="28"/>
        </w:rPr>
        <w:t xml:space="preserve">учитель физики, МАОУ «СОШ № 2»,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Чистополова Лилия Владимировна, учитель географии, МБОУ ПГО «Боровлянская СОШ», Пышминский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Чистякова Людмила Александровна, учитель химии, биологии, МКОУ АГО «Уфимская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Чистякова Людмила Анатольевна, учитель географии, биологии, МАОУ «Каменск-Уральская гимназия»,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Чмаева Елена Алексеевна, учитель географии, МАОУ гимназия № 9,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Чупрова Наталья Валерьевна, учитель б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иологии, МАОУ СОШ № 23,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Шабалда Марина Михайловна, учитель географии, биологии МАОУ «СОШ № 2»,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Шабурова Татьяна Владимировна, учитель биологии, географии, МОУ Лицей № 6,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Шабуров</w:t>
      </w:r>
      <w:r>
        <w:rPr>
          <w:rFonts w:ascii="Liberation Serif" w:hAnsi="Liberation Serif" w:cs="Liberation Serif"/>
          <w:sz w:val="28"/>
          <w:szCs w:val="28"/>
        </w:rPr>
        <w:t>а Татьяна Петровна, учитель географии, МАОУ СОШ № 61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Шавкунова Нина Александровна, учитель географии, МКОУ Баранниковская 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Шадрина Валентина Аркадьевна, учитель физики, МБОУ «Белоярская СОШ №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14», Белоярский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Шаисламова Хания Нурихановна, учитель биологии,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Шалаева Елена Ивановна, учитель физики, МОУ «Невьянская СОШ»,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Шалаева Марина Николаевна, учитель физики, МАОУ СОШ № 166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Шальнев Николай Анатольевич, учитель химии, МАОУ СОШ № 85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Шарапова Марина Семеновна, учитель биологии, МАОУ СОШ № 165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Шаркова Татьяна Александровна, учитель хими</w:t>
      </w:r>
      <w:r>
        <w:rPr>
          <w:rFonts w:ascii="Liberation Serif" w:hAnsi="Liberation Serif" w:cs="Liberation Serif"/>
          <w:sz w:val="28"/>
          <w:szCs w:val="28"/>
        </w:rPr>
        <w:t>и, МАОУ – СОШ № 2,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Шатрабаева Елена Аркадьевна, учитель биологии, МБОУ «Шалинская СОШ № 45»,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Style w:val="2"/>
          <w:rFonts w:ascii="Liberation Serif" w:hAnsi="Liberation Serif" w:cs="Liberation Serif"/>
          <w:sz w:val="28"/>
          <w:szCs w:val="28"/>
        </w:rPr>
        <w:t>Шатунова Елена Анатольевна, учитель химии, МБОУ СОШ № 5 Невьянского ГО,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Шахунская Татьяна Викторовна, уч</w:t>
      </w:r>
      <w:r>
        <w:rPr>
          <w:rFonts w:ascii="Liberation Serif" w:hAnsi="Liberation Serif" w:cs="Liberation Serif"/>
          <w:bCs/>
          <w:sz w:val="28"/>
          <w:szCs w:val="28"/>
        </w:rPr>
        <w:t>итель биологии и химии, МБОУ СОШ № 74,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Шахурин Сергей Валентинович, учитель физики, МБОУ СОШ № 5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Style w:val="2"/>
          <w:rFonts w:ascii="Liberation Serif" w:hAnsi="Liberation Serif" w:cs="Liberation Serif"/>
          <w:sz w:val="28"/>
          <w:szCs w:val="28"/>
        </w:rPr>
        <w:t>Невьянского ГО</w:t>
      </w:r>
      <w:r>
        <w:rPr>
          <w:rFonts w:ascii="Liberation Serif" w:hAnsi="Liberation Serif" w:cs="Liberation Serif"/>
          <w:sz w:val="28"/>
          <w:szCs w:val="28"/>
        </w:rPr>
        <w:t>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Швецова Алла Анатольевна, учитель физики, МАОУ – СОШ № 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Шевалдина Лариса</w:t>
      </w:r>
      <w:r>
        <w:rPr>
          <w:rFonts w:ascii="Liberation Serif" w:hAnsi="Liberation Serif" w:cs="Liberation Serif"/>
          <w:sz w:val="28"/>
          <w:szCs w:val="28"/>
        </w:rPr>
        <w:t xml:space="preserve"> Николаевна, учитель географии, МАОУ «Артинская средняя общеобразовательная школа № 6»,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Шевчук Любовь Александровна, учитель физики, МАОУ СОШ №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Шелеметьева Ольга Николаевна, учитель физики, МКОУ Краснополянск</w:t>
      </w:r>
      <w:r>
        <w:rPr>
          <w:rFonts w:ascii="Liberation Serif" w:hAnsi="Liberation Serif" w:cs="Liberation Serif"/>
          <w:sz w:val="28"/>
          <w:szCs w:val="28"/>
        </w:rPr>
        <w:t>ая средняя общеобразовательная школа,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Шеметило Людмила Аскольдовна, учитель химии, МКОУ Порошинская 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Шерстобитова Елена Владиславовна, учитель географии, МБОУ гимназия № 161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Шерстобтова Татьяна Павловна, учитель биологии, МБОУ «Шамарская СОШ № 26»,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Шестакова Елена Николаевна, учитель географии, МБОУ СОШ № 75,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Шестерова Элеонора Николаевна, учитель биологии,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29», ГО</w:t>
      </w:r>
      <w:r>
        <w:rPr>
          <w:rFonts w:ascii="Liberation Serif" w:hAnsi="Liberation Serif" w:cs="Liberation Serif"/>
          <w:sz w:val="28"/>
          <w:szCs w:val="28"/>
        </w:rPr>
        <w:t xml:space="preserve">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Шехмометьева Ирина Альбертовна, учитель химии, биологии, МАОУ СОШ № 4,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Ширыкалова Вера Михайловна, учитель биологии,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25», ГО Верхняя Пышма, ВКК.</w:t>
      </w:r>
    </w:p>
    <w:p w:rsidR="00AD1BAA" w:rsidRDefault="00CA09AA">
      <w:pPr>
        <w:pStyle w:val="13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Шихова Татьяна Сергеевна, учитель химии и биологии, МАОУ СОШ №</w:t>
      </w:r>
      <w:r>
        <w:rPr>
          <w:rFonts w:ascii="Liberation Serif" w:hAnsi="Liberation Serif" w:cs="Liberation Serif"/>
          <w:bCs/>
          <w:sz w:val="28"/>
          <w:szCs w:val="28"/>
        </w:rPr>
        <w:t xml:space="preserve"> 8, ГО Красноуральск, 1КК</w:t>
      </w:r>
      <w:r>
        <w:rPr>
          <w:rFonts w:ascii="Liberation Serif" w:hAnsi="Liberation Serif" w:cs="Liberation Serif"/>
          <w:b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Шишкин Алексей Владимирович, учитель физики, ПМАОУ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32 с углубленным изучением отдельных предметов»,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Шмакова Светлана Александровна, учитель географии, биологии МАОУ «СОШ № 1», ГО Верхняя Пышма,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Шпанович Людмила Николаевна, учитель физики, МБОУ СОШ № 5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Шубенкина Эльвира Эдуардовна, учитель химии, МБОУ СОШ № 50,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Шубенцева Светлана Альфидовна, учитель физики, МАОУ СОШ № 1,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Шум </w:t>
      </w:r>
      <w:r>
        <w:rPr>
          <w:rFonts w:ascii="Liberation Serif" w:hAnsi="Liberation Serif" w:cs="Liberation Serif"/>
          <w:sz w:val="28"/>
          <w:szCs w:val="28"/>
        </w:rPr>
        <w:t>Алла Михайловна, учитель химии, МАОУ СОШ № 19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Шутова Надежда Владимировна, учитель биологии, МАОУ гимназия 37, 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Щапова Елена Павловна, учитель биологии, МАОУ «СОШ № 3»,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Ще</w:t>
      </w:r>
      <w:r>
        <w:rPr>
          <w:rFonts w:ascii="Liberation Serif" w:hAnsi="Liberation Serif" w:cs="Liberation Serif"/>
          <w:sz w:val="28"/>
          <w:szCs w:val="28"/>
        </w:rPr>
        <w:t xml:space="preserve">чкина Наталья Рудольфовна, учитель географии, биологии, МКОУ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АГО «Уфимская СОШ» – филиал «Каргинская ООШ»,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Щипачёва Надежда Викторовна, учитель биологии, МКОУ Октябрьская СОШ,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Югова Светлана Николаевна, учитель </w:t>
      </w:r>
      <w:r>
        <w:rPr>
          <w:rFonts w:ascii="Liberation Serif" w:hAnsi="Liberation Serif" w:cs="Liberation Serif"/>
          <w:sz w:val="28"/>
          <w:szCs w:val="28"/>
        </w:rPr>
        <w:t>географии, МАОУ СОШ № 62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Юдина Наталья Васильевна, учитель физики, МАОУ «Школа № 8»,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«город Ирбит»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Языкова Татьяна Александровна, учитель географии, биологии, МАОУ СОШ № 72,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Яковлева </w:t>
      </w:r>
      <w:r>
        <w:rPr>
          <w:rFonts w:ascii="Liberation Serif" w:hAnsi="Liberation Serif" w:cs="Liberation Serif"/>
          <w:sz w:val="28"/>
          <w:szCs w:val="28"/>
        </w:rPr>
        <w:t>Валентина Ивановна, учитель химии, МАОУ Политехническая гимназия,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Яковлева Ольга Валерьевна, учитель географии, МКОУ АГО «Заринская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Якуц Людмила Анатольевна, учитель физики, МБОУ «СОШ № 17»,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 Рефтинский,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Ямалютдинова Рамзия Рашитовна, учитель биологии и химии, МАОУ СОШ № 20,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Ярусова Анфиса Сергеевна, учитель географии, МБОУ СОШ с. Кошай, Сосьвинский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Яцутко Полина Владимировна, учитель географии, МАОУ СОШ № 3, Сысертский ГО,</w:t>
      </w:r>
      <w:r>
        <w:rPr>
          <w:rFonts w:ascii="Liberation Serif" w:hAnsi="Liberation Serif" w:cs="Liberation Serif"/>
          <w:sz w:val="28"/>
          <w:szCs w:val="28"/>
        </w:rPr>
        <w:t xml:space="preserve"> 1КК.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История, обществознание, право, экономика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Абрамова Лариса Валерьевна, учитель истории и обществознания, МБОУ Лицей,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Агафонова Ирина Валентиновна, учитель истории и обществознания, МАОУ «СОШ №1»,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Адамович Ирина Сергеевна, учитель истории и обществознания, МАОУ СОШ № 27,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Алексеева Ольга Геннадьевна, учитель истории, обществознания, МАОУ СОШ № 16, 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Алендеева Надежда Евгеньевна, учитель истории и обществознания, МАО</w:t>
      </w:r>
      <w:r>
        <w:rPr>
          <w:rFonts w:ascii="Liberation Serif" w:hAnsi="Liberation Serif" w:cs="Liberation Serif"/>
          <w:sz w:val="28"/>
          <w:szCs w:val="28"/>
        </w:rPr>
        <w:t>У Гимназия № 86,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Алешкина Чулпан Габтурашитовна, учитель истории, обществознания, филиал МАОУ «Приданниковская СОШ» – Александровская ООШ,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Аликина Елена Анатольевна, учитель истории, обществознания, М</w:t>
      </w:r>
      <w:r>
        <w:rPr>
          <w:rFonts w:ascii="Liberation Serif" w:hAnsi="Liberation Serif" w:cs="Liberation Serif"/>
          <w:sz w:val="28"/>
          <w:szCs w:val="28"/>
        </w:rPr>
        <w:t>АОУ СОШ № 200,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Аллаярова Жанна Гарифулловна, учитель истории, обществознания, МАОУ «СОШ № 30», ГО 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Андреева Анна Юрьевна, учитель истории и обществознания, МАОУ СОШ № 23, Волчанский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Анфалова Татьяна Дмит</w:t>
      </w:r>
      <w:r>
        <w:rPr>
          <w:rFonts w:ascii="Liberation Serif" w:hAnsi="Liberation Serif" w:cs="Liberation Serif"/>
          <w:sz w:val="28"/>
          <w:szCs w:val="28"/>
        </w:rPr>
        <w:t xml:space="preserve">риевна, учитель истории, обществознания, МКОУ – СОШ № 6 с углубленным изучением отдельных предметов,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Арндт Татьяна Владимировна, учитель истории и обществознания, МБОУ СОШ № 3 Невьянского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Артемьева Александра Евгеньевна, </w:t>
      </w:r>
      <w:r>
        <w:rPr>
          <w:rFonts w:ascii="Liberation Serif" w:hAnsi="Liberation Serif" w:cs="Liberation Serif"/>
          <w:sz w:val="28"/>
          <w:szCs w:val="28"/>
        </w:rPr>
        <w:t xml:space="preserve">учитель истории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обществознания, МАОУ «Бродовская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Бабкина Валентина Александровна, учитель истории, обществознания, права, БМАОУ «Гимназия № 5»,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Багавиева Лидия Анатольевна, </w:t>
      </w:r>
      <w:r>
        <w:rPr>
          <w:rFonts w:ascii="Liberation Serif" w:hAnsi="Liberation Serif" w:cs="Liberation Serif"/>
          <w:sz w:val="28"/>
          <w:szCs w:val="28"/>
        </w:rPr>
        <w:t>учитель истории и обществознания, МАОУ «Натальинская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Балдина Эльза Гансовна, учитель истории и обществознания, МКОУ «Пироговская средняя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Балютко Татьяна Валентиновна, учител</w:t>
      </w:r>
      <w:r>
        <w:rPr>
          <w:rFonts w:ascii="Liberation Serif" w:hAnsi="Liberation Serif"/>
          <w:sz w:val="28"/>
          <w:szCs w:val="28"/>
        </w:rPr>
        <w:t>ь истории, обществознания, МАОУ «СОШ № 14», Верхнесалдинский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Баранова Елена Михайловна, учитель истории, обществознания, МАОУ «Основная общеобразовательная школа № 27 с интернатом»,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Баранова Наталья Александровна, учи</w:t>
      </w:r>
      <w:r>
        <w:rPr>
          <w:rFonts w:ascii="Liberation Serif" w:hAnsi="Liberation Serif" w:cs="Liberation Serif"/>
          <w:bCs/>
          <w:sz w:val="28"/>
          <w:szCs w:val="28"/>
        </w:rPr>
        <w:t>тель истории и обществознания, МАОУ «НТГ»,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Баранюк Елена Геннадьевна, учитель обществознания, права, экономики, МАОУ гимназия № 210,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 xml:space="preserve">Бархатова Анна Сергеевна, учитель истории и обществознания, </w:t>
      </w:r>
      <w:r>
        <w:rPr>
          <w:rFonts w:ascii="Liberation Serif" w:hAnsi="Liberation Serif"/>
          <w:sz w:val="28"/>
          <w:szCs w:val="28"/>
        </w:rPr>
        <w:t>МАОУ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</w:rPr>
        <w:t>«Сре</w:t>
      </w:r>
      <w:r>
        <w:rPr>
          <w:rFonts w:ascii="Liberation Serif" w:hAnsi="Liberation Serif"/>
          <w:color w:val="000000"/>
          <w:sz w:val="28"/>
          <w:szCs w:val="28"/>
        </w:rPr>
        <w:t>дняя общеобразовательная школа № 3» Арамильского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Барышникова Ирина Викторовна, учитель истории и обществознания, МАОУ СОШ № 4,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Басырова Ирина Николаевна, учитель истории и обществознания, МКОУ «СОШ № 14», ГО Верхняя Тура, </w:t>
      </w:r>
      <w:r>
        <w:rPr>
          <w:rFonts w:ascii="Liberation Serif" w:hAnsi="Liberation Serif" w:cs="Liberation Serif"/>
          <w:sz w:val="28"/>
          <w:szCs w:val="28"/>
        </w:rPr>
        <w:t xml:space="preserve">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Батакова Елена Михайловна, учитель истории и обществознания, МОУ «Невьянская СОШ», МО Алапаевское,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Бахтегузина Нина Романовна, учитель истории и обществознания, МАОУ СОШ № 44,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Бачинина Марина Владимировна, учитель </w:t>
      </w:r>
      <w:r>
        <w:rPr>
          <w:rFonts w:ascii="Liberation Serif" w:hAnsi="Liberation Serif" w:cs="Liberation Serif"/>
          <w:sz w:val="28"/>
          <w:szCs w:val="28"/>
        </w:rPr>
        <w:t>истории и обществознания, МАОУ СОШ № 44,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Белобородова Надежда Сергеевна, учитель истории и обществознания, МАОУ Тугулымская СОШ № 26,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Белова Анна Игоревна, учитель истории, обществознания, МАОУ СОШ с. Быньги, </w:t>
      </w:r>
      <w:r>
        <w:rPr>
          <w:rFonts w:ascii="Liberation Serif" w:hAnsi="Liberation Serif" w:cs="Liberation Serif"/>
          <w:sz w:val="28"/>
          <w:szCs w:val="28"/>
        </w:rPr>
        <w:t>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Белокурова Наталья Михайловна, учитель истории и обществознания, МБОУ ПГО «Боровлянская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Белоногова Лариса Александровна, учитель истории, обществознания и права, МБОУ «Поташкинская СОШ», Артинский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оносова Елена Евгеньевна, учитель обществознания, технологии БМАОУ «Лицей № 7»,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Беляева Наталия Ивановна, учитель истории и обществознания,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МОУ – СОШ № 4,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Бердникова Наталья Геннадьевна, учитель истории и </w:t>
      </w:r>
      <w:r>
        <w:rPr>
          <w:rFonts w:ascii="Liberation Serif" w:hAnsi="Liberation Serif" w:cs="Liberation Serif"/>
          <w:sz w:val="28"/>
          <w:szCs w:val="28"/>
        </w:rPr>
        <w:t>обществознания, МАОУ СОШ № 2,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Береснева Фаина Юрьевна, учитель истории, обществознания, МАОУ СОШ № 10, Кушвинский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Бехтерева Оксана Валерьевна, учитель истории, обществознания, МАОУ «СОШ № 16», ГО Дегтярск,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Бирюкова На</w:t>
      </w:r>
      <w:r>
        <w:rPr>
          <w:rFonts w:ascii="Liberation Serif" w:hAnsi="Liberation Serif" w:cs="Liberation Serif"/>
          <w:sz w:val="28"/>
          <w:szCs w:val="28"/>
        </w:rPr>
        <w:t xml:space="preserve">талья Игоревна, учитель истории, обществознания, права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экономики МАОУ «Средняя общеобразовательная школа № 1»,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Богданова Мария Андреевна, учитель истории, обществознания, МАОУ ПГО «СОШ № 8», Полевской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Болотова Ольга Лео</w:t>
      </w:r>
      <w:r>
        <w:rPr>
          <w:rFonts w:ascii="Liberation Serif" w:hAnsi="Liberation Serif" w:cs="Liberation Serif"/>
          <w:sz w:val="28"/>
          <w:szCs w:val="28"/>
        </w:rPr>
        <w:t>нидовна, учитель истории и обществознания, МАОУ «Сладковская СОШ»,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Бондарева Ольга Владимировна, учитель истории и обществознания, МАОУ СОШ № 68,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Бороздина Марина Анатольевна, учитель экономики, </w:t>
      </w:r>
      <w:r>
        <w:rPr>
          <w:rFonts w:ascii="Liberation Serif" w:hAnsi="Liberation Serif" w:cs="Liberation Serif"/>
          <w:sz w:val="28"/>
          <w:szCs w:val="28"/>
        </w:rPr>
        <w:t xml:space="preserve">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Кировградского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Бочкарёва Лидия Андреевна, учитель истории и обществознания, право МБОУ «СОШ № 15»,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Братухина Ольга Ивановна,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учитель истории, обществознания, МАОУ «Белоярская СОШ № 1», Белоярский 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Брашко Е</w:t>
      </w:r>
      <w:r>
        <w:rPr>
          <w:rFonts w:ascii="Liberation Serif" w:hAnsi="Liberation Serif" w:cs="Liberation Serif"/>
          <w:sz w:val="28"/>
          <w:szCs w:val="28"/>
        </w:rPr>
        <w:t>вгения Владимировна, учитель обществознания, МАОУ СОШ № 67,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-6946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Булавин Максим Викторович, учитель истории и обществознания, МАОУ Гимназии № 86,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Бурухина Елена Александровна, учитель истории, МАОУ СОШ № 71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Бушуева Татьяна Юрьевна, учитель истории и обществознания,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МАОУ</w:t>
      </w:r>
      <w:r>
        <w:rPr>
          <w:rFonts w:ascii="Liberation Serif" w:hAnsi="Liberation Serif" w:cs="Liberation Serif"/>
          <w:b/>
          <w:sz w:val="28"/>
          <w:szCs w:val="28"/>
        </w:rPr>
        <w:t xml:space="preserve"> – </w:t>
      </w:r>
      <w:r>
        <w:rPr>
          <w:rFonts w:ascii="Liberation Serif" w:hAnsi="Liberation Serif" w:cs="Liberation Serif"/>
          <w:sz w:val="28"/>
          <w:szCs w:val="28"/>
          <w:lang w:eastAsia="ru-RU"/>
        </w:rPr>
        <w:t>СОШ № 168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Буякова Лилия Сергеевна, учитель истории и обществознания, МАОУ гимназия № 13,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Быкова</w:t>
      </w:r>
      <w:r>
        <w:rPr>
          <w:rFonts w:ascii="Liberation Serif" w:hAnsi="Liberation Serif" w:cs="Liberation Serif"/>
          <w:sz w:val="28"/>
          <w:szCs w:val="28"/>
        </w:rPr>
        <w:t xml:space="preserve"> Надежда Николаевна, учитель обществознания, ГБОУ СО КШИ «Екатеринбургский кадетский корпус войск национальной гвардии»,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Валеева Эльвира Рушановна, учитель истории, МБОУ СОШ № 5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Style w:val="2"/>
          <w:rFonts w:ascii="Liberation Serif" w:hAnsi="Liberation Serif" w:cs="Liberation Serif"/>
          <w:sz w:val="28"/>
          <w:szCs w:val="28"/>
        </w:rPr>
        <w:t>г. Невьянска, Невьянский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Варлакова </w:t>
      </w:r>
      <w:r>
        <w:rPr>
          <w:rFonts w:ascii="Liberation Serif" w:hAnsi="Liberation Serif" w:cs="Liberation Serif"/>
          <w:sz w:val="28"/>
          <w:szCs w:val="28"/>
        </w:rPr>
        <w:t>Наталья Флюровна, учитель истории и обществознания, МБОУ «ООШ № 12»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Варлакова Наталья Флюровна, учитель истории и обществознания, МБОУ «ООШ № 12»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Вартапетова Оксана Борисовна, учитель истории и общество</w:t>
      </w:r>
      <w:r>
        <w:rPr>
          <w:rFonts w:ascii="Liberation Serif" w:hAnsi="Liberation Serif" w:cs="Liberation Serif"/>
          <w:sz w:val="28"/>
          <w:szCs w:val="28"/>
        </w:rPr>
        <w:t>знания, МАОУ лицей № 180,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Василенко Галина Федоровна, учитель истории, обществознания, МАОУ «Средняя общеобразовательная школа № 40»,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 Сергей Владимирович, учитель истории и обществознания</w:t>
      </w:r>
      <w:r>
        <w:rPr>
          <w:rFonts w:ascii="Liberation Serif" w:hAnsi="Liberation Serif" w:cs="Liberation Serif"/>
          <w:sz w:val="28"/>
          <w:szCs w:val="28"/>
        </w:rPr>
        <w:t>, МАОУ – СОШ № 2,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Васильева Дарья Сергеевна, учитель истории и обществознания, МАОУ «Средняя общеобразовательная школа № 4»,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Васильева Наталья Александровна, учитель обществознания, ГБОУ СО «Корзуновский детский </w:t>
      </w:r>
      <w:r>
        <w:rPr>
          <w:rFonts w:ascii="Liberation Serif" w:hAnsi="Liberation Serif" w:cs="Liberation Serif"/>
          <w:sz w:val="28"/>
          <w:szCs w:val="28"/>
        </w:rPr>
        <w:t>дом-школа»,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Ваулина Марина Павловна, учитель истории, обществознания, МАОУ «Лицей № 10»,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Вишнякова Татьяна Геннадьевна, учитель истории, обществознания, МАОУ «Средняя общеобразовательная школа № 16 с углублен</w:t>
      </w:r>
      <w:r>
        <w:rPr>
          <w:rFonts w:ascii="Liberation Serif" w:hAnsi="Liberation Serif" w:cs="Liberation Serif"/>
          <w:sz w:val="28"/>
          <w:szCs w:val="28"/>
        </w:rPr>
        <w:t>ным изучением отдельных предметов имени Владимира Петровича Шевалева»,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Власова Наталья Ивановна, учитель истории, МАОУ СОШ № 23,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</w:t>
      </w:r>
      <w:r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 Валерий Александрович, учитель истории, обществознания, пра</w:t>
      </w:r>
      <w:r>
        <w:rPr>
          <w:rFonts w:ascii="Liberation Serif" w:hAnsi="Liberation Serif" w:cs="Liberation Serif"/>
          <w:sz w:val="28"/>
          <w:szCs w:val="28"/>
        </w:rPr>
        <w:t>во, МАОУ «Лицей № 21»,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 Дмитрий Александрович, учитель обществознания, МКОУ АГО «Марикаршинская ООШ»,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Волкова Наталия Викторовна, учитель истории и обществознания, МБОУ СОШ № 1,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Володина </w:t>
      </w:r>
      <w:r>
        <w:rPr>
          <w:rFonts w:ascii="Liberation Serif" w:hAnsi="Liberation Serif" w:cs="Liberation Serif"/>
          <w:sz w:val="28"/>
          <w:szCs w:val="28"/>
        </w:rPr>
        <w:t>Виктория Викторовна, учитель истории и обществознания, МАОУ «Школа № 8»,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Воробьева Наталья Ивановна, учитель истории и обществознания, МАОУ гимназия № 70,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508"/>
        </w:tabs>
        <w:autoSpaceDE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Воробьева Татьяна Александровна, учитель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истории, обществознания, МАОУ «СОШ № 2», ГО Ревда,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Воронова Светлана Николаевна, учитель истории и обществознания, МАОУ лицей № 100,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Вотинов Денис Григорьевич, учитель истории, обществознания, филиал МБОУ «Шамарская СОШ №</w:t>
      </w:r>
      <w:r>
        <w:rPr>
          <w:rFonts w:ascii="Liberation Serif" w:hAnsi="Liberation Serif" w:cs="Liberation Serif"/>
          <w:sz w:val="28"/>
          <w:szCs w:val="28"/>
        </w:rPr>
        <w:t xml:space="preserve"> 26» – «Рощинская СОШ»», Шалинский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Габова Наталия Александровна, учитель истории и обществознания, МБОУ СОШ № 81,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Гальковская Ирина Владимировна, учитель истории, обществознания,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права МАОУ СОШ № 93, МО «город Екат</w:t>
      </w:r>
      <w:r>
        <w:rPr>
          <w:rFonts w:ascii="Liberation Serif" w:hAnsi="Liberation Serif" w:cs="Liberation Serif"/>
          <w:sz w:val="28"/>
          <w:szCs w:val="28"/>
        </w:rPr>
        <w:t>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Гарбуз Елена Григорьевна, учитель истории и обществознания, МБОУ СОШ № 1 п. Восточный, Сосьвинский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Гладких Александр Анатольевич, учитель истории, обществознания, МБОУ «Шалинская СОШ №90»,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50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Гнеушева Марина </w:t>
      </w:r>
      <w:r>
        <w:rPr>
          <w:rFonts w:ascii="Liberation Serif" w:hAnsi="Liberation Serif" w:cs="Liberation Serif"/>
          <w:sz w:val="28"/>
          <w:szCs w:val="28"/>
        </w:rPr>
        <w:t>Ивановна, учитель истории, обществознания, МБОУ «СОШ № 1»,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Гоппе Наталья Сергеевна, учитель истории МАОУ СОШ №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Горбунова Елена Викторовна, учитель истории и обществознания, МБОУ «СШ № 25», ГО ЗАТО Свободный СО, ВВК.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Гордеева Елена Николаевна, учитель истории и обществознания, МАОУ «НТГ»,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Горелых Ольга Викторовна, учитель истории, МБОУ СОШ № 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Горина Светлана Геннадьевна, учитель истории и обществознания, МБОУ СОШ № 44</w:t>
      </w:r>
      <w:r>
        <w:rPr>
          <w:rFonts w:ascii="Liberation Serif" w:hAnsi="Liberation Serif" w:cs="Liberation Serif"/>
          <w:sz w:val="28"/>
          <w:szCs w:val="28"/>
        </w:rPr>
        <w:t xml:space="preserve"> им. народного учителя СССР Г.Д. Лавровой,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Горчакова Наталья Анатольевна, учитель истории, обществознания, МАОУ «СОШ № 10»,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Григорук Галина Николаевна, учитель истории и обществознания, МАОУ СОШ № 10 с. Покровское, Г</w:t>
      </w:r>
      <w:r>
        <w:rPr>
          <w:rFonts w:ascii="Liberation Serif" w:hAnsi="Liberation Serif" w:cs="Liberation Serif"/>
          <w:sz w:val="28"/>
          <w:szCs w:val="28"/>
        </w:rPr>
        <w:t>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Григорьева Ирина Николаевна, учитель истории МАОУ «Средняя общеобразовательная школа № 3 имени Героя Советского Союза летчика-космонавта П.И. Беляева»,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Григорьева Надежда Ивановна, учитель истории и обще</w:t>
      </w:r>
      <w:r>
        <w:rPr>
          <w:rFonts w:ascii="Liberation Serif" w:hAnsi="Liberation Serif" w:cs="Liberation Serif"/>
          <w:sz w:val="28"/>
          <w:szCs w:val="28"/>
        </w:rPr>
        <w:t>ствознания, МАОУ «Лицей № 58»,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Гриценко Екатерина Александровна, учитель истории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обществознания, МАОУ СОШ № 7 г. Ивделя, Ивдельский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Гудимова Марина Валентиновна, учитель истории и обществознания, МБОУ ПГО «Пышминская С</w:t>
      </w:r>
      <w:r>
        <w:rPr>
          <w:rFonts w:ascii="Liberation Serif" w:hAnsi="Liberation Serif" w:cs="Liberation Serif"/>
          <w:sz w:val="28"/>
          <w:szCs w:val="28"/>
        </w:rPr>
        <w:t>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Гузанова Татьяна Александровна, учитель истории и обществознания, МАОУ СОШ № 14, МО «город Екатеринбург», ВКК. 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Давыдова Елена Юрьевна, учитель истории, обществознания, права, экономики, МБОУ СОШ № 79,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Даниелян Гурген Гагикович, учитель истории, МКОУ АГО «Ачитская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Дауберт Наталья Андреевна, учитель истории и обществознания МАОУ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«Средняя общеобразовательная школа № 1»,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Дегтева Людмила Степановна, учитель </w:t>
      </w:r>
      <w:r>
        <w:rPr>
          <w:rFonts w:ascii="Liberation Serif" w:hAnsi="Liberation Serif" w:cs="Liberation Serif"/>
          <w:sz w:val="28"/>
          <w:szCs w:val="28"/>
        </w:rPr>
        <w:t>истории и обществознания, МАОУ СОШ № 1, МО город Алапаевск,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42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Деньгина Лилия Михайловна, учитель истории, обществознания, ПМАОУ «Школа № 32 с углубленным изучением отдельных предметов»,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Деянова Татьяна Владимировна, учитель </w:t>
      </w:r>
      <w:r>
        <w:rPr>
          <w:rFonts w:ascii="Liberation Serif" w:hAnsi="Liberation Serif" w:cs="Liberation Serif"/>
          <w:sz w:val="28"/>
          <w:szCs w:val="28"/>
        </w:rPr>
        <w:t>истории и обществознания, МАОУ СОШ № 10,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Дмитриев Дмитрий Владимирович, учитель истории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обществознания, МАОУ СОШ № 4,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Дорофеева Юлия Викторовна, учитель истории и обществознания, МАОУ СОШ № 50,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Дорохин Вадим Александрович, учитель истории, обществознания, права, МОУ «Зайковская СОШ № 1»,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Дресвянникова Татьяна Георгиевна, учитель истории и обществознания, МОУ СОШ № 3,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sz w:val="28"/>
          <w:szCs w:val="28"/>
          <w:lang w:eastAsia="ru-RU"/>
        </w:rPr>
        <w:t>Дриева Наталья В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>ладимировна, учитель истории и обществознания, МБОУ СОШ № 55, город Нижний Тагил,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0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Дьяконова Валентина Анатольевна, учитель истории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обществознания, МБОУ СОШ № 52,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Евсеева Евгения Васильевна, учитель истории и обществозн</w:t>
      </w:r>
      <w:r>
        <w:rPr>
          <w:rFonts w:ascii="Liberation Serif" w:hAnsi="Liberation Serif" w:cs="Liberation Serif"/>
          <w:sz w:val="28"/>
          <w:szCs w:val="28"/>
        </w:rPr>
        <w:t>ания, МАОУ СОШ № 32,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Егорова Людмила Анатольевна, учитель истории, обществознания, МАОУ «СОШ № 5 с углубленным изучением отдельных предметов»,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Ежова Юлия Геннадьевна, учитель истории, МБОУ СОШ № 5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Style w:val="2"/>
          <w:rFonts w:ascii="Liberation Serif" w:hAnsi="Liberation Serif" w:cs="Liberation Serif"/>
          <w:sz w:val="28"/>
          <w:szCs w:val="28"/>
        </w:rPr>
        <w:t xml:space="preserve">г. </w:t>
      </w:r>
      <w:r>
        <w:rPr>
          <w:rStyle w:val="2"/>
          <w:rFonts w:ascii="Liberation Serif" w:hAnsi="Liberation Serif" w:cs="Liberation Serif"/>
          <w:sz w:val="28"/>
          <w:szCs w:val="28"/>
        </w:rPr>
        <w:t>Невьянска, Невьянский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Еловских Любовь Леонидовна, учитель истории, МАОУ СОШ № 10, Режевской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Еловских Надежда Владимировна, учитель истории, обществознания, МКОУ СОШ № 10 пгт. Верхние Серги,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Ермакова Жанна Викто</w:t>
      </w:r>
      <w:r>
        <w:rPr>
          <w:rFonts w:ascii="Liberation Serif" w:hAnsi="Liberation Serif" w:cs="Liberation Serif"/>
          <w:sz w:val="28"/>
          <w:szCs w:val="28"/>
        </w:rPr>
        <w:t>ровна, учитель истории и обществознания, МАОУ СОШ № 3,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Желтых Инга Николаевна, учитель истории, обществознания, экономики и права, МАОУ СОШ № 1 с углубленным изучением отдельных предметов «Полифорум», Серовский 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Жихарева Юлия</w:t>
      </w:r>
      <w:r>
        <w:rPr>
          <w:rFonts w:ascii="Liberation Serif" w:hAnsi="Liberation Serif" w:cs="Liberation Serif"/>
          <w:sz w:val="28"/>
          <w:szCs w:val="28"/>
        </w:rPr>
        <w:t xml:space="preserve"> Викторовна, учитель обществознания, МАОУ гимназия № 104,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Зайцева Виктория Васильевна, учитель истории и обществознания, МАОУ СОШ № 8,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Захарова Наталья Николаевна, учитель истории, МАОУ «Школа № 6» КГО, </w:t>
      </w:r>
      <w:r>
        <w:rPr>
          <w:rFonts w:ascii="Liberation Serif" w:hAnsi="Liberation Serif" w:cs="Liberation Serif"/>
          <w:sz w:val="28"/>
          <w:szCs w:val="28"/>
        </w:rPr>
        <w:t>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Зворыгина Людмила Юрьевна, учитель истории и обществознания, МАОУ гимназия № 174,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Зимина Елена Григорьевна, учитель истории и обществознания, МАОУ гимназия № 18,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Злоказова Ната</w:t>
      </w:r>
      <w:r>
        <w:rPr>
          <w:rFonts w:ascii="Liberation Serif" w:hAnsi="Liberation Serif" w:cs="Liberation Serif"/>
          <w:sz w:val="28"/>
          <w:szCs w:val="28"/>
        </w:rPr>
        <w:t xml:space="preserve">лья Петровна, учитель истории, обществознания, права, МАОУ «СОШ № 29»,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Золотых Татьяна Викторовна, учитель истории и обществознания, МАОУ гимназия № 116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Зорина Ирина Анатольевна, учитель истории и 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обществознания, МАОУ гимназия № 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Зуева Светлана Васильевна, учитель истории и обществознания,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МАОУ – СОШ № 2,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Зырянова Ирина Владимировна, учитель истории и обществознания, МКОУ «Ницинская СОШ», Слободо</w:t>
      </w:r>
      <w:r>
        <w:rPr>
          <w:rFonts w:ascii="Liberation Serif" w:hAnsi="Liberation Serif" w:cs="Liberation Serif"/>
          <w:sz w:val="28"/>
          <w:szCs w:val="28"/>
        </w:rPr>
        <w:t>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Елена Леонидовна, учитель экономики, обществознания, МАОУ «Средняя общеобразовательная школа № 7»,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Ираида Леонидовна, учитель истории и обществознания, МБОУ СОШ № 1 Невьянского ГО, Невьян</w:t>
      </w:r>
      <w:r>
        <w:rPr>
          <w:rFonts w:ascii="Liberation Serif" w:hAnsi="Liberation Serif" w:cs="Liberation Serif"/>
          <w:sz w:val="28"/>
          <w:szCs w:val="28"/>
        </w:rPr>
        <w:t>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Ивашкина Елена Викторовна, учитель истории и обществознания, МАОУ СОШ № 2, Верхнесалдинский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Иксанова Гульнара Наильевна, учитель истории и обществознания, МКОУ «Пионерская средняя общеобразовательная школа»,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Исакова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Лариса Витальевна, учитель истории и обществознания, МАОУ СОШ № 15,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Казакова Ольга Ивановна, учитель истории и обществознания, МАОУ СОШ п. Азанка,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Каргапольцев Михаил Юрьевич, учитель истории и обществознания, МАОУ л</w:t>
      </w:r>
      <w:r>
        <w:rPr>
          <w:rFonts w:ascii="Liberation Serif" w:hAnsi="Liberation Serif" w:cs="Liberation Serif"/>
          <w:sz w:val="28"/>
          <w:szCs w:val="28"/>
        </w:rPr>
        <w:t>ицей № 110,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Карманович Надежда Петровна, учитель истории, обществознания, МАОУ СОШ № 20,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Кених Любовь Владимировна, учитель истории и обществознания, МАОУ «Верхнедубровская средняя общеобразовательная школа»</w:t>
      </w:r>
      <w:r>
        <w:rPr>
          <w:rFonts w:ascii="Liberation Serif" w:hAnsi="Liberation Serif" w:cs="Liberation Serif"/>
          <w:sz w:val="28"/>
          <w:szCs w:val="28"/>
        </w:rPr>
        <w:t>, ГО Верхнее Дуброво,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Кизилова Екатерина Алексеевна, учитель истории и обществознания, МАОУ СОШ № 10,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Киселева Юлия Станиславовна, учитель истории и обществознания, МАОУ Лицей № 130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Клеймено</w:t>
      </w:r>
      <w:r>
        <w:rPr>
          <w:rFonts w:ascii="Liberation Serif" w:hAnsi="Liberation Serif" w:cs="Liberation Serif"/>
          <w:sz w:val="28"/>
          <w:szCs w:val="28"/>
        </w:rPr>
        <w:t>ва Вероника Гелиевна, учитель истории и обществознания, МАОУ СОШ № 65,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Клюшникова Светлана Владимировна, учитель истории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обществознания, МАОУ СОШ № 14, Тавдинский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Ковалева Ольга Сергеевна, учитель обществознания,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экономики БМАОУ «Гимназия № 5»,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Ковалева Светлана Григорьевна, учитель истории,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Коврижных Ирина Владимировна, учитель истории и обществознания, МАОУ СОШ № 27,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Ковязина Елена </w:t>
      </w:r>
      <w:r>
        <w:rPr>
          <w:rFonts w:ascii="Liberation Serif" w:hAnsi="Liberation Serif" w:cs="Liberation Serif"/>
          <w:sz w:val="28"/>
          <w:szCs w:val="28"/>
        </w:rPr>
        <w:t>Александровна, учитель истории и обществознания, МАОУ Ошкуковская СОШ № 31,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Кожевникова Людмила Ивановна, учитель истории, обществознания, МАОУ «Кочневская СОШ № 16»,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Козейкина Оксана Васильевна, учитель истории и о</w:t>
      </w:r>
      <w:r>
        <w:rPr>
          <w:rFonts w:ascii="Liberation Serif" w:hAnsi="Liberation Serif" w:cs="Liberation Serif"/>
          <w:sz w:val="28"/>
          <w:szCs w:val="28"/>
        </w:rPr>
        <w:t>бществознания, МБОУ СОШ № 5 Невьянского ГО,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Кокшарова Наталья Владимировна, учитель истории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обществознания, МКОУ «Буткинская средняя общеобразовательная школа»,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Комолова Валентина Адольфовна, учитель экономики, МАОУ</w:t>
      </w:r>
      <w:r>
        <w:rPr>
          <w:rFonts w:ascii="Liberation Serif" w:hAnsi="Liberation Serif" w:cs="Liberation Serif"/>
          <w:sz w:val="28"/>
          <w:szCs w:val="28"/>
        </w:rPr>
        <w:t xml:space="preserve"> гимназия № 155,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Кондратюк Ирина Александровна, учитель истории и обществознания, МОУ СОШ № 7,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Конькова Ирина Михайловна, учитель истории и обществознания, МАОУ СОШ № 18,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Конькова О</w:t>
      </w:r>
      <w:r>
        <w:rPr>
          <w:rFonts w:ascii="Liberation Serif" w:hAnsi="Liberation Serif" w:cs="Liberation Serif"/>
          <w:sz w:val="28"/>
          <w:szCs w:val="28"/>
        </w:rPr>
        <w:t>льга Владимировна, учитель истории, МБОУ «Шалинская СОШ № 90»,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Копоть Елена Юрьевна, учитель экономики, технологии, МАОУ «Средняя общеобразовательная школа № 22 с углубленным изучением отдельных предметов»,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Корозникова Анна Леонидовна, учитель истории и обществознания, МАОУ «СОШ № 6 с углублённым изучением отдельных предметов»,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 Рефтинский,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Короленко Елена Владимировна, учитель обществознания, МАОУ СОШ № 3, Кировградский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Корякова Светлана </w:t>
      </w:r>
      <w:r>
        <w:rPr>
          <w:rFonts w:ascii="Liberation Serif" w:hAnsi="Liberation Serif" w:cs="Liberation Serif"/>
          <w:sz w:val="28"/>
          <w:szCs w:val="28"/>
        </w:rPr>
        <w:t>Викторовна, учитель истории, МАОУ «Баженовская СОШ № 96»,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Костылева Ольга Александровна, учитель обществознания, МАОУ «СОШ № 4»,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Кохленко Лариса Владимировна, учитель истории, обществознания, право, МАОУ «СОШ № 3»,</w:t>
      </w:r>
      <w:r>
        <w:rPr>
          <w:rFonts w:ascii="Liberation Serif" w:hAnsi="Liberation Serif" w:cs="Liberation Serif"/>
          <w:sz w:val="28"/>
          <w:szCs w:val="28"/>
        </w:rPr>
        <w:t xml:space="preserve">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Кочетова Людмила Ивановна, учитель истории, МАОУ «Центр образования «Аксиома»,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Кошевая Наталья Шавкатовна, учитель истории и обществознания, МАОУ «СОШ № 5 с УИОП»,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Кошелева Ирина Викторовн</w:t>
      </w:r>
      <w:r>
        <w:rPr>
          <w:rFonts w:ascii="Liberation Serif" w:hAnsi="Liberation Serif" w:cs="Liberation Serif"/>
          <w:sz w:val="28"/>
          <w:szCs w:val="28"/>
        </w:rPr>
        <w:t>а, учитель истории и обществознания, МКОУ Пелевинская СОШ,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Краснова Наталья Викторовна, учитель истории, обществознания, право МАОУ «СОШ № 25»,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Кривоногова Надежда Алексеевна, учитель истории и обществознания</w:t>
      </w:r>
      <w:r>
        <w:rPr>
          <w:rFonts w:ascii="Liberation Serif" w:hAnsi="Liberation Serif" w:cs="Liberation Serif"/>
          <w:sz w:val="28"/>
          <w:szCs w:val="28"/>
        </w:rPr>
        <w:t>, МАОУ «Школа № 18»,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Крюкова Елена Викторовна, учитель обществознания,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30»,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Кубасова Анна Владимировна, учитель истории и обществознания, МАОУ СОШ № 74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Кудинова </w:t>
      </w:r>
      <w:r>
        <w:rPr>
          <w:rFonts w:ascii="Liberation Serif" w:hAnsi="Liberation Serif" w:cs="Liberation Serif"/>
          <w:bCs/>
          <w:sz w:val="28"/>
          <w:szCs w:val="28"/>
        </w:rPr>
        <w:t>Вера Анатольевна, учитель истории и обществознания, МАОУ «СОШ № 17», ГО Краснотурьинск,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Кудряшова Светлана Михайловна, учитель истории, МАОУ гимназия № 177,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Кузеванова Татьяна Валерьевна, учитель истории и обществознания,</w:t>
      </w:r>
      <w:r>
        <w:rPr>
          <w:rFonts w:ascii="Liberation Serif" w:hAnsi="Liberation Serif" w:cs="Liberation Serif"/>
          <w:sz w:val="28"/>
          <w:szCs w:val="28"/>
        </w:rPr>
        <w:t xml:space="preserve"> МАОУ «Байкаловская СОШ»,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Алевтина Васильевна, учитель обществознания, МАОУ гимназия № 177,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Кузнецова Екатерина Алексеевна, учитель истории и обществознания, МАОУ «Лицей № 5» КГО, Камышловски</w:t>
      </w:r>
      <w:r>
        <w:rPr>
          <w:rFonts w:ascii="Liberation Serif" w:hAnsi="Liberation Serif"/>
          <w:sz w:val="28"/>
          <w:szCs w:val="28"/>
        </w:rPr>
        <w:t>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Кузьмич Наталия Владимировна, учитель истории, обществознания, права, экономики, МАОУ «СОШ № 10 с углубленным изучением отдельных предметов», ГО Первоуральск, ВВК.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Курочкина Татьяна Владимировна, учитель истории и обществознания, МАОУ «Лицей </w:t>
      </w:r>
      <w:r>
        <w:rPr>
          <w:rFonts w:ascii="Liberation Serif" w:hAnsi="Liberation Serif" w:cs="Liberation Serif"/>
          <w:sz w:val="28"/>
          <w:szCs w:val="28"/>
        </w:rPr>
        <w:t>№ 56»,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Лаврик Елена Викторовна, учитель истории и обществознания, МАОУ гимназия № 40,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Лавринович Наталья Геннадьевна, учитель истории и обществознания, МАОУ СОШ № 7,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Лаптев Вячесла</w:t>
      </w:r>
      <w:r>
        <w:rPr>
          <w:rFonts w:ascii="Liberation Serif" w:hAnsi="Liberation Serif" w:cs="Liberation Serif"/>
          <w:sz w:val="28"/>
          <w:szCs w:val="28"/>
        </w:rPr>
        <w:t>в Павлович, учитель истории и обществознания, МАОУ СОШ № 9,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Ласкина Светлана Геннадьевна, учитель истории, обществознания, МКОУ АГО «Афанасьевская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Лебедев Илья Сергеевич, учитель истории и обществознания, МАОУ – </w:t>
      </w:r>
      <w:r>
        <w:rPr>
          <w:rFonts w:ascii="Liberation Serif" w:hAnsi="Liberation Serif" w:cs="Liberation Serif"/>
          <w:sz w:val="28"/>
          <w:szCs w:val="28"/>
        </w:rPr>
        <w:t>Тыгишская СОШ, ГО Богданович,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Левина Ирина Викторовна, учитель истории и обществознания, МАОУ «Лицей № 58»,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Лежнина Лариса Александровна, учитель истории и обществознания, МОУ СОШ № 3,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Летавина Ирина Никол</w:t>
      </w:r>
      <w:r>
        <w:rPr>
          <w:rFonts w:ascii="Liberation Serif" w:hAnsi="Liberation Serif" w:cs="Liberation Serif"/>
          <w:sz w:val="28"/>
          <w:szCs w:val="28"/>
        </w:rPr>
        <w:t>аевна, учитель истории и обществознания, МКОУ Галкинская СОШ,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Лисенкова Наталья Алексеевна, учитель истории и обществознания, МБОУ СОШ № 74,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Литвинов Николай Петрович, учитель истории и обществознания, МА</w:t>
      </w:r>
      <w:r>
        <w:rPr>
          <w:rFonts w:ascii="Liberation Serif" w:hAnsi="Liberation Serif" w:cs="Liberation Serif"/>
          <w:sz w:val="28"/>
          <w:szCs w:val="28"/>
        </w:rPr>
        <w:t>ОУ СОШ № 18, Тавдинский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Лиханова Светлана Анатольевна, учитель истории и обществознания, МАОУ СОШ № 136,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Логиновских Елена Петровна, учитель истории и обществознания, права МОУ «Пионерская СОШ»,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Лучникова Светлана Михайловна, учитель истории и обществознания, МКОУ «Ялунинская СОШ»,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Лушникова Елена Николаевна, учитель истории и обществознания, МКОУ «Троицкая средняя общеобразовательная школа № 5»,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Лялина Ольга</w:t>
      </w:r>
      <w:r>
        <w:rPr>
          <w:rFonts w:ascii="Liberation Serif" w:hAnsi="Liberation Serif" w:cs="Liberation Serif"/>
          <w:sz w:val="28"/>
          <w:szCs w:val="28"/>
        </w:rPr>
        <w:t xml:space="preserve"> Анатольевна, учитель истории и обществознания, МКОУ АГО «Ачитская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Мазина Эльвира Вениаминовна, учитель истории, ГБОУ СО «СОШ № 3», ГО Верхотурский,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Мазунина Юлия Викторовна, учитель истории и обществознания, структурное отделе</w:t>
      </w:r>
      <w:r>
        <w:rPr>
          <w:rFonts w:ascii="Liberation Serif" w:hAnsi="Liberation Serif" w:cs="Liberation Serif"/>
          <w:bCs/>
          <w:sz w:val="28"/>
          <w:szCs w:val="28"/>
        </w:rPr>
        <w:t>ние Кадетская школа-интернат ГАПОУ СО «Серовский политехнический техникум»,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Майер Ольга Александровна, учитель истории и обществознания, МАОУ СОШ № 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Макарова Марина Геннадьевна, учитель истории, </w:t>
      </w:r>
      <w:r>
        <w:rPr>
          <w:rFonts w:ascii="Liberation Serif" w:hAnsi="Liberation Serif" w:cs="Liberation Serif"/>
          <w:sz w:val="28"/>
          <w:szCs w:val="28"/>
        </w:rPr>
        <w:t>обществознания, МКОУ «Бисертская средняя школа № 2», Бисертский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Макушева Светлана Леонидовна, учитель экономики, МБОУ гимназия № 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Малафеева Светлана Ивановна, учитель истории и обществознания, МКОУ АГО </w:t>
      </w:r>
      <w:r>
        <w:rPr>
          <w:rFonts w:ascii="Liberation Serif" w:hAnsi="Liberation Serif" w:cs="Liberation Serif"/>
          <w:sz w:val="28"/>
          <w:szCs w:val="28"/>
        </w:rPr>
        <w:t>«Большеутинская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Малеева Елена Алексеевна, учитель ОРКСЭ, МАОУ «Лицей № 56»,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Мальцева Лариса Антоновна, учитель истории и обществознания, МАОУ лицей № 130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Манькова Наталья Алек</w:t>
      </w:r>
      <w:r>
        <w:rPr>
          <w:rFonts w:ascii="Liberation Serif" w:hAnsi="Liberation Serif" w:cs="Liberation Serif"/>
          <w:sz w:val="28"/>
          <w:szCs w:val="28"/>
        </w:rPr>
        <w:t>сандровна, учитель истории и обществознания, МАОУ СОШ № 4,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Маслаков Дмитрий Сергеевич, учитель истории и обществознания, МАОУ СОШ № 131,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Машерук Валентина Петровна, учитель истории и обществознания, МА</w:t>
      </w:r>
      <w:r>
        <w:rPr>
          <w:rFonts w:ascii="Liberation Serif" w:hAnsi="Liberation Serif" w:cs="Liberation Serif"/>
          <w:sz w:val="28"/>
          <w:szCs w:val="28"/>
        </w:rPr>
        <w:t>ОУ СОШ № 19,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Меньшикова Юлия Сергеевна, учитель истории, обществознания, МАОУ СОШ № 20,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Месилова Ольга Сергеевна, учитель истории, обществознания, МБОУ ПГО «СОШ № 20», Полевской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Мехедько Алла </w:t>
      </w:r>
      <w:r>
        <w:rPr>
          <w:rFonts w:ascii="Liberation Serif" w:hAnsi="Liberation Serif" w:cs="Liberation Serif"/>
          <w:sz w:val="28"/>
          <w:szCs w:val="28"/>
        </w:rPr>
        <w:t>Робертовна, учитель истории и обществознания, МАОУ лицей № 128,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Минина Наталья Николаевна, учитель истории и обществознания, МАОУ «СОШ № 48»,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Миронова Валентина Евтихьевна, учитель истории и обществоз</w:t>
      </w:r>
      <w:r>
        <w:rPr>
          <w:rFonts w:ascii="Liberation Serif" w:hAnsi="Liberation Serif" w:cs="Liberation Serif"/>
          <w:sz w:val="28"/>
          <w:szCs w:val="28"/>
        </w:rPr>
        <w:t>нания, МАОУ СОШ с. Быньги,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Мифтахутдинова Галина Ивановна, учитель истории и обществознания, МБОУ СОШ с. Кошай, Сосьвинский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Михайлова Татьяна Викторовна, учитель истории, обществознания,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права МАОУ гимназия № 94, МО «город Е</w:t>
      </w:r>
      <w:r>
        <w:rPr>
          <w:rFonts w:ascii="Liberation Serif" w:hAnsi="Liberation Serif" w:cs="Liberation Serif"/>
          <w:sz w:val="28"/>
          <w:szCs w:val="28"/>
        </w:rPr>
        <w:t>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Мишина Асия Васильевна, учитель истории, МАОУ СОШ № 17,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Мищенко Ирина Владимировна, учитель истории и обществознания, МАОУ СОШ № 3 п. Полуночное,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Ивдельский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Молодых Ирина Борисовна, учитель истории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МКОУ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 Заречный «СОШ № 4», Заречный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Морозова Евгения Олеговна, учитель истории, обществознания, МАОУ СОШ № 208,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Мохнашина Надежда Анатольевна, учитель истории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обществознания, МБОУ «Школа № 1»,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Мохова Наталья Владимировна, учитель истории и обществознания, МБОУ СОШ № 150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Мусина Ольга Владимировна, учитель истории и обществознания, МАОУ СОШ № 5 с углубленным изучением отдельных предметов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Г.Н. Зайцева, город Ниж</w:t>
      </w:r>
      <w:r>
        <w:rPr>
          <w:rFonts w:ascii="Liberation Serif" w:hAnsi="Liberation Serif" w:cs="Liberation Serif"/>
          <w:sz w:val="28"/>
          <w:szCs w:val="28"/>
        </w:rPr>
        <w:t>ний Тагил,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Мусихина Евгения Ивановна, учитель истории и обществознания, МАОУ СОШ № 80,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Мякушкина Марина Викторовна, учитель истории и обществознания, МАОУ «СОШ № 8»,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Мясникова Светлана Сергеевна, учит</w:t>
      </w:r>
      <w:r>
        <w:rPr>
          <w:rFonts w:ascii="Liberation Serif" w:hAnsi="Liberation Serif" w:cs="Liberation Serif"/>
          <w:sz w:val="28"/>
          <w:szCs w:val="28"/>
        </w:rPr>
        <w:t>ель истории, обществознания, МАОУ СОШ № 20, Кушвинский 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Назаренко Марина Борисовна, учитель истории, обществознания, МАОУ СОШ № 64,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Неугодникова Елена Николаевна, учитель истории, мировой художественной культуры, МАОУ </w:t>
      </w:r>
      <w:r>
        <w:rPr>
          <w:rFonts w:ascii="Liberation Serif" w:hAnsi="Liberation Serif" w:cs="Liberation Serif"/>
          <w:sz w:val="28"/>
          <w:szCs w:val="28"/>
        </w:rPr>
        <w:t>Луговская СОШ № 24, Тугулымский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Нефедова Галина Васильевна, учитель истории и обществознания, МБОУ СОШ № 1 п. Восточный, Сосьвинский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Нечаева Лариса Геннадьевна, учитель истории и обществознания, МАОУ «Артинский лицей»,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Никитина Мария Александровна, учитель истории, МАОУ СОШ № 3,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Никонова Анастасия Валерьевна, учитель истории и обществознания, МБОУ «СОШ № 3»,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Новоселова Наталья Анатольевна, учитель истории и обществознания, МАОУ «Ср</w:t>
      </w:r>
      <w:r>
        <w:rPr>
          <w:rFonts w:ascii="Liberation Serif" w:hAnsi="Liberation Serif" w:cs="Liberation Serif"/>
          <w:sz w:val="28"/>
          <w:szCs w:val="28"/>
        </w:rPr>
        <w:t>едняя общеобразовательная школа № 22 с углубленным изучением отдельных предметов»,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Новосёлова Светлана Николаевна, учитель истории и обществознания, МКОУ АГО «Заринская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Нуждина Елена Владимировна, учите</w:t>
      </w:r>
      <w:r>
        <w:rPr>
          <w:rFonts w:ascii="Liberation Serif" w:hAnsi="Liberation Serif" w:cs="Liberation Serif"/>
          <w:sz w:val="28"/>
          <w:szCs w:val="28"/>
        </w:rPr>
        <w:t>ль истории и обществознания, МАОУ гимназия № 40,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Опашинина Ольга Александровна, учитель истории и обществознания, МКОУ «Каменская средняя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Осипова Елена Витальевна, учитель истории</w:t>
      </w:r>
      <w:r>
        <w:rPr>
          <w:rFonts w:ascii="Liberation Serif" w:hAnsi="Liberation Serif" w:cs="Liberation Serif"/>
          <w:sz w:val="28"/>
          <w:szCs w:val="28"/>
        </w:rPr>
        <w:t>, обществознания, МБОУ «СОШ № 23», ГО Дегтярск,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Оськина Ирина Викторовна, учитель истории, обществознания, права, МАОУ «СОШ № 32», ГО Краснотурьинск,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0"/>
          <w:tab w:val="left" w:pos="142"/>
          <w:tab w:val="left" w:pos="851"/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Паластрова Татьяна Геннадьевна, учитель истории, обществознания, филиал МБОУ «Шамарская СОШ № </w:t>
      </w:r>
      <w:r>
        <w:rPr>
          <w:rFonts w:ascii="Liberation Serif" w:hAnsi="Liberation Serif" w:cs="Liberation Serif"/>
          <w:sz w:val="28"/>
          <w:szCs w:val="28"/>
        </w:rPr>
        <w:t>26» – «Платоновская СОШ», Шалинский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Панкова Наталья Алексеевна, учитель истории и обществознания, МАОУ СОШ № 28,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Партина Любовь Владимировна, учитель обществознания, МАОУ СОШ № 148 МО,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Патру</w:t>
      </w:r>
      <w:r>
        <w:rPr>
          <w:rFonts w:ascii="Liberation Serif" w:hAnsi="Liberation Serif" w:cs="Liberation Serif"/>
          <w:sz w:val="28"/>
          <w:szCs w:val="28"/>
        </w:rPr>
        <w:t>шева Юлия Шарифулловна, учитель истории, обществознания, права, экономики, МАОУ «СОШ № 33»,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Перегримова Татьяна Николаевна, учитель истории и обществознания, МБОУ СОШ № 2,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Пермякова Елена Владимировна, учитель </w:t>
      </w:r>
      <w:r>
        <w:rPr>
          <w:rFonts w:ascii="Liberation Serif" w:hAnsi="Liberation Serif" w:cs="Liberation Serif"/>
          <w:sz w:val="28"/>
          <w:szCs w:val="28"/>
        </w:rPr>
        <w:t>истории, обществознания, МАОУ «Средняя общеобразовательная школа № 16 с углубленным изучением отдельных предметов имени Владимира Петровича Шевалева»,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Пермякова Татьяна Эдуардовна, учитель истории, МАОУ СОШ № 140, МО «город Ек</w:t>
      </w:r>
      <w:r>
        <w:rPr>
          <w:rFonts w:ascii="Liberation Serif" w:hAnsi="Liberation Serif" w:cs="Liberation Serif"/>
          <w:sz w:val="28"/>
          <w:szCs w:val="28"/>
        </w:rPr>
        <w:t>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Пестерев Евгений Владимирович, учитель истории и обществознания, МАОУ гимназия № 70,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Анна Владимировна, учитель истории, обществознания, права, МАОУ «СОШ № 28»,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Петрова Светлана </w:t>
      </w:r>
      <w:r>
        <w:rPr>
          <w:rFonts w:ascii="Liberation Serif" w:hAnsi="Liberation Serif" w:cs="Liberation Serif"/>
          <w:sz w:val="28"/>
          <w:szCs w:val="28"/>
        </w:rPr>
        <w:t>Анатольевна, учитель истории, обществознания, права, экономики, МАОУ «СОШ № 25»,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Петряева Надежда Сергеевна, учитель истории и обществознания, БМАОУ СОШ № 2,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Петряева Ольга Руслановна, учитель истории и обществоз</w:t>
      </w:r>
      <w:r>
        <w:rPr>
          <w:rFonts w:ascii="Liberation Serif" w:hAnsi="Liberation Serif" w:cs="Liberation Serif"/>
          <w:bCs/>
          <w:sz w:val="28"/>
          <w:szCs w:val="28"/>
        </w:rPr>
        <w:t>нания, МАОУ СОШ № 5, ГО 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Печеницина Галина Алексеевна, учитель истории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19,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Плешков Андриян Викторович, учитель истории и обществознания, МАОУ гимназия № 155,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Подкорытова Ирина </w:t>
      </w:r>
      <w:r>
        <w:rPr>
          <w:rFonts w:ascii="Liberation Serif" w:hAnsi="Liberation Serif"/>
          <w:sz w:val="28"/>
          <w:szCs w:val="28"/>
        </w:rPr>
        <w:t>Петровна, учитель истории, обществознания, МАОУ «Школа № 3» КГО, Камышловского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Поздеева Оксана Михайловна, учитель истории и обществознания, ГБОУ СО КШИ «Екатеринбургский кадетский корпус войск национальной гвардии»,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Политов Александр Петрович, учитель истории и обществознания, БМАОУ лицей № 3 «Альянс»,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Половинкина Ольга Николаевна, учитель истории, обществознания, МАОУ «СОШ № 23 с углубленным изучением отдельных предметов»,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Полуянова Светлана Евгеньевна, учитель экономики, обществознания, МАОУ СОШ № 65,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Полякова Ольга Борисовна, учитель истории и обществознания, МАОУ СОШ № 105,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Пономарёва Оксана Ивановна, учитель ис</w:t>
      </w:r>
      <w:r>
        <w:rPr>
          <w:rFonts w:ascii="Liberation Serif" w:hAnsi="Liberation Serif" w:cs="Liberation Serif"/>
          <w:sz w:val="28"/>
          <w:szCs w:val="28"/>
        </w:rPr>
        <w:t>тории и обществознания, МАОУ – СОШ № 2,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Попкова Елена Владимировна, учитель истории, обществознания, МБОУ «Шамарская СОШ № 26» – «Горная СОШ»,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Ирина Ивановна, учитель истории, обществознания, МАОУ «Студенческая</w:t>
      </w:r>
      <w:r>
        <w:rPr>
          <w:rFonts w:ascii="Liberation Serif" w:hAnsi="Liberation Serif" w:cs="Liberation Serif"/>
          <w:sz w:val="28"/>
          <w:szCs w:val="28"/>
        </w:rPr>
        <w:t xml:space="preserve"> СОШ № 12», Белоярский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Людмила Сергеевна, учитель истории и обществознания, МАОУ СОШ № 33,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Оксана Викторовна, учитель истории и обществознания, МБОУ ПГО «Печеркинская СОШ», Пышминский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Потапова Наталь</w:t>
      </w:r>
      <w:r>
        <w:rPr>
          <w:rFonts w:ascii="Liberation Serif" w:hAnsi="Liberation Serif" w:cs="Liberation Serif"/>
          <w:sz w:val="28"/>
          <w:szCs w:val="28"/>
        </w:rPr>
        <w:t>я Викторовна, учитель обществознания, МБОУ «Вечерняя (сменная) общеобразовательная школа»,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Привалов Александр Николаевич, учитель истории и обществознания, МКОУ «Сосновская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Прожерин</w:t>
      </w:r>
      <w:r>
        <w:rPr>
          <w:rFonts w:ascii="Liberation Serif" w:hAnsi="Liberation Serif" w:cs="Liberation Serif"/>
          <w:sz w:val="28"/>
          <w:szCs w:val="28"/>
        </w:rPr>
        <w:t>а Наталья Викторовна, учитель истории, МКОУ Скатинская 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Прокина Ирина Владимировна, учитель истории и обществознания, МАОУ гимназия № 210,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Прохоренков Дмитрий Васильевич, учитель истории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обществ</w:t>
      </w:r>
      <w:r>
        <w:rPr>
          <w:rFonts w:ascii="Liberation Serif" w:hAnsi="Liberation Serif" w:cs="Liberation Serif"/>
          <w:sz w:val="28"/>
          <w:szCs w:val="28"/>
        </w:rPr>
        <w:t>ознания, МБОУ СОШ № 64,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Ракипова Светлана Максутовна, учитель истории и обществознания, МБОУ Ертарская СОШ № 27,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Рудченко Людмила Анатольевна, учитель истории и обществознания, МКОУ НСОШ д. Никитино, </w:t>
      </w:r>
      <w:r>
        <w:rPr>
          <w:rFonts w:ascii="Liberation Serif" w:hAnsi="Liberation Serif" w:cs="Liberation Serif"/>
          <w:sz w:val="28"/>
          <w:szCs w:val="28"/>
        </w:rPr>
        <w:t>Верхнесалдинский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Русинова Елена Алексеевна, учитель истории и обществознания, МАОУ СОШ № 122, МО «город Екатеринбург»,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Русяева Татьяна Владимировна, учитель истории и обществознания, МКОУ «Талицкая средняя общеобразовательная школа № 4», Тал</w:t>
      </w:r>
      <w:r>
        <w:rPr>
          <w:rFonts w:ascii="Liberation Serif" w:hAnsi="Liberation Serif" w:cs="Liberation Serif"/>
          <w:sz w:val="28"/>
          <w:szCs w:val="28"/>
        </w:rPr>
        <w:t>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Рыбина Ксения Геннадьевна, учитель истории и обществознания, МАОУ СОШ № 102,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Сабурова Оксана Викторовна, учитель истории, обществознания, МАОУ СШ 9,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Савина Ирина Анатольевна, учитель </w:t>
      </w:r>
      <w:r>
        <w:rPr>
          <w:rFonts w:ascii="Liberation Serif" w:hAnsi="Liberation Serif" w:cs="Liberation Serif"/>
          <w:sz w:val="28"/>
          <w:szCs w:val="28"/>
        </w:rPr>
        <w:t>истории и обществознания, МАОУ Гимназия № 1, ГО Сухой Лог,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Сардак Марина Витальевна, учитель истории, МАОУ СШ № 1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Михайловска,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Сафина Галина Гусмановна, учитель истории, МАОУ ОШ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Светлакова Н</w:t>
      </w:r>
      <w:r>
        <w:rPr>
          <w:rFonts w:ascii="Liberation Serif" w:hAnsi="Liberation Serif" w:cs="Liberation Serif"/>
          <w:sz w:val="28"/>
          <w:szCs w:val="28"/>
        </w:rPr>
        <w:t xml:space="preserve">аталья Викторовна, учитель истории,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7» КГО, Камышловский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Седлова Елена Викторовна, учитель истории, обществознания, МАОУ «СОШ № 22»,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Семенова Марина Ивановна, учитель истории и обществознания, МАОУ </w:t>
      </w:r>
      <w:r>
        <w:rPr>
          <w:rFonts w:ascii="Liberation Serif" w:hAnsi="Liberation Serif" w:cs="Liberation Serif"/>
          <w:sz w:val="28"/>
          <w:szCs w:val="28"/>
        </w:rPr>
        <w:t>«Колчеданская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Семида Гольшат Мансуровна, учитель истории и обществознания, МОУ «Коптеловская СОШ»,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Семкова Наталья Владимировна, учитель истории и обществознания, МБОУ СОШ № 10, ГО</w:t>
      </w:r>
      <w:r>
        <w:rPr>
          <w:rFonts w:ascii="Liberation Serif" w:hAnsi="Liberation Serif" w:cs="Liberation Serif"/>
          <w:sz w:val="28"/>
          <w:szCs w:val="28"/>
        </w:rPr>
        <w:t xml:space="preserve">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Серова Лариса Анатольевна, учитель истории и обществознания, МАОУ лицей № 88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Сеченова Елена Анатольевна, учитель истории, обществознания, МАОУ «СОШ № 3»,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Сидорова Ирина Рудольфовна,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учитель истории и обществознания, МАОУ СОШ № 76,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Марьяна Викторовна, учитель истории и обществознания, МКОУ «Новоисетская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Светлана Валентиновна, учитель ис</w:t>
      </w:r>
      <w:r>
        <w:rPr>
          <w:rFonts w:ascii="Liberation Serif" w:hAnsi="Liberation Serif" w:cs="Liberation Serif"/>
          <w:sz w:val="28"/>
          <w:szCs w:val="28"/>
        </w:rPr>
        <w:t>тории, обществознания, права, МАОУ СОШ № 4,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Сисина Галина Александровна, учитель истории, обществознания, МКОУ «Бисертская средняя школа № 1», Бисертский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Славгородский Лев Игоревич, учитель истории и обществознания, МАОУ «Ги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мназия»,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Слаутина Татьяна Сергеевна, учитель экономики, МАОУ СОШ № 125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Смагина Алина Анатольевна, учитель истории и обществознания, МБОУ гимназия № 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Смагина Ирина </w:t>
      </w:r>
      <w:r>
        <w:rPr>
          <w:rFonts w:ascii="Liberation Serif" w:hAnsi="Liberation Serif" w:cs="Liberation Serif"/>
          <w:bCs/>
          <w:sz w:val="28"/>
          <w:szCs w:val="28"/>
        </w:rPr>
        <w:t>Павловна, учитель истории и обществознания, МАОУ СОШ № 3, ГО Красноуральск,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Смирнова Надежда Алексеевна,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 истории, обществознания, МАОУ «Средняя общеобразовательная школа № 5»,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Смирнова Ольга Леонидовна, учитель </w:t>
      </w:r>
      <w:r>
        <w:rPr>
          <w:rFonts w:ascii="Liberation Serif" w:hAnsi="Liberation Serif" w:cs="Liberation Serif"/>
          <w:sz w:val="28"/>
          <w:szCs w:val="28"/>
        </w:rPr>
        <w:t>истории и обществознания, МАОУ СОШ № 178,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Солнцев Дмитрий Петрович, учитель истории, обществознания, права, МАОУ «СОШ № 2»,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Соловьев Игорь Григорьевич, учитель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истории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и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обществознания</w:t>
      </w:r>
      <w:r>
        <w:rPr>
          <w:rFonts w:ascii="Liberation Serif" w:eastAsia="Liberation Serif" w:hAnsi="Liberation Serif"/>
          <w:sz w:val="28"/>
          <w:szCs w:val="28"/>
        </w:rPr>
        <w:t xml:space="preserve">, </w:t>
      </w:r>
      <w:r>
        <w:rPr>
          <w:rFonts w:ascii="Liberation Serif" w:hAnsi="Liberation Serif"/>
          <w:sz w:val="28"/>
          <w:szCs w:val="28"/>
        </w:rPr>
        <w:t>МАОУ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ГО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Заречный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eastAsia="Liberation Serif" w:hAnsi="Liberation Serif"/>
          <w:sz w:val="28"/>
          <w:szCs w:val="28"/>
        </w:rPr>
        <w:t>«</w:t>
      </w:r>
      <w:r>
        <w:rPr>
          <w:rFonts w:ascii="Liberation Serif" w:hAnsi="Liberation Serif"/>
          <w:sz w:val="28"/>
          <w:szCs w:val="28"/>
        </w:rPr>
        <w:t>СОШ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№</w:t>
      </w:r>
      <w:r>
        <w:rPr>
          <w:rFonts w:ascii="Liberation Serif" w:eastAsia="Liberation Serif" w:hAnsi="Liberation Serif"/>
          <w:sz w:val="28"/>
          <w:szCs w:val="28"/>
        </w:rPr>
        <w:t xml:space="preserve"> 2 </w:t>
      </w:r>
      <w:r>
        <w:rPr>
          <w:rFonts w:ascii="Liberation Serif" w:hAnsi="Liberation Serif"/>
          <w:sz w:val="28"/>
          <w:szCs w:val="28"/>
        </w:rPr>
        <w:t>с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углубленным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изучением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отдельных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предметов</w:t>
      </w:r>
      <w:r>
        <w:rPr>
          <w:rFonts w:ascii="Liberation Serif" w:eastAsia="Liberation Serif" w:hAnsi="Liberation Serif"/>
          <w:sz w:val="28"/>
          <w:szCs w:val="28"/>
        </w:rPr>
        <w:t>», 1</w:t>
      </w:r>
      <w:r>
        <w:rPr>
          <w:rFonts w:ascii="Liberation Serif" w:hAnsi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Сохраннова Татьяна Михайловна, учитель истории, обществознания, МАОУ «СОШ № 29»,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Старкова Елена Алексеевна, учитель истории, обществознания и права, МАОУ гимназия № 94, МО «город Ек</w:t>
      </w:r>
      <w:r>
        <w:rPr>
          <w:rFonts w:ascii="Liberation Serif" w:hAnsi="Liberation Serif" w:cs="Liberation Serif"/>
          <w:sz w:val="28"/>
          <w:szCs w:val="28"/>
        </w:rPr>
        <w:t>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Степанова Ольга Викторовна, учитель истории и обществознания, МАОУ СОШ № 13,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Стрельцова Ольга Васильевна, учитель обществознания, МАОУ СОШ № 166,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Субботина Татьяна Анатольевна, учитель </w:t>
      </w:r>
      <w:r>
        <w:rPr>
          <w:rFonts w:ascii="Liberation Serif" w:hAnsi="Liberation Serif" w:cs="Liberation Serif"/>
          <w:sz w:val="28"/>
          <w:szCs w:val="28"/>
        </w:rPr>
        <w:t>истории и обществознания, МКОУ Нижнеиленская СОШ,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Сунцова Марина Феликсовна, учитель истории и обществознания, МБОУ Юшалинская СОШ № 25,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Танкина Айнур Карасаевна, учитель истории и обществознания, МКОУ Баранник</w:t>
      </w:r>
      <w:r>
        <w:rPr>
          <w:rFonts w:ascii="Liberation Serif" w:hAnsi="Liberation Serif" w:cs="Liberation Serif"/>
          <w:sz w:val="28"/>
          <w:szCs w:val="28"/>
        </w:rPr>
        <w:t>овская СОШ,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Таушанкова Елена Николаевна, учитель истории и обществознания, БМАОУ СОШ № 33, Березовского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Терехина Наталья Сергеевна, учитель истории и обществознания, МАОУ СОШ № 68,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Тимошина Ол</w:t>
      </w:r>
      <w:r>
        <w:rPr>
          <w:rFonts w:ascii="Liberation Serif" w:hAnsi="Liberation Serif" w:cs="Liberation Serif"/>
          <w:sz w:val="28"/>
          <w:szCs w:val="28"/>
        </w:rPr>
        <w:t>ьга Николаевна, учитель истории, обществознания, права, экономики, МОУ Гимназия, ГО Нижняя Салда,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Тихонова Екатерина Ивановна, учитель истории и обществознания, МОУ «Килачевская СОШ»,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Токарева Екатерина Владимировна, учитель истории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обществознания, МАОУ гимназия № 13,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Токмакова Алёна Владимировна, учитель истории и обществознания, МКОУ АГО «Уфимская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Толмазова Ирина Николаевна, учитель истории, обществознания, МАОУ «ЦО № 7», ГО </w:t>
      </w:r>
      <w:r>
        <w:rPr>
          <w:rFonts w:ascii="Liberation Serif" w:hAnsi="Liberation Serif" w:cs="Liberation Serif"/>
          <w:sz w:val="28"/>
          <w:szCs w:val="28"/>
        </w:rPr>
        <w:t>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Томская Жанна Владимировна, учитель истории и обществознания, МАОУ СОШ № 4,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Тормасова Светлана Романовна, учитель истории и обществознания, МКОУ «Кордюковская СОШ», ГО Верхотурский,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Трубина Лидия Евгениевна, </w:t>
      </w:r>
      <w:r>
        <w:rPr>
          <w:rFonts w:ascii="Liberation Serif" w:hAnsi="Liberation Serif" w:cs="Liberation Serif"/>
          <w:sz w:val="28"/>
          <w:szCs w:val="28"/>
        </w:rPr>
        <w:t>учитель истории, обществознания, права, экономики, МОУ Гимназия, ГО Нижняя Салда,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Тряпочкина Анна Николаевна, учитель истории и обществознания, МБОУ «СОШ № 14»,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Тупиков Илья Николаевич, учитель истории и обществознания, МАОУ СОШ №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9,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Тюрина Наталья Арнольдовна, учитель истории и обществознания, МАОУ СОШ № 2, 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Ужегов Артем Николаевич, учитель обществознания и права, МАОУ СОШ № 163,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Уймёнова Людмила Ивановна, учите</w:t>
      </w:r>
      <w:r>
        <w:rPr>
          <w:rFonts w:ascii="Liberation Serif" w:hAnsi="Liberation Serif" w:cs="Liberation Serif"/>
          <w:sz w:val="28"/>
          <w:szCs w:val="28"/>
        </w:rPr>
        <w:t>ль истории и обществознания, МАОУ лицей № 39,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Улыбушева Эльмира Асхатовна, учитель экономики, МАОУ «Лицей»,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Устьянцева Елена Владимировна, учитель истории, обществознания, права, экономики, МАОУ Черновск</w:t>
      </w:r>
      <w:r>
        <w:rPr>
          <w:rFonts w:ascii="Liberation Serif" w:hAnsi="Liberation Serif" w:cs="Liberation Serif"/>
          <w:bCs/>
          <w:sz w:val="28"/>
          <w:szCs w:val="28"/>
        </w:rPr>
        <w:t>ая СОШ,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Фадеева Ольга Викторовна, учитель истории, МАОУ Усениновская СОШ, 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Федотова Ирина Анатольевна, учитель истории и обществознания, МАОУ «СОШ № 54»,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Филимонова Ольга Анатольевна, учитель и</w:t>
      </w:r>
      <w:r>
        <w:rPr>
          <w:rFonts w:ascii="Liberation Serif" w:hAnsi="Liberation Serif" w:cs="Liberation Serif"/>
          <w:sz w:val="28"/>
          <w:szCs w:val="28"/>
        </w:rPr>
        <w:t xml:space="preserve">стории, обществознания, МАОУ «СОШ № 16», ГО Дегтярск,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Фирсова Аэлита Николаевна, учитель истории и обществознания, МАОУ СОШ № 3, Малышевский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Фитина Светлана Николаевна, учитель истории и обществознания, МКОУ «Кисловская средняя </w:t>
      </w:r>
      <w:r>
        <w:rPr>
          <w:rFonts w:ascii="Liberation Serif" w:hAnsi="Liberation Serif" w:cs="Liberation Serif"/>
          <w:sz w:val="28"/>
          <w:szCs w:val="28"/>
        </w:rPr>
        <w:t>общеобразовательная школа имени Героя Советского Союза И.И. Гуляева»,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Хазимуллина Елена Михайловна, учитель истории и обществознания, МАОУ СОШ № 9,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Ханнанова Альмира Салаватовна, учитель истории и обществознания,</w:t>
      </w:r>
      <w:r>
        <w:rPr>
          <w:rFonts w:ascii="Liberation Serif" w:hAnsi="Liberation Serif" w:cs="Liberation Serif"/>
          <w:sz w:val="28"/>
          <w:szCs w:val="28"/>
        </w:rPr>
        <w:t xml:space="preserve"> МАОУ СОШ № 142,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Хинчагашвили Ирина Отаровна, учитель истории и обществознания, МАОУ «Лицей № 5»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Христофорова Лариса Анатольевна, учитель истории, обществознания, МАОУ ПГО «СОШ № 13 с УИОП», Полев</w:t>
      </w:r>
      <w:r>
        <w:rPr>
          <w:rFonts w:ascii="Liberation Serif" w:hAnsi="Liberation Serif" w:cs="Liberation Serif"/>
          <w:sz w:val="28"/>
          <w:szCs w:val="28"/>
        </w:rPr>
        <w:t>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Хрушкова Наталья Анатольевна, учитель истории и обществознания, МАОУ «Школа № 9»,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Царева Ольга Борисовна, учитель истории и обществознания, МАОУ «Лицей»,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Цыганенко Ирина Ивановна, учитель и</w:t>
      </w:r>
      <w:r>
        <w:rPr>
          <w:rFonts w:ascii="Liberation Serif" w:hAnsi="Liberation Serif" w:cs="Liberation Serif"/>
          <w:sz w:val="28"/>
          <w:szCs w:val="28"/>
        </w:rPr>
        <w:t>стории и обществознания, МАОУ гимназия № 18,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Чебыкина Лариса Мавлетзяновна, учитель истории и обществознания, МКОУ АГО «Нижнеарийская ООШ»,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Чепуров Андрей Дмитриевич, учитель истории, обществознания, МАОУ «СОШ № 1</w:t>
      </w:r>
      <w:r>
        <w:rPr>
          <w:rFonts w:ascii="Liberation Serif" w:hAnsi="Liberation Serif" w:cs="Liberation Serif"/>
          <w:sz w:val="28"/>
          <w:szCs w:val="28"/>
        </w:rPr>
        <w:t>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Черепанова Ольга Эдуардовна, учитель истории, обществознания, МАОУ «СОШ № 9»,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Черепанова Светлана Николаевна, учитель истории и обществознания, МАОУ «Староартинская средняя общеобразовательная школа», </w:t>
      </w:r>
      <w:r>
        <w:rPr>
          <w:rFonts w:ascii="Liberation Serif" w:hAnsi="Liberation Serif" w:cs="Liberation Serif"/>
          <w:sz w:val="28"/>
          <w:szCs w:val="28"/>
        </w:rPr>
        <w:t>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Чернышева Елена Георгиевна, учитель истории и обществознания, МАОУ СОШ № 1 с углублённым изучением отдельных предметов «Полифорум»,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Четверикова Елена Семёновна, учитель истории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16, Асбестовский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Четверикова Мария Алексеевна, учитель истории и обществознания, МАОУ СОШ № 30,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Чуб Сергей Иванович, учитель истории, МАОУ гимназия № 104,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Чулкова Ирина Николаевна, учитель истории и обществознани</w:t>
      </w:r>
      <w:r>
        <w:rPr>
          <w:rFonts w:ascii="Liberation Serif" w:hAnsi="Liberation Serif" w:cs="Liberation Serif"/>
          <w:sz w:val="28"/>
          <w:szCs w:val="28"/>
        </w:rPr>
        <w:t xml:space="preserve">я, МАОУ «Школа № 13», ГО «город Ирбит»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Чупина Елена Юрьевна, учитель истории и обществознания, МБОУ СОШ № 7, Режевской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Чуракова Инна Владимировна, учитель истории и обществознания, МАОУ СОШ № 136,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Шабурова </w:t>
      </w:r>
      <w:r>
        <w:rPr>
          <w:rFonts w:ascii="Liberation Serif" w:hAnsi="Liberation Serif" w:cs="Liberation Serif"/>
          <w:sz w:val="28"/>
          <w:szCs w:val="28"/>
        </w:rPr>
        <w:t>Лилия Ивановна учитель истории и обществознания, МАОУ СОШ № 11,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Шадрина Галина Сергеевна, учитель истории и обществознания, ГБОУ СО «СОШ № 2», ГО Верхотурский,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Шалкиева Марина Викторовна, учитель истории, МБОУ «Куркинская ООШ», А</w:t>
      </w:r>
      <w:r>
        <w:rPr>
          <w:rFonts w:ascii="Liberation Serif" w:hAnsi="Liberation Serif" w:cs="Liberation Serif"/>
          <w:sz w:val="28"/>
          <w:szCs w:val="28"/>
        </w:rPr>
        <w:t xml:space="preserve">ртинский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Шамгунова Юлия Шамилевна, учитель истории, обществознания, МБОУ ПГО «СОШ № 17»,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Шашмурина Лариса Юрьевна, учитель истории и обществознания, МАОУ Артинского ГО «Артинская средняя общеобразовательная школа № 1», Артински</w:t>
      </w:r>
      <w:r>
        <w:rPr>
          <w:rFonts w:ascii="Liberation Serif" w:hAnsi="Liberation Serif" w:cs="Liberation Serif"/>
          <w:sz w:val="28"/>
          <w:szCs w:val="28"/>
        </w:rPr>
        <w:t>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Шварцман Евгения Александровна, учитель истории,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15», ГО Первоуральск,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Шевкунова Нелли Рудольфовна, учитель истории, обществознания, МАОУ СШ № 2 г. Михайловска,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Шепелева Галина Алексеевна, учитель ис</w:t>
      </w:r>
      <w:r>
        <w:rPr>
          <w:rFonts w:ascii="Liberation Serif" w:hAnsi="Liberation Serif" w:cs="Liberation Serif"/>
          <w:sz w:val="28"/>
          <w:szCs w:val="28"/>
        </w:rPr>
        <w:t>тории МБОО ПГО «Пульниковская НОШ»,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Шестовских Марина Геннадьевна, учитель истории и обществознания, МАОУ Ленская СОШ,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Шитягина Татьяна Павловна, учитель истории и обществознания, МБОУ «СОШ № 1 им. М. Горького»,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Шихов Владимир Анатольевич, учитель истории, обществознания, права, экономики, МОУ Гимназия, ГО Нижняя Салда,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Шишмакова Елена Анатольевна, учитель истории и обществознания, МАОУ СОШ № 143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Шкитов Але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ксандр Альбертович, учитель истории, обществознания, МАОУ ПГО «СОШ – Лицей № 4 «Интеллект», Полевской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Шмакова Елена Николаевна, учитель истории, МБОУ «Сигнальненская СОШ»,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Шпаковская Любовь Владимировна, учитель истории,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</w:t>
      </w:r>
      <w:r>
        <w:rPr>
          <w:rFonts w:ascii="Liberation Serif" w:hAnsi="Liberation Serif" w:cs="Liberation Serif"/>
          <w:sz w:val="28"/>
          <w:szCs w:val="28"/>
        </w:rPr>
        <w:t xml:space="preserve"> обществознания, МАОУ СОШ № 2, Верхнесалдинский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Шулакова Наталья Николаевна, учитель экономики, права, обществознания, МАОУ «ЦО № 7»,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Шумакова Ирина Михайловна, учитель истории и обществознания, экономики, права, МАОУ </w:t>
      </w:r>
      <w:r>
        <w:rPr>
          <w:rFonts w:ascii="Liberation Serif" w:hAnsi="Liberation Serif" w:cs="Liberation Serif"/>
          <w:sz w:val="28"/>
          <w:szCs w:val="28"/>
        </w:rPr>
        <w:t>«Гимназия № 41»,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Шурыгина Ольга Юрьевна, учитель истории, обществознания, права, МАОУ СОШ № 4, ГО Верхний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Щепина Светлана Николаевна, учитель истории, обществознания, МАОУ ГО Заречный «СОШ № 3», ГО Заречный,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Якимо</w:t>
      </w:r>
      <w:r>
        <w:rPr>
          <w:rFonts w:ascii="Liberation Serif" w:hAnsi="Liberation Serif" w:cs="Liberation Serif"/>
          <w:sz w:val="28"/>
          <w:szCs w:val="28"/>
        </w:rPr>
        <w:t>ва Марина Владимировна, учитель истории и обществознания, МАОУ СОШ № 66,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Ялухина Лариса Васильевна, учитель истории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9,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Ячменева Ирина Анатольевна, учитель истории, обществознания, МАОУ СОШ № 92,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Музыка, изобразительное искусство, МХК, черчение, технология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Абрамова Татьяна Юрьевна, учитель истории и обществознания, МБОУ СОШ № 73, </w:t>
      </w:r>
      <w:r>
        <w:rPr>
          <w:rFonts w:ascii="Liberation Serif" w:eastAsia="Times New Roman" w:hAnsi="Liberation Serif" w:cs="Liberation Serif"/>
          <w:sz w:val="28"/>
          <w:szCs w:val="28"/>
        </w:rPr>
        <w:t>ГО «Город Лесной» СО, ВКК</w:t>
      </w:r>
      <w:r>
        <w:rPr>
          <w:rFonts w:ascii="Liberation Serif" w:hAnsi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Аверьянова Алла Николаевна, учитель МХК, МАОУ гимназия № 35,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Агеева Светлана Владимировна, учитель музыки, МАОУ СОШ № 23,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Андреева Алевтина Васильевна, учитель технологии, МБОУ Ертарской СОШ № 27, Тугулымский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Андреева Татьяна Евгеньевна,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музыки, МБОУ ПГО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Андросов Дмитрий Васильевич, учитель технологии,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Анисимова Елена Александровна,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Ардашева Лилия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Вячеславовна, учитель музыки, МАОУ лицей № 12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Арефьева Лариса Александровна, учитель МХК, ОБЖ, МАОУ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«СОШ № 3», ГО Заречный,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Артемьева Надежда Владимировна, учитель музыки,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102, МО «город Екатери</w:t>
      </w:r>
      <w:r>
        <w:rPr>
          <w:rFonts w:ascii="Liberation Serif" w:hAnsi="Liberation Serif" w:cs="Liberation Serif"/>
          <w:sz w:val="28"/>
          <w:szCs w:val="28"/>
        </w:rPr>
        <w:t>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Архипова Анна Сергеевна, учитель технологии, МАОУ СОШ № 14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им. В.Ф. Фуфачева, Серовский ГО,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Архипова Ирина Владимировна, учитель технологии, МКОУ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 г. Нижние Серги, Нижнесергинский МР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  <w:tab w:val="left" w:pos="28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Атаева Ольга Курбановна, учитель </w:t>
      </w:r>
      <w:r>
        <w:rPr>
          <w:rFonts w:ascii="Liberation Serif" w:hAnsi="Liberation Serif" w:cs="Liberation Serif"/>
          <w:sz w:val="28"/>
          <w:szCs w:val="28"/>
        </w:rPr>
        <w:t>технологии, МАОУ «СОШ № 22»,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Атаманова Ольга Михайловна,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учитель технологии, МАОУ «Гимназия № 41», </w:t>
      </w:r>
      <w:r>
        <w:rPr>
          <w:rFonts w:ascii="Liberation Serif" w:hAnsi="Liberation Serif" w:cs="Liberation Serif"/>
          <w:sz w:val="28"/>
          <w:szCs w:val="28"/>
        </w:rPr>
        <w:t>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Бабий Валентина Владимировна, учитель изобразительного искусства, технологии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БМАОУ «Лицей № 7», Березовский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Бабкина Наталья Викторовна, учитель музыки и МХК,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Балакаева Татьяна Борисовна, учитель музыки, МАОУ «Средняя общеобразовательная школа № 1»,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Банникова Лариса Сахибжановна, учитель м</w:t>
      </w:r>
      <w:r>
        <w:rPr>
          <w:rFonts w:ascii="Liberation Serif" w:hAnsi="Liberation Serif" w:cs="Liberation Serif"/>
          <w:sz w:val="28"/>
          <w:szCs w:val="28"/>
        </w:rPr>
        <w:t xml:space="preserve">узыки, МБОУ «Шамарская СОШ № 26», Шалинский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Бармина Ольга Владимировна, учитель изобразительного искусства, технологии, МХК, МАОУ СОШ № 72,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Батурина Марина Гарибальдиевна, учитель музыки, МОУ «Пионерская СОШ», Ирбитское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Бектяшева Марина Амировна, учитель музыки, МАОУ СОШ № 69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Белькова Ирина Валентиновна, учитель технологии, МАОУ СОШ № 8, ГО Верхний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Берсенева Наталья Александровна, учитель изобразительного искусства, </w:t>
      </w:r>
      <w:r>
        <w:rPr>
          <w:rFonts w:ascii="Liberation Serif" w:hAnsi="Liberation Serif" w:cs="Liberation Serif"/>
          <w:sz w:val="28"/>
          <w:szCs w:val="28"/>
        </w:rPr>
        <w:t xml:space="preserve">МХК, черчения, МАОУ «СОШ № 5 с УИОП», ГО Первоуральск,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Беспалова Татьяна Владимировна, учитель изобразительного искусства, искусства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3,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Бессонова Оксана Валерьевна, учитель технологии, МАОУ СОШ № 2 Невьянского ГО, </w:t>
      </w:r>
      <w:r>
        <w:rPr>
          <w:rFonts w:ascii="Liberation Serif" w:hAnsi="Liberation Serif" w:cs="Liberation Serif"/>
          <w:sz w:val="28"/>
          <w:szCs w:val="28"/>
        </w:rPr>
        <w:t>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Бетехтина Надежда Васильевна, учитель технологии, Лицей № 9,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Болдырева Наталья Викторовна, учитель мировой художественной культуры, МБОУ ПГО «Боровлянская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Болотова Ольга Юрьевна, учитель т</w:t>
      </w:r>
      <w:r>
        <w:rPr>
          <w:rFonts w:ascii="Liberation Serif" w:hAnsi="Liberation Serif" w:cs="Liberation Serif"/>
          <w:sz w:val="28"/>
          <w:szCs w:val="28"/>
        </w:rPr>
        <w:t>ехнологии, МБОУ «Шамарская СОШ № 26»,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Большакова Надежда Владимировна, учитель музыки, МАОУ «СОШ № 29»,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Борисенко Алевтина Алексеевна, учитель музыки,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Борисова Наталья Николаевна, учи</w:t>
      </w:r>
      <w:r>
        <w:rPr>
          <w:rFonts w:ascii="Liberation Serif" w:hAnsi="Liberation Serif" w:cs="Liberation Serif"/>
          <w:sz w:val="28"/>
          <w:szCs w:val="28"/>
        </w:rPr>
        <w:t xml:space="preserve">тель технологии,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25»,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Бормотова Татьяна Васильевна, учитель технологии,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23», ГО Дегтярск,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Ботанина Татьяна Владимировна, учитель музыки, мировой художественной культуры, МКОУ «Буткинская средняя общеобр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азовательная школа»,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Бочкарева Елена Владимировна, учитель музыки, МАОУ гимназия № 120,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Бражникова Ирина Юрьевна, учитель музыки, МАОУ СОШ №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Брашко Евгения Владимировна, </w:t>
      </w:r>
      <w:r>
        <w:rPr>
          <w:rFonts w:ascii="Liberation Serif" w:hAnsi="Liberation Serif" w:cs="Liberation Serif"/>
          <w:sz w:val="28"/>
          <w:szCs w:val="28"/>
        </w:rPr>
        <w:t xml:space="preserve">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Бузунова Татьяна Сергеевна, учитель изобразительного искусства, МБОУ СОШ № 4,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Бурнатов Сергей Владимирович, учитель технологии, МАОУ Черновская СОШ,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</w:t>
      </w:r>
      <w:r>
        <w:rPr>
          <w:rFonts w:ascii="Liberation Serif" w:hAnsi="Liberation Serif" w:cs="Liberation Serif"/>
          <w:sz w:val="28"/>
          <w:szCs w:val="28"/>
        </w:rPr>
        <w:t>рухина Елена Александровна, учитель музыки, и МХК, МАОУ СОШ № 71,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Бызов Дмитрий Валерьевич, учитель технологии, МБОУ СОШ № 4,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Быкова Ирина Александровна, учитель технологии, МАОУ СОШ № 16, МО «город Екатери</w:t>
      </w:r>
      <w:r>
        <w:rPr>
          <w:rFonts w:ascii="Liberation Serif" w:hAnsi="Liberation Serif" w:cs="Liberation Serif"/>
          <w:sz w:val="28"/>
          <w:szCs w:val="28"/>
        </w:rPr>
        <w:t>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Быкова Наталья Юрьевна, учитель изобразительного искусства, черчения, МАОУ «СОШ № 29»,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Быструшкина Ирина Юрьевна, учитель технологии,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Важенина Ирина Витальевна, учитель музыки и МХК,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</w:t>
      </w:r>
      <w:r>
        <w:rPr>
          <w:rFonts w:ascii="Liberation Serif" w:hAnsi="Liberation Serif" w:cs="Liberation Serif"/>
          <w:sz w:val="28"/>
          <w:szCs w:val="28"/>
        </w:rPr>
        <w:t>1,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Валтышева Светлана Викторовна, учитель изобразительного искусства, МБОУ «СОШ № 1»,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Варваркина Ирина Андреевна, учитель изобразительного искусства, МАОУ – СОШ № 2,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Васильева Наталья Михайловна, </w:t>
      </w:r>
      <w:r>
        <w:rPr>
          <w:rFonts w:ascii="Liberation Serif" w:hAnsi="Liberation Serif" w:cs="Liberation Serif"/>
          <w:bCs/>
          <w:sz w:val="28"/>
          <w:szCs w:val="28"/>
        </w:rPr>
        <w:t>учитель музыки и изобразительного искусства, ГБОУ СО «СОШ № 3», ГО Верхотурский,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Вахрушева Татьяна Владимировна, учитель изобразительного искусства, технологии, МХК, МАОУ лицей № 159,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Ведерникова Мария Николаевна, учитель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музыки, МКОУ АГО «Ачитская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Веснина Валентина Михайловна, учитель изобразительного искусства, МАОУ СОШ № 138,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Витомская Лариса Олеговна, учитель музыки, МХК, искусства МАОУ СОШ № 63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Витужникова Ольга Юрьевна, учитель музыки, МКОУ «СОШ № 14», ГО Верхняя Тура,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Водолажская Марина Александровна, учитель МХК, МАОУ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Волков Николай Васильевич, учитель технологии, МБОУ СОШ № 5 </w:t>
      </w:r>
      <w:r>
        <w:rPr>
          <w:rStyle w:val="2"/>
          <w:rFonts w:ascii="Liberation Serif" w:hAnsi="Liberation Serif" w:cs="Liberation Serif"/>
          <w:sz w:val="28"/>
          <w:szCs w:val="28"/>
        </w:rPr>
        <w:t>Невьянског</w:t>
      </w:r>
      <w:r>
        <w:rPr>
          <w:rStyle w:val="2"/>
          <w:rFonts w:ascii="Liberation Serif" w:hAnsi="Liberation Serif" w:cs="Liberation Serif"/>
          <w:sz w:val="28"/>
          <w:szCs w:val="28"/>
        </w:rPr>
        <w:t>о ГО, Невьянский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Волкова Ираида Николаевна, учитель технологии, МБОУ «Свердловская средняя общеобразовательная школа»,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Волкова Лариса Михайловна, учитель музыки, МАОУ СШ 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Волкова Эрика Александровна, </w:t>
      </w:r>
      <w:r>
        <w:rPr>
          <w:rFonts w:ascii="Liberation Serif" w:hAnsi="Liberation Serif" w:cs="Liberation Serif"/>
          <w:sz w:val="28"/>
          <w:szCs w:val="28"/>
        </w:rPr>
        <w:t>учитель технологии, изобразительного искусства, МАОУ «СОШ № 10»,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Ворошилова Светлана Аркадьевна, учитель изобразительного искусства, технологии, МБОУ СОШ № 4 п.г.т. Сосьва, Сосьвинский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Вяткина Нина Александровна, учитель техн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ологии,</w:t>
      </w:r>
      <w:r>
        <w:rPr>
          <w:rFonts w:ascii="Liberation Serif" w:hAnsi="Liberation Serif" w:cs="Liberation Serif"/>
          <w:sz w:val="28"/>
          <w:szCs w:val="28"/>
        </w:rPr>
        <w:t xml:space="preserve">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49»,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Гаврилова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Ирина Викторовна, учитель технологии, МБОУ СОШ № 64, ГО «Город Лесной»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Галиева Гульнара Алексеевна, учитель технологии, МБОУ – СОШ № 36, 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Гапонова Наталья </w:t>
      </w:r>
      <w:r>
        <w:rPr>
          <w:rFonts w:ascii="Liberation Serif" w:hAnsi="Liberation Serif" w:cs="Liberation Serif"/>
          <w:sz w:val="28"/>
          <w:szCs w:val="28"/>
        </w:rPr>
        <w:t xml:space="preserve">Михайловна, учитель технологии,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29»,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Гарипова Ксения Ивановна, учитель изобразительного искусства, МОУ – СОШ № 4,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Герасимова Елена Валерьевна, учитель музыки, БМАОУ СОШ № 2, Березовский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Гилязова Раф</w:t>
      </w:r>
      <w:r>
        <w:rPr>
          <w:rFonts w:ascii="Liberation Serif" w:hAnsi="Liberation Serif" w:cs="Liberation Serif"/>
          <w:sz w:val="28"/>
          <w:szCs w:val="28"/>
        </w:rPr>
        <w:t>иля Равильевна, учитель черчения и изобразительного искусства, МАОУ СОШ № 2,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Глазачева Евгения Николаевна, учитель изобразительного искусства, мировой художественной культуры, МКОУ «Талицкая средняя общеобразовательная школа № 55»</w:t>
      </w:r>
      <w:r>
        <w:rPr>
          <w:rFonts w:ascii="Liberation Serif" w:hAnsi="Liberation Serif" w:cs="Liberation Serif"/>
          <w:sz w:val="28"/>
          <w:szCs w:val="28"/>
        </w:rPr>
        <w:t>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Глухих Татьяна Валентиновна, учитель технологии, МАОУ «Средняя общеобразовательная школа № 30»,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Глухова Ольга Анатольевна, учитель технологии, МАОУ СОШ № 24, 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Годунова Ольга Геннадьевна, уч</w:t>
      </w:r>
      <w:r>
        <w:rPr>
          <w:rFonts w:ascii="Liberation Serif" w:hAnsi="Liberation Serif" w:cs="Liberation Serif"/>
          <w:sz w:val="28"/>
          <w:szCs w:val="28"/>
        </w:rPr>
        <w:t xml:space="preserve">итель музыки, МАОУ гимназия № 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Горболина Светлана Анатольевна, учитель изобразительного искусства, черчения, МКОУ АГО «Ачитская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Гордеева Наталья Сергеевна, учитель музыки, МАОУ «Сажинская средняя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общеобразовательная школа»,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Горина Марина Евгеньевна, учитель технологии, МАОУ СОШ № 30,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Горшкова Марина Вячеславовна, учитель изобразительного искусства, черчения, технологии, МАОУ «СОШ № 12», ГО Первоуральск, 1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Гостюхина Елена Михайловна, учитель изобразительного искусства, МАОУ СОШ № 69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Гудкова Любовь Алексеевна, учитель технологии, МАОУ СОШ № 10, Режевской ГО, 1КК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Гужеля Лариса Николаевна, учитель музыки, МАОУ «НТГ», Нижнету</w:t>
      </w:r>
      <w:r>
        <w:rPr>
          <w:rFonts w:ascii="Liberation Serif" w:hAnsi="Liberation Serif" w:cs="Liberation Serif"/>
          <w:bCs/>
          <w:sz w:val="28"/>
          <w:szCs w:val="28"/>
        </w:rPr>
        <w:t>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Гузеева Татьяна Ивановна, учитель технологии, МБОУ СОШ № 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Гусакова Нурия Мусаевна, учитель музыки, МХК, кадетская школа-интернат структурного подразделения ГАПОУ СО «Верхнепышминский механико-технологический те</w:t>
      </w:r>
      <w:r>
        <w:rPr>
          <w:rFonts w:ascii="Liberation Serif" w:hAnsi="Liberation Serif" w:cs="Liberation Serif"/>
          <w:sz w:val="28"/>
          <w:szCs w:val="28"/>
        </w:rPr>
        <w:t>хникум «Юность»,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Гусева Надежда Николаевна, учитель технологии, МАОУ СОШ № 165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Гусева Светлана Александровна, учитель технологии, МОУ «Костинская СОШ», МО Алапаевское,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Гущина Ганна Григорьевна,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учитель технологии, МАОУ гимназия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2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Дементьева Елена Анатольевна, учитель изобразительного искусства, МАОУ СОШ № 1 с углублённым изучением предметов «Полифорум», Серовский 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Демина Юлия Александровна,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музыки, МАОУ СОШ № 97,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Демченко Оксана Фёдоровна, учитель изобразительного искусства, технологии, черчения, МАОУ СОШ № 76,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Дерновая Светлана Юрьевна, учитель изобразительного искусства, МАОУ гимнази</w:t>
      </w:r>
      <w:r>
        <w:rPr>
          <w:rFonts w:ascii="Liberation Serif" w:hAnsi="Liberation Serif" w:cs="Liberation Serif"/>
          <w:bCs/>
          <w:sz w:val="28"/>
          <w:szCs w:val="28"/>
        </w:rPr>
        <w:t>я № 108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Димитрова Наталья Александровна, учитель изобразительного искусства, МАОУ Гимназии № 86,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Добычина Елена Валентиновна,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ГО Верхний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Докучаева Елена </w:t>
      </w:r>
      <w:r>
        <w:rPr>
          <w:rFonts w:ascii="Liberation Serif" w:hAnsi="Liberation Serif" w:cs="Liberation Serif"/>
          <w:sz w:val="28"/>
          <w:szCs w:val="28"/>
        </w:rPr>
        <w:t>Валентиновна, учитель технологии, МКОУ Пелевинская СОШ, Байкаловский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Долматова Ирина Анатольевна, учитель изобразительного искусства, МАОУ СОШ № 14 им. В.Ф. Фуфачева,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Доронина Лариса Геннадьевна, учитель изобразительного иску</w:t>
      </w:r>
      <w:r>
        <w:rPr>
          <w:rFonts w:ascii="Liberation Serif" w:hAnsi="Liberation Serif" w:cs="Liberation Serif"/>
          <w:bCs/>
          <w:sz w:val="28"/>
          <w:szCs w:val="28"/>
        </w:rPr>
        <w:t>сства, МАОУ СОШ № 8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Дрямина Татьяна Владимировна, учитель технологии, МАОУ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«ЦО № 7»,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Дубровская Елена Николаевна, учитель технологии, МАОУ «Средняя общеобразовательная школа № 1 с углубленным изучением отдельны</w:t>
      </w:r>
      <w:r>
        <w:rPr>
          <w:rFonts w:ascii="Liberation Serif" w:hAnsi="Liberation Serif" w:cs="Liberation Serif"/>
          <w:sz w:val="28"/>
          <w:szCs w:val="28"/>
        </w:rPr>
        <w:t>х предметов»,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Дубынина Марина Александровна, учитель музыки, МАОУ Гимназия № 1, ГО Сухой Лог,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Дудинова Любовь Геннадьевна, учитель технологии, МБОУ ПГО «СОШ № 14»,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Евдокимова Оксана Владимировна, учител</w:t>
      </w:r>
      <w:r>
        <w:rPr>
          <w:rFonts w:ascii="Liberation Serif" w:hAnsi="Liberation Serif" w:cs="Liberation Serif"/>
          <w:sz w:val="28"/>
          <w:szCs w:val="28"/>
        </w:rPr>
        <w:t>ь изобразительного искусства, МХК, черчения, МАОУ СОШ № 3 п. Полуночное</w:t>
      </w:r>
      <w:r>
        <w:rPr>
          <w:rFonts w:ascii="Liberation Serif" w:hAnsi="Liberation Serif" w:cs="Liberation Serif"/>
          <w:bCs/>
          <w:sz w:val="28"/>
          <w:szCs w:val="28"/>
        </w:rPr>
        <w:t>, Ивдельский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Евтехов Андрей Васильевич, учитель технологии,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18,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Егорова Галина Викторовна, учитель музыки, МХК, МАОУ СОШ № 5, ГО Карпи</w:t>
      </w:r>
      <w:r>
        <w:rPr>
          <w:rFonts w:ascii="Liberation Serif" w:hAnsi="Liberation Serif" w:cs="Liberation Serif"/>
          <w:bCs/>
          <w:sz w:val="28"/>
          <w:szCs w:val="28"/>
        </w:rPr>
        <w:t>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Еина Оксана Александровна, учитель изобразительного искусства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и МХК, МАОУ СОШ № 9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Еремеева Галина Александровна, учитель технологии, МАОУ «Артинский лицей», Артинский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Еремкина Ольга Юрьевна,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изобразительного искусства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</w:rPr>
        <w:t>и МХК, МБОУ «Шалинская СОШ № 45»,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Ермакова Жанна Викторовна, учитель МХК, МАОУ СОШ № 3,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Жемчугова Жанна Васильевна, учитель музыки, МБОУ СОШ № 1,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Заброда Людмила Никол</w:t>
      </w:r>
      <w:r>
        <w:rPr>
          <w:rFonts w:ascii="Liberation Serif" w:hAnsi="Liberation Serif" w:cs="Liberation Serif"/>
          <w:bCs/>
          <w:sz w:val="28"/>
          <w:szCs w:val="28"/>
        </w:rPr>
        <w:t>аевна, учитель технологии, МАОУ СОШ № 1 с углублённым изучением предметов «Полифорум»,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Завойская Галина Евгеньевна, учитель музыки, искусства, МХК БМАОУ «Гимназия № 5»,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Завьялова Ольга Владимировна, учитель музыки, М</w:t>
      </w:r>
      <w:r>
        <w:rPr>
          <w:rFonts w:ascii="Liberation Serif" w:hAnsi="Liberation Serif" w:cs="Liberation Serif"/>
          <w:sz w:val="28"/>
          <w:szCs w:val="28"/>
        </w:rPr>
        <w:t>БОУ «СОШ № 3»,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Зайцева Надежда Борисовна, учитель музыки, МХК,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28»,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Заплатина Елена Александровна, учитель музыки, МАОУ СОШ № 32,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Затяева Наталья Владимировна, учитель изоб</w:t>
      </w:r>
      <w:r>
        <w:rPr>
          <w:rFonts w:ascii="Liberation Serif" w:hAnsi="Liberation Serif" w:cs="Liberation Serif"/>
          <w:sz w:val="28"/>
          <w:szCs w:val="28"/>
        </w:rPr>
        <w:t>разительного искусства, МАОУ «Колчеданская средняя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Злыгостева Наталья Владимировна, учитель изобразительных искусств, МАОУ «Средняя общеобразовательная школа № 1»,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Золина Елена </w:t>
      </w:r>
      <w:r>
        <w:rPr>
          <w:rFonts w:ascii="Liberation Serif" w:hAnsi="Liberation Serif" w:cs="Liberation Serif"/>
          <w:sz w:val="28"/>
          <w:szCs w:val="28"/>
        </w:rPr>
        <w:t>Николаевна, учитель технологии, МКОУ АГО «Ачитская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Зубанова Евгения Иосифовна, учитель изобразительного искусства, МАОУ СОШ № 143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Зубенина Ирина Егоровна, учитель технологии, изобразительного искусства</w:t>
      </w:r>
      <w:r>
        <w:rPr>
          <w:rFonts w:ascii="Liberation Serif" w:hAnsi="Liberation Serif" w:cs="Liberation Serif"/>
          <w:sz w:val="28"/>
          <w:szCs w:val="28"/>
        </w:rPr>
        <w:t>, МБОУ ПГО «Ощепковская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Зубкова Татьяна Васильевна, учитель изобразительного искусства, мировой художественной культуры, МКОУ «Троицкая средняя общеобразовательная школа № 50», Талицкий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 Константин Валерьевич, учите</w:t>
      </w:r>
      <w:r>
        <w:rPr>
          <w:rFonts w:ascii="Liberation Serif" w:hAnsi="Liberation Serif" w:cs="Liberation Serif"/>
          <w:sz w:val="28"/>
          <w:szCs w:val="28"/>
        </w:rPr>
        <w:t xml:space="preserve">ль технологии,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Игнатова Вера Анатольевна, учитель изобразительного искусства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МХК, МАОУ АГО «Артинская средняя общеобразовательная школа № 6»,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Игошина Елена Иосифовна, учитель технологии, БМАОУ СОШ № 2, </w:t>
      </w:r>
      <w:r>
        <w:rPr>
          <w:rFonts w:ascii="Liberation Serif" w:hAnsi="Liberation Serif" w:cs="Liberation Serif"/>
          <w:sz w:val="28"/>
          <w:szCs w:val="28"/>
        </w:rPr>
        <w:t>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Иканин Александр Викторович, учитель МХК, МОУ СОШ № 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Иконникова Ольга Юрьевна, учитель изобразительного искусства, МБОУ СОШ № 1,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Ильдарханова Надежда Ивановна, учитель искусства, МХК, изобр</w:t>
      </w:r>
      <w:r>
        <w:rPr>
          <w:rFonts w:ascii="Liberation Serif" w:hAnsi="Liberation Serif" w:cs="Liberation Serif"/>
          <w:sz w:val="28"/>
          <w:szCs w:val="28"/>
          <w:lang w:eastAsia="ru-RU"/>
        </w:rPr>
        <w:t>азительного искусства, ОРКСЭ, МАОУ СОШ № 148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Ионова Галина Георгиевна, учитель технологии, МАОУ СОШ № 29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Исупова Светлана Борисовна, учитель музыки МБОУ СОШ № 6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Казанцева Ольга Николаевна, учитель музыки, МХК, БМАОУ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Березовский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Казырицкая Екатерина Валерьевна, учитель музыки,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15»,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Кайгородова Наталья Павловна, учитель черчения, изобразительного искусства, </w:t>
      </w:r>
      <w:r>
        <w:rPr>
          <w:rFonts w:ascii="Liberation Serif" w:hAnsi="Liberation Serif" w:cs="Liberation Serif"/>
          <w:sz w:val="28"/>
          <w:szCs w:val="28"/>
        </w:rPr>
        <w:t>технологии, МКОУ «Храмцовская ООШ»,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 xml:space="preserve">Какнаев Владимир Васильевич, учитель технологии,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МАОУ</w:t>
      </w:r>
      <w:r>
        <w:rPr>
          <w:rFonts w:ascii="Liberation Serif" w:hAnsi="Liberation Serif"/>
          <w:sz w:val="28"/>
          <w:szCs w:val="28"/>
        </w:rPr>
        <w:t xml:space="preserve"> «Средняя общеобразовательная школа № 4»,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Калистратова Светлана Григорьевна, учитель технологии, МАОУ «Колчеданск</w:t>
      </w:r>
      <w:r>
        <w:rPr>
          <w:rFonts w:ascii="Liberation Serif" w:hAnsi="Liberation Serif" w:cs="Liberation Serif"/>
          <w:sz w:val="28"/>
          <w:szCs w:val="28"/>
        </w:rPr>
        <w:t>ая средняя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Камкина Татьяна Валерьевна, учитель музыки, МБОУ «Основная общеобразовательная школа № 14»,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Каплина Оксана Геннадьевна, учитель музыки, МАОУ СОШ № 65,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</w:t>
      </w:r>
      <w:r>
        <w:rPr>
          <w:rFonts w:ascii="Liberation Serif" w:hAnsi="Liberation Serif" w:cs="Liberation Serif"/>
          <w:sz w:val="28"/>
          <w:szCs w:val="28"/>
        </w:rPr>
        <w:t>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Квасова Алёна Николаевна, учитель изобразительного искусства, МХК, черчения, БМАОУ СОШ № 29 «Школа на твоем берегу»,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Квашнина Марина Петровна, учитель музыки, МХК,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Келлер Ал</w:t>
      </w:r>
      <w:r>
        <w:rPr>
          <w:rFonts w:ascii="Liberation Serif" w:hAnsi="Liberation Serif" w:cs="Liberation Serif"/>
          <w:sz w:val="28"/>
          <w:szCs w:val="28"/>
        </w:rPr>
        <w:t xml:space="preserve">ёна Геннадьевна, учитель технологии, изобразительного искусства, МХК, МАОУ Новолялинского ГО «СОШ № 4», Новолялинский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Керимова Венера Рустамовна, учитель музыки, МАОУ СОШ № 91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Киверина Ирина Адольфовна, учитель муз</w:t>
      </w:r>
      <w:r>
        <w:rPr>
          <w:rFonts w:ascii="Liberation Serif" w:hAnsi="Liberation Serif" w:cs="Liberation Serif"/>
          <w:sz w:val="28"/>
          <w:szCs w:val="28"/>
        </w:rPr>
        <w:t>ыки, МАОУ Гимназия № 86,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Кинзябаева Галина Анатольевна, учитель изобразительного искусства, БМАОУ СОШ № 2,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Киреенко Людмила Александровна, учитель технологии, МАОУ СОШ № 4,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Кичигина </w:t>
      </w:r>
      <w:r>
        <w:rPr>
          <w:rFonts w:ascii="Liberation Serif" w:hAnsi="Liberation Serif" w:cs="Liberation Serif"/>
          <w:sz w:val="28"/>
          <w:szCs w:val="28"/>
        </w:rPr>
        <w:t>Ольга Васильевна, учитель технологии, изобразительного искусства, МАОУ «СОШ № 26», ГО Первоуральск,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Клементьева Марина Вячеславовна, учитель музыки,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Князева Марина Анатольевна, учитель технологии,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МАОУ – Тыгишская С</w:t>
      </w:r>
      <w:r>
        <w:rPr>
          <w:rFonts w:ascii="Liberation Serif" w:hAnsi="Liberation Serif" w:cs="Liberation Serif"/>
          <w:sz w:val="28"/>
          <w:szCs w:val="28"/>
        </w:rPr>
        <w:t>ОШ, ГО Богданович,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Ковалева Марина Анатольевна, учитель технологии, МАОУ «Средняя общеобразовательная школа № 19», МО Каменск-Уральский,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Кожевина Татьяна Сергеевна, учитель изобразительного искусства, технологии, МАОУ «Лицей», ГО «Город Лесной» С</w:t>
      </w:r>
      <w:r>
        <w:rPr>
          <w:rFonts w:ascii="Liberation Serif" w:hAnsi="Liberation Serif" w:cs="Liberation Serif"/>
          <w:bCs/>
          <w:sz w:val="28"/>
          <w:szCs w:val="28"/>
        </w:rPr>
        <w:t>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Козлова Лариса Павловна, учитель технологии, МАОУ «СОШ № 14»,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Козодой Ольга Геннадьевна, учитель музыки, МАОУ СОШ № 1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Козырева Тамара Федоровна, учитель технологии, МАОУ СОШ № 2,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Кокорев Константин Сергеевич, учитель технологии, ОБЖ, МАОУ «СОШ № 6»,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Кокорина Раиса Андреевна, учитель изобразительного искусства, МХК, МАОУ СШ 2 с углубленным изучением отдельных предметов,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Кокшарова Людми</w:t>
      </w:r>
      <w:r>
        <w:rPr>
          <w:rFonts w:ascii="Liberation Serif" w:hAnsi="Liberation Serif" w:cs="Liberation Serif"/>
          <w:sz w:val="28"/>
          <w:szCs w:val="28"/>
        </w:rPr>
        <w:t>ла Валентиновна, учитель технологии, МОУ «Арамашевская СОШ им. М. Мантурова», МО Алапаевское,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Колесников Сергей Борисович, учитель технологии,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№ 14»,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Колесниченко Наталья Борисовна, </w:t>
      </w:r>
      <w:r>
        <w:rPr>
          <w:rFonts w:ascii="Liberation Serif" w:hAnsi="Liberation Serif" w:cs="Liberation Serif"/>
          <w:bCs/>
          <w:sz w:val="28"/>
          <w:szCs w:val="28"/>
        </w:rPr>
        <w:t>учитель технологии, МАОУ «СОШ № </w:t>
      </w:r>
      <w:r>
        <w:rPr>
          <w:rFonts w:ascii="Liberation Serif" w:hAnsi="Liberation Serif" w:cs="Liberation Serif"/>
          <w:bCs/>
          <w:sz w:val="28"/>
          <w:szCs w:val="28"/>
        </w:rPr>
        <w:t>9», ГО 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Коломенцев Павел Евгеньевич, учитель технологии, МАОУ СОШ № 1, 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Коломенцева Лариса Александровна, учитель технологии, МАОУ СОШ № 4,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Колчанова Светлана Валентиновна, учитель музыки</w:t>
      </w:r>
      <w:r>
        <w:rPr>
          <w:rFonts w:ascii="Liberation Serif" w:hAnsi="Liberation Serif" w:cs="Liberation Serif"/>
          <w:sz w:val="28"/>
          <w:szCs w:val="28"/>
        </w:rPr>
        <w:t>, МХК, МАОУ «Лицей № 10»,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Колчанова Татьяна Анатольевна,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Колькова Елена Николаевна, учитель технологии, МАОУ СОШ № 1 с углублённым изучением отдельных предметов «Полифорум</w:t>
      </w:r>
      <w:r>
        <w:rPr>
          <w:rFonts w:ascii="Liberation Serif" w:hAnsi="Liberation Serif" w:cs="Liberation Serif"/>
          <w:bCs/>
          <w:sz w:val="28"/>
          <w:szCs w:val="28"/>
        </w:rPr>
        <w:t>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Коновалова Изольда Васильевна, учитель музыки, МОУ «Килачевская СОШ», Ирбитское МО,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Кононенко Вероника Владимировна, учитель технологии,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изобразительное искусства МОУ СОШ № 3,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Кононова Татьяна Валерьевна,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учитель технологии, изобразительного искусства, МБОУ «Камышевская СОШ № 9»,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Контеева Евгения Александровна, учитель МХК, МАОУ СОШ № 50,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Копытова Вера Владимировна, учитель МХК, изобразительного искусства, </w:t>
      </w:r>
      <w:r>
        <w:rPr>
          <w:rFonts w:ascii="Liberation Serif" w:hAnsi="Liberation Serif" w:cs="Liberation Serif"/>
          <w:sz w:val="28"/>
          <w:szCs w:val="28"/>
        </w:rPr>
        <w:t xml:space="preserve">МАОУ СОШ № 208, МО «город Екатеринбург»,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Корж Валерия Александровна, учитель музыки, МАОУ СОШ № 6 имени Киселева А.В.,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Королева Татьяна Александровна, учитель технологии, МАОУ ОШ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Коротаев Леонид Але</w:t>
      </w:r>
      <w:r>
        <w:rPr>
          <w:rFonts w:ascii="Liberation Serif" w:hAnsi="Liberation Serif" w:cs="Liberation Serif"/>
          <w:sz w:val="28"/>
          <w:szCs w:val="28"/>
        </w:rPr>
        <w:t xml:space="preserve">ксандрович, учитель музыки,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Коршунова Нина Владимировна,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Цементный,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Косарева Екатерина Федоровна, учитель изобразительного искусства, МАОУ СОШ № 61, 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Костерина Алла Николаевна, учитель музыки, МАОУ СОШ № 200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Костина Елена Валерьевна, учитель музыки, МАОУ СОШ №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Кочегарова Надежда Дмитриевна, учитель изобразительного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искусства, МХК, </w:t>
      </w:r>
      <w:r>
        <w:rPr>
          <w:rFonts w:ascii="Liberation Serif" w:hAnsi="Liberation Serif" w:cs="Liberation Serif"/>
          <w:sz w:val="28"/>
          <w:szCs w:val="28"/>
        </w:rPr>
        <w:t>МБОУ СОШ № 7,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Кочурина Наталья Валентиновна, учитель музыки,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Кошелева Виктория Тагировна,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85,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Кравцева Ирина Иван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овна, учитель МХК, МАОУ гимназия № 2,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Красикова Надежда Михайловна, учитель изобразительного искусства, черчения, МАОУ Луговская СОШ № 24,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Красноярова Людмила Геннадьевна, учитель музыки, МХК, МБОУ СОШ № </w:t>
      </w:r>
      <w:r>
        <w:rPr>
          <w:rFonts w:ascii="Liberation Serif" w:hAnsi="Liberation Serif" w:cs="Liberation Serif"/>
          <w:sz w:val="28"/>
          <w:szCs w:val="28"/>
        </w:rPr>
        <w:t>119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Кубрина Юлия Алексеевна, учитель музыки, МАОУ СОШ № 2,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Кувашова Людмила Владимировна, учитель технологии, МАОУ «СОШ № 54»,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Кудашева Наталья Евгеньевна, учитель МХК, музыки,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основ религиозных культур и светской этики (ОРКСЭ), МАОУ СОШ № 11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Кудряшова Ольга Владимировна, учитель технологии, МАОУ «Школа № 9»,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Кука Марина Петрасовна, учитель технологии, МАОУ СОШ № 9, Тавдинский Г</w:t>
      </w:r>
      <w:r>
        <w:rPr>
          <w:rFonts w:ascii="Liberation Serif" w:hAnsi="Liberation Serif" w:cs="Liberation Serif"/>
          <w:sz w:val="28"/>
          <w:szCs w:val="28"/>
        </w:rPr>
        <w:t>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Куликова Ольга Сергеевна, учитель музыки, ПМАОУ «Школа № 32»,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Кунавина Валентина Васильевна, учитель технологии, МАОУ – СОШ № 2, ГО Богданович,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Куракина Ирина Владиславовна, учитель изобразительного искусства, технологии,</w:t>
      </w:r>
      <w:r>
        <w:rPr>
          <w:rFonts w:ascii="Liberation Serif" w:hAnsi="Liberation Serif" w:cs="Liberation Serif"/>
          <w:sz w:val="28"/>
          <w:szCs w:val="28"/>
        </w:rPr>
        <w:t xml:space="preserve"> МАОУ «Лицей № 5»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Курзина Валентина Юрьевна, учитель мировой художественной культуры и музыки, МОУ «Верхнесинячихинская СОШ № 3»,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Кутькина Юлия Геннадьевна, учитель технологии,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14», Североурал</w:t>
      </w:r>
      <w:r>
        <w:rPr>
          <w:rFonts w:ascii="Liberation Serif" w:hAnsi="Liberation Serif" w:cs="Liberation Serif"/>
          <w:sz w:val="28"/>
          <w:szCs w:val="28"/>
        </w:rPr>
        <w:t>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Лагунова Ольга Алексеевна, учитель изобразительного искусства, черчения, МХК, МАОУ «Натальинская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Лазарев Сергей Николаевич, учитель технологии, черчения, МАОУ «ЦО № 7»,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Лаптева </w:t>
      </w:r>
      <w:r>
        <w:rPr>
          <w:rFonts w:ascii="Liberation Serif" w:hAnsi="Liberation Serif" w:cs="Liberation Serif"/>
          <w:sz w:val="28"/>
          <w:szCs w:val="28"/>
        </w:rPr>
        <w:t xml:space="preserve">Татьяна Викторовна, учитель технологии, МАОУ СОШ № 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Леонтьева Наимя Фатиховна, учитель музыки, МОУ «Деевская СОШ»,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Лепихина Наталья Владимировна, учитель технологии, МАОУ СОШ № 2,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Лим</w:t>
      </w:r>
      <w:r>
        <w:rPr>
          <w:rFonts w:ascii="Liberation Serif" w:hAnsi="Liberation Serif" w:cs="Liberation Serif"/>
          <w:sz w:val="28"/>
          <w:szCs w:val="28"/>
        </w:rPr>
        <w:t>онова Евгения Николаевна, учитель технологии, кадетская школа-интернат структурного подразделения ГАПОУ СО «Верхнепышминский механико-технологический техникум «Юность», ГО Верхняя Пышма,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Литвинова Татьяна Владимировна, учитель музыки, МАОУ СОШ № 2, МО</w:t>
      </w:r>
      <w:r>
        <w:rPr>
          <w:rFonts w:ascii="Liberation Serif" w:hAnsi="Liberation Serif" w:cs="Liberation Serif"/>
          <w:sz w:val="28"/>
          <w:szCs w:val="28"/>
        </w:rPr>
        <w:t xml:space="preserve">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Лобова Елена Венедиктовна, учитель музыки, МБОУ СОШ № 64,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Ложкина Ирина Евгеньевна, учитель технологии, МАОУ «СОШ № 32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предметов»,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Лопашина Вера Вал</w:t>
      </w:r>
      <w:r>
        <w:rPr>
          <w:rFonts w:ascii="Liberation Serif" w:hAnsi="Liberation Serif" w:cs="Liberation Serif"/>
          <w:sz w:val="28"/>
          <w:szCs w:val="28"/>
        </w:rPr>
        <w:t>ентиновна, учитель музыки, МАОУ СОШ № 3, Кировградский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Лосева Галина Викторовна, учитель изобразительного искусства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</w:rPr>
        <w:t>и технологии, МАОУ СОШ № 97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Лукьянова Альфия Вагизовна, учитель музыки, и мировой художественной ку</w:t>
      </w:r>
      <w:r>
        <w:rPr>
          <w:rFonts w:ascii="Liberation Serif" w:hAnsi="Liberation Serif" w:cs="Liberation Serif"/>
          <w:sz w:val="28"/>
          <w:szCs w:val="28"/>
        </w:rPr>
        <w:t>льтуры, МАОУ СОШ № 12,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Лунева Лариса Владимировна, учитель изобразительного искусства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/>
          <w:sz w:val="28"/>
          <w:szCs w:val="28"/>
        </w:rPr>
        <w:t>и черчения, МАОУ «СОШ № 14», Верхнесалдинский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Лутков Валерий Анатольевич учитель изобразительного искусства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</w:rPr>
        <w:t>и МХК, МАОУ СОШ п. Цементн</w:t>
      </w:r>
      <w:r>
        <w:rPr>
          <w:rFonts w:ascii="Liberation Serif" w:hAnsi="Liberation Serif" w:cs="Liberation Serif"/>
          <w:sz w:val="28"/>
          <w:szCs w:val="28"/>
        </w:rPr>
        <w:t>ый,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Лутохина Татьяна Борисовна, учитель технологии, МАОУ СОШ № 3,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Мазырина Ирина Владимировна, учитель технологии, изобразительного искусства, МКОУ ООШ № 11 пгт. Верхние Серги,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Макаров</w:t>
      </w:r>
      <w:r>
        <w:rPr>
          <w:rFonts w:ascii="Liberation Serif" w:hAnsi="Liberation Serif" w:cs="Liberation Serif"/>
          <w:sz w:val="28"/>
          <w:szCs w:val="28"/>
        </w:rPr>
        <w:t>а Елена Павловна, учитель изобразительного искусства, педагог дополнительного образования, «Корзуновский детский дом-школа»,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Макарова Татьяна Львовна, учитель музыки, МХК, МАОУ «Гимназия № 41»,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Маковка Галина </w:t>
      </w:r>
      <w:r>
        <w:rPr>
          <w:rFonts w:ascii="Liberation Serif" w:hAnsi="Liberation Serif" w:cs="Liberation Serif"/>
          <w:sz w:val="28"/>
          <w:szCs w:val="28"/>
        </w:rPr>
        <w:t>Леонидовна, учитель изобразительного искусства, МКОУ «Пироговская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Мальцева Татьяна Васильевна, учитель изобразительного искусства, МАОУ «СОШ № 2»,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Малявин Сергей Михайлович, учите</w:t>
      </w:r>
      <w:r>
        <w:rPr>
          <w:rFonts w:ascii="Liberation Serif" w:hAnsi="Liberation Serif" w:cs="Liberation Serif"/>
          <w:sz w:val="28"/>
          <w:szCs w:val="28"/>
        </w:rPr>
        <w:t>ль технологии, МБОУ СОШ № 3 Невьянского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Маннанова Елена Анасовна, учитель технологии, МАОУ СОШ № 28,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Мансурова Елена Васильевна, учитель изобразительного искусства, технологии, МАОУ лицей № 39,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Маракова Любовь Борисовна, учитель музыки, МАОУ «СОШ № 3»,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Мариина Светлана Николаевна, учитель технологии, МБОУ СОШ № 71, ГО «Город Лесной»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Матвеева Людмила Анатольевна, учитель музыки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8,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Мезенина </w:t>
      </w:r>
      <w:r>
        <w:rPr>
          <w:rFonts w:ascii="Liberation Serif" w:hAnsi="Liberation Serif" w:cs="Liberation Serif"/>
          <w:sz w:val="28"/>
          <w:szCs w:val="28"/>
        </w:rPr>
        <w:t xml:space="preserve">Татьяна Петровна, учитель изобразительного искусства, МХК, филиал МБОУ «Шалинская СОШ № 45» – «Чусовская СОШ», Шалинский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Мезина Людмила Николаевна, учитель изобразительного искусства, МАОУ СОШ № 183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Мелехова Елена Е</w:t>
      </w:r>
      <w:r>
        <w:rPr>
          <w:rFonts w:ascii="Liberation Serif" w:hAnsi="Liberation Serif" w:cs="Liberation Serif"/>
          <w:sz w:val="28"/>
          <w:szCs w:val="28"/>
        </w:rPr>
        <w:t>вгеньевна, учитель музыки, МАОУ Артинского ГО «Артинская средняя общеобразовательная школа № 1»,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Мелкозерова Татьяна Ильинична, учитель музыки, МХК МАОУ Кунарская СОШ, ГО Богданович,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Мещерякова Ирина Алексеевна, учитель музыки, МАОУ</w:t>
      </w:r>
      <w:r>
        <w:rPr>
          <w:rFonts w:ascii="Liberation Serif" w:hAnsi="Liberation Serif" w:cs="Liberation Serif"/>
          <w:sz w:val="28"/>
          <w:szCs w:val="28"/>
        </w:rPr>
        <w:t xml:space="preserve"> СОШ № 16,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Микушина Наталья Михайловна, учитель технологии, МАОУ «Школа № 1» КГО, Камышловский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Митин Евгений Сергеевич, учитель технологии, МКОУ СОШ №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Нижние Серги,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Михайлова Маргарита </w:t>
      </w:r>
      <w:r>
        <w:rPr>
          <w:rFonts w:ascii="Liberation Serif" w:hAnsi="Liberation Serif" w:cs="Liberation Serif"/>
          <w:sz w:val="28"/>
          <w:szCs w:val="28"/>
        </w:rPr>
        <w:t xml:space="preserve">Леонидовна, учитель музыки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50,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Мишуринских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Светлана Григорьевна, учитель технологии, МБОУ СОШ № 74, ГО «Город Лесной»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Молоков Андрей Александрович, учитель технологии, МОУ «Костинская СОШ», МО Алапаевское, ВКК.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Молокова Светлана Юрьевна, учитель изобразительного искусства, мировой художественной культуры, МОУ «Костинская СОШ»,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Мордвина Наталья Дмитриевна, учитель музыки, МАОУ СОШ № 93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Москалюк Ирина Дмитриевна</w:t>
      </w:r>
      <w:r>
        <w:rPr>
          <w:rFonts w:ascii="Liberation Serif" w:hAnsi="Liberation Serif" w:cs="Liberation Serif"/>
          <w:sz w:val="28"/>
          <w:szCs w:val="28"/>
        </w:rPr>
        <w:t xml:space="preserve">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200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Муртазина Ольга Викторовна, учитель технологии, МАОУ «Натальинская СОШ», МО Красноуфимский округ,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Нагорничных Галина Михайловна, учитель технологии, МАОУ СОШ № 74, МО «город </w:t>
      </w:r>
      <w:r>
        <w:rPr>
          <w:rFonts w:ascii="Liberation Serif" w:hAnsi="Liberation Serif" w:cs="Liberation Serif"/>
          <w:sz w:val="28"/>
          <w:szCs w:val="28"/>
          <w:lang w:eastAsia="ru-RU"/>
        </w:rPr>
        <w:t>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Назипова Светлана Павловна, учитель изобразительного искусства МБОУ СОШ № 5 Невьянского ГО,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Найденова Маргарита Викторовна, учитель музыки,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92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Насуртдинова Раушания Зикафовн</w:t>
      </w:r>
      <w:r>
        <w:rPr>
          <w:rFonts w:ascii="Liberation Serif" w:hAnsi="Liberation Serif" w:cs="Liberation Serif"/>
          <w:bCs/>
          <w:sz w:val="28"/>
          <w:szCs w:val="28"/>
        </w:rPr>
        <w:t>а, учитель технологии, МАОУ НТГО «ИСОШ»,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Наумкина Светлана Владимировна, учитель музыки,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16», ГО Дегтярск,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Никитенко Ирина Владимировна, учитель музыки, искусства, МАОУ СОШ № 1,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Никитина Ирина </w:t>
      </w:r>
      <w:r>
        <w:rPr>
          <w:rFonts w:ascii="Liberation Serif" w:hAnsi="Liberation Serif" w:cs="Liberation Serif"/>
          <w:sz w:val="28"/>
          <w:szCs w:val="28"/>
        </w:rPr>
        <w:t>Владимировна, учитель изобразительного искусства и технологии, МАОУ СОШ № 96,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Николаева Галина Александровна, учитель технологии, МКОУ Скатинская 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Никонова Наталья Михайловна, учитель музыки, МХК, </w:t>
      </w:r>
      <w:r>
        <w:rPr>
          <w:rFonts w:ascii="Liberation Serif" w:hAnsi="Liberation Serif" w:cs="Liberation Serif"/>
          <w:sz w:val="28"/>
          <w:szCs w:val="28"/>
        </w:rPr>
        <w:t>МКОУ «Слободо-Туринская СОШ № 1»,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Никулина Людмила Владимировна, учитель технологии, МАОУ СОШ № 62,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Новикова Наталья Ивановна, учитель технологии, МАОУ «Гимназия»,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Новокш</w:t>
      </w:r>
      <w:r>
        <w:rPr>
          <w:rFonts w:ascii="Liberation Serif" w:hAnsi="Liberation Serif" w:cs="Liberation Serif"/>
          <w:sz w:val="28"/>
          <w:szCs w:val="28"/>
        </w:rPr>
        <w:t>анова Светлана Николаевна, учитель технологии, МБОУ «СОШ № 9», Артемовский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Онищенко Ольга Николаевна, учитель технологии, МАОУ Тугулымская средняя общеобразовательная школа № 26,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Орехина Светлана Ивановна, учитель музыки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«Средняя общеобразовательная школа № 22 с углубленным изучением отдельных предметов»,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Наталия Борисовна, учитель изобразительного искусства, МХК МАОУ СОШ № 6 Невьянского ГО Невьянского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Осинцева Ирина Геннадьев</w:t>
      </w:r>
      <w:r>
        <w:rPr>
          <w:rFonts w:ascii="Liberation Serif" w:hAnsi="Liberation Serif" w:cs="Liberation Serif"/>
          <w:sz w:val="28"/>
          <w:szCs w:val="28"/>
        </w:rPr>
        <w:t xml:space="preserve">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183,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Осипова Анастасия Алексеевна, учитель изобразительного искусства, МАОУ СОШ № 2, 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Осипова Лариса Николаевна, учитель технологии и информатики, МАОУ Зайковская СОШ № 2, И</w:t>
      </w:r>
      <w:r>
        <w:rPr>
          <w:rFonts w:ascii="Liberation Serif" w:hAnsi="Liberation Serif" w:cs="Liberation Serif"/>
          <w:bCs/>
          <w:sz w:val="28"/>
          <w:szCs w:val="28"/>
        </w:rPr>
        <w:t>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Осолихина Елена Григорьевна, учитель технологии, МБОУ «Шалинская СОШ № 45»,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Павленко Елена Владимировна, учитель музыки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1,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Павленко Марина Николаевна, учитель технологии, МАОУ СОШ № 7, МО</w:t>
      </w:r>
      <w:r>
        <w:rPr>
          <w:rFonts w:ascii="Liberation Serif" w:hAnsi="Liberation Serif" w:cs="Liberation Serif"/>
          <w:sz w:val="28"/>
          <w:szCs w:val="28"/>
        </w:rPr>
        <w:t xml:space="preserve">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Палкина Татьяна Семёновна, учитель технологии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9,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Паначева Светлана Ивановна, учитель музыки, МАОУ «Староартинская средняя общеобразовательная школа»,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Пантелеева Ирина </w:t>
      </w:r>
      <w:r>
        <w:rPr>
          <w:rFonts w:ascii="Liberation Serif" w:hAnsi="Liberation Serif" w:cs="Liberation Serif"/>
          <w:sz w:val="28"/>
          <w:szCs w:val="28"/>
        </w:rPr>
        <w:t>Николаевна, учитель изобразительного искусства, МАОУ «СОШ № 49»,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Патрушева Дарья Ильинична, учитель технологии, МБОУ Лицей, город Нижний Тагил,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Пелымская Ирина Леонидовна, учитель музыки, МБОУ СОШ № 23,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Пе</w:t>
      </w:r>
      <w:r>
        <w:rPr>
          <w:rFonts w:ascii="Liberation Serif" w:hAnsi="Liberation Serif" w:cs="Liberation Serif"/>
          <w:bCs/>
          <w:sz w:val="28"/>
          <w:szCs w:val="28"/>
        </w:rPr>
        <w:t>рвушина Марина Игоревна, учитель музыки, МОУ СОШ № 3, Качканарский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Перевертайло Елена Аркадьевна, учитель технологии, МОУ СОШ № 2,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Першина Ольга Владимировна, </w:t>
      </w:r>
      <w:r>
        <w:rPr>
          <w:rFonts w:ascii="Liberation Serif" w:hAnsi="Liberation Serif" w:cs="Liberation Serif"/>
          <w:sz w:val="28"/>
          <w:szCs w:val="28"/>
        </w:rPr>
        <w:t>учитель музыки, МБОУ СОШ № 13, Режевской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Лю</w:t>
      </w:r>
      <w:r>
        <w:rPr>
          <w:rFonts w:ascii="Liberation Serif" w:hAnsi="Liberation Serif" w:cs="Liberation Serif"/>
          <w:sz w:val="28"/>
          <w:szCs w:val="28"/>
        </w:rPr>
        <w:t>дмила Викторовна, учитель изобразительного искусства, МХК, МАОУ «Каменск-Уральская гимназия»,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Петухова Елена Анатольевна, учитель изобразительного искусства, технологии, МАОУ «Школа № 3» КГО, Камышловского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Плетенко Св</w:t>
      </w:r>
      <w:r>
        <w:rPr>
          <w:rFonts w:ascii="Liberation Serif" w:hAnsi="Liberation Serif" w:cs="Liberation Serif"/>
          <w:sz w:val="28"/>
          <w:szCs w:val="28"/>
        </w:rPr>
        <w:t xml:space="preserve">етлана Олеговна, учитель музыки, МАОУ гимназия № 94,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Плотникова Алена Павловна, учитель МХК, черчения, искусства БМАОУ СОШ № 9, Березовский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Погорелова Марина Валерьевна, учитель музыки, МАОУ ПГО «СОШ № 13 с УИОП», По</w:t>
      </w:r>
      <w:r>
        <w:rPr>
          <w:rFonts w:ascii="Liberation Serif" w:hAnsi="Liberation Serif" w:cs="Liberation Serif"/>
          <w:sz w:val="28"/>
          <w:szCs w:val="28"/>
        </w:rPr>
        <w:t>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Покидько Елена Викторовна, учитель музыки, МБОУ СОШ № 5 Невьянского ГО,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Половинкина Елена Валериевна, учитель музыки, МБОУ СОШ № 4,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Полыгалова Наталья Михайловна, учитель технологии, МКОУ «Талицкая </w:t>
      </w:r>
      <w:r>
        <w:rPr>
          <w:rFonts w:ascii="Liberation Serif" w:hAnsi="Liberation Serif" w:cs="Liberation Serif"/>
          <w:sz w:val="28"/>
          <w:szCs w:val="28"/>
        </w:rPr>
        <w:t>средняя общеобразовательная школа № 55»,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Попов Иван Владимирович, учитель технологии, МОУ «Дубская СОШ», Ирбитское МО,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31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Попов Сергей Дмитриевич, учитель технологии, МАОУ «СОШ № 9»,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Попова Ольга Владимировна, </w:t>
      </w:r>
      <w:r>
        <w:rPr>
          <w:rFonts w:ascii="Liberation Serif" w:hAnsi="Liberation Serif" w:cs="Liberation Serif"/>
          <w:bCs/>
          <w:sz w:val="28"/>
          <w:szCs w:val="28"/>
        </w:rPr>
        <w:t>учитель МХК, изобразительного искусства, черчения, МАОУ СОШ № 8,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Порошина Ольга Анатольевна, учитель музыки, МБОУ СОШ № 107,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Порсин Дмитрий Андреевич, учитель технологии, МАОУ «Лицей № 5» КГО, Камышло</w:t>
      </w:r>
      <w:r>
        <w:rPr>
          <w:rFonts w:ascii="Liberation Serif" w:hAnsi="Liberation Serif"/>
          <w:sz w:val="28"/>
          <w:szCs w:val="28"/>
        </w:rPr>
        <w:t>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Поспелова Светлана Николаевна,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7, ГО Сухой Лог,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Постникова Ирина Викторовна, учитель технологии, МАОУ «СОШ № 24», ГО 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Потапов Сергей Валентинович, учитель технологии, </w:t>
      </w:r>
      <w:hyperlink r:id="rId7" w:history="1">
        <w:r>
          <w:rPr>
            <w:rFonts w:ascii="Liberation Serif" w:hAnsi="Liberation Serif" w:cs="Liberation Serif"/>
            <w:sz w:val="28"/>
            <w:szCs w:val="28"/>
          </w:rPr>
          <w:t xml:space="preserve">МАОУ «СОШ </w:t>
        </w:r>
        <w:r>
          <w:rPr>
            <w:rFonts w:ascii="Liberation Serif" w:hAnsi="Liberation Serif" w:cs="Liberation Serif"/>
            <w:sz w:val="28"/>
            <w:szCs w:val="28"/>
          </w:rPr>
          <w:br/>
        </w:r>
        <w:r>
          <w:rPr>
            <w:rFonts w:ascii="Liberation Serif" w:hAnsi="Liberation Serif" w:cs="Liberation Serif"/>
            <w:sz w:val="28"/>
            <w:szCs w:val="28"/>
          </w:rPr>
          <w:t>№ 2</w:t>
        </w:r>
      </w:hyperlink>
      <w:r>
        <w:rPr>
          <w:rFonts w:ascii="Liberation Serif" w:hAnsi="Liberation Serif" w:cs="Liberation Serif"/>
          <w:sz w:val="28"/>
          <w:szCs w:val="28"/>
        </w:rPr>
        <w:t>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Пузанова Нина Леонидовна, учитель технологии, МБОУ СОШ № 4, Горноуральский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Пупышева Татья</w:t>
      </w:r>
      <w:r>
        <w:rPr>
          <w:rFonts w:ascii="Liberation Serif" w:hAnsi="Liberation Serif" w:cs="Liberation Serif"/>
          <w:sz w:val="28"/>
          <w:szCs w:val="28"/>
        </w:rPr>
        <w:t>на Николаевна, учитель изобразительного искусства, черчения, МАОУ «Школа № 8»,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Путилова Елена Леонидовна</w:t>
      </w:r>
      <w:r>
        <w:rPr>
          <w:rFonts w:ascii="Liberation Serif" w:hAnsi="Liberation Serif" w:cs="Liberation Serif"/>
          <w:iCs/>
          <w:sz w:val="28"/>
          <w:szCs w:val="28"/>
        </w:rPr>
        <w:t xml:space="preserve">, учитель изобразительного искусства, МХК, МБОУ СОШ № 25, город Нижний Тагил,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Пчелина Елена Владимировна, учитель технол</w:t>
      </w:r>
      <w:r>
        <w:rPr>
          <w:rFonts w:ascii="Liberation Serif" w:hAnsi="Liberation Serif" w:cs="Liberation Serif"/>
          <w:sz w:val="28"/>
          <w:szCs w:val="28"/>
        </w:rPr>
        <w:t xml:space="preserve">огии, МАОУ СШ 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Разуева Ольга Александровна, учитель изобразительного искусства, черчения, МАОУ Чернокоровская СОШ,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Рубцова Любовь Николаевна, учитель технологии, МАОУ «Лицей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21»,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Рубцо</w:t>
      </w:r>
      <w:r>
        <w:rPr>
          <w:rFonts w:ascii="Liberation Serif" w:hAnsi="Liberation Serif" w:cs="Liberation Serif"/>
          <w:bCs/>
          <w:sz w:val="28"/>
          <w:szCs w:val="28"/>
        </w:rPr>
        <w:t>ва Татьяна Владимировна, учитель музыки, МАОУ лицей № 88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Ружникова Светлана Владимировна, учитель музыки, МХК, МАОУ «СОШ № 3»,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Русских Тамара Алексеевна, учитель МХК, МАОУ гимназия № 9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МО «город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Екатеринбург»,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Рыбак Алевтина Исаевна, учитель изобразительного искусства, МАОУ НТГО «ИСОШ»,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Рыбачук Наталья Владимировна, учитель технологии, физики, МАОУ «СОШ № 15»,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Сабирова Лариса Михайловна,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музыки, МАОУ СОШ № 46,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Савенкова Наталия Николаевна, учитель изобразительного искусства, МАОУ СОШ № 41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Сакулина Юлия Ивановна, учитель технологии,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205, 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Саппинен Екатерина Николаевна, учитель технологии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8,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Сараева Равиля Рашидовна, учитель изобразительного искусства, МАОУ СОШ № 13,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Сарафанова Людмила Ивановна, учитель изобразительного искусства, черч</w:t>
      </w:r>
      <w:r>
        <w:rPr>
          <w:rFonts w:ascii="Liberation Serif" w:hAnsi="Liberation Serif" w:cs="Liberation Serif"/>
          <w:bCs/>
          <w:sz w:val="28"/>
          <w:szCs w:val="28"/>
        </w:rPr>
        <w:t>ения, МАОУ «СОШ № 19», ГО Краснотурьинск,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Сафиуллина Софья Юрьевна, учитель музыки, МАОУ СОШ № 62,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Сафонова Наталия Валерьевна, учитель технологии, МАОУ гимназия № 13,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Сафронов Андрей Алекса</w:t>
      </w:r>
      <w:r>
        <w:rPr>
          <w:rFonts w:ascii="Liberation Serif" w:hAnsi="Liberation Serif" w:cs="Liberation Serif"/>
          <w:sz w:val="28"/>
          <w:szCs w:val="28"/>
        </w:rPr>
        <w:t>ндрович, учитель технологии, МКОУ «Троицкая средняя общеобразовательная школа № 5»,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Сафронова Ольга Владимировна, учитель музыки, МАОУ СОШ № 5, ГО Карпинск,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Сахарова Елена Викторовна, учитель музыки, МАОУ СОШ № 14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им. В.Ф. Фуфачева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Семакова Лионелла Аркадьевна, учитель музыки, МАОУ «СОШ № 1»,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Семенов Илья Владимирович, учитель изобразительного искусства, МХК, МАОУ СОШ № 19,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Семенова Ольга Александровна,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изобразительного искусства, МХК, МБОУ СОШ № 32 с углубленным изучением отдельных предметов,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Елена Александровна, учитель изобразительное искусство, МКОУ АГО «Афанасьевская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Серикова Ирина Адриановна</w:t>
      </w:r>
      <w:r>
        <w:rPr>
          <w:rFonts w:ascii="Liberation Serif" w:hAnsi="Liberation Serif" w:cs="Liberation Serif"/>
          <w:sz w:val="28"/>
          <w:szCs w:val="28"/>
          <w:lang w:eastAsia="ru-RU"/>
        </w:rPr>
        <w:t>, учитель МХК, изобразительного искусства, черчения МАОУ СОШ № 168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Серков Юрий Михайлович, учитель технологии, МБОУ СОШ № 15, 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Сидоркина Татьяна Анатольевна, учитель изобразительного искусства, </w:t>
      </w:r>
      <w:r>
        <w:rPr>
          <w:rFonts w:ascii="Liberation Serif" w:eastAsia="Times New Roman" w:hAnsi="Liberation Serif" w:cs="Liberation Serif"/>
          <w:sz w:val="28"/>
          <w:szCs w:val="28"/>
        </w:rPr>
        <w:t>черчения, ОРКСЭ, МАОУ ПГО «СОШ – Лицей № 4 «Интеллект»,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Сидорова Анжела Геннадьевна, учитель технологии, МАОУ СОШ № 5, ГО Карпинск,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Сидорова Татьяна Николаевна, учитель музыки, МАОУ «Гимназия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25»,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Сизиков Денис Ни</w:t>
      </w:r>
      <w:r>
        <w:rPr>
          <w:rFonts w:ascii="Liberation Serif" w:hAnsi="Liberation Serif" w:cs="Liberation Serif"/>
          <w:bCs/>
          <w:sz w:val="28"/>
          <w:szCs w:val="28"/>
        </w:rPr>
        <w:t xml:space="preserve">колаевич, учитель технологии, МБОУ СОШ № 64,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Силютина Элина Владимировна, учитель музыки, МАОУ «Средняя общеобразовательная школа № 35»,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Симисинова Татьяна Борисовна, учитель МХК, музыки, МКОУ – СОШ</w:t>
      </w:r>
      <w:r>
        <w:rPr>
          <w:rFonts w:ascii="Liberation Serif" w:hAnsi="Liberation Serif" w:cs="Liberation Serif"/>
          <w:sz w:val="28"/>
          <w:szCs w:val="28"/>
        </w:rPr>
        <w:t xml:space="preserve"> № 6 с углубленным изучением отдельных предметов,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Симонова Ирина Александровна, учитель МХК, МАОУ СОШ № 200,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Ситникова Лариса Викторовна, учитель музыки, МАОУ – СОШ № 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Ситникова М</w:t>
      </w:r>
      <w:r>
        <w:rPr>
          <w:rFonts w:ascii="Liberation Serif" w:hAnsi="Liberation Serif" w:cs="Liberation Serif"/>
          <w:sz w:val="28"/>
          <w:szCs w:val="28"/>
        </w:rPr>
        <w:t>арина Михайловна, учитель изобразительного искусства, МАОУ «Волковская СОШ»,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Скутина Любовь Валентиновна, учитель технологии,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18», Артемовский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Славгородская Оксана Юрьевна, учитель музыки, МАОУ «Лицей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56», Ново</w:t>
      </w:r>
      <w:r>
        <w:rPr>
          <w:rFonts w:ascii="Liberation Serif" w:hAnsi="Liberation Serif" w:cs="Liberation Serif"/>
          <w:sz w:val="28"/>
          <w:szCs w:val="28"/>
        </w:rPr>
        <w:t>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Смирнова Наталья Николаевна, учитель музыки, МБОШИ № 17,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Верхнесалдинский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Смирнова Оксана Викторовна, учитель изобразительного искусства, МХК, МБОУ СОШ № 3 Невьянского ГО,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Смирнова Светлана Викторовна, </w:t>
      </w:r>
      <w:r>
        <w:rPr>
          <w:rFonts w:ascii="Liberation Serif" w:hAnsi="Liberation Serif" w:cs="Liberation Serif"/>
          <w:sz w:val="28"/>
          <w:szCs w:val="28"/>
        </w:rPr>
        <w:t>учитель изобразительного искусства, МБОУ СОШ № 95,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Смирнова Светлана Владимировна, учитель музыки, МАОУ НТГО «СОШ № 7 имени М.Г. Мансурова»,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Смолёва Надежда Альбиновна, учитель МХК, ОРКСЭ, ОДНКНР, МАОУ </w:t>
      </w:r>
      <w:r>
        <w:rPr>
          <w:rFonts w:ascii="Liberation Serif" w:hAnsi="Liberation Serif" w:cs="Liberation Serif"/>
          <w:sz w:val="28"/>
          <w:szCs w:val="28"/>
        </w:rPr>
        <w:t>«Приданниковская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Сокова Елена Юрьевна, учитель музыки, МХК, МАОУ гимназия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Соколова Марина Алексеевна, учитель изобразительного искусства, МАОУ «Бродовская средняя общеобразовательная</w:t>
      </w:r>
      <w:r>
        <w:rPr>
          <w:rFonts w:ascii="Liberation Serif" w:hAnsi="Liberation Serif" w:cs="Liberation Serif"/>
          <w:sz w:val="28"/>
          <w:szCs w:val="28"/>
        </w:rPr>
        <w:t xml:space="preserve">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Соловьева Галина Леонидовна, учитель технологии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изобразительного искусства, МАОУ НТГО «СОШ № 1»,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Софронова Мария Александровна, учитель технологии, МАОУ лицей № 39,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Сояпова Тат</w:t>
      </w:r>
      <w:r>
        <w:rPr>
          <w:rFonts w:ascii="Liberation Serif" w:hAnsi="Liberation Serif" w:cs="Liberation Serif"/>
          <w:sz w:val="28"/>
          <w:szCs w:val="28"/>
        </w:rPr>
        <w:t>ьяна Васильевна, учитель технологии, МАОУ СОШ № 3, Кировградский ГО,1КК.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Старкова Ирина Александровна, учитель изобразительного искусства, МАОУ Гимназия № 1, ГО Сухой Лог,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Стахеева Татьяна Анатольевна, учитель технологии, ГБОУ СО «Корзуновский детский</w:t>
      </w:r>
      <w:r>
        <w:rPr>
          <w:rFonts w:ascii="Liberation Serif" w:hAnsi="Liberation Serif" w:cs="Liberation Serif"/>
          <w:sz w:val="28"/>
          <w:szCs w:val="28"/>
        </w:rPr>
        <w:t xml:space="preserve"> дом-школа»,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Столбов Александр Владимирович, учитель технологии, МБОУ СОШ № 119,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Субботина Татьяна Владимировна, учитель изобразительного искусства, технологии, МАОУ СОШ № 10, ГО Верхний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Суфияров</w:t>
      </w:r>
      <w:r>
        <w:rPr>
          <w:rFonts w:ascii="Liberation Serif" w:hAnsi="Liberation Serif" w:cs="Liberation Serif"/>
          <w:sz w:val="28"/>
          <w:szCs w:val="28"/>
        </w:rPr>
        <w:t xml:space="preserve">а Светлана Фаниловна, учитель музыки,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Суханова Елена Евгеньевна, учитель технологии, МАОУ СОШ № 3, Кушвинский ГО,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Сюзева Галина Викторовна, учитель изобразительного искусства, МКОУ АГО «Верх-Тисинская ООШ», </w:t>
      </w:r>
      <w:r>
        <w:rPr>
          <w:rFonts w:ascii="Liberation Serif" w:hAnsi="Liberation Serif" w:cs="Liberation Serif"/>
          <w:sz w:val="28"/>
          <w:szCs w:val="28"/>
        </w:rPr>
        <w:t>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Сюкосева Анна Викторовна, учитель музыки, МАОУ СОШ № 168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Таберко Надежда Ивановна, учитель искусства, музыки, ОРКСЭ, ОБЖ, ЧОУ Гимназия № 212 «Екатеринбург – Париж»,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Телегин Алексей Анатольевич, учитель</w:t>
      </w:r>
      <w:r>
        <w:rPr>
          <w:rFonts w:ascii="Liberation Serif" w:hAnsi="Liberation Serif" w:cs="Liberation Serif"/>
          <w:sz w:val="28"/>
          <w:szCs w:val="28"/>
        </w:rPr>
        <w:t xml:space="preserve"> технологии, МОУ «Арамашевская СОШ им. М. Мантурова», МО Алапаевское,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Тетёркина Елена Андреевна, учитель технологии, МАОУ ПГО «Политехнический лицей № 21 «Эрудит»,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Тимошина Ольга Николаевна, учитель МХК, МОУ Гимназия,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</w:t>
      </w:r>
      <w:r>
        <w:rPr>
          <w:rFonts w:ascii="Liberation Serif" w:hAnsi="Liberation Serif" w:cs="Liberation Serif"/>
          <w:sz w:val="28"/>
          <w:szCs w:val="28"/>
        </w:rPr>
        <w:t>лда,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Толмачев Владислав Григорьевич, учитель технологии, МАОУ «Школа № 13»,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Толстоухова Татьяна Сергеевна, учитель музыки, МАОУ «ООШ № 28», ГО 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Тразанова Елена Владимировна, учитель изобразительного искусс</w:t>
      </w:r>
      <w:r>
        <w:rPr>
          <w:rFonts w:ascii="Liberation Serif" w:hAnsi="Liberation Serif" w:cs="Liberation Serif"/>
          <w:sz w:val="28"/>
          <w:szCs w:val="28"/>
        </w:rPr>
        <w:t>тва, МАОУ «ЦО № 7»,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Тройная Резида Газизовна, учитель музыки, МАОУ «СОШ № 2»,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>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Ушакова Елена Александровна, учитель технологии, МАОУ СОШ № 22 им. Героя Советского Союза В.С. Маркова,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Фабричник</w:t>
      </w:r>
      <w:r>
        <w:rPr>
          <w:rFonts w:ascii="Liberation Serif" w:hAnsi="Liberation Serif" w:cs="Liberation Serif"/>
          <w:bCs/>
          <w:sz w:val="28"/>
          <w:szCs w:val="28"/>
        </w:rPr>
        <w:t>ова Татьяна Викторовна, учитель музыки, МАОУ СОШ № 8, ГО Красноуральск,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Фатыкова Рузиля Рауфатовна, учитель технологии,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22»,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Федорова Элеонора Николаевна,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 технологии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МАОУ «Средняя общеобразовательная школа №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21»,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t>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Федотенкова Марина Владимировна, учитель технологии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«СОШ № 24»,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Федотова Альбина Владимировна, учитель технологии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«СОШ № 6»,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Федотова Елена Владимировна, учитель изоб</w:t>
      </w:r>
      <w:r>
        <w:rPr>
          <w:rFonts w:ascii="Liberation Serif" w:hAnsi="Liberation Serif" w:cs="Liberation Serif"/>
          <w:sz w:val="28"/>
          <w:szCs w:val="28"/>
        </w:rPr>
        <w:t>разительного искусства, МХК, МАОУ СОШ № 92,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Федунов Валентин Владимирович, учитель технологии, МАОУ лицей № 159,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Филиппова Татьяна Викторовна, учитель технологии, МБОУ СОШ № 75, ГО «Город Лесной» </w:t>
      </w:r>
      <w:r>
        <w:rPr>
          <w:rFonts w:ascii="Liberation Serif" w:hAnsi="Liberation Serif" w:cs="Liberation Serif"/>
          <w:bCs/>
          <w:sz w:val="28"/>
          <w:szCs w:val="28"/>
        </w:rPr>
        <w:t>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Филистеева Ирина Евгеньевна, учитель музыки, мировой художественной культуры, МКОУ «Талицкая средняя общеобразовательная школа № 1»,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Фирсина Мария Анатольевна, учитель музыки, МАОУ ГО Заречный «СОШ № 1», ГО Заречный,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Фомич </w:t>
      </w:r>
      <w:r>
        <w:rPr>
          <w:rFonts w:ascii="Liberation Serif" w:hAnsi="Liberation Serif" w:cs="Liberation Serif"/>
          <w:sz w:val="28"/>
          <w:szCs w:val="28"/>
        </w:rPr>
        <w:t xml:space="preserve">Любовь Игоревна, учитель технологии, МБОУ «СОШ № 5»,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Ханькова Татьяна Ивановна, учитель музыки, МХК,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10»,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Харлов Александр Владимирович, учитель технологии, МОУ «Верхнесинячихинская СОШ № 2», МО Алапаевск</w:t>
      </w:r>
      <w:r>
        <w:rPr>
          <w:rFonts w:ascii="Liberation Serif" w:hAnsi="Liberation Serif" w:cs="Liberation Serif"/>
          <w:sz w:val="28"/>
          <w:szCs w:val="28"/>
        </w:rPr>
        <w:t xml:space="preserve">ое,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Харченко Елена Владимировна, учитель изобразительного искусства, музыки, МХК, МАОУ «Лицей № 58»,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Холодник Елена Анатольевна, учитель технологии, МОУ «Килачевская СОШ», Ирбитское МО,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Хоруженко Наталья Витальевна, </w:t>
      </w:r>
      <w:r>
        <w:rPr>
          <w:rFonts w:ascii="Liberation Serif" w:hAnsi="Liberation Serif" w:cs="Liberation Serif"/>
          <w:bCs/>
          <w:sz w:val="28"/>
          <w:szCs w:val="28"/>
        </w:rPr>
        <w:t>учитель изобразительного искусства, МОУ СОШ № 7,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Храмкова Надежда Георгиевна, учитель технологии, изобразительного искусства, МКОУ АГО «Уфимская ООШ»,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Храмцов Александр Георгиевич,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</w:t>
      </w:r>
      <w:r>
        <w:rPr>
          <w:rFonts w:ascii="Liberation Serif" w:hAnsi="Liberation Serif" w:cs="Liberation Serif"/>
          <w:sz w:val="28"/>
          <w:szCs w:val="28"/>
        </w:rPr>
        <w:t>4,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Цаплина Светлана Анатольевна, учитель музыки,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Цветкова Мария Викторовна, учитель изобразительного искусства, технологии, МКОУ «Чатлыковская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Цыплёнкова А</w:t>
      </w:r>
      <w:r>
        <w:rPr>
          <w:rFonts w:ascii="Liberation Serif" w:hAnsi="Liberation Serif" w:cs="Liberation Serif"/>
          <w:bCs/>
          <w:sz w:val="28"/>
          <w:szCs w:val="28"/>
        </w:rPr>
        <w:t>нтонина Николаевна, учитель изобразительного искусства, МХК, черчения, МАОУ «СОШ № 17», ГО 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Чаруллина Ольга Анатольевна, учитель технологии,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12»,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Частикова Юлия Михайловна, учитель технологии, МБОУ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«ЦО № 1»,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Чемезова Лариса Иосифовна, учитель технологии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2,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Чемякина Елена Сергеевна, учитель изобразительного искусства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21»,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Черепанова Марина Александровна, учител</w:t>
      </w:r>
      <w:r>
        <w:rPr>
          <w:rFonts w:ascii="Liberation Serif" w:hAnsi="Liberation Serif" w:cs="Liberation Serif"/>
          <w:sz w:val="28"/>
          <w:szCs w:val="28"/>
        </w:rPr>
        <w:t>ь изобразительного искусства, МАОУ «Средняя общеобразовательная школа № 34»,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Черепенина Евгения Анатольевна, учитель технологии, МАОУ НТГО «СОШ № 2»,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Чернышева Елена Викторовна, учитель технологии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и изо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бразительного искусства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МАОУ «Средняя общеобразовательная школа № 4»,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Чикалова Елена Владимировна, учитель технологии,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23,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Чукреева Алевтина Николаевна, учитель технологии, МАОУ гимназия № </w:t>
      </w:r>
      <w:r>
        <w:rPr>
          <w:rFonts w:ascii="Liberation Serif" w:hAnsi="Liberation Serif" w:cs="Liberation Serif"/>
          <w:sz w:val="28"/>
          <w:szCs w:val="28"/>
          <w:lang w:eastAsia="ru-RU"/>
        </w:rPr>
        <w:t>202 «Менталитет»,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Чулочникова Светлана Витальевна, учитель изобразительного искусства, МХК, МАОУ «Средняя общеобразовательная школа № 1»,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Шабалин Владимир Викторович,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1, </w:t>
      </w:r>
      <w:r>
        <w:rPr>
          <w:rFonts w:ascii="Liberation Serif" w:hAnsi="Liberation Serif" w:cs="Liberation Serif"/>
          <w:sz w:val="28"/>
          <w:szCs w:val="28"/>
        </w:rPr>
        <w:t>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Шабалина Ирина Вячеславовна,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Шабалина Юлия Васильевна, учитель технологии, МАОУ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Шабанова Татьяна Васильевна, учитель музыки, МАОУ «Лицей №</w:t>
      </w:r>
      <w:r>
        <w:rPr>
          <w:rFonts w:ascii="Liberation Serif" w:hAnsi="Liberation Serif" w:cs="Liberation Serif"/>
          <w:sz w:val="28"/>
          <w:szCs w:val="28"/>
        </w:rPr>
        <w:t xml:space="preserve"> 58»,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Шанских Галина Михайловна, учитель музыки, МБОУ СОШ № 95,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Шаталова Марина Владиславовна, учитель технологии,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58,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Шильникова Наталья Валерьевна, учитель музыки, МА</w:t>
      </w:r>
      <w:r>
        <w:rPr>
          <w:rFonts w:ascii="Liberation Serif" w:hAnsi="Liberation Serif" w:cs="Liberation Serif"/>
          <w:bCs/>
          <w:sz w:val="28"/>
          <w:szCs w:val="28"/>
        </w:rPr>
        <w:t>ОУ Новолялинского ГО «СОШ № 12», Новолялинский ГО, 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Широкова Надежда Николаевна,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66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Ширяева Ольга Александровна, учитель искусства и МХК, МАОУ СОШ № 28,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Шишки</w:t>
      </w:r>
      <w:r>
        <w:rPr>
          <w:rFonts w:ascii="Liberation Serif" w:hAnsi="Liberation Serif" w:cs="Liberation Serif"/>
          <w:sz w:val="28"/>
          <w:szCs w:val="28"/>
        </w:rPr>
        <w:t>на Ирина Геннадьевна, учитель технологии, МАОУ СОШ № 10,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Шмакова Елена Николаевна, учитель музыки, МБОУ «Сигнальненская СОШ»,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Шонохова Лариса Ивановна, учитель технологии, МАОУ СШ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</w:t>
      </w:r>
      <w:r>
        <w:rPr>
          <w:rFonts w:ascii="Liberation Serif" w:hAnsi="Liberation Serif" w:cs="Liberation Serif"/>
          <w:sz w:val="28"/>
          <w:szCs w:val="28"/>
        </w:rPr>
        <w:t>ьных предметов,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Штибинг Татьяна Владимировна, учитель технологии,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г. Ивделя, Ивдельский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Шумилина Наталья Викторовна, учитель музыки, МАОУ лицей № 39, город 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Шумкова Вера Леонидовна, учитель </w:t>
      </w:r>
      <w:r>
        <w:rPr>
          <w:rFonts w:ascii="Liberation Serif" w:hAnsi="Liberation Serif" w:cs="Liberation Serif"/>
          <w:bCs/>
          <w:sz w:val="28"/>
          <w:szCs w:val="28"/>
        </w:rPr>
        <w:t xml:space="preserve">технологии, МОУ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им. К.Н. Новикова, Качканарский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Шуплецов Алексей Владимирович,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учитель технологии, МАОУ СОШ № 8,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Шурчилова Наталья Алексеевна, учитель музыки, МАОУ лицей № 159,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Щипанов</w:t>
      </w:r>
      <w:r>
        <w:rPr>
          <w:rFonts w:ascii="Liberation Serif" w:hAnsi="Liberation Serif" w:cs="Liberation Serif"/>
          <w:sz w:val="28"/>
          <w:szCs w:val="28"/>
        </w:rPr>
        <w:t xml:space="preserve">а Татьяна Викторовна, учитель технологии, МАОУ СШ № 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Михайловска,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Энгель Галина Владимировна, учитель технологии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МБОУ «СОШ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17»,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Юшкова Лариса Александровна, учитель технологии, изобразительного </w:t>
      </w:r>
      <w:r>
        <w:rPr>
          <w:rFonts w:ascii="Liberation Serif" w:hAnsi="Liberation Serif" w:cs="Liberation Serif"/>
          <w:sz w:val="28"/>
          <w:szCs w:val="28"/>
        </w:rPr>
        <w:t>искусства, МКОУ «Травянская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Якова Светлана Викторовна, учитель музыки,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литературы, МАОУ «Средняя общеобразовательная школа № 34»,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Яковлева Любовь Николае</w:t>
      </w:r>
      <w:r>
        <w:rPr>
          <w:rFonts w:ascii="Liberation Serif" w:hAnsi="Liberation Serif" w:cs="Liberation Serif"/>
          <w:sz w:val="28"/>
          <w:szCs w:val="28"/>
        </w:rPr>
        <w:t xml:space="preserve">вна, учитель технологии, МБОУ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Яковлева Нина Викторовна, учитель технологии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МАОУ СОШ № 16,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Яркова Анета Борисовна, учитель музыки, МХК, МАОУ СОШ № 2,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Ярославцева Елена Анатольевна, у</w:t>
      </w:r>
      <w:r>
        <w:rPr>
          <w:rFonts w:ascii="Liberation Serif" w:hAnsi="Liberation Serif" w:cs="Liberation Serif"/>
          <w:sz w:val="28"/>
          <w:szCs w:val="28"/>
        </w:rPr>
        <w:t>читель технологии, ГАПОУ СО «Верхнепышминский механико-технологический техникум «Юность»,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Яцеева Елена Геннадьевна, учитель музыки, МХК, МАОУ «СОШ № 22», ГО Верхняя Пышма, ВКК.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Физическая культура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Абышева Надежда Михайловна, учитель физической </w:t>
      </w:r>
      <w:r>
        <w:rPr>
          <w:rFonts w:ascii="Liberation Serif" w:hAnsi="Liberation Serif" w:cs="Liberation Serif"/>
          <w:sz w:val="28"/>
          <w:szCs w:val="28"/>
        </w:rPr>
        <w:t>культуры, МКОУ СОШ с. Накоряково,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Азаронок Владимир Владимирович, учитель физической культуры, МАОУ «СОШ № 4»,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Аксенова Ирина Юрьевна, учитель физической культуры, МОУ «Пионерская СОШ»,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</w:t>
      </w:r>
      <w:r>
        <w:rPr>
          <w:rFonts w:ascii="Liberation Serif" w:hAnsi="Liberation Serif" w:cs="Liberation Serif"/>
          <w:bCs/>
          <w:sz w:val="28"/>
          <w:szCs w:val="28"/>
        </w:rPr>
        <w:t>лексеев Юрий Анатольевич, учитель физической культуры, МАОУ «СОШ № 17»,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Алехина Ольга Александровна, учитель физической культуры, МАОУ «Средняя общеобразовательная школа № 22 с углубленным изучением отдельных предметов», Каменск-Ура</w:t>
      </w:r>
      <w:r>
        <w:rPr>
          <w:rFonts w:ascii="Liberation Serif" w:hAnsi="Liberation Serif" w:cs="Liberation Serif"/>
          <w:sz w:val="28"/>
          <w:szCs w:val="28"/>
        </w:rPr>
        <w:t>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Аликина Елена Дмитриевна, учитель физической культуры, МАОУ СШ 9, ГО Красноуфимск СО,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Анастасова Ирина Юрьевна, учитель физической культуры, МАОУ «Гимназия № 41»,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Аникина Яна Викторовна, учитель физической </w:t>
      </w:r>
      <w:r>
        <w:rPr>
          <w:rFonts w:ascii="Liberation Serif" w:hAnsi="Liberation Serif" w:cs="Liberation Serif"/>
          <w:sz w:val="28"/>
          <w:szCs w:val="28"/>
        </w:rPr>
        <w:t>культуры, Лицей № 9,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Аникина Яна Викторовна, учитель физической культуры, Лицей № 9,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Арасланова Ирина Валерьевна, учитель физической культуры, МАОУ СОШ № 87,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Арутюнова Елена Владимир</w:t>
      </w:r>
      <w:r>
        <w:rPr>
          <w:rFonts w:ascii="Liberation Serif" w:hAnsi="Liberation Serif" w:cs="Liberation Serif"/>
          <w:sz w:val="28"/>
          <w:szCs w:val="28"/>
        </w:rPr>
        <w:t>овна, учитель физической культуры, МБОУ СОШ № 107,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Архипов Евгений Валерьевич, учитель физической культуры, МАОУ СОШ № 9,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Бабаев Евгений Иванович, учитель физической культуры, МБОУ ПГО «СОШ № 20», Полевской</w:t>
      </w:r>
      <w:r>
        <w:rPr>
          <w:rFonts w:ascii="Liberation Serif" w:hAnsi="Liberation Serif" w:cs="Liberation Serif"/>
          <w:sz w:val="28"/>
          <w:szCs w:val="28"/>
        </w:rPr>
        <w:t xml:space="preserve">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Бабушкин Владимир Иванович, учитель физической культуры, МАОУ гимназия № 155,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Байло Татьяна Леонидовна, учитель физической культуры, МБОУ СОШ № 44 им. народного учителя СССР Г.Д. Лавровой,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Бартов Андрей Николаевич, учитель физической культуры, МАОУ НТГО «СОШ № 2»,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Барышникова Людмила Михайловна, учитель физической культуры, филиала МКОУ «Костинская СОШ» – Клевакинская ООШ, МО Алапаевское,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Бахтиярова Галина Никола</w:t>
      </w:r>
      <w:r>
        <w:rPr>
          <w:rFonts w:ascii="Liberation Serif" w:hAnsi="Liberation Serif" w:cs="Liberation Serif"/>
          <w:sz w:val="28"/>
          <w:szCs w:val="28"/>
        </w:rPr>
        <w:t>евна, учитель физической культуры, МБОУ ПГО «СОШ № 14»,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Бачин Алексей Алексеевич, учитель физической культуры, МАОУ «Каменск-Уральская гимназия»,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Белоусова Елена Валерьевна, учитель физической культуры, МАОУ</w:t>
      </w:r>
      <w:r>
        <w:rPr>
          <w:rFonts w:ascii="Liberation Serif" w:hAnsi="Liberation Serif" w:cs="Liberation Serif"/>
          <w:sz w:val="28"/>
          <w:szCs w:val="28"/>
        </w:rPr>
        <w:t xml:space="preserve"> СОШ № 2, Режевской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Белякова Наталья Валерьевна, учитель физической культуры, МАОУ – НОШ № 5, 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Берсенева Эльвира Николаевна, учитель культуры безопасной жизнедеятельности, МАОУ ОШ 7, ГО Красноуфимск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Блажнова Татьяна </w:t>
      </w:r>
      <w:r>
        <w:rPr>
          <w:rFonts w:ascii="Liberation Serif" w:hAnsi="Liberation Serif" w:cs="Liberation Serif"/>
          <w:sz w:val="28"/>
          <w:szCs w:val="28"/>
        </w:rPr>
        <w:t>Анатольевна, учитель физической культуры, МБОУ ПГО «СОШ № 18»,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Бобин Андрей Николаевич, учитель физической культуры, МАОУ «Новосельская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Боднар Светлана Васильевна, учитель физической культуры, филиал </w:t>
      </w:r>
      <w:r>
        <w:rPr>
          <w:rFonts w:ascii="Liberation Serif" w:hAnsi="Liberation Serif" w:cs="Liberation Serif"/>
          <w:sz w:val="28"/>
          <w:szCs w:val="28"/>
        </w:rPr>
        <w:t xml:space="preserve">МБОУ «Шалинская СОШ № 45» – «Чусовская СОШ», Шалинский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Большедворова Марина Анатольевна, учитель основ безопасности жизнедеятельности, МАОУ Черновская СОШ, Ирбитское МО,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</w:rPr>
        <w:t>Болярская Наталья Ивановна, учитель физической культуры, МАОУ СОШ с. Бы</w:t>
      </w:r>
      <w:r>
        <w:rPr>
          <w:rFonts w:ascii="Liberation Serif" w:eastAsia="Calibri" w:hAnsi="Liberation Serif" w:cs="Liberation Serif"/>
          <w:sz w:val="28"/>
          <w:szCs w:val="28"/>
        </w:rPr>
        <w:t>ньги,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Борисова Елена Анатольевна, учитель физической культуры, МАОУ СОШ № 4,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Боровикова Вера Николаевна, учитель физической культуры, МАОУ Черновская СОШ,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Брыткова Алла Геннадьевна, учитель физическ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ой культуры, МАОУ гимназия № 9, МО «город Екатеринбург»,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Буйневич Вячеслав Иванович, учитель физической культуры, МАОУ «СОШ № 57»,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Буньков Виктор Анатольевич, учитель физической культуры, МКОУ «Самоцветская СОШ», МО Алапаевск</w:t>
      </w:r>
      <w:r>
        <w:rPr>
          <w:rFonts w:ascii="Liberation Serif" w:hAnsi="Liberation Serif" w:cs="Liberation Serif"/>
          <w:sz w:val="28"/>
          <w:szCs w:val="28"/>
        </w:rPr>
        <w:t>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Бурдукова Татьяна Анатольевна, учитель физической культуры, МАОУ «Средняя общеобразовательная школа № 16 с углубленным изучением отдельных предметов имени Владимира Петровича Шевалева»,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Буслаев Эдуард Николаевич, учит</w:t>
      </w:r>
      <w:r>
        <w:rPr>
          <w:rFonts w:ascii="Liberation Serif" w:hAnsi="Liberation Serif" w:cs="Liberation Serif"/>
          <w:sz w:val="28"/>
          <w:szCs w:val="28"/>
        </w:rPr>
        <w:t>ель физической культуры, МКОУ «Талицкая средняя общеобразовательная школа № 1»,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Бычкова Наталия Владимировна, учитель физической культуры, МАОУ СОШ № 10,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Ваганов Павел Сергеевич, учитель физической культуры, МАОУ СОШ №</w:t>
      </w:r>
      <w:r>
        <w:rPr>
          <w:rFonts w:ascii="Liberation Serif" w:hAnsi="Liberation Serif" w:cs="Liberation Serif"/>
          <w:sz w:val="28"/>
          <w:szCs w:val="28"/>
        </w:rPr>
        <w:t xml:space="preserve"> 170,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Васильева Ольга Алексеевна, учитель физической культуры, МБОУ «СШ № 25», ГО ЗАТО Свободный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Вершинин Евгений Юрьевич, учитель физической культуры и основ безопасности жизнедеятельности, МБОУ СОШ № 8, МО город </w:t>
      </w:r>
      <w:r>
        <w:rPr>
          <w:rFonts w:ascii="Liberation Serif" w:hAnsi="Liberation Serif" w:cs="Liberation Serif"/>
          <w:sz w:val="28"/>
          <w:szCs w:val="28"/>
        </w:rPr>
        <w:t>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Вершинина Ольга Анатольевна, учитель физической культуры, МАОУ СОШ № 19,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Вечтомов Николай Алексеевич, учитель физической культуры, МКОУ АГО «Ачитская СОШ», Ачитский ГО, 1КК.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Вишняускас Надежда Александровна, у</w:t>
      </w:r>
      <w:r>
        <w:rPr>
          <w:rFonts w:ascii="Liberation Serif" w:hAnsi="Liberation Serif" w:cs="Liberation Serif"/>
          <w:sz w:val="28"/>
          <w:szCs w:val="28"/>
        </w:rPr>
        <w:t>читель физической культуры, МАОУ «Колчеданская средняя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 Сергей Владимирович, учитель основ безопасности жизнедеятельности, МБОУ «СОШ № 6»,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Воробьева Екатерина Александровна, учитель </w:t>
      </w:r>
      <w:r>
        <w:rPr>
          <w:rFonts w:ascii="Liberation Serif" w:hAnsi="Liberation Serif" w:cs="Liberation Serif"/>
          <w:sz w:val="28"/>
          <w:szCs w:val="28"/>
        </w:rPr>
        <w:t>физической культуры, МАОУ СОШ № 64,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Воробьева Наталья Юрьевна, учитель физической культуры, МАОУ НТГО «СОШ № 7 имени М.Г. Мансурова», Нижнетуринский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Ганеев Сергей Михайлович, учитель физической культуры, МАОУ СОШ № 3,</w:t>
      </w:r>
      <w:r>
        <w:rPr>
          <w:rFonts w:ascii="Liberation Serif" w:hAnsi="Liberation Serif" w:cs="Liberation Serif"/>
          <w:sz w:val="28"/>
          <w:szCs w:val="28"/>
        </w:rPr>
        <w:t xml:space="preserve">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Гаптулахатов Данис Габдуллович, учитель физической культуры, МКОУ АГО «Заринская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Гвоздева Райла Кадимовна, учитель физической культуры, МБОУ «СОШ № 7», ГО Ревда,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Гибадулина Елена Геннадьевна, учитель </w:t>
      </w:r>
      <w:r>
        <w:rPr>
          <w:rFonts w:ascii="Liberation Serif" w:hAnsi="Liberation Serif" w:cs="Liberation Serif"/>
          <w:sz w:val="28"/>
          <w:szCs w:val="28"/>
        </w:rPr>
        <w:t>физической культуры, МБОУ СОШ № 95,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Гилев Виталий Владимирович, учитель физической культуры, филиал МБОУ «Шалинская СОШ № 45» – «Сылвинская СОШ», Шалинский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Гладких Светлана Александровна, учитель физической культуры, МАОУ </w:t>
      </w:r>
      <w:r>
        <w:rPr>
          <w:rFonts w:ascii="Liberation Serif" w:hAnsi="Liberation Serif" w:cs="Liberation Serif"/>
          <w:sz w:val="28"/>
          <w:szCs w:val="28"/>
        </w:rPr>
        <w:t>«Школа № 3»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Глазырин Евгений Николаевич, учитель физической культуры, МБОУ СОШ № 24,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Голицына Ирина Владимировна, учитель физической культуры, МАОУ СОШ № 15, Кировградский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Головнина Татья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на Сергеевна, учитель физической культуры, МАОУ СОШ № 24,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Гордеев Сергей Александрович, учитель физической культуры, МБОУ «СОШ № 1»,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Горелов Евгений Николаевич, учитель физической культуры, МАОУ ООШ № 4, Туринский ГО,</w:t>
      </w:r>
      <w:r>
        <w:rPr>
          <w:rFonts w:ascii="Liberation Serif" w:hAnsi="Liberation Serif" w:cs="Liberation Serif"/>
          <w:sz w:val="28"/>
          <w:szCs w:val="28"/>
        </w:rPr>
        <w:t xml:space="preserve">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Гришина Светлана Юрьевна, учитель физической культуры, МБОУ СОШ № 5 </w:t>
      </w:r>
      <w:r>
        <w:rPr>
          <w:rStyle w:val="2"/>
          <w:rFonts w:ascii="Liberation Serif" w:hAnsi="Liberation Serif" w:cs="Liberation Serif"/>
          <w:sz w:val="28"/>
          <w:szCs w:val="28"/>
        </w:rPr>
        <w:t>Невьянского ГО, Невьянский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Губкина Галина Васильевна, учитель физической культуры, МАОУ «СОШ № 3», ГО Ревда,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Гудина Наталья Владимировна, учитель физической культуры, </w:t>
      </w:r>
      <w:r>
        <w:rPr>
          <w:rFonts w:ascii="Liberation Serif" w:hAnsi="Liberation Serif" w:cs="Liberation Serif"/>
          <w:sz w:val="28"/>
          <w:szCs w:val="28"/>
        </w:rPr>
        <w:t>МБОУ СОШ № 6,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Денисов Анатолий Никитич, учитель физической культуры, МКОУ «Чупинская СОШ»,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Дианова Татьяна Николаевна, учитель физической культуры, ОБЖ, МАОУ «СОШ № 4», ГО Верхняя Пышма,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Дубовикова Елена Ни</w:t>
      </w:r>
      <w:r>
        <w:rPr>
          <w:rFonts w:ascii="Liberation Serif" w:hAnsi="Liberation Serif" w:cs="Liberation Serif"/>
          <w:bCs/>
          <w:sz w:val="28"/>
          <w:szCs w:val="28"/>
        </w:rPr>
        <w:t>колаевна, учитель физической культуры, МАОУ «СОШ № 32»,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Дунаева Светлана Анатольевна, учитель физической культуры, МБОУ ПГО «Четкаринская СОШ», Пышминский ГО, 1КК.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Дюрягин Олег Михайлович, учитель физической культуры, МАОУ СОШ № 71,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Елисеев Михаил Евгеньевич, учитель физической культуры, МКОУ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«СОШ № 7», ГО Заречный,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Ендальцева Елена Рудольфовна, учитель физической культуры, МАОУ «СОШ № 14» им. В.Ф. Фуфачева, Серовский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Еремкин В</w:t>
      </w:r>
      <w:r>
        <w:rPr>
          <w:rFonts w:ascii="Liberation Serif" w:hAnsi="Liberation Serif" w:cs="Liberation Serif"/>
          <w:sz w:val="28"/>
          <w:szCs w:val="28"/>
        </w:rPr>
        <w:t>иктор Петрович, учитель физической культуры, МАОУ Политехническая гимназия,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Жеребцов Андрей Сергеевич, учитель физической культуры, МАОУ Артинского ГО «Артинская средняя общеобразовательная школа № 1»,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Жуков Вита</w:t>
      </w:r>
      <w:r>
        <w:rPr>
          <w:rFonts w:ascii="Liberation Serif" w:hAnsi="Liberation Serif" w:cs="Liberation Serif"/>
          <w:sz w:val="28"/>
          <w:szCs w:val="28"/>
        </w:rPr>
        <w:t>лий Владиславович, учитель физической культуры, МАОУ Тугулымская СОШ № 26, Тугулымский ГО,1КК.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Замиралов Иван Михайлович, учитель физической культуры, МКОУ «Троицкая средняя общеобразовательная школа № 50»,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Зверева Елена Леонидовна, учите</w:t>
      </w:r>
      <w:r>
        <w:rPr>
          <w:rFonts w:ascii="Liberation Serif" w:hAnsi="Liberation Serif" w:cs="Liberation Serif"/>
          <w:sz w:val="28"/>
          <w:szCs w:val="28"/>
        </w:rPr>
        <w:t xml:space="preserve">ль физической культуры, МБОУ «Шалинская СОШ № 45», Шалинский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Зверева Татьяна Викторовна, учитель физической культуры, МОУ СОШ № 7, Качканарский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Зейбель Елена Федоровна, учитель физической культуры, МАОУ «СОШ № 9», ГО Краснотурьинск,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Зеленина Лариса Дмитриевна, учитель физической культуры, МБОУ Юшалинская СОШ № 25,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Зимина Светлана Владимировна, учитель физической культуры, МАОУ «СОШ № 25»,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Золотайкина Наталья Николаевна, учитель физическ</w:t>
      </w:r>
      <w:r>
        <w:rPr>
          <w:rFonts w:ascii="Liberation Serif" w:hAnsi="Liberation Serif" w:cs="Liberation Serif"/>
          <w:sz w:val="28"/>
          <w:szCs w:val="28"/>
        </w:rPr>
        <w:t>ой культуры, МБОУ ПГО «Черемышская СОШ», Пышминский ГО,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Зудова Ирина Николаевна, учитель физической культуры, МАОУ СОШ № 2, Верхнесалдинский ГО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Зырянов Дмитрий Анектович, учитель ОБЖ, МАОУ «СОШ № 32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с углубленным изучением отдельных предметов», </w:t>
      </w:r>
      <w:r>
        <w:rPr>
          <w:rFonts w:ascii="Liberation Serif" w:hAnsi="Liberation Serif" w:cs="Liberation Serif"/>
          <w:sz w:val="28"/>
          <w:szCs w:val="28"/>
        </w:rPr>
        <w:t>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Зырянов Сергей Александрович, учитель физической культуры, МАОУ лицей № 109,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Татьяна Федоровна, учитель физической культуры, МАОУ «ЦО № 7», ГО Нижняя Салда,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Ившин Евгений Олегович, учитель </w:t>
      </w:r>
      <w:r>
        <w:rPr>
          <w:rFonts w:ascii="Liberation Serif" w:hAnsi="Liberation Serif" w:cs="Liberation Serif"/>
          <w:sz w:val="28"/>
          <w:szCs w:val="28"/>
        </w:rPr>
        <w:t>физической культуры, МОУ СОШ № 3,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Исмакаев Роман Леонидович, учитель физической культуры, МОУ СОШ № 3, ГО Богданович,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Ичитовкина Елена Леонидовна, учитель физической культуры, МБОУ СОШ № 5, Режевской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Кабакова Светлана Влад</w:t>
      </w:r>
      <w:r>
        <w:rPr>
          <w:rFonts w:ascii="Liberation Serif" w:hAnsi="Liberation Serif" w:cs="Liberation Serif"/>
          <w:sz w:val="28"/>
          <w:szCs w:val="28"/>
        </w:rPr>
        <w:t>имировна, учитель физической культуры, МБОУ СОШ № 52,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Казаков Александр Владимирович, учитель физической культуры, МАОУ «Средняя общеобразовательная школа № 40»,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Кайгородов Сергей Леонидович, </w:t>
      </w:r>
      <w:r>
        <w:rPr>
          <w:rFonts w:ascii="Liberation Serif" w:hAnsi="Liberation Serif" w:cs="Liberation Serif"/>
          <w:sz w:val="28"/>
          <w:szCs w:val="28"/>
        </w:rPr>
        <w:t>учитель физической культуры, МКОУ «Храмцовская ООШ»,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Какухин Виталий Валерьевич, учитель физической культуры, МАОУ СОШ № 3 имени Ю.А. Гагарина, Туринский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Калашникова Марина Анатольевна, учитель физической культуры, М</w:t>
      </w:r>
      <w:r>
        <w:rPr>
          <w:rFonts w:ascii="Liberation Serif" w:hAnsi="Liberation Serif" w:cs="Liberation Serif"/>
          <w:sz w:val="28"/>
          <w:szCs w:val="28"/>
        </w:rPr>
        <w:t>АОУ СОШ № 3,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Камаева Галина Андреевна, учитель физической культуры, МАОУ СОШ № 7, ГО Сухой Лог,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Катаева Оксана Викторовна, учитель физической культуры, МБОУ СОШ с. Конево, Невьянский ГО,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Киреев Андрей Валерьевич, учитель </w:t>
      </w:r>
      <w:r>
        <w:rPr>
          <w:rFonts w:ascii="Liberation Serif" w:hAnsi="Liberation Serif" w:cs="Liberation Serif"/>
          <w:sz w:val="28"/>
          <w:szCs w:val="28"/>
        </w:rPr>
        <w:t>физической культуры, МКОУ СОШ № 2 г. Нижние Серги, Нижнесергинский МР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Кириченко Светлана Николаевна, учитель физической культуры, МАОУ Политехническая гимназия, город Нижний Тагил,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Киселев Василий Михайлович, учитель физической культуры, МБОУ</w:t>
      </w:r>
      <w:r>
        <w:rPr>
          <w:rFonts w:ascii="Liberation Serif" w:hAnsi="Liberation Serif" w:cs="Liberation Serif"/>
          <w:sz w:val="28"/>
          <w:szCs w:val="28"/>
        </w:rPr>
        <w:t xml:space="preserve"> СОШ № 3 Невьянского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Киселёва Ирина Валерьевна,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учитель физической культуры, МАОУ «Студенческая СОШ № 12», Белоярский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Клевакина Елена Валериановна, учитель физической культуры, МАОУ СОШ № 1 г. Ивделя, Ивдельский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Клепикова Елена Н</w:t>
      </w:r>
      <w:r>
        <w:rPr>
          <w:rFonts w:ascii="Liberation Serif" w:hAnsi="Liberation Serif" w:cs="Liberation Serif"/>
          <w:iCs/>
          <w:sz w:val="28"/>
          <w:szCs w:val="28"/>
        </w:rPr>
        <w:t>иколаевна, учитель физической культуры, МКОУ Нижнеиленская СОШ, Байкаловский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Коваленко Татьяна Михайловна, учитель физической культуры, МАОУ СОШ № 92,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Козин Анатолий Николаевич, учитель физической культуры и основ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безопасности жизнедеятельности, БМАОУ «Лицей № 7»,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Козлова Елена Станиславовна, учитель основ безопасности жизнедеятельности, физической культуры, МАОУ «СОШ № 1»,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Колмакова Ида Борисовна, учитель физической культу</w:t>
      </w:r>
      <w:r>
        <w:rPr>
          <w:rFonts w:ascii="Liberation Serif" w:hAnsi="Liberation Serif" w:cs="Liberation Serif"/>
          <w:sz w:val="28"/>
          <w:szCs w:val="28"/>
        </w:rPr>
        <w:t>ры, МБОУ ООШ № 8, Режевской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Колотова Алевтина Петровна, учитель физической культуры, МАОУ СШ № 2 г. Михайловска,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Комиссаров Александр Владимирович, учитель физической культуры, МАОУ СОШ № 2,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Коновалова Екатерина Петровна, учитель физической культуры, МКОУ АГО «Бакряжская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Коробейникова Елена Анатольевна, учитель физической культуры, МАОУ СОШ № 69,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Костенков Сергей Петрович, учитель физическо</w:t>
      </w:r>
      <w:r>
        <w:rPr>
          <w:rFonts w:ascii="Liberation Serif" w:hAnsi="Liberation Serif" w:cs="Liberation Serif"/>
          <w:bCs/>
          <w:sz w:val="28"/>
          <w:szCs w:val="28"/>
        </w:rPr>
        <w:t>й культуры, МАОУ «НТГ»,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Костерин Николай Витальевич, учитель физической культуры, МАОУ лицей № 180,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Кочина Светлана Анатольевна, учитель физической культуры, МКОУ «Ключиковская СОШ», МО Красноуфимский о</w:t>
      </w:r>
      <w:r>
        <w:rPr>
          <w:rFonts w:ascii="Liberation Serif" w:hAnsi="Liberation Serif" w:cs="Liberation Serif"/>
          <w:sz w:val="28"/>
          <w:szCs w:val="28"/>
        </w:rPr>
        <w:t>круг,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Кралин Александр Александрович, учитель ОБЖ, физической культуры, МАОУ СШ № 2 г. Михайловска,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Крапивко Дмитрий Павлович, учитель физической культуры, БМАОУ «Гимназия № 5»,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Краснова Марина Викторов</w:t>
      </w:r>
      <w:r>
        <w:rPr>
          <w:rFonts w:ascii="Liberation Serif" w:hAnsi="Liberation Serif" w:cs="Liberation Serif"/>
          <w:sz w:val="28"/>
          <w:szCs w:val="28"/>
        </w:rPr>
        <w:t>на, учитель физической культуры, БМАОУ СОШ № 1,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Кручинина Елена Александровна, учитель физической культуры, МБОУ «СОШ № 1 им. М. Горького»,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Кукушкина Надежда Андреевна, учитель физической культур, МАОУ ПГО «СОШ № </w:t>
      </w:r>
      <w:r>
        <w:rPr>
          <w:rFonts w:ascii="Liberation Serif" w:hAnsi="Liberation Serif" w:cs="Liberation Serif"/>
          <w:sz w:val="28"/>
          <w:szCs w:val="28"/>
        </w:rPr>
        <w:t>8»,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Курмачев Александр Владимирович, учитель физической культуры, МАОУ «Школа № 8», ГО «город Ирбит»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Ладыгин Станислав Андреевич,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учитель физической культуры, МКОУ АГО «Большеутинская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Ладыгина Людмила </w:t>
      </w:r>
      <w:r>
        <w:rPr>
          <w:rFonts w:ascii="Liberation Serif" w:hAnsi="Liberation Serif" w:cs="Liberation Serif"/>
          <w:bCs/>
          <w:sz w:val="28"/>
          <w:szCs w:val="28"/>
        </w:rPr>
        <w:t>Петровна, учитель физической культуры, МБОУ СОШ № 71,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Ланщикова Елена Ивановна, учитель физической культуры, МАОУ «СОШ № 28», ГО Первоуральск, ВКК. </w:t>
      </w:r>
    </w:p>
    <w:p w:rsidR="00AD1BAA" w:rsidRDefault="00CA09AA">
      <w:pPr>
        <w:pStyle w:val="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Липухина Алла Борисовна, учитель физической культуры, МАОУ «СОШ № 14»,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Лобанов Дмитрий Евгеньевич, учитель физической культуры, МАОУ – СОШ № 2, ГО Богданович,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Логинова Елена Андреевна, учитель физической культуры, МКОУ «Каменская средняя общеобразовательная школа», Каменский ГО,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Луткова Све</w:t>
      </w:r>
      <w:r>
        <w:rPr>
          <w:rFonts w:ascii="Liberation Serif" w:hAnsi="Liberation Serif" w:cs="Liberation Serif"/>
          <w:sz w:val="28"/>
          <w:szCs w:val="28"/>
        </w:rPr>
        <w:t>тлана Александровна, учитель физической культуры, МКОУ СОШ с. Кленовское,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Лухманов Андрей Викторович, учитель физической культуры, МАОУ СОШ № 11, Североуральский ГО,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Малинина Яна Юрьевна, учитель физической культуры, МАОУ </w:t>
      </w:r>
      <w:r>
        <w:rPr>
          <w:rFonts w:ascii="Liberation Serif" w:hAnsi="Liberation Serif" w:cs="Liberation Serif"/>
          <w:sz w:val="28"/>
          <w:szCs w:val="28"/>
        </w:rPr>
        <w:t>«СОШ № 48», Новоуральский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Малышев Михаил Анатольевич, учитель физической культуры, МАОУ «СОШ № 54», Новоуральский ГО СО, ВКК.</w:t>
      </w:r>
    </w:p>
    <w:p w:rsidR="00AD1BAA" w:rsidRDefault="00CA09AA">
      <w:pPr>
        <w:pStyle w:val="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Мальцевич Татьяна Анатольевна, учитель физической культуры, МБОУ СОШ №1, Верхнесалдинский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Мангилева Ольга Юрь</w:t>
      </w:r>
      <w:r>
        <w:rPr>
          <w:rFonts w:ascii="Liberation Serif" w:hAnsi="Liberation Serif" w:cs="Liberation Serif"/>
          <w:sz w:val="28"/>
          <w:szCs w:val="28"/>
        </w:rPr>
        <w:t>евна, учитель физической культуры, МАОУ «СОШ № 4», ГО Первоуральск, ВКК.</w:t>
      </w:r>
    </w:p>
    <w:p w:rsidR="00AD1BAA" w:rsidRDefault="00CA09AA">
      <w:pPr>
        <w:pStyle w:val="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Маркина Светлана Юрьевна, учитель физической культуры, МБОУ СОШ № 1,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Маслова Елена Анатольевна, учитель ОБЖ, МАОУ «СОШ № 5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углубленным изучением отдельных п</w:t>
      </w:r>
      <w:r>
        <w:rPr>
          <w:rFonts w:ascii="Liberation Serif" w:hAnsi="Liberation Serif" w:cs="Liberation Serif"/>
          <w:sz w:val="28"/>
          <w:szCs w:val="28"/>
        </w:rPr>
        <w:t>редметов»,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Матвеев Евгений Мартемьянович, учитель физической культуры, МКОУ «Маминская средняя общеобразовательная школа», Каменский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Медведева Афлиса Людиявиковна, учитель физической культуры, МАОУ «ЦО № 7», ГО Нижняя Салда,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Медведева Галина Владимировна, учитель физической культуры, МАОУ СОШ № 8,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Мезенцев Михаил Григорьевич, </w:t>
      </w:r>
      <w:r>
        <w:rPr>
          <w:rFonts w:ascii="Liberation Serif" w:hAnsi="Liberation Serif" w:cs="Liberation Serif"/>
          <w:bCs/>
          <w:sz w:val="28"/>
          <w:szCs w:val="28"/>
        </w:rPr>
        <w:t>учитель физической культуры, МАОУ СОШ № 8, Североуральский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Меньшикова Любовь Васильевна, учитель физической культуры, М</w:t>
      </w:r>
      <w:r>
        <w:rPr>
          <w:rFonts w:ascii="Liberation Serif" w:hAnsi="Liberation Serif" w:cs="Liberation Serif"/>
          <w:sz w:val="28"/>
          <w:szCs w:val="28"/>
        </w:rPr>
        <w:t>БОУ «СОШ № 23», ГО Дегтярск,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Меньшикова Наталия Владимировна, учитель физической культуры, МБОУ гимназия № 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Мехонцева Алёна Александровна, учитель физической культуры, МБОУ СОШ № 64,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Мещеров </w:t>
      </w:r>
      <w:r>
        <w:rPr>
          <w:rFonts w:ascii="Liberation Serif" w:hAnsi="Liberation Serif" w:cs="Liberation Serif"/>
          <w:sz w:val="28"/>
          <w:szCs w:val="28"/>
        </w:rPr>
        <w:t>Роман Викторович, учитель физической культуры, МАОУ «СОШ № 1»,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Минин Юрий Леонидович, учитель физической культуры, МАОУ гимназия № 177,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Минкина Светлана Николаевна, учитель физической культуры, МКОУ «Бис</w:t>
      </w:r>
      <w:r>
        <w:rPr>
          <w:rFonts w:ascii="Liberation Serif" w:hAnsi="Liberation Serif" w:cs="Liberation Serif"/>
          <w:sz w:val="28"/>
          <w:szCs w:val="28"/>
        </w:rPr>
        <w:t>ертская средняя школа № 1», Бисертский городской округ,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Митрофанов Василий Анатольевич, учитель физической культуры, МБОУ СОШ № 98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Мужева Ольга Владимировна, учитель физической культуры, МАОУ «СОШ № 14», Североуральский </w:t>
      </w:r>
      <w:r>
        <w:rPr>
          <w:rFonts w:ascii="Liberation Serif" w:hAnsi="Liberation Serif" w:cs="Liberation Serif"/>
          <w:bCs/>
          <w:sz w:val="28"/>
          <w:szCs w:val="28"/>
        </w:rPr>
        <w:t>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Немытов Михаил Александрович, учитель физической культуры, МБОУ СОШ № 5,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Нецветаева Светлана Валентиновна, учитель физической культуры, МАОУ СОШ № 166,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Никитина Любовь Владимировна, учитель фи</w:t>
      </w:r>
      <w:r>
        <w:rPr>
          <w:rFonts w:ascii="Liberation Serif" w:hAnsi="Liberation Serif" w:cs="Liberation Serif"/>
          <w:sz w:val="28"/>
          <w:szCs w:val="28"/>
        </w:rPr>
        <w:t>зической культуры, МАОУ СОШ № 4,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Николаев Геннадий Михайлович, учитель физической культуры, МАОУ «Артинский лицей»,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Нифантова Светлана Владимировна, учитель физической культуры, МКОУ Скатинская СОШ, Камышловский МР СО,</w:t>
      </w:r>
      <w:r>
        <w:rPr>
          <w:rFonts w:ascii="Liberation Serif" w:hAnsi="Liberation Serif" w:cs="Liberation Serif"/>
          <w:sz w:val="28"/>
          <w:szCs w:val="28"/>
        </w:rPr>
        <w:t xml:space="preserve">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Новикова Лариса Геннадьевна, учитель физической культуры, МАОУ СОШ № 12,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Новицкая Светлана Витальевна, учитель физической культуры, МБОУ СОШ № 21,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Оганян Левон Арсенович, учитель физической </w:t>
      </w:r>
      <w:r>
        <w:rPr>
          <w:rFonts w:ascii="Liberation Serif" w:hAnsi="Liberation Serif"/>
          <w:bCs/>
          <w:sz w:val="28"/>
          <w:szCs w:val="28"/>
        </w:rPr>
        <w:t>культуры, МАОУ СОШ № 3, ГО Красноуральск,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Огородников Андрей Николаевич, учитель физической культуры, МАОУ «Лицей № 5»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Окулов Федор Николаевич, учитель физической культуры, МОУ «Верхнесинячихинская СОШ № 2», МО Алапаевско</w:t>
      </w:r>
      <w:r>
        <w:rPr>
          <w:rFonts w:ascii="Liberation Serif" w:hAnsi="Liberation Serif" w:cs="Liberation Serif"/>
          <w:sz w:val="28"/>
          <w:szCs w:val="28"/>
        </w:rPr>
        <w:t xml:space="preserve">е,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Олонцев Александр Владимирович, учитель физической культуры, МБОУ СОШ № 82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Ольховая Татьяна Анатольевна, учитель физической культуры, ПМАОУ «Школа № 32 с углубленным изучением отдельных предметов, ГО Первоуральск,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Олюнина Надежда Ионовна, учитель физической культуры, МБОУ СОШ № 154,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Елена Сергеевна, учитель физической культуры, ГБОУСО «Полевская школа, реализующая адаптированные основные общеобразовательные программы», Полевск</w:t>
      </w:r>
      <w:r>
        <w:rPr>
          <w:rFonts w:ascii="Liberation Serif" w:hAnsi="Liberation Serif" w:cs="Liberation Serif"/>
          <w:sz w:val="28"/>
          <w:szCs w:val="28"/>
        </w:rPr>
        <w:t>ой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Падерина Анна Сергеевна, учитель физической культуры, МАОУ СОШ № 2, ГО Сухой Лог,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Панина Марина Владимировна, учитель физической культуры, МАОУ СОШ № 1,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Панов Сергей Владимирович, учитель физической культуры, МАОУ СОШ</w:t>
      </w:r>
      <w:r>
        <w:rPr>
          <w:rFonts w:ascii="Liberation Serif" w:hAnsi="Liberation Serif" w:cs="Liberation Serif"/>
          <w:bCs/>
          <w:sz w:val="28"/>
          <w:szCs w:val="28"/>
        </w:rPr>
        <w:t xml:space="preserve"> № 145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Паньшина Елена Владимировна, учитель физической культуры, МАОУ СОШ № 2,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Паршакова Нина Аркадьевна, учитель физической культуры, МАОУ СОШ № 10,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Перевалова Наталья Владимировна,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учитель физической культуры, МБОУ СОШ № 2 п. Восточный, Сосьвинский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Перин Анатолий Энгельсович, учитель физической культуры, МБОУ «Шамарская СОШ № 26», Шалинский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Петряева Наталья Александровна, учитель физической культуры, МАОУ «Средняя</w:t>
      </w:r>
      <w:r>
        <w:rPr>
          <w:rFonts w:ascii="Liberation Serif" w:hAnsi="Liberation Serif" w:cs="Liberation Serif"/>
          <w:sz w:val="28"/>
          <w:szCs w:val="28"/>
        </w:rPr>
        <w:t xml:space="preserve"> школа № 1 им. И.И. Марьина»,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Петухова Елена Алексеевна, учитель физической культуры, МАОУ СОШ № 11,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Печенкина Зинаида Борисовна, учитель физической культуры, МАОУ «Каменск-Уральская гимназия», Каменск-Урал</w:t>
      </w:r>
      <w:r>
        <w:rPr>
          <w:rFonts w:ascii="Liberation Serif" w:hAnsi="Liberation Serif" w:cs="Liberation Serif"/>
          <w:sz w:val="28"/>
          <w:szCs w:val="28"/>
        </w:rPr>
        <w:t>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Пилигримова Наталья Валерьевна, учитель физической культуры, МАОУ СОШ № 85,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Пинягина Алена Владимировна, учитель физической культуры, МАОУ гимназия № 116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Подкорытова Лариса Дмит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риевна, учитель физической культуры, МАОУ СОШ № 23,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Подъянова Ольга Федоровна, учитель физической культуры, МАОУ СОШ № 8, ГО Красноуральск,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Ирина Алексеевна, учитель физической культуры, МАОУ СОШ № 1,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</w:t>
      </w:r>
      <w:r>
        <w:rPr>
          <w:rFonts w:ascii="Liberation Serif" w:hAnsi="Liberation Serif" w:cs="Liberation Serif"/>
          <w:sz w:val="28"/>
          <w:szCs w:val="28"/>
        </w:rPr>
        <w:t>апова Юлия Леонидовна, учитель физической культуры, МКОУ Баранниковская СОШ,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Потеряев Алексей Еронович, учитель физической культуры, МАОУ СОШ № 8,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Приданникова Надежда Фёдоровна, учитель физической культуры,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МАОУ «Средняя общеобразовательная школа № 21»,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Прокопенко Татьяна Владимировна, учитель физической культуры, МАОУ СОШ № 20,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Протонин Дмитрий Сергеевич, учитель физической культуры,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МКОУ – СОШ № 6 с углублен</w:t>
      </w:r>
      <w:r>
        <w:rPr>
          <w:rFonts w:ascii="Liberation Serif" w:hAnsi="Liberation Serif" w:cs="Liberation Serif"/>
          <w:sz w:val="28"/>
          <w:szCs w:val="28"/>
        </w:rPr>
        <w:t>ным изучением отдельных предметов,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Пузыня Юлия Евгеньевна, учитель физической культуры, МАОУ гимназия № 70,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Пуртова Людмила Анатольевна, учитель физической культуры, МБОУ Лицей, город Нижний Тагил,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Путилов Анатолий Юрьевич, учитель физической культуры, МБОУ СОШ № 5 </w:t>
      </w:r>
      <w:r>
        <w:rPr>
          <w:rStyle w:val="2"/>
          <w:rFonts w:ascii="Liberation Serif" w:hAnsi="Liberation Serif" w:cs="Liberation Serif"/>
          <w:sz w:val="28"/>
          <w:szCs w:val="28"/>
        </w:rPr>
        <w:t>Невьянского ГО, Невьянский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Пушкарев Владимир Леонидович, учитель физической культуры, МАОУ «Слободо-Туринская СОШ № 2»,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Пылаев Матвей Владиславович, </w:t>
      </w:r>
      <w:r>
        <w:rPr>
          <w:rFonts w:ascii="Liberation Serif" w:hAnsi="Liberation Serif" w:cs="Liberation Serif"/>
          <w:sz w:val="28"/>
          <w:szCs w:val="28"/>
        </w:rPr>
        <w:t>учитель физической культуры, БМАОУ СОШ № 9,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Радьков Анатолий Геннадьевич, учитель физической культуры, МАОУ «Средняя общеобразовательная школа № 17 с углубленным изучением отдельных предметов»,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Расторгуев </w:t>
      </w:r>
      <w:r>
        <w:rPr>
          <w:rFonts w:ascii="Liberation Serif" w:hAnsi="Liberation Serif" w:cs="Liberation Serif"/>
          <w:sz w:val="28"/>
          <w:szCs w:val="28"/>
        </w:rPr>
        <w:t>Юрий Анатольевич, учитель физической культуры, МАОУ «Средняя общеобразовательная школа № 4»,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Рефат Виктория Владимировна, учитель физической культуры, МАОУ СОШ № 168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Рычкова Галина Михайловна, учитель </w:t>
      </w:r>
      <w:r>
        <w:rPr>
          <w:rFonts w:ascii="Liberation Serif" w:hAnsi="Liberation Serif" w:cs="Liberation Serif"/>
          <w:sz w:val="28"/>
          <w:szCs w:val="28"/>
        </w:rPr>
        <w:t>физической культуры, МАОУ СОШ № 44, Режевской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Савин Петр Геннадьевич, учитель физической культуры, МБОУ СОШ № 14, с. Новопаньшино,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Савина Татьяна Владимировна, учитель физической культуры, МКОУ Кочневская СОШ, Камышловский </w:t>
      </w:r>
      <w:r>
        <w:rPr>
          <w:rFonts w:ascii="Liberation Serif" w:hAnsi="Liberation Serif" w:cs="Liberation Serif"/>
          <w:sz w:val="28"/>
          <w:szCs w:val="28"/>
        </w:rPr>
        <w:t>МР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eastAsia="Times New Roman" w:hAnsi="Liberation Serif" w:cs="Liberation Serif"/>
          <w:sz w:val="28"/>
          <w:szCs w:val="28"/>
          <w:shd w:val="clear" w:color="auto" w:fill="FFFFFF"/>
        </w:rPr>
        <w:t>Салищева Анна Алексеевна, учитель физической культуры, МАОУ «СОШ № 45»,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Семёнова Людмила Николаевна, учитель физической культуры, МАОУ СОШ № 5,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Семкова Любовь Александровна, учитель физической культ</w:t>
      </w:r>
      <w:r>
        <w:rPr>
          <w:rFonts w:ascii="Liberation Serif" w:hAnsi="Liberation Serif" w:cs="Liberation Serif"/>
          <w:sz w:val="28"/>
          <w:szCs w:val="28"/>
        </w:rPr>
        <w:t>уры, МАОУ «СОШ № 28», ГО Ревда,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Семячкова Светлана Викторовна, учитель физической культуры, основ безопасности жизнедеятельности, МАОУ лицей № 39,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Сенникова Елена Сергеевна, учитель физической культуры, МАОУ лицей № 109, 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Елена Валерьевна, учитель физической культуры, МАОУ гимназия № 94,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Симановская Олеся Николаевна, учитель физической культуры, МАОУ СОШ № 8 им. А.Г. Махнёва,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Симановская</w:t>
      </w:r>
      <w:r>
        <w:rPr>
          <w:rFonts w:ascii="Liberation Serif" w:hAnsi="Liberation Serif" w:cs="Liberation Serif"/>
          <w:sz w:val="28"/>
          <w:szCs w:val="28"/>
        </w:rPr>
        <w:t xml:space="preserve"> Олеся Николаевна, учитель физической культуры, МАОУ СОШ № 8 им. А.Г. Махнёва,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Синицын Иван Васильевич, учитель физической культуры, МАОУ СОШ № 23,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Синицына Лариса Николаевна, </w:t>
      </w:r>
      <w:r>
        <w:rPr>
          <w:rFonts w:ascii="Liberation Serif" w:hAnsi="Liberation Serif" w:cs="Liberation Serif"/>
          <w:sz w:val="28"/>
          <w:szCs w:val="28"/>
        </w:rPr>
        <w:t>учитель физической культуры, МАОУ гимн</w:t>
      </w:r>
      <w:r>
        <w:rPr>
          <w:rFonts w:ascii="Liberation Serif" w:hAnsi="Liberation Serif" w:cs="Liberation Serif"/>
          <w:sz w:val="28"/>
          <w:szCs w:val="28"/>
        </w:rPr>
        <w:t>азия № 104,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Скачкова Наталия Владимировна, учитель физической культуры, МАОУ СОШ № 1 с углублённым изучением предметов «Полифорум»,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Слободяник Руслан Петрович, учитель физической культуры, МБОУ СОШ № 67, ГО </w:t>
      </w:r>
      <w:r>
        <w:rPr>
          <w:rFonts w:ascii="Liberation Serif" w:hAnsi="Liberation Serif" w:cs="Liberation Serif"/>
          <w:bCs/>
          <w:sz w:val="28"/>
          <w:szCs w:val="28"/>
        </w:rPr>
        <w:t>«Город Лесной»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851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Смирнов Евгений Анатольевич, учитель физической культуры, МАОУ СОШ № 10, ГО Верхний Тагил, ВКК.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Смирнова Наталья Львовна, учитель физической культуры, МАОУ СОШ № 121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Созин Дмитрий Андреевич, учитель </w:t>
      </w:r>
      <w:r>
        <w:rPr>
          <w:rFonts w:ascii="Liberation Serif" w:hAnsi="Liberation Serif" w:cs="Liberation Serif"/>
          <w:bCs/>
          <w:sz w:val="28"/>
          <w:szCs w:val="28"/>
        </w:rPr>
        <w:t>физической культуры, МАОУ СОШ № 16, ГО 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Соколкин Алексей Николаевич, учитель физической культуры, МАОУ гимназия № 45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Соколова Галина Алексеевна, учитель физической культуры, МАОУ лицей № 110, МО «город Екатеринб</w:t>
      </w:r>
      <w:r>
        <w:rPr>
          <w:rFonts w:ascii="Liberation Serif" w:hAnsi="Liberation Serif" w:cs="Liberation Serif"/>
          <w:sz w:val="28"/>
          <w:szCs w:val="28"/>
        </w:rPr>
        <w:t>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Соколова Марина Валерьевна, учитель физической культуры, МАОУ СОШ № 91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Солдатова Елена Борисовна, учитель физической культуры, МАОУ «Косулинская СОШ № 8», Белоярский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Солодков Евгений Александрович, учитель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физической культуры, МАОУ СОШ № 67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Спирина Дарья Валерьевна, учитель физической культуры, МАОУ СОШ № 28,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Старицына Марина Валериевна, учитель физической культуры, МБОУ «СОШ № 17», ГО Рефтинский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150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Стахеев Борис Евгеньевич, учитель физической культуры, МКОУ АГО «Русскопотамская СОШ», Ачитский ГО, 1КК.</w:t>
      </w:r>
    </w:p>
    <w:p w:rsidR="00AD1BAA" w:rsidRDefault="00CA09AA">
      <w:pPr>
        <w:pStyle w:val="1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Сунагатов Руслан Мирхатович, учитель физической культуры, ГАПОУ СО «Серовский политехнический техникум», структурное подразделение Кадетская шко</w:t>
      </w:r>
      <w:r>
        <w:rPr>
          <w:rFonts w:ascii="Liberation Serif" w:hAnsi="Liberation Serif" w:cs="Liberation Serif"/>
          <w:bCs/>
          <w:sz w:val="28"/>
          <w:szCs w:val="28"/>
        </w:rPr>
        <w:t>ла-интернат,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1508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Суханова Лариса Николаевна, учитель физической культуры, МАОУ СОШ № 1,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Сухарева Наталья Владимировна, учитель физической культуры, МКОУ Обуховская СОШ,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Сыровяткина Алёна </w:t>
      </w:r>
      <w:r>
        <w:rPr>
          <w:rFonts w:ascii="Liberation Serif" w:hAnsi="Liberation Serif" w:cs="Liberation Serif"/>
          <w:sz w:val="28"/>
          <w:szCs w:val="28"/>
        </w:rPr>
        <w:t>Владимировна, учитель физической культуры, МАОУ СОШ № 3,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Тарабаева Мария Андреевна, учитель физической культуры, МАОУ НОШ № 13,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 xml:space="preserve">Тарасова Ольга Николаевна, учитель физической культуры, МБОУ «СОШ № 2», Артемовский ГО, </w:t>
      </w:r>
      <w:r>
        <w:rPr>
          <w:rFonts w:ascii="Liberation Serif" w:hAnsi="Liberation Serif" w:cs="Liberation Serif"/>
          <w:iCs/>
          <w:sz w:val="28"/>
          <w:szCs w:val="28"/>
        </w:rPr>
        <w:t>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Тиванюк Андрей Николаевич, учитель физической культуры, МАОУ Гимназия № 86,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Тимерханов Артур Дамирович, учитель физической культуры, МАОУ СОШ № 97,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Тимко Ирина Николаевна, учитель физической культ</w:t>
      </w:r>
      <w:r>
        <w:rPr>
          <w:rFonts w:ascii="Liberation Serif" w:hAnsi="Liberation Serif" w:cs="Liberation Serif"/>
          <w:bCs/>
          <w:sz w:val="28"/>
          <w:szCs w:val="28"/>
        </w:rPr>
        <w:t>уры, МАОУ СОШ № 15,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Толстых Наталия Сергеевна, учитель физической культуры, МБОУ «Школа № 5», ГО «город Ирбит»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Тонков Александр Евгеньевич, учитель физической культуры, МОУ «Костинская СОШ»,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Требунских </w:t>
      </w:r>
      <w:r>
        <w:rPr>
          <w:rFonts w:ascii="Liberation Serif" w:hAnsi="Liberation Serif" w:cs="Liberation Serif"/>
          <w:sz w:val="28"/>
          <w:szCs w:val="28"/>
        </w:rPr>
        <w:t>Дмитрий Викторович, учитель физической культуры, МАОУ «СОШ № 26»,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Ульянова Олеся Николаевна, учитель физической культуры, МБОУ СОШ № 1,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Упоров Алексей Юрьевич, учитель физической культуры и основ безопасности </w:t>
      </w:r>
      <w:r>
        <w:rPr>
          <w:rFonts w:ascii="Liberation Serif" w:hAnsi="Liberation Serif" w:cs="Liberation Serif"/>
          <w:sz w:val="28"/>
          <w:szCs w:val="28"/>
        </w:rPr>
        <w:t>жизнедеятельности, МАОУ СОШ № 8, ГО Верхний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Уткин Николай Петрович, учитель физической культуры, МАОУ Верховинской СОШ № 29 им. А.Н. Корчагина, Тугулымский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Фарионова Светлана Матигулловна, учитель физической культуры, МОУ СОШ им. К.Н. </w:t>
      </w:r>
      <w:r>
        <w:rPr>
          <w:rFonts w:ascii="Liberation Serif" w:hAnsi="Liberation Serif" w:cs="Liberation Serif"/>
          <w:bCs/>
          <w:sz w:val="28"/>
          <w:szCs w:val="28"/>
        </w:rPr>
        <w:t>Новикова,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Федоров Сергей Иванович, учитель физической культуры, МКОУ «Рыбниковская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Федяева Наталья Васильевна, учитель физической культуры, МАОУ СОШ № 178, МО «город Екатеринбу</w:t>
      </w:r>
      <w:r>
        <w:rPr>
          <w:rFonts w:ascii="Liberation Serif" w:hAnsi="Liberation Serif" w:cs="Liberation Serif"/>
          <w:sz w:val="28"/>
          <w:szCs w:val="28"/>
        </w:rPr>
        <w:t>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Федяков Андрей Анатольевич, учитель физической культуры, МАОУ АГО «Артинская средняя общеобразовательная школа № 6», Артинский ГО,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Филатова Любовь Борисовна, учитель физической культуры, МАОУ Гимназии № 86,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Филиппова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Вера Владимировна, учитель физической культуры, МАОУ СОШ № 10,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Фильчакова Марина Фазыловна, учитель физической культуры, МБОУ СОШ № 1 п. Восточный, Сосьвинский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Фомин Иван Викторович, учитель физической культуры, МАОУ СОШ № 1, </w:t>
      </w:r>
      <w:r>
        <w:rPr>
          <w:rFonts w:ascii="Liberation Serif" w:hAnsi="Liberation Serif" w:cs="Liberation Serif"/>
          <w:sz w:val="28"/>
          <w:szCs w:val="28"/>
        </w:rPr>
        <w:t>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Хабибуллина Светлана Владимировна, учитель физической культуры, МБОУ ПГО «Ощепковская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Хмелева Наталья Николаевна, учитель физической культуры, МАОУ «Лицей № 5»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Хохолькова Ирин</w:t>
      </w:r>
      <w:r>
        <w:rPr>
          <w:rFonts w:ascii="Liberation Serif" w:hAnsi="Liberation Serif" w:cs="Liberation Serif"/>
          <w:sz w:val="28"/>
          <w:szCs w:val="28"/>
        </w:rPr>
        <w:t>а Ивановна, учитель физической культуры, МКОУ Порошинская 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Хохряков Андрей Анатольевич, учитель физической культуры, инструктор по физической культуре, МКОУ АГО «Ачитская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Цурикова Наталья Вячеславовна, </w:t>
      </w:r>
      <w:r>
        <w:rPr>
          <w:rFonts w:ascii="Liberation Serif" w:hAnsi="Liberation Serif" w:cs="Liberation Serif"/>
          <w:sz w:val="28"/>
          <w:szCs w:val="28"/>
        </w:rPr>
        <w:t>учитель физической культуры, МАОУ СОШ № 138,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Чебыкин Александр Викторович, учитель физической культуры МКОУ АГО «Нижнеарийская ООШ»,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Чемыхин Василий Николаевич, учитель физической культуры, МАОУ лицей № 135,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Чикурова Нина Владимировна, учитель физической культуры, МАОУ СОШ № 10, Режевской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Чихалова Анна Борисовна, учитель физической культуры, МБОУ СОШ № 4, Артемовский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Чукреева Светлана Николаевна, учитель физичес</w:t>
      </w:r>
      <w:r>
        <w:rPr>
          <w:rFonts w:ascii="Liberation Serif" w:hAnsi="Liberation Serif" w:cs="Liberation Serif"/>
          <w:iCs/>
          <w:sz w:val="28"/>
          <w:szCs w:val="28"/>
        </w:rPr>
        <w:t>кой культуры, МБОУ СОШ № 55,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Шабурова Светлана Анатольевна, учитель физической культуры, МБОУ СОШ № 119,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Шаврин Владимир Витальевич, учитель физической культуры, МАОУ Коркинская СОШ,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Шайдулина Оксана Анатольевна, учитель физической культуры, МАОУ НТГО «СОШ № 3»,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Шаманаева Галина Борисовна, учитель физической культуры, МБОУ СОШ № 3,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Шаманаева Олеся Романовна, учитель физической культуры, МАОУ </w:t>
      </w:r>
      <w:r>
        <w:rPr>
          <w:rFonts w:ascii="Liberation Serif" w:hAnsi="Liberation Serif" w:cs="Liberation Serif"/>
          <w:sz w:val="28"/>
          <w:szCs w:val="28"/>
        </w:rPr>
        <w:t>СОШ № 16,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Шахматова Светлана Михайловна, учитель физической культуры, БМАОУ СОШ № 2,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Шахов Егор Александрович, учитель физической культуры, БМАОУ лицей № 3 «Альянс»,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Шик Денис Владимирович, учитель фи</w:t>
      </w:r>
      <w:r>
        <w:rPr>
          <w:rFonts w:ascii="Liberation Serif" w:hAnsi="Liberation Serif"/>
          <w:sz w:val="28"/>
          <w:szCs w:val="28"/>
        </w:rPr>
        <w:t xml:space="preserve">зической культуры, </w:t>
      </w:r>
      <w:r>
        <w:rPr>
          <w:rFonts w:ascii="Liberation Serif" w:hAnsi="Liberation Serif" w:cs="Liberation Serif"/>
          <w:bCs/>
          <w:sz w:val="28"/>
          <w:szCs w:val="28"/>
        </w:rPr>
        <w:t>МАОУ «СОШ № 15», ГО Краснотурьинск,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Ширинкин Павел Владимирович, учитель физической культуры, МАОУ СОШ № 6 с углубленным изучением отдельных предметов, Кушвинский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Шлепанов Сергей Николаевич, учитель физической культуры, МАО</w:t>
      </w:r>
      <w:r>
        <w:rPr>
          <w:rFonts w:ascii="Liberation Serif" w:hAnsi="Liberation Serif" w:cs="Liberation Serif"/>
          <w:bCs/>
          <w:sz w:val="28"/>
          <w:szCs w:val="28"/>
        </w:rPr>
        <w:t>У СОШ № 2, ГО Карпинск,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Шмакова Эльвира Францевна, учитель физической культуры, МОУ «Килачевская СОШ»,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Шорохова Светлана Геннадьевна, учитель физической культуры, МАОУ СШ № 1 им. И.И. Марьина, ГО Красноуфимск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Штриплинг Олег</w:t>
      </w:r>
      <w:r>
        <w:rPr>
          <w:rFonts w:ascii="Liberation Serif" w:hAnsi="Liberation Serif" w:cs="Liberation Serif"/>
          <w:sz w:val="28"/>
          <w:szCs w:val="28"/>
        </w:rPr>
        <w:t xml:space="preserve"> Рубинович, учитель физической культуры, МБОУ ПГО «Печеркинская СОШ», Пышминский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Шукшина Татьяна Анатольевна, учитель физической культуры, МАОУ гимназия № 176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Шушаков Илья Владимирович, учитель физической культуры, т</w:t>
      </w:r>
      <w:r>
        <w:rPr>
          <w:rFonts w:ascii="Liberation Serif" w:hAnsi="Liberation Serif" w:cs="Liberation Serif"/>
          <w:sz w:val="28"/>
          <w:szCs w:val="28"/>
        </w:rPr>
        <w:t>ехнологии, МАОУ СОШ с. Быньги,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Шушарин Владимир Валентинович, учитель физической культуры, МАОУ «Школа № 13», ГО «город Ирбит»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Щербакова Ольга Стефановна, учитель физической культуры, МБОУ СОШ № 90, город Нижний Тагил,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Юрченко Елена Павловна, учитель физической культуры, МАОУ лицей № 39,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Юшкина Елена Михайловна, учитель физической культуры, МАОУ «Верхнедубровская средняя общеобразовательная школа», ГО Верхнее Дуброво,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shd w:val="clear" w:color="auto" w:fill="FFFFFF"/>
        </w:rPr>
        <w:t xml:space="preserve">Якутина Лариса </w:t>
      </w:r>
      <w:r>
        <w:rPr>
          <w:rFonts w:ascii="Liberation Serif" w:eastAsia="Times New Roman" w:hAnsi="Liberation Serif" w:cs="Liberation Serif"/>
          <w:sz w:val="28"/>
          <w:szCs w:val="28"/>
          <w:shd w:val="clear" w:color="auto" w:fill="FFFFFF"/>
        </w:rPr>
        <w:t>Владимировна, учитель физической культуры, Средняя школа-интернат № 17, Верхнесалдинский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Яранцев Дмитрий Михайлович, учитель физической культуры, МКОУ АГО «Уфимская СОШ», Ачитский ГО, 1КК.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D1BAA" w:rsidRDefault="00AD1B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Основы безопасности жизнедеятельности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Бабракова Елен</w:t>
      </w:r>
      <w:r>
        <w:rPr>
          <w:rFonts w:ascii="Liberation Serif" w:hAnsi="Liberation Serif" w:cs="Liberation Serif"/>
          <w:sz w:val="28"/>
          <w:szCs w:val="28"/>
        </w:rPr>
        <w:t>а Владимировна, учитель основ безопасности жизнедеятельности, МАОУ «Средняя общеобразовательная школа № 19»,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Банникова Татьяна Александровна, учитель основ безопасности жизнедеятельности, МАОУ СОШ № 23,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Бордюгова Ольга Алексеевна,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МАОУ гимназия № 94,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Гаврилов Юрий Витальевич,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sz w:val="28"/>
          <w:szCs w:val="28"/>
        </w:rPr>
        <w:t xml:space="preserve"> МАОУ лицей № 110, МО «город Екатеринбург», ВКК. 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Глущенко Та</w:t>
      </w:r>
      <w:r>
        <w:rPr>
          <w:rFonts w:ascii="Liberation Serif" w:hAnsi="Liberation Serif" w:cs="Liberation Serif"/>
          <w:sz w:val="28"/>
          <w:szCs w:val="28"/>
        </w:rPr>
        <w:t>тьяна Николаевна, учитель основ безопасности жизнедеятельности, МБОУ СОШ № 6,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iCs/>
          <w:sz w:val="28"/>
          <w:szCs w:val="28"/>
          <w:shd w:val="clear" w:color="auto" w:fill="FFFFFF"/>
        </w:rPr>
        <w:t>Голоушкина Елена Валерьевна, учитель основ безопасности жизнедеятельности, МАОУ гимназия № 18,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Давыдова Наталья Борисовна, </w:t>
      </w:r>
      <w:r>
        <w:rPr>
          <w:rFonts w:ascii="Liberation Serif" w:hAnsi="Liberation Serif" w:cs="Liberation Serif"/>
          <w:bCs/>
          <w:sz w:val="28"/>
          <w:szCs w:val="28"/>
        </w:rPr>
        <w:t>учитель основ безопасности жизнедеятельности, МОУ СОШ № 3,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Дивисенко Екатерина Михайловна,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sz w:val="28"/>
          <w:szCs w:val="28"/>
        </w:rPr>
        <w:t xml:space="preserve"> МАОУ СОШ № 136,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Ерыпалова Елена Владимировна, учитель основ безо</w:t>
      </w:r>
      <w:r>
        <w:rPr>
          <w:rFonts w:ascii="Liberation Serif" w:hAnsi="Liberation Serif" w:cs="Liberation Serif"/>
          <w:sz w:val="28"/>
          <w:szCs w:val="28"/>
        </w:rPr>
        <w:t>пасности жизнедеятельности, МАОУ СОШ № 1,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Зыкина Любовь Александровна, учитель основ безопасности жизнедеятельности, МБОУ «СОШ № 17»,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Касьянова Елена Ивановна, учитель основ безопасности жизнедеятельности, МАОУ «СОШ </w:t>
      </w:r>
      <w:r>
        <w:rPr>
          <w:rFonts w:ascii="Liberation Serif" w:hAnsi="Liberation Serif" w:cs="Liberation Serif"/>
          <w:bCs/>
          <w:sz w:val="28"/>
          <w:szCs w:val="28"/>
        </w:rPr>
        <w:t>№ 23 с углубленным изучением отдельных предметов», ГО Краснотурьинск,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Комарова Марина Николаевна, учитель основ безопасности жизнедеятельности, МАОУ СОШ № 165,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Костенков Сергей Петрович, учитель основ безопасности жизнеде</w:t>
      </w:r>
      <w:r>
        <w:rPr>
          <w:rFonts w:ascii="Liberation Serif" w:hAnsi="Liberation Serif" w:cs="Liberation Serif"/>
          <w:bCs/>
          <w:sz w:val="28"/>
          <w:szCs w:val="28"/>
        </w:rPr>
        <w:t>ятельности, МАОУ «НТГ»,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Кравченко Мария Игоревна,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sz w:val="28"/>
          <w:szCs w:val="28"/>
        </w:rPr>
        <w:t xml:space="preserve"> МАОУ СОШ № 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Лаврентьев Владимир Евгеньевич, учитель основ безопасности жизнедеятельности, МАОУ «СОШ № 3»</w:t>
      </w:r>
      <w:r>
        <w:rPr>
          <w:rFonts w:ascii="Liberation Serif" w:hAnsi="Liberation Serif" w:cs="Liberation Serif"/>
          <w:sz w:val="28"/>
          <w:szCs w:val="28"/>
        </w:rPr>
        <w:t>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Лежнина Елена Владимировна,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sz w:val="28"/>
          <w:szCs w:val="28"/>
        </w:rPr>
        <w:t xml:space="preserve"> МАОУ СОШ № 92,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Луткова Татьяна Викторовна,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sz w:val="28"/>
          <w:szCs w:val="28"/>
        </w:rPr>
        <w:t xml:space="preserve"> МАОУ СОШ № 76,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Мальцева Надежда Анатольевна, учитель основ безопасности жизнедеятельности, МКОУ «Травянская средняя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Мерлина Любовь Николаевна, учитель основ безопасности жизнедеятельности, МАОУ «СОШ № 24», ГО Краснотурьинск,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Минин Юрий Леонидович,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sz w:val="28"/>
          <w:szCs w:val="28"/>
        </w:rPr>
        <w:t xml:space="preserve"> МАОУ гимназия № 177,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Мызников Алексей Станиславович, учитель основ безопасности жизнедеятельности, МАОУ СОШ № 22 </w:t>
      </w:r>
      <w:r>
        <w:rPr>
          <w:rStyle w:val="afa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им. Героя Советского Союза В.С. Марков</w:t>
      </w:r>
      <w:r>
        <w:rPr>
          <w:rStyle w:val="afa"/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а</w:t>
      </w:r>
      <w:r>
        <w:rPr>
          <w:rFonts w:ascii="Liberation Serif" w:hAnsi="Liberation Serif" w:cs="Liberation Serif"/>
          <w:bCs/>
          <w:sz w:val="28"/>
          <w:szCs w:val="28"/>
        </w:rPr>
        <w:t>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Напалкова Елена Анатольевна, учитель основ безопасности жизнедеятельности, МАОУ СОШ № 1, 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Орлова Наталья Адольфовна, учитель основ безопасности жизнедеятельности, МАОУ «Байкаловская СОШ», Байкаловский МР СО,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Паримчук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Наталья Леонидовна,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жизнедеятельности,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МБОУ СОШ № 75,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Петрякова Евгения Александровна, учитель основ безопасности жизнедеятельности, ПМАОУ «СОШ № 7»,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Попов Иван Влади</w:t>
      </w:r>
      <w:r>
        <w:rPr>
          <w:rFonts w:ascii="Liberation Serif" w:hAnsi="Liberation Serif" w:cs="Liberation Serif"/>
          <w:sz w:val="28"/>
          <w:szCs w:val="28"/>
        </w:rPr>
        <w:t>мирович, учитель основ безопасности жизнедеятельности, МОУ «Дубская СОШ», Ирбитское МО,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Протасова Ксения Васильевна, учитель основ безопасности жизнедеятельности, МАОУ СОШ № 3, ГО Красноуральск,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Ревинзон Алексей Рудольфович, учитель </w:t>
      </w:r>
      <w:r>
        <w:rPr>
          <w:rFonts w:ascii="Liberation Serif" w:hAnsi="Liberation Serif" w:cs="Liberation Serif"/>
          <w:sz w:val="28"/>
          <w:szCs w:val="28"/>
        </w:rPr>
        <w:t xml:space="preserve">основ </w:t>
      </w:r>
      <w:r>
        <w:rPr>
          <w:rFonts w:ascii="Liberation Serif" w:hAnsi="Liberation Serif" w:cs="Liberation Serif"/>
          <w:sz w:val="28"/>
          <w:szCs w:val="28"/>
        </w:rPr>
        <w:t xml:space="preserve">безопасности жизнедеятельности, МАОУ «Лицей № 56»,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Резникова Светлана Александровна, учитель КБЖ, основ безопасности жизнедеятельности, МАОУ «СОШ № 15», ГО Краснотурьинск,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Семенчугова Лариса Леонидовна, учитель основ безопасн</w:t>
      </w:r>
      <w:r>
        <w:rPr>
          <w:rFonts w:ascii="Liberation Serif" w:hAnsi="Liberation Serif" w:cs="Liberation Serif"/>
          <w:sz w:val="28"/>
          <w:szCs w:val="28"/>
        </w:rPr>
        <w:t>ости жизнедеятельности, МАОУ «Колчеданская средняя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Сурина Надежда Геннадьевна, учитель основ безопасности жизнедеятельности, географии МБОУ СОШ № 4,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Усиков Александр Витальевич, учитель осн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ов безопасности жизнедеятельности, МАОУ «СОШ № 30», Асбестовский ГО, ВКК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Федосеенко Андрей Александрович,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жизнедеятельности</w:t>
      </w:r>
      <w:r>
        <w:rPr>
          <w:rFonts w:ascii="Liberation Serif" w:hAnsi="Liberation Serif" w:cs="Liberation Serif"/>
          <w:sz w:val="28"/>
          <w:szCs w:val="28"/>
        </w:rPr>
        <w:t>, МАОУ «СОШ № 2»,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Фертиков Александр Анатольевич, учитель </w:t>
      </w:r>
      <w:r>
        <w:rPr>
          <w:rFonts w:ascii="Liberation Serif" w:hAnsi="Liberation Serif" w:cs="Liberation Serif"/>
          <w:bCs/>
          <w:sz w:val="28"/>
          <w:szCs w:val="28"/>
        </w:rPr>
        <w:t>основ безопасности жизнеде</w:t>
      </w:r>
      <w:r>
        <w:rPr>
          <w:rFonts w:ascii="Liberation Serif" w:hAnsi="Liberation Serif" w:cs="Liberation Serif"/>
          <w:bCs/>
          <w:sz w:val="28"/>
          <w:szCs w:val="28"/>
        </w:rPr>
        <w:t>ятельности,</w:t>
      </w:r>
      <w:r>
        <w:rPr>
          <w:rFonts w:ascii="Liberation Serif" w:hAnsi="Liberation Serif" w:cs="Liberation Serif"/>
          <w:sz w:val="28"/>
          <w:szCs w:val="28"/>
        </w:rPr>
        <w:t xml:space="preserve"> МБОУ СОШ № 98,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Чащегорова Наталья Владимировна, учитель основ безопасности жизнедеятельности, МАОУ «СОШ № 25»,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Шестернина Любовь Александровна, учитель основ безопасности жизнедеятельности, М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АОУ СОШ № 6, Сысертский ГО, ВКК.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iCs/>
          <w:sz w:val="28"/>
          <w:szCs w:val="28"/>
        </w:rPr>
      </w:pPr>
    </w:p>
    <w:p w:rsidR="00AD1BAA" w:rsidRDefault="00CA09AA">
      <w:pPr>
        <w:tabs>
          <w:tab w:val="left" w:pos="0"/>
        </w:tabs>
        <w:spacing w:after="0"/>
        <w:ind w:firstLine="567"/>
        <w:jc w:val="both"/>
        <w:rPr>
          <w:rFonts w:ascii="Liberation Serif" w:hAnsi="Liberation Serif" w:cs="Liberation Serif"/>
          <w:b/>
          <w:iCs/>
          <w:sz w:val="28"/>
          <w:szCs w:val="28"/>
        </w:rPr>
      </w:pPr>
      <w:r>
        <w:rPr>
          <w:rFonts w:ascii="Liberation Serif" w:hAnsi="Liberation Serif" w:cs="Liberation Serif"/>
          <w:b/>
          <w:iCs/>
          <w:sz w:val="28"/>
          <w:szCs w:val="28"/>
        </w:rPr>
        <w:t>Начальные классы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iCs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Абдюшева Елена Анатольевна, учитель начальных классов, МБОУ СОШ № 1 п. Восточный, Сосьвинский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Аблякимова Елена Николаевна, учитель начальных классов, МАОУ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«Средняя общеобразовательная школа № 1»,</w:t>
      </w:r>
      <w:r>
        <w:rPr>
          <w:rFonts w:ascii="Liberation Serif" w:hAnsi="Liberation Serif"/>
          <w:sz w:val="28"/>
          <w:szCs w:val="28"/>
        </w:rPr>
        <w:t xml:space="preserve">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Абрамова Наталья Анатольевна, учитель начальных классов, МАОУ СОШ № 17,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Авдонина Лариса Анатольевна, учитель начальных классов, МАОУ НТГО «СОШ № 2»,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Аверьянова Ольга Сергеевна, учитель нач</w:t>
      </w:r>
      <w:r>
        <w:rPr>
          <w:rFonts w:ascii="Liberation Serif" w:hAnsi="Liberation Serif" w:cs="Liberation Serif"/>
          <w:sz w:val="28"/>
          <w:szCs w:val="28"/>
        </w:rPr>
        <w:t>альных классов, МАОУ «Средняя общеобразовательная школа № 17 с углубленным изучением отдельных предметов»,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Агалакова Ирина Витальевна, учитель начальных классов, МАОУ «Средняя общеобразовательная школа № 38», Каменск-Уральский</w:t>
      </w:r>
      <w:r>
        <w:rPr>
          <w:rFonts w:ascii="Liberation Serif" w:hAnsi="Liberation Serif" w:cs="Liberation Serif"/>
          <w:sz w:val="28"/>
          <w:szCs w:val="28"/>
        </w:rPr>
        <w:t xml:space="preserve">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Агапова Наталия Николаевна, учитель начальных классов, МАОУ СОШ № 6 с углубленным изучением отдельных предметов,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Адаева Наталья Евгеньевна, учитель начальных классов, МКОУ АГО «Уфимская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Адлер Галина </w:t>
      </w:r>
      <w:r>
        <w:rPr>
          <w:rFonts w:ascii="Liberation Serif" w:hAnsi="Liberation Serif" w:cs="Liberation Serif"/>
          <w:bCs/>
          <w:sz w:val="28"/>
          <w:szCs w:val="28"/>
        </w:rPr>
        <w:t>Борисовна, учитель начальных классов, МАОУ «СОШ № 15», ГО 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Айнуллина Любовь Андреевна, учитель начальных классов, МБОУ «СОШ № 1 им. М. Горького»,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Акохова Жанна Васильевна, учитель начальных классов, МАОУ «СОШ № 21»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Аксенова Татьяна Анатольевна, учитель начальных классов, МОУ «Зайковская СОШ № 1»,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Акулова Алла Михайловна, учитель начальных классов, МАОУ «Бродовская средняя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Акулова Галина Дмитриевна, учитель начальных классов, МАОУ СОШ № 17,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Акулова Светлана Ивановна, учитель начальных классов, МКОУ «Бисертская средняя школа № 1», Бисертский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Александрова Ольга Николаевна, учитель начальных классов,</w:t>
      </w:r>
      <w:r>
        <w:rPr>
          <w:rFonts w:ascii="Liberation Serif" w:hAnsi="Liberation Serif" w:cs="Liberation Serif"/>
          <w:sz w:val="28"/>
          <w:szCs w:val="28"/>
        </w:rPr>
        <w:t xml:space="preserve"> МАОУ СОШ № 170,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Алимпиева Жанна Викторовна, учитель начальных классов, МОУ – СОШ № 4,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Алифатова Наталья Николаевна, учитель начальных классов, МАОУ «Средняя общеобразовательная школа № 35», </w:t>
      </w:r>
      <w:r>
        <w:rPr>
          <w:rFonts w:ascii="Liberation Serif" w:hAnsi="Liberation Serif" w:cs="Liberation Serif"/>
          <w:sz w:val="28"/>
          <w:szCs w:val="28"/>
        </w:rPr>
        <w:t>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Аминева Эльвира Николаевна, учитель начальных классов, МАОУ Новолялинского ГО «СОШ № 4», Новолялинский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Анашкина Людмила Алексеевна, учитель начальных классов, МАОУ СОШ № 8, Сысертский ГО,1КК.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Андреева Валентина Никола</w:t>
      </w:r>
      <w:r>
        <w:rPr>
          <w:rFonts w:ascii="Liberation Serif" w:hAnsi="Liberation Serif" w:cs="Liberation Serif"/>
          <w:sz w:val="28"/>
          <w:szCs w:val="28"/>
        </w:rPr>
        <w:t>евна, учитель начальных классов, МАОУ «Тавринская СОШ», МО Красноуфимский округ, ВВК.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Андреева Марина Вадимовна, учитель начальных классов, МОУ СОШ № 3,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Андрюшина Наталья Анатольевна, учитель начальных классов, МАОУ СОШ № 183, МО «город</w:t>
      </w:r>
      <w:r>
        <w:rPr>
          <w:rFonts w:ascii="Liberation Serif" w:hAnsi="Liberation Serif" w:cs="Liberation Serif"/>
          <w:sz w:val="28"/>
          <w:szCs w:val="28"/>
        </w:rPr>
        <w:t xml:space="preserve">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Андюк Людмила Николаевна, учитель начальных классов, МАОУ СОШ № 87,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Аникушина Надежда Юрьевна, учитель начальных классов, МАОУ СОШ № 6, ГО Первоуральск,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Анисимова Вера Алексадровна, учитель начальных </w:t>
      </w:r>
      <w:r>
        <w:rPr>
          <w:rFonts w:ascii="Liberation Serif" w:hAnsi="Liberation Serif" w:cs="Liberation Serif"/>
          <w:sz w:val="28"/>
          <w:szCs w:val="28"/>
        </w:rPr>
        <w:t>классов, МКОУ СОШ № 10 р.п. Верхние Серги,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50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Анненкова Надежда Михайловна, учитель начальных классов, МАОУ «СОШ № 3»,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Ануфриева Оксана Сергеевна, учитель начальных классов, МБОУ «СОШ № 15»,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Анциф</w:t>
      </w:r>
      <w:r>
        <w:rPr>
          <w:rFonts w:ascii="Liberation Serif" w:hAnsi="Liberation Serif" w:cs="Liberation Serif"/>
          <w:sz w:val="28"/>
          <w:szCs w:val="28"/>
        </w:rPr>
        <w:t>ерова Лариса Вячеславовна, учитель начальных классов, МАОУ «Школа № 1»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Апаликова Наталия Александровна, учитель начальных классов, МАОУ «СОШ № 4»,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Аракчеева Ирина Михайловна, учитель начальных классов, М</w:t>
      </w:r>
      <w:r>
        <w:rPr>
          <w:rFonts w:ascii="Liberation Serif" w:hAnsi="Liberation Serif" w:cs="Liberation Serif"/>
          <w:sz w:val="28"/>
          <w:szCs w:val="28"/>
        </w:rPr>
        <w:t>АОУ СОШ № 136,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Аристархова Анна Евгеньевна,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 начальных классов, МАОУ «Лицей № 10», Каменск-Уральский ГО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Артемова Елена Васильевна, учитель начальных классов, МКОУ СОШ № 2 г. Нижние Серги, Нижнесергинский МР СО,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Артемова Лилия Семёновна, учитель начальных классов, МКОУ АГО «Уфимская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Асабова Ольга Сергеевна, учитель начальных классов,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197,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Атеполихина Татьяна Игоревна, учитель начальных </w:t>
      </w:r>
      <w:r>
        <w:rPr>
          <w:rFonts w:ascii="Liberation Serif" w:hAnsi="Liberation Serif" w:cs="Liberation Serif"/>
          <w:sz w:val="28"/>
          <w:szCs w:val="28"/>
        </w:rPr>
        <w:t>классов, МАОУ СОШ № 18,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Афанасьева Алена Николаевна, учитель начальных классов, МКОУ «Травянская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Ахмадулина Гузаль Сергеевна, учитель начальных классов, МКОУ «Большетурышская СОШ», </w:t>
      </w:r>
      <w:r>
        <w:rPr>
          <w:rFonts w:ascii="Liberation Serif" w:hAnsi="Liberation Serif" w:cs="Liberation Serif"/>
          <w:sz w:val="28"/>
          <w:szCs w:val="28"/>
        </w:rPr>
        <w:t>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Ахметова Ильнара Рафиковна, учитель начальных классов, МАОУ «СОШ № 16», ГО Дегтярск,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Бабарыкина Ирина Геннадьевна, учитель начальных классов, МБОУ СОШ № 3 Невьянского ГО,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Бабикова Ольга Сергеевна, учит</w:t>
      </w:r>
      <w:r>
        <w:rPr>
          <w:rFonts w:ascii="Liberation Serif" w:hAnsi="Liberation Serif" w:cs="Liberation Serif"/>
          <w:sz w:val="28"/>
          <w:szCs w:val="28"/>
        </w:rPr>
        <w:t>ель начальных классов, МКОУ «Бисертская средняя школа № 2», Бисертский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Бабинова Ирина Ивановна, учитель начальных классов, МБОУ ПГО «Пышминская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Бабич Наталья Васильевна, учитель начальных классов, МАОУ «Средняя школа № </w:t>
      </w:r>
      <w:r>
        <w:rPr>
          <w:rFonts w:ascii="Liberation Serif" w:hAnsi="Liberation Serif" w:cs="Liberation Serif"/>
          <w:sz w:val="28"/>
          <w:szCs w:val="28"/>
        </w:rPr>
        <w:t>3»,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Бабкина Ольга Петровна, учитель начальных классов, МАОУ Тугулымская средняя общеобразовательная школа № 26, Тугулымский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Бабушкина Алла Александровна, учитель начальных классов, МКОУ «Ключиковская СОШ», МО </w:t>
      </w:r>
      <w:r>
        <w:rPr>
          <w:rFonts w:ascii="Liberation Serif" w:hAnsi="Liberation Serif" w:cs="Liberation Serif"/>
          <w:sz w:val="28"/>
          <w:szCs w:val="28"/>
        </w:rPr>
        <w:t>Красноуфимский округ,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Бажина Светлана Васильевна, учитель начальных классов, МАОУ СОШ № 137,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Базилова Ангелина Геннадьевна, учитель начальных классов, МАОУ «Средняя общеобразовательная школа № 16 с углубленным изучением о</w:t>
      </w:r>
      <w:r>
        <w:rPr>
          <w:rFonts w:ascii="Liberation Serif" w:hAnsi="Liberation Serif" w:cs="Liberation Serif"/>
          <w:sz w:val="28"/>
          <w:szCs w:val="28"/>
        </w:rPr>
        <w:t>тдельных предметов имени Владимира Петровича Шевалева»,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Байкова Надежда Викторовна, учитель начальных классов, МАОУ СОШ № 53,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Балакина Мария Васильевна, учитель начальных классов, МАОУ СОШ № 7, МО</w:t>
      </w:r>
      <w:r>
        <w:rPr>
          <w:rFonts w:ascii="Liberation Serif" w:hAnsi="Liberation Serif" w:cs="Liberation Serif"/>
          <w:sz w:val="28"/>
          <w:szCs w:val="28"/>
        </w:rPr>
        <w:t xml:space="preserve"> «город Екатеринбург»,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Балашова Надежда Юрьевна, учитель начальных классов, МКОУ «Талицкая средняя общеобразовательная школа № 55»,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Балкашина Любовь Сергеевна, учитель начальных классов, МАОУ СОШ № 2,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Балуева</w:t>
      </w:r>
      <w:r>
        <w:rPr>
          <w:rFonts w:ascii="Liberation Serif" w:hAnsi="Liberation Serif" w:cs="Liberation Serif"/>
          <w:sz w:val="28"/>
          <w:szCs w:val="28"/>
        </w:rPr>
        <w:t xml:space="preserve"> Татьяна Валентиновна, учитель начальных классов, МАОУ «Приданниковская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Балукова Нонна Юрьевна, учитель начальных классов, МАОУ «Каменск-Уральская гимназия»,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Балушкина Анна Владимировна, учи</w:t>
      </w:r>
      <w:r>
        <w:rPr>
          <w:rFonts w:ascii="Liberation Serif" w:hAnsi="Liberation Serif" w:cs="Liberation Serif"/>
          <w:bCs/>
          <w:sz w:val="28"/>
          <w:szCs w:val="28"/>
        </w:rPr>
        <w:t>тель начальных классов, МАОУ «Лицей», ГО «Город Лесной»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Бандурина Людмила Геннадьевна, учитель начальных классов, МКОУ СОШ № 1 г. Нижние Серги,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Банникова Светлана Геннадьевна, учитель начальных классов, МАОУ ПГО «СОШ № </w:t>
      </w:r>
      <w:r>
        <w:rPr>
          <w:rFonts w:ascii="Liberation Serif" w:hAnsi="Liberation Serif" w:cs="Liberation Serif"/>
          <w:sz w:val="28"/>
          <w:szCs w:val="28"/>
        </w:rPr>
        <w:t>13 с углубленным изучением отдельных предметов»,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Банных Людмила Николаевна, учитель начальных классов, МАОУ СОШ № 41,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Банных Ольга Владимировна, учитель начальных классов, МАОУ СОШ № 170, МО «город Екатеринб</w:t>
      </w:r>
      <w:r>
        <w:rPr>
          <w:rFonts w:ascii="Liberation Serif" w:hAnsi="Liberation Serif" w:cs="Liberation Serif"/>
          <w:sz w:val="28"/>
          <w:szCs w:val="28"/>
        </w:rPr>
        <w:t>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Барабанова Елена Геннадьевна, учитель начальных классов, МАОУ – СОШ № 2, ГО Богданович,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Бараковских Елена Александровна, учитель начальных классов, МАОУ СШ № 2 г. Михайловска,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Баринова Алла Степановна, учитель на</w:t>
      </w:r>
      <w:r>
        <w:rPr>
          <w:rFonts w:ascii="Liberation Serif" w:hAnsi="Liberation Serif" w:cs="Liberation Serif"/>
          <w:sz w:val="28"/>
          <w:szCs w:val="28"/>
        </w:rPr>
        <w:t>чальных классов, ПМАОУ «Школа № 32 с углубленным изучением отдельных предметов»,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Барсукова Татьяна Валерьевна, учитель начальных классов, МАОУ СОШ № 9,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Барышева Татьяна Вадимовна,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учитель математики МАОУ гимназия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202,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Барышникова Анна Олеговна, учитель начальных классов, МБОУ Новолялинского ГО «СОШ № 2», Новолялинский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Барышникова Светлана Борисовна, учитель начальных классов, МАОУ «СОШ № 28», ГО Ревда,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Баскакова Татьяна</w:t>
      </w:r>
      <w:r>
        <w:rPr>
          <w:rFonts w:ascii="Liberation Serif" w:hAnsi="Liberation Serif" w:cs="Liberation Serif"/>
          <w:sz w:val="28"/>
          <w:szCs w:val="28"/>
        </w:rPr>
        <w:t xml:space="preserve"> Геннадьевна, учитель начальных классов, МБОУ СОШ № 107, МО «город Екатеринбург»,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Батакова Татьяна Михайловна, учитель начальных классов, МАОУ СОШ № 12,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Батенева Ольга Геннадьевна, учитель начальных классов, МБОУ СОШ № 4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п.г.т. Сосьва, Сосьвинский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Бахарева Зоя Анатольевна, учитель начальных классов, МКОУ Баженовская СОШ, Байкаловский МР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Баянкина Марина Владимировна, учитель начальных классов, МАОУ СОШ № 4,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Безуглая Екатерина </w:t>
      </w:r>
      <w:r>
        <w:rPr>
          <w:rFonts w:ascii="Liberation Serif" w:hAnsi="Liberation Serif" w:cs="Liberation Serif"/>
          <w:sz w:val="28"/>
          <w:szCs w:val="28"/>
        </w:rPr>
        <w:t>Юрьевна, учитель начальных классов, МАОУ СОШ № 208,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Бекмансурова Альмира Ануровна, учитель начальных классов, МАОУ «Основная общеобразовательная школа № 27 с интернатом»,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Беленцова Татьяна Ханифов</w:t>
      </w:r>
      <w:r>
        <w:rPr>
          <w:rFonts w:ascii="Liberation Serif" w:hAnsi="Liberation Serif" w:cs="Liberation Serif"/>
          <w:bCs/>
          <w:sz w:val="28"/>
          <w:szCs w:val="28"/>
        </w:rPr>
        <w:t>на, учитель начальных классов, МБОУ СОШ № 75,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Белобородова Любовь Анатольевна, учитель начальных классов, МАОУ ООШ № 4, Туринский ГО,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Белова Ирина Владимировна, учитель начальных классов, МБОУ «СОШ № 2» АГО, Асбестовский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Белокурова Наталья Васильевна, учитель начальных классов, МБОУ ПГО «Боровлянская СОШ», Пышминский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Белоусова Наталья Ивановна, учитель начальных классов, МАОУ СОШ № 2 г. Ивделя, Ивдельский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Белоцерковская Екатерина Геннадиевна,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 начальных классов, МАОУ СОШ № 69,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Белоцерковская Ольга Витальевна, учитель начальных классов, МАОУ СОШ № 85,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Березина Людмила Викторовна, учитель начальных классов, МОУ «Килачевская СОШ», </w:t>
      </w:r>
      <w:r>
        <w:rPr>
          <w:rFonts w:ascii="Liberation Serif" w:hAnsi="Liberation Serif" w:cs="Liberation Serif"/>
          <w:sz w:val="28"/>
          <w:szCs w:val="28"/>
        </w:rPr>
        <w:t>Ирбитское МО,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Берестнева Елена Владимировна, учитель начальных классов, МАОУ СОШ № 87,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Беспалова Елена Владимировна, учитель начальных классов, МАОУ гимназия № 37,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Бессонова Елена Витальевна, учит</w:t>
      </w:r>
      <w:r>
        <w:rPr>
          <w:rFonts w:ascii="Liberation Serif" w:hAnsi="Liberation Serif" w:cs="Liberation Serif"/>
          <w:sz w:val="28"/>
          <w:szCs w:val="28"/>
        </w:rPr>
        <w:t>ель начальных классов, МБОУ ПГО «СОШ № 18»,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Бобина Наталья Викторовна, учитель начальных классов, БМАОУ СОШ № 2,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Бобкова Любовь Павловна, учитель начальных классов, МКОУ «Травянская средняя общеобразовательная школа»</w:t>
      </w:r>
      <w:r>
        <w:rPr>
          <w:rFonts w:ascii="Liberation Serif" w:hAnsi="Liberation Serif" w:cs="Liberation Serif"/>
          <w:sz w:val="28"/>
          <w:szCs w:val="28"/>
        </w:rPr>
        <w:t>, Каменский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Богомолова Галина Александровна, учитель начальных классов, МКОУ АГО «Ачитская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Бологова Вероника Витальевна, учитель начальных классов, МКОУ «Кисловская средняя общеобразовательная школа имени Героя Советского </w:t>
      </w:r>
      <w:r>
        <w:rPr>
          <w:rFonts w:ascii="Liberation Serif" w:hAnsi="Liberation Serif" w:cs="Liberation Serif"/>
          <w:sz w:val="28"/>
          <w:szCs w:val="28"/>
        </w:rPr>
        <w:t>Союза И.И. Гуляева»,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Болотова Светлана Николаевна, учитель начальных классов, МАОУ СОШ № 14 им. В.Ф. Фуфачева,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Болячкина Ольга Федоровна, учитель начальных классов, МАОУ гимназия № 47,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Бон</w:t>
      </w:r>
      <w:r>
        <w:rPr>
          <w:rFonts w:ascii="Liberation Serif" w:hAnsi="Liberation Serif" w:cs="Liberation Serif"/>
          <w:sz w:val="28"/>
          <w:szCs w:val="28"/>
        </w:rPr>
        <w:t xml:space="preserve">дарь Елена Юрьевна, учитель начальных классов,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Невьянского ГО, Невьянский ГО,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Борашева Валентина Николаевна, учитель начальных классов, МБОУ СОШ № 58,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Борисова Людмила Юрьевна, учитель начальных классов, МАОУ </w:t>
      </w:r>
      <w:r>
        <w:rPr>
          <w:rFonts w:ascii="Liberation Serif" w:hAnsi="Liberation Serif" w:cs="Liberation Serif"/>
          <w:sz w:val="28"/>
          <w:szCs w:val="28"/>
        </w:rPr>
        <w:t>«Школа № 1» КГО, Камышловский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Боровикова Екатерина Николаевна, учитель начальных классов, МБОУ СОШ № 4 п.г.т. Сосьва, Сосьвинский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Боровинская Надежда Александровна, учитель начальных классов, МАОУ Верховинской средней общеобразовательн</w:t>
      </w:r>
      <w:r>
        <w:rPr>
          <w:rFonts w:ascii="Liberation Serif" w:hAnsi="Liberation Serif" w:cs="Liberation Serif"/>
          <w:sz w:val="28"/>
          <w:szCs w:val="28"/>
        </w:rPr>
        <w:t xml:space="preserve">ой школы № 29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им. А.Н. Корчагина, Тугулымский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Бородавкина Галина Николаевна, учитель начальных классов, МАОУ СОШ № 2,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Борозденкова Елена Васильевна, учитель начальных классов, МАОУ «Средняя общеобразовательная школа № 20»</w:t>
      </w:r>
      <w:r>
        <w:rPr>
          <w:rFonts w:ascii="Liberation Serif" w:hAnsi="Liberation Serif" w:cs="Liberation Serif"/>
          <w:sz w:val="28"/>
          <w:szCs w:val="28"/>
        </w:rPr>
        <w:t>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Бочкарева Татьяна Владимировна, учитель начальных классов, МАОУ СОШ № 1 с углублённым изучением предметов «Полифорум»,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Бронникова Ольга Александровна, учитель начальных классов, МАОУ СОШ № 19, МО «город Ек</w:t>
      </w:r>
      <w:r>
        <w:rPr>
          <w:rFonts w:ascii="Liberation Serif" w:hAnsi="Liberation Serif" w:cs="Liberation Serif"/>
          <w:sz w:val="28"/>
          <w:szCs w:val="28"/>
        </w:rPr>
        <w:t>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Брусенская Екатерина Львовна, учитель начальных классов, МАОУ гимназия № 104,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Брусницына Татьяна Николаевна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учитель н</w:t>
      </w:r>
      <w:r>
        <w:rPr>
          <w:rFonts w:ascii="Liberation Serif" w:hAnsi="Liberation Serif" w:cs="Liberation Serif"/>
          <w:sz w:val="28"/>
          <w:szCs w:val="28"/>
          <w:lang w:eastAsia="ru-RU"/>
        </w:rPr>
        <w:t>ачальны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классов,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МАОУ СОШ № 4 с </w:t>
      </w:r>
      <w:r>
        <w:rPr>
          <w:rFonts w:ascii="Liberation Serif" w:hAnsi="Liberation Serif" w:cs="Liberation Serif"/>
          <w:sz w:val="28"/>
          <w:szCs w:val="28"/>
        </w:rPr>
        <w:t>углубленным изучением отдельных предметов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АГО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Асбестовск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Брылунова Елена Анатольевна, учитель начальных классов, МАОУ гимназия № 116,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Буланджаклы Татьяна Васильевна, учитель начальных классов, МАОУ СОШ № 41, МО «город Екатеринбург»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Буланичева Ирина Николаевна, </w:t>
      </w:r>
      <w:r>
        <w:rPr>
          <w:rFonts w:ascii="Liberation Serif" w:hAnsi="Liberation Serif" w:cs="Liberation Serif"/>
          <w:sz w:val="28"/>
          <w:szCs w:val="28"/>
        </w:rPr>
        <w:t>учитель начальных классов, МБОУ СОШ № 1 Невьянского ГО,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Буланова Татьяна Валерьевна, учитель начальных классов, МАОУ «СОШ № 1»,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Булкова Любовь Николаевна, учитель начальных классов, МАОУ СОШ № 1, Тавдинский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Бунакова Светлана Витальевна, учитель начальных классов, МАОУ «Артинский лицей»,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Бурдина Лариса Афонасьевна, учитель начальных классов, МАОО СОШ № 1,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Бусыгина Ирина Владимировна, учитель начальных классов, МАОУ «</w:t>
      </w:r>
      <w:r>
        <w:rPr>
          <w:rFonts w:ascii="Liberation Serif" w:hAnsi="Liberation Serif" w:cs="Liberation Serif"/>
          <w:sz w:val="28"/>
          <w:szCs w:val="28"/>
        </w:rPr>
        <w:t>СОШ № 30», ГО 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Бутакова Ольга Владимировна, учитель начальных классов, МАОУ – НОШ № 5,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Бутакова Ольга Владимировна, учитель начальных классов, МАОУ – НОШ № 5,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Буторина Олеся Ивановна, учитель нача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льных классов, МАОУ «Основная общеобразовательная школа № 27 с интернатом»,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Быкова Светлана Дмитриевна, учитель начальных классов, МАОУ СОШ № 7,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Быстрова Татьяна Михайловна, учитель начальных классов, МОУ Ли</w:t>
      </w:r>
      <w:r>
        <w:rPr>
          <w:rFonts w:ascii="Liberation Serif" w:hAnsi="Liberation Serif" w:cs="Liberation Serif"/>
          <w:bCs/>
          <w:sz w:val="28"/>
          <w:szCs w:val="28"/>
        </w:rPr>
        <w:t>цей № 6,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Вазиева Лариса Макаримовна, учитель начальных классов, МАОУ «СОШ № 25», ГО Верхняя Пышма,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Валеева Наталья Михайловна, учитель начальных классов, МАОУ школа-интернат № 9,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Вараксина Алла Анатольевна,</w:t>
      </w:r>
      <w:r>
        <w:rPr>
          <w:rFonts w:ascii="Liberation Serif" w:hAnsi="Liberation Serif" w:cs="Liberation Serif"/>
          <w:sz w:val="28"/>
          <w:szCs w:val="28"/>
        </w:rPr>
        <w:t xml:space="preserve"> учитель начальных классов, МАОУ «Средняя общеобразовательная школа № 40», Каменск-Уральский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Варнавская Елена Геннадьевна, учитель начальных классов, МАОУ СОШ № 5 с углубленным изучением отдельных предметов им. Г.Н. Зайцева, город Нижний Тагил,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Васильева Ольга Николаевна, учитель начальных классов, МБОУ СОШ № 32 с углубленным изучением отдельных предметов, город Нижний Тагил,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Васюкова Людмила Леонидовна, учитель начальных классов, МБОУ СОШ № 5,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Ваулина Наталья Ник</w:t>
      </w:r>
      <w:r>
        <w:rPr>
          <w:rFonts w:ascii="Liberation Serif" w:hAnsi="Liberation Serif" w:cs="Liberation Serif"/>
          <w:sz w:val="28"/>
          <w:szCs w:val="28"/>
        </w:rPr>
        <w:t>олаевна,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учитель начальных классов, МАОУ «Баженовская СОШ № 96»,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Вдовина Людмила Валерьевна, учитель начальных классов, МАОУ – СОШ № 2, Тавдинский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Верилова Людмила Алексеевна, учитель начальных классов, МКОУ Порошинская СОШ, </w:t>
      </w:r>
      <w:r>
        <w:rPr>
          <w:rFonts w:ascii="Liberation Serif" w:hAnsi="Liberation Serif" w:cs="Liberation Serif"/>
          <w:sz w:val="28"/>
          <w:szCs w:val="28"/>
        </w:rPr>
        <w:t>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Вершинина Татьяна Сергеевна, учитель начальных классов, БМАОУ СОШ № 23,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Веселкова Наталья Георгиевна, учитель начальных классов, МАОУ СОШ № 5, 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Ветошкина Галина Александровна, учитель начальных</w:t>
      </w:r>
      <w:r>
        <w:rPr>
          <w:rFonts w:ascii="Liberation Serif" w:hAnsi="Liberation Serif" w:cs="Liberation Serif"/>
          <w:sz w:val="28"/>
          <w:szCs w:val="28"/>
        </w:rPr>
        <w:t xml:space="preserve"> классов, МАОУ «Средняя общеобразовательная школа № 20», Каменск-Уральский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Ветошкина Инна Анатольевна, учитель начальных классов, МАОУ СОШ п. Цементный,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Ветошкина Ирина Борисовна, учитель начальных классов, МАОУ СОШ № 5 с уг</w:t>
      </w:r>
      <w:r>
        <w:rPr>
          <w:rFonts w:ascii="Liberation Serif" w:hAnsi="Liberation Serif" w:cs="Liberation Serif"/>
          <w:sz w:val="28"/>
          <w:szCs w:val="28"/>
        </w:rPr>
        <w:t>лубленным изучением отдельных предметов,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Ветошкина Лена Васильевна, учитель начальных классов, МБОУ гимназия № 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Вичикова Светлана Владимировна, учитель начальных классов, МАОУ СОШ № 10, Кушвинский ГО,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Власова Ирина Владимировна, учитель начальных классов, МАОУ СОШ № 5, ГО Богданович,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Возная Татьяна Борисовна, учитель начальных классов, МАОУ СОШ № 2,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Воинова Юлия Александровна, учитель начальных классов, МАОУ СОШ № 93, МО</w:t>
      </w:r>
      <w:r>
        <w:rPr>
          <w:rFonts w:ascii="Liberation Serif" w:hAnsi="Liberation Serif" w:cs="Liberation Serif"/>
          <w:sz w:val="28"/>
          <w:szCs w:val="28"/>
        </w:rPr>
        <w:t xml:space="preserve">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Волкова Елена Евгеньевна, учитель начальных классов, МКОУ АГО «Русскопотамская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Волкова Ольга Николаевна, учитель начальных классов, МАОУ СОШ № 8,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Вольхина Раиса Леонидовна, учитель нач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альных классов, МАОУ СОШ № 23,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Воробьева Елена Павловна, учитель начальных классов, МБОУ «СОШ № 16»,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Воронина Галина Александровна, учитель начальных классов, МАОУ СОШ № 7,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>Воронцова Юлия Никола</w:t>
      </w:r>
      <w:r>
        <w:rPr>
          <w:rFonts w:ascii="Liberation Serif" w:hAnsi="Liberation Serif"/>
          <w:color w:val="000000"/>
          <w:sz w:val="28"/>
          <w:szCs w:val="28"/>
        </w:rPr>
        <w:t xml:space="preserve">евна, </w:t>
      </w:r>
      <w:r>
        <w:rPr>
          <w:rFonts w:ascii="Liberation Serif" w:hAnsi="Liberation Serif"/>
          <w:sz w:val="28"/>
          <w:szCs w:val="28"/>
        </w:rPr>
        <w:t>учитель начальных классов, МАОУ «Средняя общеобразовательная школа № 4»,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Ворончихина Ольга Николаевна, учитель начальных классов, МАОУ «Бродовская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Ворончихина Светлана Ник</w:t>
      </w:r>
      <w:r>
        <w:rPr>
          <w:rFonts w:ascii="Liberation Serif" w:hAnsi="Liberation Serif" w:cs="Liberation Serif"/>
          <w:bCs/>
          <w:sz w:val="28"/>
          <w:szCs w:val="28"/>
        </w:rPr>
        <w:t>олаевна, учитель начальных классов, МАОУ СОШ № 14 им. В.Ф. Фуфачева,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Вострова Ирина Николаевна, учитель начальных классов, МБОУ «Школа № 3», ГО «город Ирбит»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Вострова Ирина Павловна, учитель начальных классов, МКОУ «Бисертская </w:t>
      </w:r>
      <w:r>
        <w:rPr>
          <w:rFonts w:ascii="Liberation Serif" w:hAnsi="Liberation Serif" w:cs="Liberation Serif"/>
          <w:sz w:val="28"/>
          <w:szCs w:val="28"/>
        </w:rPr>
        <w:t>средняя школа № 1», Бисертский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Вохмякова Татьяна Григорьевна, учитель начальных классов, МБОУ ПГО «СОШ № 18»,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Вылегжанина Ирина Николаевна, учитель начальных классов, МБОУ СОШ № 64,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Высоких Татьяна </w:t>
      </w:r>
      <w:r>
        <w:rPr>
          <w:rFonts w:ascii="Liberation Serif" w:hAnsi="Liberation Serif" w:cs="Liberation Serif"/>
          <w:sz w:val="28"/>
          <w:szCs w:val="28"/>
        </w:rPr>
        <w:t>Александровна, учитель начальных классов, МАОУ СОШ № 4,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Вязовская Оксана Владимировна, учитель начальных классов, МАОУ НТГО «СОШ № 3», Нижнетуринский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Гаева Марина Ивановна, учитель начальных классов, МБОУ СОШ № 1 с. Петрок</w:t>
      </w:r>
      <w:r>
        <w:rPr>
          <w:rFonts w:ascii="Liberation Serif" w:hAnsi="Liberation Serif" w:cs="Liberation Serif"/>
          <w:sz w:val="28"/>
          <w:szCs w:val="28"/>
        </w:rPr>
        <w:t>аменское,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Газиева Анна Мансуровна, учитель начальных классов, МАОУ «СОШ № 25»,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Гайдукова Юлия Александровна, учитель начальных классов, МАОУ Политехническая гимназия,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Гайнитдинова Евге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ния Владимировна, учитель начальных классов, МБОУ «Белоярская СОШ № 14»,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Галямова Лиля Ревнуровна, учитель начальных классов, МКОУ АГО «Ключевская ООШ», Ачитский ГО,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Гамова Ирина Юрьевна, учитель начальных классов, МАОУ </w:t>
      </w:r>
      <w:r>
        <w:rPr>
          <w:rFonts w:ascii="Liberation Serif" w:hAnsi="Liberation Serif" w:cs="Liberation Serif"/>
          <w:sz w:val="28"/>
          <w:szCs w:val="28"/>
        </w:rPr>
        <w:t>Политехническая гимназия,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Гараева Лариса Витальевна, учитель начальных классов, МАОУ гимназия № 120,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Гареева Юлия Сергеевна, учитель начальных классов, ГБОУ СО «СОШ № 2», ГО Верхотурский,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Гаренски</w:t>
      </w:r>
      <w:r>
        <w:rPr>
          <w:rFonts w:ascii="Liberation Serif" w:hAnsi="Liberation Serif" w:cs="Liberation Serif"/>
          <w:sz w:val="28"/>
          <w:szCs w:val="28"/>
        </w:rPr>
        <w:t>х Ольга Юрьевна, учитель начальных классов, МАОУ лицей № 110,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Гаряева Ольга Геннадьевна, учитель начальных классов, МАОУ «СОШ № 14»,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Гафурова Айгуль Рафиковна, учитель начальных классов, МАОУ «СОШ № 12</w:t>
      </w:r>
      <w:r>
        <w:rPr>
          <w:rFonts w:ascii="Liberation Serif" w:hAnsi="Liberation Serif" w:cs="Liberation Serif"/>
          <w:sz w:val="28"/>
          <w:szCs w:val="28"/>
        </w:rPr>
        <w:t>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Геннинг Галина Викторовна, учитель начальных классов, МБОУ ПГО «СОШ № 20», Полевской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Герасимова Татьяна Сергеевна, учитель начальных классов, МАОУ гимназия № 120,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Гертнер Светлана Юрьевна, учи</w:t>
      </w:r>
      <w:r>
        <w:rPr>
          <w:rFonts w:ascii="Liberation Serif" w:hAnsi="Liberation Serif" w:cs="Liberation Serif"/>
          <w:bCs/>
          <w:sz w:val="28"/>
          <w:szCs w:val="28"/>
        </w:rPr>
        <w:t>тель начальных классов, МАОУ лицей № 130,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Гизетдинова Ризида Эрнесовна, учитель начальных классов, МАОУ СОШ № 97, МО «город Екатеринбург», ВКК. 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Гилева Наталья Валентиновна, учитель начальных классов, МАОУ СШ № 1 г. Михайловск</w:t>
      </w:r>
      <w:r>
        <w:rPr>
          <w:rFonts w:ascii="Liberation Serif" w:hAnsi="Liberation Serif" w:cs="Liberation Serif"/>
          <w:sz w:val="28"/>
          <w:szCs w:val="28"/>
        </w:rPr>
        <w:t>а,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Гинова Людмила Ивановна, учитель начальных классов, МАОУ СОШ № 23,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Гисс Алена Владимировна, учитель начальных классов, МАОУ СОШ № 1 г. Ивделя, Ивдельский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Гладышева Татьяна Николаевна, </w:t>
      </w:r>
      <w:r>
        <w:rPr>
          <w:rFonts w:ascii="Liberation Serif" w:hAnsi="Liberation Serif" w:cs="Liberation Serif"/>
          <w:bCs/>
          <w:sz w:val="28"/>
          <w:szCs w:val="28"/>
        </w:rPr>
        <w:t>учитель начальных классов, МБОУ СОШ № 64, ГО «Город Лесной»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Глазырина Елена Александровна, учитель начальных классов, МБОУ ПГО «Черемышская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>Глухих Юлия Анатольевна, учитель начальных классов, МАОУ СОШ № 20, Кушвинский ГО,</w:t>
      </w:r>
      <w:r>
        <w:rPr>
          <w:rFonts w:ascii="Liberation Serif" w:hAnsi="Liberation Serif"/>
          <w:sz w:val="28"/>
          <w:szCs w:val="28"/>
          <w:lang w:eastAsia="ru-RU"/>
        </w:rPr>
        <w:t xml:space="preserve">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Глухова Алёна Владимировна, учитель начальных классов, МАОУ СОШ № 3 п. Полуночное, Ивдельский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Гнусарева Яна Валентиновна, учитель начальных классов, МАОУ «Основная общеобразовательная школа № 27 с интернатом»,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Голенищева Ирина Владимировна, учитель начальных классов, БМАОУ СОШ №1, Березовский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Голенцева Ольга Витальевна, учитель начальных классов, МАОУ СОШ № 69,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Головина Елена Ивановна, учитель начальных классов, МАОУ СОШ № </w:t>
      </w:r>
      <w:r>
        <w:rPr>
          <w:rFonts w:ascii="Liberation Serif" w:hAnsi="Liberation Serif" w:cs="Liberation Serif"/>
          <w:bCs/>
          <w:sz w:val="28"/>
          <w:szCs w:val="28"/>
        </w:rPr>
        <w:t>3, ГО Красноуральск,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Голомолзина Елена Викторовна, учитель начальных классов, МАОУ Кунарской СОШ,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Голосова Анна Николаевна, учитель начальных классов, МАОУ гимназия № 120,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Гончарова Светлана Анатольев</w:t>
      </w:r>
      <w:r>
        <w:rPr>
          <w:rFonts w:ascii="Liberation Serif" w:hAnsi="Liberation Serif" w:cs="Liberation Serif"/>
          <w:bCs/>
          <w:sz w:val="28"/>
          <w:szCs w:val="28"/>
        </w:rPr>
        <w:t>на, учитель начальных классов, МАОУ «НТГ»,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Гордеева Надежда Александровна, учитель начальных классов, МАОУ СШ 2 с углубленным изучением отдельных предметов,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Гордеева Ольга Вячеславовна, учитель начальных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классов, МАОУ СОШ № 9,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Городилова Лариса Анатольевна, учитель начальных классов, МАОУ СОШ № 1 «Полифорум», Серовский ГО, ВКК. 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Городова Елена Владимировна, учитель начальных классов, МАОУ «Школа № 10»,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Гребнева</w:t>
      </w:r>
      <w:r>
        <w:rPr>
          <w:rFonts w:ascii="Liberation Serif" w:hAnsi="Liberation Serif" w:cs="Liberation Serif"/>
          <w:sz w:val="28"/>
          <w:szCs w:val="28"/>
        </w:rPr>
        <w:t xml:space="preserve"> Маргарита Анатольевна, учитель начальных классов,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МАОУ – НОШ № 5,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Григорьева Елена Викторовна, учитель начальных классов, МАОУ «Саранинская СОШ», МО Красноуфимский округ,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Грошева Татьяна Павловна, учитель начальных классов, МА</w:t>
      </w:r>
      <w:r>
        <w:rPr>
          <w:rFonts w:ascii="Liberation Serif" w:hAnsi="Liberation Serif" w:cs="Liberation Serif"/>
          <w:bCs/>
          <w:sz w:val="28"/>
          <w:szCs w:val="28"/>
        </w:rPr>
        <w:t>ОУ «НТГ», Нижнетуринский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Гуринская Татьяна Витальевна, учитель начальных классов, МКОУ «Троицкая средняя общеобразовательная школа № 62», Талицкий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Гусельникова Галина Михайловна, учитель начальных классов, МОУ «Верхнесинячихинская СОШ № 3</w:t>
      </w:r>
      <w:r>
        <w:rPr>
          <w:rFonts w:ascii="Liberation Serif" w:hAnsi="Liberation Serif" w:cs="Liberation Serif"/>
          <w:sz w:val="28"/>
          <w:szCs w:val="28"/>
        </w:rPr>
        <w:t xml:space="preserve">», МО Алапаевское,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Давыдова Наталья Сергеевна, учитель начальных классов, МАОУ СОШ № 122,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Даренская Инна Валерьевна, учитель начальных классов, МАОУ «Средняя общеобразовательная школа № 22 с углубленным изучением отдельн</w:t>
      </w:r>
      <w:r>
        <w:rPr>
          <w:rFonts w:ascii="Liberation Serif" w:hAnsi="Liberation Serif" w:cs="Liberation Serif"/>
          <w:sz w:val="28"/>
          <w:szCs w:val="28"/>
        </w:rPr>
        <w:t>ых предметов», Каменск-Уральский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Дашкевич Маргарита Владимировна, учитель начальных классов, МБОУ СОШ № 5 </w:t>
      </w:r>
      <w:r>
        <w:rPr>
          <w:rStyle w:val="2"/>
          <w:rFonts w:ascii="Liberation Serif" w:hAnsi="Liberation Serif" w:cs="Liberation Serif"/>
          <w:sz w:val="28"/>
          <w:szCs w:val="28"/>
        </w:rPr>
        <w:t>Невьянского ГО, Невьянский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Демакова Марина Петровна, учитель начальных классов, МАОУ СОШ № 67,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Деменок Валентина Петровна, учитель начальных классов, МБОУ СОШ № 1 Невьянского ГО, </w:t>
      </w:r>
      <w:r>
        <w:rPr>
          <w:rStyle w:val="2"/>
          <w:rFonts w:ascii="Liberation Serif" w:hAnsi="Liberation Serif" w:cs="Liberation Serif"/>
          <w:sz w:val="28"/>
          <w:szCs w:val="28"/>
        </w:rPr>
        <w:t>Невьянский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Дементьева Елена Валерьевна, учитель начальных классов, МАОУ «СОШ № 17», ГО 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Деменьшина Марина Витальевна, учитель начальных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классов, МАОУ СОШ № 23,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Демина Елена Алексеевна, учитель начальных классов, МАОУ «СОШ № 28», ГО Первоуральск,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Демина Ирина Игоревна, учитель начальных классов, МАОУ Луговская средняя общеобразовательная школа № 24, Тугулымский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Демина Наталья Анатольевна, учитель начальных классов, МБОУ СОШ № 79,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Дербенёва Елена Валерьевна, учитель начальных классов, МАОУ СОШ № 6 имени Киселева А.В.,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Деревянко Светлана Юрьевна, учитель на</w:t>
      </w:r>
      <w:r>
        <w:rPr>
          <w:rFonts w:ascii="Liberation Serif" w:hAnsi="Liberation Serif" w:cs="Liberation Serif"/>
          <w:sz w:val="28"/>
          <w:szCs w:val="28"/>
        </w:rPr>
        <w:t>чальных классов, МАОУ СОШ № 53,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Дерябина Елена Александровна, учитель начальных классов, МАОУ СОШ № 61,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Дерябина Елена Николаевна, учитель начальных классов, МКОУ «Дерябинская СОШ», </w:t>
      </w:r>
      <w:r>
        <w:rPr>
          <w:rFonts w:ascii="Liberation Serif" w:hAnsi="Liberation Serif" w:cs="Liberation Serif"/>
          <w:bCs/>
          <w:sz w:val="28"/>
          <w:szCs w:val="28"/>
        </w:rPr>
        <w:t>ГО Верхотурский,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Дерягина Ольга Александровна, учитель начальных классов, МБОУ СОШ № 4, Невьянский ГО, </w:t>
      </w:r>
      <w:r>
        <w:rPr>
          <w:rStyle w:val="2"/>
          <w:rFonts w:ascii="Liberation Serif" w:hAnsi="Liberation Serif" w:cs="Liberation Serif"/>
          <w:sz w:val="28"/>
          <w:szCs w:val="28"/>
        </w:rPr>
        <w:t>Невьянский ГО,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Дмитриева Олеся Владимировна, учитель начальных классов, МАОУ СОШ № 181,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Дмитриева Юлия Андреевна,</w:t>
      </w:r>
      <w:r>
        <w:rPr>
          <w:rFonts w:ascii="Liberation Serif" w:hAnsi="Liberation Serif" w:cs="Liberation Serif"/>
          <w:sz w:val="28"/>
          <w:szCs w:val="28"/>
        </w:rPr>
        <w:t xml:space="preserve"> учитель начальных классов, МАОУ СОШ № 4, ГО Сухой Лог,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Догадаева Анна Анатольевна, учитель начальных классов, МБОУ СОШ № 72,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Долгушина Анна Ивановна, учитель начальных классов, МОУ «Пионерская СОШ»,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Др</w:t>
      </w:r>
      <w:r>
        <w:rPr>
          <w:rFonts w:ascii="Liberation Serif" w:hAnsi="Liberation Serif" w:cs="Liberation Serif"/>
          <w:bCs/>
          <w:sz w:val="28"/>
          <w:szCs w:val="28"/>
        </w:rPr>
        <w:t>апезо Светлана Викторовна, учитель начальных классов, МАОУ лицей № 88,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Дружинина Наталья Владимировна, учитель начальных классов, МАОУ СОШ № 63,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Дубровина Лариса Михайловна, учитель начальных клас</w:t>
      </w:r>
      <w:r>
        <w:rPr>
          <w:rFonts w:ascii="Liberation Serif" w:hAnsi="Liberation Serif" w:cs="Liberation Serif"/>
          <w:bCs/>
          <w:sz w:val="28"/>
          <w:szCs w:val="28"/>
        </w:rPr>
        <w:t>сов, МАОУ СОШ № 2, 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Дударева Марина Александровна, учитель начальных классов, МАОУ Новолялинского ГО «СОШ № 4», Новолялинский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Дудорова Елена Владимировна, учитель начальных классов, МАОУ «СОШ № 1»,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Дудочкина </w:t>
      </w:r>
      <w:r>
        <w:rPr>
          <w:rFonts w:ascii="Liberation Serif" w:hAnsi="Liberation Serif" w:cs="Liberation Serif"/>
          <w:sz w:val="28"/>
          <w:szCs w:val="28"/>
        </w:rPr>
        <w:t>Елена Геннадьевна, учитель начальных классов, МАОУ «Средняя общеобразовательная школа № 21»,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Дудырева Елена Владимировна, учитель начальных классов, МАОУ СОШ № 8,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Дунаева Татьяна Ивановна, учитель началь</w:t>
      </w:r>
      <w:r>
        <w:rPr>
          <w:rFonts w:ascii="Liberation Serif" w:hAnsi="Liberation Serif" w:cs="Liberation Serif"/>
          <w:sz w:val="28"/>
          <w:szCs w:val="28"/>
        </w:rPr>
        <w:t>ных классов, МКОУ АГО «Ачитская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Дьячкова Ирина Валерьевна, учитель начальных классов, МАОУ «СОШ № 16», ГО Дегтярск,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Дюкарева Людмила Владимировна, учитель начальных классов, МАОУ «Лицей № 56», Новоуральский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Дюкова Е</w:t>
      </w:r>
      <w:r>
        <w:rPr>
          <w:rFonts w:ascii="Liberation Serif" w:hAnsi="Liberation Serif" w:cs="Liberation Serif"/>
          <w:sz w:val="28"/>
          <w:szCs w:val="28"/>
        </w:rPr>
        <w:t>лена Александровна, учитель начальных классов, МБОУ СОШ № 5 Невьянского ГО, Невьянский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Евдокимова Елена Анатольевна, учитель начальных классов, МБОУ СОШ № 5,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Евдокимова Людмила Михайловна, учитель начальных классов,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t>№ 48,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Евсевьева Елена Александровна, учитель начальных классов, МАОУ СОШ № 20, Кушвинский 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Евсеева Екатерина Евгеньевна, учитель начальных классов, МАОУ СОШ № 151,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Егорова Ирина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Анатольевна, учитель начальных классов, МБОУ «СОШ № 1 им. М. Горького»,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Егорова Мария Сергеевна, учитель начальных классов, МБОУ «ООШ № 12» АГО, Асбестовский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Егорова Тамара Леонидовна, учитель начальных классов, МАОУ Троицкая</w:t>
      </w:r>
      <w:r>
        <w:rPr>
          <w:rFonts w:ascii="Liberation Serif" w:hAnsi="Liberation Serif" w:cs="Liberation Serif"/>
          <w:sz w:val="28"/>
          <w:szCs w:val="28"/>
        </w:rPr>
        <w:t xml:space="preserve"> СОШ,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Еким Татьяна Анатольевна, учитель начальных классов, МКОУ «Слободо-Туринская СОШ № 1», Слободо-Туринский МР СО, ВКК.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Екимовских Надежда Алексеевна, учитель начальных классов, МКОУ СОШ с. Кленовское, Нижнесергинский МР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Ел</w:t>
      </w:r>
      <w:r>
        <w:rPr>
          <w:rFonts w:ascii="Liberation Serif" w:hAnsi="Liberation Serif" w:cs="Liberation Serif"/>
          <w:sz w:val="28"/>
          <w:szCs w:val="28"/>
        </w:rPr>
        <w:t>изарова Мария Алексеевна, учитель начальных классов, МКОУ Галкинская СОШ, Камышловский МР СО, 1 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Емельянова Зинаида Павловна, учитель начальных классов, МАОУ НОШ № 13,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Епимахова Юлия Ивановна, учитель начальных классов, МАОУ «Средняя</w:t>
      </w:r>
      <w:r>
        <w:rPr>
          <w:rFonts w:ascii="Liberation Serif" w:hAnsi="Liberation Serif" w:cs="Liberation Serif"/>
          <w:sz w:val="28"/>
          <w:szCs w:val="28"/>
        </w:rPr>
        <w:t xml:space="preserve"> общеобразовательная школа № 40», Каменск-Уральский ГО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Ермилова Галина Федоровна, учитель начальных классов, МОУ «Коптеловская СОШ», МО Алапаевское,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Жамина Мира Анатольевна, учитель начальных классов, МБОУ «ООШ № 12» АГО, Асбестовский ГО, 1К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</w:rPr>
        <w:t>Жданова Валентина Владимировна, учитель начальных классов, МКОУ Нижне-Иленская СОШ,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Жданова Ирина Ивановна, учитель начальных классов, МАОУ «Школа № 9»,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Жевлакова Наталья Геннадьевна учитель начальных к</w:t>
      </w:r>
      <w:r>
        <w:rPr>
          <w:rFonts w:ascii="Liberation Serif" w:hAnsi="Liberation Serif" w:cs="Liberation Serif"/>
          <w:bCs/>
          <w:sz w:val="28"/>
          <w:szCs w:val="28"/>
        </w:rPr>
        <w:t>лассов, МАОУ «СОШ № 17», ГО 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Жигалева Юлия Александровна, учитель начальных классов, МАОУ «СОШ № 2»,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iCs/>
          <w:sz w:val="28"/>
          <w:szCs w:val="28"/>
          <w:lang w:eastAsia="ru-RU"/>
        </w:rPr>
        <w:t>Жигулина Елена Николаевна, учитель начальных классов, МАОУ СОШ № 20,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Жизневская Нина </w:t>
      </w:r>
      <w:r>
        <w:rPr>
          <w:rFonts w:ascii="Liberation Serif" w:hAnsi="Liberation Serif" w:cs="Liberation Serif"/>
          <w:sz w:val="28"/>
          <w:szCs w:val="28"/>
          <w:lang w:eastAsia="ru-RU"/>
        </w:rPr>
        <w:t>Иванова, учитель начальных классов, МАОУ СОШ № 69,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>Жирнова Юлия Викторовна, учитель начальных классов, МАОУ «СОШ № 14»,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Журавлева Галина Павловна, учитель начальных классов, МАОУ СШ 3, ГО Красноуфимск</w:t>
      </w:r>
      <w:r>
        <w:rPr>
          <w:rFonts w:ascii="Liberation Serif" w:hAnsi="Liberation Serif" w:cs="Liberation Serif"/>
          <w:sz w:val="28"/>
          <w:szCs w:val="28"/>
        </w:rPr>
        <w:t xml:space="preserve">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Забродина Наталья Алексеевна, учитель начальных классов, МБОУ СОШ № 6, ГО Сухой Лог,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Завойская Тамара Алексеевна, учитель начальных классов, БМАОУ СОШ № 2, Березовский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Загайнова Людмила Валентиновна, учитель начальных классов, МКОУ </w:t>
      </w:r>
      <w:r>
        <w:rPr>
          <w:rFonts w:ascii="Liberation Serif" w:hAnsi="Liberation Serif" w:cs="Liberation Serif"/>
          <w:sz w:val="28"/>
          <w:szCs w:val="28"/>
        </w:rPr>
        <w:t>«Голубковская СОШ им. С. Устинова», ВКК,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Загайнова Ольга Юрьевна, учитель начальных классов, МАОУ гимназия № 120,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Загвоздкина Наталия Владимировна, учитель начальных классов, МАОУ СОШ № 20,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Загребина Ирина </w:t>
      </w:r>
      <w:r>
        <w:rPr>
          <w:rFonts w:ascii="Liberation Serif" w:hAnsi="Liberation Serif" w:cs="Liberation Serif"/>
          <w:sz w:val="28"/>
          <w:szCs w:val="28"/>
        </w:rPr>
        <w:t>Леонидовна, учитель начальных классов, МАОУ СОШ № 2,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Зайдулина Марина Владимировна, учитель начальных классов, МАОУ СОШ № 16, 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Заклепкина Ольга Викторовна, учитель начальных классов, МАОУ «СОШ № 24», ГО Краснотурьинск,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Запольская Светлана Александровна, учитель начальных классов, МАОУ СОШ № 11,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Зарубина Ирина Юрьевна, учитель начальных классов, МАОУ гимназия № 210,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Захарова Ирина Николаевна, учитель начальных классов,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МАОУ СОШ № 184,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Захарова Надежда Александровна, учитель начальных классов, МАОУ «Байкаловская СОШ»,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Захарова Татьяна Владимировна,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учитель начальных классов, МАОУ «Средняя общеобразовательная школа № </w:t>
      </w:r>
      <w:r>
        <w:rPr>
          <w:rFonts w:ascii="Liberation Serif" w:hAnsi="Liberation Serif" w:cs="Liberation Serif"/>
          <w:sz w:val="28"/>
          <w:szCs w:val="28"/>
          <w:lang w:eastAsia="ru-RU"/>
        </w:rPr>
        <w:t>3 имени Героя Советского Союза летчика-космонавта П.И. Беляева», Каменск-Уральский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Заяц Ульяна Александровна, учитель начальных классов, МОУ Гимназия, ГО Нижняя Салда,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Звягина Татьяна Васильевна, учитель начальных классов, МАОУ СОШ № 76,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Зимина Екатерина Анатольевна, учитель начальных классов, МАОУ «СОШ № 4»,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Зиннурова Рамзия Фоатовна, учитель начальных классов, МАОУ лицей № 128,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 xml:space="preserve">Золотайко Елена Анатольевна, </w:t>
      </w:r>
      <w:r>
        <w:rPr>
          <w:rFonts w:ascii="Liberation Serif" w:hAnsi="Liberation Serif"/>
          <w:sz w:val="28"/>
          <w:szCs w:val="28"/>
          <w:lang w:eastAsia="ru-RU"/>
        </w:rPr>
        <w:t>учитель начальных классов, МАОУ «СОШ № 14»,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autoSpaceDE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Зотова Татьяна Николаевна, учитель начальных классов, МАОУ СОШ № 10, ГО Первоуральск, ВВК.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Зубарева Наталья Александровна, учитель начальных классов, МАОУ «СОШ № 3», ГО Верхняя Пышма, ВК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Зырянова Ирина Леонидовна, учитель начальных классов, МАОУ «Средняя общеобразовательная школа № 60 имени Героя Советского Союза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Г.П. Кунавина»,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Зырянова Татьяна Петровна, учитель начальных классов, МАОУ Луговская средняя о</w:t>
      </w:r>
      <w:r>
        <w:rPr>
          <w:rFonts w:ascii="Liberation Serif" w:hAnsi="Liberation Serif" w:cs="Liberation Serif"/>
          <w:sz w:val="28"/>
          <w:szCs w:val="28"/>
        </w:rPr>
        <w:t>бщеобразовательная школа № 24, Тугулымский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Зых Евгения Владимировна, учитель начальных классов, МАОУ – СОШ № 2,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Зюзина Галина Николаевна, учитель начальных классов, МАОУ «СОШ № 2»,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Иванова Лариса Николаевн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а, учитель начальных классов, МАОУ СОШ № 1,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Иванова Светлана Николаевна, учитель начальных классов, МБОУ СОШ № 74,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Иванцова Ольга Викторовна, учитель начальных классов, МОУ СОШ № 3,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bCs/>
          <w:sz w:val="28"/>
          <w:szCs w:val="28"/>
        </w:rPr>
        <w:t xml:space="preserve">Ивкина Ольга Алексеевна, учитель начальных классов, МБОУ СОШ № 71, </w:t>
      </w:r>
      <w:r>
        <w:rPr>
          <w:rFonts w:ascii="Liberation Serif" w:eastAsia="Times New Roman" w:hAnsi="Liberation Serif" w:cs="Liberation Serif"/>
          <w:sz w:val="28"/>
          <w:szCs w:val="28"/>
        </w:rPr>
        <w:t>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Ившина Юлия Константиновна, учитель начальных классов, МАОУ СОШ № 3, ГО Красноуральск,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Игнатова Елена Юрьевна, учитель начальных классов, МКОУ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 г. Ни</w:t>
      </w:r>
      <w:r>
        <w:rPr>
          <w:rFonts w:ascii="Liberation Serif" w:hAnsi="Liberation Serif" w:cs="Liberation Serif"/>
          <w:sz w:val="28"/>
          <w:szCs w:val="28"/>
        </w:rPr>
        <w:t>жние Серги,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Игошина Наталья Борисовна, учитель начальных классов, МАОУ СОШ № 1 г. Ивделя, Ивдельский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Изгагина Валентина Владимировна, учитель начальных классов, ГБОУ СО «Корзуновский детский дом-школа», Ачитский ГО,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Ильина Оксана Викторовна, учитель начальных классов, МАОУ «СОШ № 2»,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Ильиных Светлана Владимировна, учитель начальных классов, МАОУ Черновская СОШ,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Исаева Вера Николаевна, учитель начальных классов,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121,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Исаева Ольга Борисовна, учитель начальных классов, МАОУ СОШ № 20, Серовский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Искоренкова Лариса Ивановна, учитель начальных классов, МКОУ – СОШ № 6 с углубленным изучением отдельных предметов, ГО Среднеуральск,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Кадникова Марина Леонидовна, учитель начальных классов, МАОУ СОШ № 8, Сысертский ГО,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Казакова Татьяна Викторовна, учитель начальных классов, МКОУ ООШ № 11, р.п. Верхние Серги,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Казлаускас Татьяна Васильевна, учитель </w:t>
      </w:r>
      <w:r>
        <w:rPr>
          <w:rFonts w:ascii="Liberation Serif" w:hAnsi="Liberation Serif" w:cs="Liberation Serif"/>
          <w:sz w:val="28"/>
          <w:szCs w:val="28"/>
        </w:rPr>
        <w:t>начальных классов, МАОУ лицей № 135,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Кайгородова Наталья Николаевна, учитель начальных классов, МКОУ «Сосновская средняя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bCs/>
          <w:sz w:val="28"/>
          <w:szCs w:val="28"/>
        </w:rPr>
        <w:t>Калабина Ирина Юрьевна, учитель начальных классов, МБОУ СО</w:t>
      </w:r>
      <w:r>
        <w:rPr>
          <w:rFonts w:ascii="Liberation Serif" w:hAnsi="Liberation Serif"/>
          <w:bCs/>
          <w:sz w:val="28"/>
          <w:szCs w:val="28"/>
        </w:rPr>
        <w:t xml:space="preserve">Ш </w:t>
      </w:r>
      <w:r>
        <w:rPr>
          <w:rFonts w:ascii="Liberation Serif" w:hAnsi="Liberation Serif"/>
          <w:bCs/>
          <w:sz w:val="28"/>
          <w:szCs w:val="28"/>
        </w:rPr>
        <w:br/>
      </w:r>
      <w:r>
        <w:rPr>
          <w:rFonts w:ascii="Liberation Serif" w:hAnsi="Liberation Serif"/>
          <w:bCs/>
          <w:sz w:val="28"/>
          <w:szCs w:val="28"/>
        </w:rPr>
        <w:t xml:space="preserve">№ 73, </w:t>
      </w:r>
      <w:r>
        <w:rPr>
          <w:rFonts w:ascii="Liberation Serif" w:eastAsia="Times New Roman" w:hAnsi="Liberation Serif" w:cs="Liberation Serif"/>
          <w:sz w:val="28"/>
          <w:szCs w:val="28"/>
        </w:rPr>
        <w:t>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Калинина Лилиана Васильевна, учитель начальных классов, МАОУ СОШ № 96,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Каменская Светлана Михайловна, учитель начальных классов, МАОУ СОШ № 23, Сысертский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Кантария Лариса Рашидовна,</w:t>
      </w:r>
      <w:r>
        <w:rPr>
          <w:rFonts w:ascii="Liberation Serif" w:hAnsi="Liberation Serif" w:cs="Liberation Serif"/>
          <w:sz w:val="28"/>
          <w:szCs w:val="28"/>
        </w:rPr>
        <w:t xml:space="preserve"> учитель начальных классов, МБОУ СОШ № 32 с углубленным изучением отдельных предметов,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Капустина Светлана Александровна, учитель начальных классов, МОУ СОШ № 1,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Карачева Ирина Антоновна, учитель начальных классо</w:t>
      </w:r>
      <w:r>
        <w:rPr>
          <w:rFonts w:ascii="Liberation Serif" w:hAnsi="Liberation Serif" w:cs="Liberation Serif"/>
          <w:sz w:val="28"/>
          <w:szCs w:val="28"/>
        </w:rPr>
        <w:t>в, МАОУ «Верхнедубровская средняя общеобразовательная школа», ГО Верхнее Дуброво,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Карелина Лора Васильевна, учитель начальных классов, МБОУ ПГО «Четкаринская СОШ», Пышминский ГО, 1КК.</w:t>
      </w:r>
    </w:p>
    <w:p w:rsidR="00AD1BAA" w:rsidRDefault="00CA09AA">
      <w:pPr>
        <w:pStyle w:val="ad"/>
        <w:numPr>
          <w:ilvl w:val="0"/>
          <w:numId w:val="1"/>
        </w:numPr>
        <w:tabs>
          <w:tab w:val="left" w:pos="709"/>
          <w:tab w:val="left" w:pos="1276"/>
        </w:tabs>
        <w:ind w:left="0" w:firstLine="709"/>
        <w:jc w:val="both"/>
      </w:pPr>
      <w:r>
        <w:rPr>
          <w:rFonts w:ascii="Liberation Serif" w:eastAsia="Calibri" w:hAnsi="Liberation Serif" w:cs="Liberation Serif"/>
          <w:b w:val="0"/>
          <w:szCs w:val="28"/>
        </w:rPr>
        <w:t xml:space="preserve">Карпова Галина Геннадьевна, учитель начальных классов, МАОУ </w:t>
      </w:r>
      <w:r>
        <w:rPr>
          <w:rFonts w:ascii="Liberation Serif" w:eastAsia="Calibri" w:hAnsi="Liberation Serif" w:cs="Liberation Serif"/>
          <w:b w:val="0"/>
          <w:szCs w:val="28"/>
        </w:rPr>
        <w:t>Еланская СОШ, Бакаловский МР, ВКК.</w:t>
      </w:r>
      <w:r>
        <w:rPr>
          <w:rFonts w:ascii="Liberation Serif" w:hAnsi="Liberation Serif" w:cs="Liberation Serif"/>
          <w:b w:val="0"/>
          <w:bCs w:val="0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Касьянова Татьяна Юрьевна, учитель начальных классов, МАОУ СОШ № 8,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Катченко Лариса Валентиновна, учитель начальных классов, МАОУ СОШ № 3,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Кашина Галина Георгиевна, учитель нача</w:t>
      </w:r>
      <w:r>
        <w:rPr>
          <w:rFonts w:ascii="Liberation Serif" w:hAnsi="Liberation Serif" w:cs="Liberation Serif"/>
          <w:sz w:val="28"/>
          <w:szCs w:val="28"/>
        </w:rPr>
        <w:t>льных классов, МАОУ «Артинский лицей»,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Квасова Наталья Анатольевна, учитель начальных классов, МАОУ СОШ № 175,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Квашнина Светлана Николаевна, учитель начальных классов, МАОУ «СОШ № 3»,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Кирьянова Галина Анатольевна, учитель начальных классов, МБОУ СОШ № 71,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Киселева Альбина Степановна, учитель начальных классов, МАОУ СОШ № 164,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Кифа Татьяна Ивановна, учитель начальных классов, МБОУ </w:t>
      </w:r>
      <w:r>
        <w:rPr>
          <w:rFonts w:ascii="Liberation Serif" w:hAnsi="Liberation Serif" w:cs="Liberation Serif"/>
          <w:sz w:val="28"/>
          <w:szCs w:val="28"/>
        </w:rPr>
        <w:t xml:space="preserve">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Клепинина Светлана Ивановна, учитель начальных классов, МАОУ СОШ № 8,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Клещева Ольга Вениаминовна, учитель начальных классов, МАОУ лицей № 130,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Князева Валерия Владимировна, </w:t>
      </w:r>
      <w:r>
        <w:rPr>
          <w:rFonts w:ascii="Liberation Serif" w:hAnsi="Liberation Serif" w:cs="Liberation Serif"/>
          <w:sz w:val="28"/>
          <w:szCs w:val="28"/>
        </w:rPr>
        <w:t>учитель начальных классов, МАОУ СОШ № 6,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Князева Светлана Владимировна, учитель начальных классов, МАОУ «СОШ № 33»,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Князькова Наталья Борисовна, учитель начальных классов, МАОУ СОШ № 114, МО «город Екатеринбург»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Кобелина Елена Анатольевна, учитель начальных классов, МАОУ «СОШ № 3»,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Кобяшева Елена Николаевна, учитель начальных классов, МАОУ СОШ № 97,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Ковалева Наталья Михайловна, учитель начальных классов, </w:t>
      </w:r>
      <w:r>
        <w:rPr>
          <w:rFonts w:ascii="Liberation Serif" w:hAnsi="Liberation Serif" w:cs="Liberation Serif"/>
          <w:sz w:val="28"/>
          <w:szCs w:val="28"/>
        </w:rPr>
        <w:t>МАОУ СОШ № 140,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Кожевина Елена Леонидовна, учитель начальных классов, МАОУ «СОШ № 12»,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Кожевникова Елена Николаевна, учитель начальных классов, МАОУ СОШ № 1 с углублённым изучением отдельных предметов «Пол</w:t>
      </w:r>
      <w:r>
        <w:rPr>
          <w:rFonts w:ascii="Liberation Serif" w:hAnsi="Liberation Serif" w:cs="Liberation Serif"/>
          <w:bCs/>
          <w:sz w:val="28"/>
          <w:szCs w:val="28"/>
        </w:rPr>
        <w:t>ифорум», Серовский ГО, 1КК.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Козина Татьяна Леонидовна, учитель начальных классов, БМАОУ лицей № 3 «Альянс»,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Козырина Нина Ивановна, учитель начальных классов, МБОУ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25,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Козьминых Татьяна Валерьевна,</w:t>
      </w:r>
      <w:r>
        <w:rPr>
          <w:rFonts w:ascii="Liberation Serif" w:hAnsi="Liberation Serif" w:cs="Liberation Serif"/>
          <w:sz w:val="28"/>
          <w:szCs w:val="28"/>
        </w:rPr>
        <w:t xml:space="preserve"> учитель начальных классов, МБОУ СОШ № 18,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Колеватова Ираида Анатольевна, учитель начальных классов, МАОУ «СОШ № 9», ГО Ревда,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Колесниченко Елена Васильевна, учитель начальных классов, МАОУ «СОШ № 54», Новоуральский 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Колташова Светлана Николаевна, учитель начальных классов, МБОУ СОШ № 4,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Колчанова Светлана Сергеевна, учитель начальных классов, МАОУ СОШ № 8,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Колясникова Надежда Ивановна, учитель начальных классов, МАОУ ОО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 № 15,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Комаристая Ирина Владимировна, учитель начальных классов, МАОУ СОШ № 65,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Комарова Елена Васильевна, учитель начальных классов, МАОУ СОШ № 138, МО «город Екатеринбург»,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Комарова Татьяна </w:t>
      </w:r>
      <w:r>
        <w:rPr>
          <w:rFonts w:ascii="Liberation Serif" w:hAnsi="Liberation Serif" w:cs="Liberation Serif"/>
          <w:sz w:val="28"/>
          <w:szCs w:val="28"/>
        </w:rPr>
        <w:t>Евгеньевна, учитель начальных классов, МБОУ СОШ № 8,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Комина Ольга Николаевна, учитель начальных классов, МАОУ СОШ № 15,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Комлева Елена Ивановна, учитель начальных классов, МАОУ гимназия № 18, город </w:t>
      </w:r>
      <w:r>
        <w:rPr>
          <w:rFonts w:ascii="Liberation Serif" w:hAnsi="Liberation Serif" w:cs="Liberation Serif"/>
          <w:sz w:val="28"/>
          <w:szCs w:val="28"/>
        </w:rPr>
        <w:t>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Конькова Наталья Васильевна, учитель начальных классов, МАОУ «СОШ № 7»,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134"/>
          <w:tab w:val="left" w:pos="1701"/>
          <w:tab w:val="left" w:pos="486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Копытова Нелли Валерьевна, учитель начальных классов, МАОУ «Средняя общеобразовательная школа № 4»,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>Корабухина Елена А</w:t>
      </w:r>
      <w:r>
        <w:rPr>
          <w:rFonts w:ascii="Liberation Serif" w:hAnsi="Liberation Serif"/>
          <w:sz w:val="28"/>
          <w:szCs w:val="28"/>
          <w:lang w:eastAsia="ru-RU"/>
        </w:rPr>
        <w:t>лександровна, учитель начальных классов, МАОУ СОШ № 20, Кушвинский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Кореванова Светлана Юрьевна, учитель начальных классов, МКОУ СОШ № 19 г. Ивделя, п. Сама, Ивдельский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Корелина Татьяна Владимировна, учитель начальных классов, МОУ СОШ № 3,</w:t>
      </w:r>
      <w:r>
        <w:rPr>
          <w:rFonts w:ascii="Liberation Serif" w:hAnsi="Liberation Serif" w:cs="Liberation Serif"/>
          <w:sz w:val="28"/>
          <w:szCs w:val="28"/>
        </w:rPr>
        <w:t xml:space="preserve">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Корепанова Оксана Николаевна, учитель начальных классов, МАОУ гимназия № 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Корешкова Светлана Викторовна, учитель начальных классов, МАОУ Гимназия № 1, ГО Сухой Лог,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Коробка Елена Анатольевна, учител</w:t>
      </w:r>
      <w:r>
        <w:rPr>
          <w:rFonts w:ascii="Liberation Serif" w:hAnsi="Liberation Serif" w:cs="Liberation Serif"/>
          <w:bCs/>
          <w:sz w:val="28"/>
          <w:szCs w:val="28"/>
        </w:rPr>
        <w:t>ь начальных классов, МАОУ СОШ № 2, 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Коротина Мария Николаевна, учитель начальных классов, МАОУ «Школа № 3»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Косарева Анна Андреевна, учитель начальных классов МОУ ООШ </w:t>
      </w:r>
      <w:r>
        <w:rPr>
          <w:rFonts w:ascii="Liberation Serif" w:hAnsi="Liberation Serif"/>
          <w:bCs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№ 5,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Косарева </w:t>
      </w:r>
      <w:r>
        <w:rPr>
          <w:rFonts w:ascii="Liberation Serif" w:hAnsi="Liberation Serif" w:cs="Liberation Serif"/>
          <w:sz w:val="28"/>
          <w:szCs w:val="28"/>
          <w:lang w:eastAsia="ru-RU"/>
        </w:rPr>
        <w:t>Светлана Викторовна, учитель начальных классов, МАОУ СОШ № 69,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Косатая Ольга Владимировна, учитель начальных классов, МАОУ «Каменск-Уральская гимназия»,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Косолапенко Наталия Сергеевна, учитель нача</w:t>
      </w:r>
      <w:r>
        <w:rPr>
          <w:rFonts w:ascii="Liberation Serif" w:hAnsi="Liberation Serif" w:cs="Liberation Serif"/>
          <w:sz w:val="28"/>
          <w:szCs w:val="28"/>
        </w:rPr>
        <w:t>льных классов, МАОУ «СОШ № 22»,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Костарева Анастасия Викторовна, учитель начальных классов, МКОУ ООШ № 35,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Кочнева Елена Геннадьевна, учитель начальных классов, МКОУ ООШ № 11,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Кочнева Ольга </w:t>
      </w:r>
      <w:r>
        <w:rPr>
          <w:rFonts w:ascii="Liberation Serif" w:hAnsi="Liberation Serif" w:cs="Liberation Serif"/>
          <w:sz w:val="28"/>
          <w:szCs w:val="28"/>
        </w:rPr>
        <w:t>Николаевна, учитель начальных классов, МАОУ «Школа № 58»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Кочнева Татьяна Викторовна, учитель начальных классов, МБОУ «СОШ № 9»,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autoSpaceDE w:val="0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Кошеварова Нина Васильевна,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учитель начальных классов,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МБОУ «ООШ № 40», ГО Пе</w:t>
      </w:r>
      <w:r>
        <w:rPr>
          <w:rFonts w:ascii="Liberation Serif" w:hAnsi="Liberation Serif" w:cs="Liberation Serif"/>
          <w:sz w:val="28"/>
          <w:szCs w:val="28"/>
          <w:lang w:eastAsia="ru-RU"/>
        </w:rPr>
        <w:t>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Кощеева Ольга Дмитриевна, учитель начальных классов, МАОУ гимназия № 155,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Красикова Татьяна Геннадьевна, учитель начальных классов, МАОУ «Каменск-Уральская гимназия»,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Красильников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а Ольга Александровна, учитель начальных классов, МАОУ СОШ № 85,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Красникова Марина Александровна, учитель начальных классов, МАОУ СОШ № 9, Сысертский ГО,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Кроткова Алена Аркадьевна, учитель начальных классов, МАОУ «СОШ № </w:t>
      </w:r>
      <w:r>
        <w:rPr>
          <w:rFonts w:ascii="Liberation Serif" w:hAnsi="Liberation Serif" w:cs="Liberation Serif"/>
          <w:sz w:val="28"/>
          <w:szCs w:val="28"/>
        </w:rPr>
        <w:t>54»,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Крощихина Елена Феодосьевна, учитель начальных классов, БМАОУ СОШ № 29 «Школа на твоем берегу»,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Кручинина Ольга Сергеевна, учитель начальных классов, МАОУ «Лицей № 5»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Крыгина</w:t>
      </w:r>
      <w:r>
        <w:rPr>
          <w:rFonts w:ascii="Liberation Serif" w:hAnsi="Liberation Serif" w:cs="Liberation Serif"/>
          <w:sz w:val="28"/>
          <w:szCs w:val="28"/>
        </w:rPr>
        <w:t xml:space="preserve"> Людмила Алексеевна, учитель начальных классов, МБОУ ПГО «СОШ № 17», Полевской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Крюкова Людмила Викторовна, учитель начальных классов, МБОУ СОШ № 6,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Крючкова Наталья Владимировна, учитель начальных классов, МКОУ ООШ № 11,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Кудашева Елена Васильевна, учитель начальных классов, МБОУ «СОШ № 6»,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Кузнецова Елена Аркадьевна, учитель начальных классов, МОУ СОШ № 2,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Елена Ивановна, учитель начальных классов,</w:t>
      </w:r>
      <w:r>
        <w:rPr>
          <w:rFonts w:ascii="Liberation Serif" w:hAnsi="Liberation Serif" w:cs="Liberation Serif"/>
          <w:sz w:val="28"/>
          <w:szCs w:val="28"/>
        </w:rPr>
        <w:t xml:space="preserve"> МАОУ «Лицей № 5» КГО, Камышловский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Ираида Николаевна, учитель начальных классов, МБОУ СОШ № 6,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Ирина Викторовна, учитель начальных классов, МБОУ «Шалинская СОШ № 45», Шалинский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</w:t>
      </w:r>
      <w:r>
        <w:rPr>
          <w:rFonts w:ascii="Liberation Serif" w:hAnsi="Liberation Serif" w:cs="Liberation Serif"/>
          <w:sz w:val="28"/>
          <w:szCs w:val="28"/>
        </w:rPr>
        <w:t>Марина Васильевна, учитель начальных классов, МКОУ Октябрьская СОШ, Камышловский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Марина Викторовна, учитель начальных классов, МАОУ гимназия № 13,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Наталья Валерьевна, учитель начальных классов, </w:t>
      </w:r>
      <w:r>
        <w:rPr>
          <w:rFonts w:ascii="Liberation Serif" w:hAnsi="Liberation Serif" w:cs="Liberation Serif"/>
          <w:sz w:val="28"/>
          <w:szCs w:val="28"/>
        </w:rPr>
        <w:t>МБОУ Двинской средней общеобразовательной школы № 28,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Кузнецова Татьяна Васильевна, учитель начальных классов, МАОУ «Средняя общеобразовательная школа № 1»,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Кузовникова Юлия Николаевна, учитель начальных классов</w:t>
      </w:r>
      <w:r>
        <w:rPr>
          <w:rFonts w:ascii="Liberation Serif" w:hAnsi="Liberation Serif" w:cs="Liberation Serif"/>
          <w:sz w:val="28"/>
          <w:szCs w:val="28"/>
          <w:lang w:eastAsia="ru-RU"/>
        </w:rPr>
        <w:t>, МАОУ СОШ № 10,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Кузьмина Ольга Николаевна, учитель начальных классов, МКОУ НОШ № 13,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Кузьмина Ольга Самуиловна, учитель начальных классов, МБОУ «СОШ № 10»,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Кузьминых Юлия Анатольевна, учитель на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чальных классов, МКОУ АГО «Ачитская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Куимова Елена Николаевна, учитель начальных классов, МКОУ АГО «Большеутинская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Куликова Ольга Николаевна, учитель начальных классов, МАОУ СШ 2 с углубленным изучением </w:t>
      </w:r>
      <w:r>
        <w:rPr>
          <w:rFonts w:ascii="Liberation Serif" w:hAnsi="Liberation Serif" w:cs="Liberation Serif"/>
          <w:sz w:val="28"/>
          <w:szCs w:val="28"/>
        </w:rPr>
        <w:t>отдельных предметов, ГО Красноуфимск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Куликова Снежана Викторовна, учитель начальных классов, МКОУ «Троицкая средняя общеобразовательная школа № 5»,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Кунафина Елена Анатольевна, учитель начальных классов, МБОУ СОШ № 79, МО «город Е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Куренная Светлана Ивановна, учитель начальных классов, МАОУ лицей № 110,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Куриленко Татьяна Борисовна, учитель начальных классов, БМАОУ СОШ № 9,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Курсова Людмила Анатольевна, учитель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начальных классов, МАОУ СОШ № 9, Сысертский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Курылева Наталья Вячеславовна, учитель начальных классов, МБОУ СОШ № 5 Невьянского ГО,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Кутенева Лариса Евгеньевна, учитель начальных классов, МАОУ СОШ № 6 с углубленным изучением отде</w:t>
      </w:r>
      <w:r>
        <w:rPr>
          <w:rFonts w:ascii="Liberation Serif" w:hAnsi="Liberation Serif" w:cs="Liberation Serif"/>
          <w:sz w:val="28"/>
          <w:szCs w:val="28"/>
        </w:rPr>
        <w:t>льных предметов,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 xml:space="preserve">Кутявина Тамара Юрьевна, учитель начальных классов, истории 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и обществознания БМАОУ СОШ № 1,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Лазовская Светлана Владимировна, учитель начальных классов, МАОУ СОШ № 4,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Ларионов</w:t>
      </w:r>
      <w:r>
        <w:rPr>
          <w:rFonts w:ascii="Liberation Serif" w:hAnsi="Liberation Serif" w:cs="Liberation Serif"/>
          <w:sz w:val="28"/>
          <w:szCs w:val="28"/>
        </w:rPr>
        <w:t>а Елена Николаевна, учитель начальных классов, МОУ «Киргинская СОШ»,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Ласько Елена Юрьевна, учитель начальных классов,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200,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Лебедева Вера Ивановна, учитель начальных классов, МАОУ – НОШ № 5, ГО Ср</w:t>
      </w:r>
      <w:r>
        <w:rPr>
          <w:rFonts w:ascii="Liberation Serif" w:hAnsi="Liberation Serif" w:cs="Liberation Serif"/>
          <w:sz w:val="28"/>
          <w:szCs w:val="28"/>
        </w:rPr>
        <w:t>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Лебедева Татьяна Александровна, учитель начальных классов, МАОУ «СОШ № 4», ГО Первоуральск, ВКК. 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Леванина Светлана Юрьевна, учитель начальных классов, МАОУ СОШ № 22,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Легкоступова Наталья Викторовна, учитель </w:t>
      </w:r>
      <w:r>
        <w:rPr>
          <w:rFonts w:ascii="Liberation Serif" w:hAnsi="Liberation Serif" w:cs="Liberation Serif"/>
          <w:sz w:val="28"/>
          <w:szCs w:val="28"/>
        </w:rPr>
        <w:t>начальных классов, МАОУ гимназия № 40,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Лезина Ирина Борисовна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</w:t>
      </w:r>
      <w:r>
        <w:rPr>
          <w:rFonts w:ascii="Liberation Serif" w:hAnsi="Liberation Serif" w:cs="Liberation Serif"/>
          <w:sz w:val="28"/>
          <w:szCs w:val="28"/>
          <w:lang w:eastAsia="ru-RU"/>
        </w:rPr>
        <w:t>ачальны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классов,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№ 4 с </w:t>
      </w:r>
      <w:r>
        <w:rPr>
          <w:rFonts w:ascii="Liberation Serif" w:hAnsi="Liberation Serif" w:cs="Liberation Serif"/>
          <w:sz w:val="28"/>
          <w:szCs w:val="28"/>
        </w:rPr>
        <w:t>углубленным изучением отдельных предметов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Асбестовский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Леонтьева Наталья Сергеевна, учитель начальных классов,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МБОУ СОШ № 75,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Леонтьева Ольга Александровна, учитель начальных классов, МБОУ «Шалинская СОШ № 45», Шалинский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Лепихина Ирина Анатольевна, учитель начальных классов, МАОУ лицей № 159,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Летанина Марина Николаевна, учитель начальных классов, МАОУ «Основная общеобразовательная школа № 27 с интернатом»,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Лисная Анна Юрьевна, учитель начальных классов,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148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Лисовенко Ольга</w:t>
      </w:r>
      <w:r>
        <w:rPr>
          <w:rFonts w:ascii="Liberation Serif" w:hAnsi="Liberation Serif" w:cs="Liberation Serif"/>
          <w:sz w:val="28"/>
          <w:szCs w:val="28"/>
        </w:rPr>
        <w:t xml:space="preserve"> Леонидовна, учитель начальных классов, ПМАОУ «СОШ № 7»,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Лисьева Татьяна Николаевна, учитель начальных классов, МАОУ лицей № 159,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Лифшиц Светлана Алексеевна, учитель начальных классов, МАОУ гимназия № 174</w:t>
      </w:r>
      <w:r>
        <w:rPr>
          <w:rFonts w:ascii="Liberation Serif" w:hAnsi="Liberation Serif" w:cs="Liberation Serif"/>
          <w:sz w:val="28"/>
          <w:szCs w:val="28"/>
        </w:rPr>
        <w:t>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Логинова Гульназ Назимовна, учитель начальных классов, МАОУ СОШ № 2, ГО Первоуральск,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Логинова Лариса Владимировна, учитель начальных классов, МАОУ СОШ п. Цементный,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Логиновских Лилия Владимировна, </w:t>
      </w:r>
      <w:r>
        <w:rPr>
          <w:rFonts w:ascii="Liberation Serif" w:hAnsi="Liberation Serif" w:cs="Liberation Serif"/>
          <w:sz w:val="28"/>
          <w:szCs w:val="28"/>
        </w:rPr>
        <w:t>учитель начальных классов, МАОУ «Гимназия № 25», ГО Ревда,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Ложкина Алевтина Валерьевна, учитель начальных классов, МКОУ Баранниковская СОШ, Камышловский МР СО,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Лотова Людмила Васильевна, учитель начальных классов, МКОУ Галкинская СОШ, Камышловски</w:t>
      </w:r>
      <w:r>
        <w:rPr>
          <w:rFonts w:ascii="Liberation Serif" w:hAnsi="Liberation Serif" w:cs="Liberation Serif"/>
          <w:sz w:val="28"/>
          <w:szCs w:val="28"/>
        </w:rPr>
        <w:t>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Луговых Лариса Николаевна, учитель начальных классов, МКОУ ООШ № 35, Сысертский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Лукина Ирина Степановна, учитель начальных классов, МКОУ «Усть-Ницинская СОШ»,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Любушкина Ирина Андреевна, учитель начальных</w:t>
      </w:r>
      <w:r>
        <w:rPr>
          <w:rFonts w:ascii="Liberation Serif" w:hAnsi="Liberation Serif" w:cs="Liberation Serif"/>
          <w:sz w:val="28"/>
          <w:szCs w:val="28"/>
        </w:rPr>
        <w:t xml:space="preserve"> классов, МАОУ Тугулымская средняя общеобразовательная школа № 26, Тугулымский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Мазакова Светлана Игоревна, учитель начальных классов, МАОУ гимназия № 40,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Мазура Янна Валентиновна, учитель начальных классов, БМАОУ СОШ</w:t>
      </w:r>
      <w:r>
        <w:rPr>
          <w:rFonts w:ascii="Liberation Serif" w:hAnsi="Liberation Serif" w:cs="Liberation Serif"/>
          <w:sz w:val="28"/>
          <w:szCs w:val="28"/>
        </w:rPr>
        <w:t xml:space="preserve"> № 2,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Макаридина Наталья Николаевна, учитель начальных классов, МКОУ ГО Заречный «СОШ № 6», ГО Заречный,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Макарова Елена Александровна, учитель начальных классов, МАОУ «Колчеданская средняя общеобразовательная школа», Каменский ГО,</w:t>
      </w:r>
      <w:r>
        <w:rPr>
          <w:rFonts w:ascii="Liberation Serif" w:hAnsi="Liberation Serif" w:cs="Liberation Serif"/>
          <w:sz w:val="28"/>
          <w:szCs w:val="28"/>
        </w:rPr>
        <w:t xml:space="preserve">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Макарова Ирина Витальевна, учитель начальных классов, МОУ «Дубская СОШ», Ирбитское МО, ВКК</w:t>
      </w:r>
      <w:r>
        <w:rPr>
          <w:rFonts w:ascii="Liberation Serif" w:hAnsi="Liberation Serif" w:cs="Liberation Serif"/>
          <w:b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Макарова Оксана Константиновна, учитель начальных классов, МАОУ Школа-сад № 42, Малышевский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Макарова Светлана Викторовна, учитель начальных классов,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МАОУ СОШ № 63,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Макеева Татьяна Юрьевна, учитель начальных классов, МАОУ ПГО «СОШ – лицей № 4 «Интеллект»,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Максимова Людмила Вениаминовна, учитель начальных классов, МКОУ «Бисертская средняя школа № 2», Бисер</w:t>
      </w:r>
      <w:r>
        <w:rPr>
          <w:rFonts w:ascii="Liberation Serif" w:hAnsi="Liberation Serif" w:cs="Liberation Serif"/>
          <w:sz w:val="28"/>
          <w:szCs w:val="28"/>
        </w:rPr>
        <w:t>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Малаткурова Ольга Николаевна, учитель начальных классов, МАОУ Тугулымской средней общеобразовательной школы № 26, Тугулымский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Малафеева Марина Борисовна, учитель начальных классов, МАОУ «СОШ № 16», ГО Дегтярск,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Малахова Татьяна</w:t>
      </w:r>
      <w:r>
        <w:rPr>
          <w:rFonts w:ascii="Liberation Serif" w:hAnsi="Liberation Serif" w:cs="Liberation Serif"/>
          <w:sz w:val="28"/>
          <w:szCs w:val="28"/>
        </w:rPr>
        <w:t xml:space="preserve"> Ильинична, учитель начальных классов, МАОУ СОШ № 7,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Малкова Марина Юрьевна, учитель начальных классов, МАОУ СОШ № 14, МО «город Екатеринбург», ВКК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Малова Светлана Викторовна, учитель начальных классов, МАОУ СОШ № 72, ГО «Город Лесной» </w:t>
      </w:r>
      <w:r>
        <w:rPr>
          <w:rFonts w:ascii="Liberation Serif" w:hAnsi="Liberation Serif" w:cs="Liberation Serif"/>
          <w:bCs/>
          <w:sz w:val="28"/>
          <w:szCs w:val="28"/>
        </w:rPr>
        <w:t>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Малыгина Светлана Михайловна, учитель начальных классов, МБОУ СОШ № 83, МО «город Екатеринбург»,1КК.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>Малых Елена Васильевна,</w:t>
      </w:r>
      <w:r>
        <w:rPr>
          <w:rFonts w:ascii="Liberation Serif" w:hAnsi="Liberation Serif"/>
          <w:sz w:val="28"/>
          <w:szCs w:val="28"/>
        </w:rPr>
        <w:t xml:space="preserve"> учитель начальных классов, МАОУ «Средняя общеобразовательная школа № 4»,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Мальцева Галина Геннадьев</w:t>
      </w:r>
      <w:r>
        <w:rPr>
          <w:rFonts w:ascii="Liberation Serif" w:hAnsi="Liberation Serif" w:cs="Liberation Serif"/>
          <w:sz w:val="28"/>
          <w:szCs w:val="28"/>
        </w:rPr>
        <w:t>на, учитель начальных классов, БМАОУ СОШ № 9,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Мальцева Елена Геннадьевна, учитель начальных классов, МБОУ «СОШ № 17»,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Мальцева Эльвира Эдуардовна, учитель начальных классов, МАОУ СОШ № 92, МО «город Екатеринбург»,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Малюкова Елена Юрьевна, учитель начальных классов, МАОУ «СОШ № 9», ГО Первоуральск,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Малявина Ирина Викторовна, учитель начальных классов, МБОУ СОШ № 3 Невьянского ГО,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Мамонова Любовь Викторовна, учитель начальных классов, МАОУ </w:t>
      </w:r>
      <w:r>
        <w:rPr>
          <w:rFonts w:ascii="Liberation Serif" w:hAnsi="Liberation Serif" w:cs="Liberation Serif"/>
          <w:sz w:val="28"/>
          <w:szCs w:val="28"/>
        </w:rPr>
        <w:t>«СОШ № 2»,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Манькова Наталья Сергеевна, учитель начальных классов, МОУ «Пионерская СОШ»,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Мареева Наталья Ивановна, учитель начальных классов, МАОУ «Средняя общеобразовательная школа № 35»,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>Марк</w:t>
      </w:r>
      <w:r>
        <w:rPr>
          <w:rFonts w:ascii="Liberation Serif" w:hAnsi="Liberation Serif"/>
          <w:sz w:val="28"/>
          <w:szCs w:val="28"/>
          <w:lang w:eastAsia="ru-RU"/>
        </w:rPr>
        <w:t>ова Наталия Владимировна, учитель начальных классов, МБОУ СОШ № 1,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Марочкина Ирина Эдуардовна, учитель начальных классов, МКОУ АГО «Ачитская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Мартьянова Наталья Владимировна, учитель начальных классов, МАОУ СО</w:t>
      </w:r>
      <w:r>
        <w:rPr>
          <w:rFonts w:ascii="Liberation Serif" w:hAnsi="Liberation Serif" w:cs="Liberation Serif"/>
          <w:sz w:val="28"/>
          <w:szCs w:val="28"/>
        </w:rPr>
        <w:t>Ш № 16,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Марьина Анна Анатольевна, учитель начальных классов, МАОУ СОШ № 64,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Марьина Анна Николаевна, учитель начальных классов, БМАОУ СОШ № 23, Березовский 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Масалкова Юлия Альфировна, </w:t>
      </w:r>
      <w:r>
        <w:rPr>
          <w:rFonts w:ascii="Liberation Serif" w:hAnsi="Liberation Serif" w:cs="Liberation Serif"/>
          <w:sz w:val="28"/>
          <w:szCs w:val="28"/>
        </w:rPr>
        <w:t>учитель начальных классов, МАОУ Гимназия № 205,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Масалович Лена Алексеевна, учитель начальных классов, МАОУ лицей № 12,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Маслова Наталья Александровна, учитель начальных классов, МБОУ СОШ № 3 </w:t>
      </w:r>
      <w:r>
        <w:rPr>
          <w:rFonts w:ascii="Liberation Serif" w:hAnsi="Liberation Serif" w:cs="Liberation Serif"/>
          <w:sz w:val="28"/>
          <w:szCs w:val="28"/>
        </w:rPr>
        <w:t>Невьянского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-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>Матвеева Лариса Юрьевна, учитель начальных классов, МАОУ СОШ № 2 Невьянского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Матвеева Эльвира Ильдусовна, учитель начальных классов,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МАОУ –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Гимназия № 45,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Матушкина Татьяна Алексеевна, учитель на</w:t>
      </w:r>
      <w:r>
        <w:rPr>
          <w:rFonts w:ascii="Liberation Serif" w:hAnsi="Liberation Serif" w:cs="Liberation Serif"/>
          <w:bCs/>
          <w:sz w:val="28"/>
          <w:szCs w:val="28"/>
        </w:rPr>
        <w:t>чальных классов, МБОУ СОШ № 2 п. Восточный, Сосьвинский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Махаева Надежда Викторовна, учитель начальных классов, МАОУ «Белоярская СОШ № 1», Белоярский ГО,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Махонина Марина Павловна, учитель начальных классов, МБОУ СОШ № 6, Верхнесалдинский ГО,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Медведева Александра Викторовна, учитель начальных классов, МКОУ «Рыбниковская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Медведева Елена Геннадьевна, учитель начальных классов, МАОУ «СОШ № 1»,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Медведева Надежда </w:t>
      </w:r>
      <w:r>
        <w:rPr>
          <w:rFonts w:ascii="Liberation Serif" w:hAnsi="Liberation Serif" w:cs="Liberation Serif"/>
          <w:bCs/>
          <w:sz w:val="28"/>
          <w:szCs w:val="28"/>
        </w:rPr>
        <w:t>Валерьевна, учитель начальных классов, МАОУ гимназия № 47,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Мелентьева Любовь Борисовна, учитель начальных классов, МКОУ «Новоисетская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Мелкозерова Татьяна Васильевна, учите</w:t>
      </w:r>
      <w:r>
        <w:rPr>
          <w:rFonts w:ascii="Liberation Serif" w:hAnsi="Liberation Serif" w:cs="Liberation Serif"/>
          <w:bCs/>
          <w:sz w:val="28"/>
          <w:szCs w:val="28"/>
        </w:rPr>
        <w:t>ль начальных классов, МАОУ «СОШ № 13»,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Мельчакова Татьяна Витальевна, учитель начальных классов, МАОУ СОШ № 27,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Меншатова Татьяна Анатольевна, учитель начальных классов, МАОУ «СОШ № 16», ГО Дегтярск,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Меньшен</w:t>
      </w:r>
      <w:r>
        <w:rPr>
          <w:rFonts w:ascii="Liberation Serif" w:hAnsi="Liberation Serif" w:cs="Liberation Serif"/>
          <w:sz w:val="28"/>
          <w:szCs w:val="28"/>
        </w:rPr>
        <w:t>ина Вера Викторовна, учитель начальных классов, мировой художественной культуры, МБОУ ПГО «Черемышская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Меньшикова Наталья Викторовна, учитель начальных классов, МАОУ Гимназия № 47,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>Метелева Лариса Вас</w:t>
      </w:r>
      <w:r>
        <w:rPr>
          <w:rFonts w:ascii="Liberation Serif" w:hAnsi="Liberation Serif"/>
          <w:color w:val="000000"/>
          <w:sz w:val="28"/>
          <w:szCs w:val="28"/>
        </w:rPr>
        <w:t>ильевна,</w:t>
      </w:r>
      <w:r>
        <w:rPr>
          <w:rFonts w:ascii="Liberation Serif" w:hAnsi="Liberation Serif"/>
          <w:sz w:val="28"/>
          <w:szCs w:val="28"/>
        </w:rPr>
        <w:t xml:space="preserve"> учитель начальных классов, МАОУ «Средняя общеобразовательная школа № 4»,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Микушина Елена Михайловна, учитель начальных классов, МАОУ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Заречный «СОШ № 1», ГО Заречный,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Миронова Галина Анатольевна, учитель начальных к</w:t>
      </w:r>
      <w:r>
        <w:rPr>
          <w:rFonts w:ascii="Liberation Serif" w:hAnsi="Liberation Serif" w:cs="Liberation Serif"/>
          <w:bCs/>
          <w:sz w:val="28"/>
          <w:szCs w:val="28"/>
        </w:rPr>
        <w:t xml:space="preserve">лассов, </w:t>
      </w:r>
      <w:r>
        <w:rPr>
          <w:rFonts w:ascii="Liberation Serif" w:hAnsi="Liberation Serif" w:cs="Liberation Serif"/>
          <w:sz w:val="28"/>
          <w:szCs w:val="28"/>
        </w:rPr>
        <w:t>МАОУ</w:t>
      </w:r>
      <w:r>
        <w:rPr>
          <w:rFonts w:ascii="Liberation Serif" w:hAnsi="Liberation Serif" w:cs="Liberation Serif"/>
          <w:bCs/>
          <w:sz w:val="28"/>
          <w:szCs w:val="28"/>
        </w:rPr>
        <w:t xml:space="preserve"> «Средняя общеобразовательная школа № 30»,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Митрофанова Марина Михайловна, учитель начальных классов, МБОУ «Черноусовская СОШ № 19», Белоярский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Митрюева Ольга Вениаминовна, учитель начальных классов, МКОУ </w:t>
      </w:r>
      <w:r>
        <w:rPr>
          <w:rFonts w:ascii="Liberation Serif" w:hAnsi="Liberation Serif"/>
          <w:sz w:val="28"/>
          <w:szCs w:val="28"/>
        </w:rPr>
        <w:t>Обуховская 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Михайлис Ирина Владимировна, учитель начальных классов, МАОУ «Школа № 7»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Михайлова Елена Станиславовна, учитель начальных классов, МАОУ СОШ № 76,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Михайлова Ол</w:t>
      </w:r>
      <w:r>
        <w:rPr>
          <w:rFonts w:ascii="Liberation Serif" w:hAnsi="Liberation Serif" w:cs="Liberation Serif"/>
          <w:sz w:val="28"/>
          <w:szCs w:val="28"/>
        </w:rPr>
        <w:t>ьга Витальевна, учитель начальных классов, МАОУ СОШ № 114,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Михайловская Наталья Константиновна, учитель начальных классов, МБОУ СОШ № 6, Верхнесалдинский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Михайлюк Оксана Константиновна, учитель начальных классов, МАОУ</w:t>
      </w:r>
      <w:r>
        <w:rPr>
          <w:rFonts w:ascii="Liberation Serif" w:hAnsi="Liberation Serif" w:cs="Liberation Serif"/>
          <w:sz w:val="28"/>
          <w:szCs w:val="28"/>
        </w:rPr>
        <w:t xml:space="preserve"> «СОШ № 57», Новоуральский ГО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Михеева Алена Сергеевна, учитель начальных классов, МКОУ Баранниковская СОШ, Камышловский МР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Моисеенкова Лариса Ниловна, учитель начальных классов, МАОУ гимназия № 18,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Молостова Татья</w:t>
      </w:r>
      <w:r>
        <w:rPr>
          <w:rFonts w:ascii="Liberation Serif" w:hAnsi="Liberation Serif" w:cs="Liberation Serif"/>
          <w:bCs/>
          <w:sz w:val="28"/>
          <w:szCs w:val="28"/>
        </w:rPr>
        <w:t>на Ивановна, учитель начальных классов, МОУ СОШ № 7,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Молотилова Светлана Викторовна, учитель начальных классов, математики, МАОУ СОШ № 1,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Морозова Елена Ивановна, учитель начальных классов, МАОУ «СОШ № 23 с </w:t>
      </w:r>
      <w:r>
        <w:rPr>
          <w:rFonts w:ascii="Liberation Serif" w:hAnsi="Liberation Serif" w:cs="Liberation Serif"/>
          <w:bCs/>
          <w:sz w:val="28"/>
          <w:szCs w:val="28"/>
        </w:rPr>
        <w:t>углубленным изучением отдельных предметов», ГО 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Морозова Ольга Васильевна, учитель начальных классов, МБОУ СОШ № 20,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  <w:lang w:eastAsia="ru-RU"/>
        </w:rPr>
        <w:t>Музыка Светлана Леонидовна, учитель начальных классов, МАОУ СОШ № 20,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Муратова Галина Геннадьевна, учитель начальных классов, МБОУ СОШ № 75,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Мурзич Марина Викторовна, учитель начальных классов, МАОУ СОШ № 2,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Мусихина Наталия Владимировна, учитель начальных классов, МАОУ СОШ № 3</w:t>
      </w:r>
      <w:r>
        <w:rPr>
          <w:rFonts w:ascii="Liberation Serif" w:hAnsi="Liberation Serif" w:cs="Liberation Serif"/>
          <w:sz w:val="28"/>
          <w:szCs w:val="28"/>
        </w:rPr>
        <w:t>, Кушвинский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Мышинская Ольга Васильевна, учитель начальных классов, МАОУ лицей № 173,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Мягкова Елена Юрьевна, учитель начальных классов, МКОУ «Кузнецовская ООШ», Таборинский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Мякишева Валерия Николаевна, учи</w:t>
      </w:r>
      <w:r>
        <w:rPr>
          <w:rFonts w:ascii="Liberation Serif" w:hAnsi="Liberation Serif"/>
          <w:bCs/>
          <w:sz w:val="28"/>
          <w:szCs w:val="28"/>
        </w:rPr>
        <w:t>тель начальных классов, МАОУ СОШ № 3, ГО Красноуральск,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Набережных Татьяна Викторовна, учитель начальных классов, МБОУ ПГО «Пышминская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Нагибина Светлана Валитдиновна, учитель начальных классов, МАОУ Верховинской средней </w:t>
      </w:r>
      <w:r>
        <w:rPr>
          <w:rFonts w:ascii="Liberation Serif" w:hAnsi="Liberation Serif" w:cs="Liberation Serif"/>
          <w:sz w:val="28"/>
          <w:szCs w:val="28"/>
        </w:rPr>
        <w:t>общеобразовательной школы № 29 им. А.Н. Корчагина,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Назарова Наталья Владимировна, учитель начальных классов, МАОУ «Верхнедубровская средняя общеобразовательная школа», ГО Верхнее Дуброво,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Намятова Ольга Владимировна,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начальных классов, МАОУ «Байкаловская СОШ»,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Наумова Ольга Михайловна, учитель начальных классов, МАОУ СОШ № 1,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Неволина Светлана Александровна, учитель начальных классов, МКОУ АГО «Бакряжская СОШ», Ачитский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Негирева Надежда Александровна, учитель начальных классов, МАОУ гимназия № 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Некрасова Ирина Игоревна, учитель начальных классов, МАОУ СОШ № 62,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Некрасова Светлана Владимировна, учитель нача</w:t>
      </w:r>
      <w:r>
        <w:rPr>
          <w:rFonts w:ascii="Liberation Serif" w:hAnsi="Liberation Serif" w:cs="Liberation Serif"/>
          <w:sz w:val="28"/>
          <w:szCs w:val="28"/>
        </w:rPr>
        <w:t>льных классов, МБОУ СОШ № 5, ГО Нижняя Салда, 1КК.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Никитина Наталья Вячеславовна, учитель начальных классов, МАОУ СОШ № 97,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Никитина Светлана Борисовна, учитель начальных классов, МАОУ гимназия № 18,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Никифорова Алла Константиновна, учитель начальных классов, МБОУ «НШ – ДС № 17»,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Николаева Елена Викторовна, учитель начальных классов, МАОУ СОШ № 91,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Никулёнок Ирина Викторовна, учитель начальных классов,</w:t>
      </w:r>
      <w:r>
        <w:rPr>
          <w:rFonts w:ascii="Liberation Serif" w:hAnsi="Liberation Serif" w:cs="Liberation Serif"/>
          <w:sz w:val="28"/>
          <w:szCs w:val="28"/>
        </w:rPr>
        <w:t xml:space="preserve"> МАОУ Гимназия № 47,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Никулина Ольга Ринатовна, учитель начальных классов, МАОУ НТГО «ИСОШ»,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Новикова Елена Николаевна, учитель начальных классов, МАОУ НТГО «СОШ № 1»,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Новикова Ол</w:t>
      </w:r>
      <w:r>
        <w:rPr>
          <w:rFonts w:ascii="Liberation Serif" w:hAnsi="Liberation Serif" w:cs="Liberation Serif"/>
          <w:sz w:val="28"/>
          <w:szCs w:val="28"/>
        </w:rPr>
        <w:t>ьга Владимировна, учитель начальных классов, МБОУ СОШ № 21,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Новосёлова Алла Игорьевна, учитель начальных классов, МАОУ СОШ № 6, ГО 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Носонова Лариса Модестовна, учитель начальных классов, МАОУ «СОШ № 8», Артемовск</w:t>
      </w:r>
      <w:r>
        <w:rPr>
          <w:rFonts w:ascii="Liberation Serif" w:hAnsi="Liberation Serif" w:cs="Liberation Serif"/>
          <w:sz w:val="28"/>
          <w:szCs w:val="28"/>
        </w:rPr>
        <w:t>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Обожина Наталья Степановна, учитель начальных классов, МАОУ СОШ № 142, МО «город Екатеринбург»,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Обоскалова Ирина Геннадьевна, учитель начальных классов, МБОУ ПГО «Боровлянская СОШ», Пышминский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Овчаренко Любовь Владимировна, </w:t>
      </w:r>
      <w:r>
        <w:rPr>
          <w:rFonts w:ascii="Liberation Serif" w:hAnsi="Liberation Serif" w:cs="Liberation Serif"/>
          <w:sz w:val="28"/>
          <w:szCs w:val="28"/>
        </w:rPr>
        <w:t>учитель начальных классов, МАОУ «Средняя общеобразовательная школа № 1»,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Одинцева Юлия Владимировна, учитель начальных классов, МАОУ «ЦО № 7»,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Одношивкина Ольга Викторовна, учитель начальных классов, БМАОУ «Гим</w:t>
      </w:r>
      <w:r>
        <w:rPr>
          <w:rFonts w:ascii="Liberation Serif" w:hAnsi="Liberation Serif" w:cs="Liberation Serif"/>
          <w:sz w:val="28"/>
          <w:szCs w:val="28"/>
        </w:rPr>
        <w:t>назия № 5»,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Озиш Алена Юрьевна, учитель начальных классов, МКОУ «Таборинская СОШ», Таборинский МР СО,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Олейник Марина Валерьевна, учитель начальных классов, МКОУ «Талицкая средняя общеобразовательная школа № 1»,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</w:t>
      </w:r>
      <w:r>
        <w:rPr>
          <w:rFonts w:ascii="Liberation Serif" w:hAnsi="Liberation Serif" w:cs="Liberation Serif"/>
          <w:bCs/>
          <w:sz w:val="28"/>
          <w:szCs w:val="28"/>
        </w:rPr>
        <w:t>льшак Ольга Геннадьевна, учитель начальных классов, МАОУ СОШ № 1,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Лариса Александровна, учитель начальных классов, МАОУ Луговская средняя общеобразовательная школа № 24, Тугулымский ГО,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Наталья Викторовна, учитель нача</w:t>
      </w:r>
      <w:r>
        <w:rPr>
          <w:rFonts w:ascii="Liberation Serif" w:hAnsi="Liberation Serif" w:cs="Liberation Serif"/>
          <w:sz w:val="28"/>
          <w:szCs w:val="28"/>
        </w:rPr>
        <w:t>льных классов, МБОУ СОШ № 6 Невьянского ГО,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Наталья Николаевна, учитель начальных классов, МАОУ СОШ с. Быньги, Невьянский 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Ольга Григорьевна, учитель начальных классов, МАОУ СОШ № 106,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Юлия Валерьевна, учитель начальных классов, МБОУ «Шалинская СОШ № 90», Шалинский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Осипенко Ирина Викторовна, учитель начальных классов, МАОУ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СШ 9,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Основина Лина Юрьевна, учитель начальных классов, МАОУ СОШ № 76, ГО</w:t>
      </w:r>
      <w:r>
        <w:rPr>
          <w:rFonts w:ascii="Liberation Serif" w:hAnsi="Liberation Serif" w:cs="Liberation Serif"/>
          <w:bCs/>
          <w:sz w:val="28"/>
          <w:szCs w:val="28"/>
        </w:rPr>
        <w:t xml:space="preserve">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Отрадных Светлана Ивановна, учитель начальных классов, МАОУ – СОШ № 2,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Отт Анна Николаевна, учитель начальных классов, МАОУ «СОШ № 17», ГО Краснотурьинск,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Охрыткова Ирина Рудольфовна, учитель начальных клас</w:t>
      </w:r>
      <w:r>
        <w:rPr>
          <w:rFonts w:ascii="Liberation Serif" w:hAnsi="Liberation Serif" w:cs="Liberation Serif"/>
          <w:sz w:val="28"/>
          <w:szCs w:val="28"/>
          <w:lang w:eastAsia="ru-RU"/>
        </w:rPr>
        <w:t>сов, МАОУ СОШ № 1,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Павлова Наталия Леонидовна, учитель начальных классов, МАОУ СОШ № 3, Кушвинский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Павлова Татьяна Николаевна, учитель начальных классов, МОУ СОШ им. К.Н. Новикова,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 xml:space="preserve">Падерина Инга </w:t>
      </w:r>
      <w:r>
        <w:rPr>
          <w:rFonts w:ascii="Liberation Serif" w:hAnsi="Liberation Serif"/>
          <w:sz w:val="28"/>
          <w:szCs w:val="28"/>
          <w:lang w:eastAsia="ru-RU"/>
        </w:rPr>
        <w:t>Леонидовна, учитель начальных классов, МБОУ СОШ № 1,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Пакшинцева Наталья Михайловна, учитель начальных классов, МАОУ «Средняя общеобразовательная школа № 19», </w:t>
      </w:r>
      <w:r>
        <w:rPr>
          <w:rFonts w:ascii="Liberation Serif" w:hAnsi="Liberation Serif" w:cs="Liberation Serif"/>
          <w:bCs/>
          <w:sz w:val="28"/>
          <w:szCs w:val="28"/>
        </w:rPr>
        <w:t>Каменск-Уральский ГО СО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Пакшинцева Наталья Николаевна, учитель начал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ьных классов, МАОУ Политехническая гимназия, город Нижний Тагил, ВКК.</w:t>
      </w:r>
      <w:r>
        <w:rPr>
          <w:rFonts w:ascii="Liberation Serif" w:hAnsi="Liberation Serif" w:cs="Liberation Serif"/>
          <w:iCs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Пантюхина Татьяна Александровна, учитель начальных классов, МБОУ СОШ № 8, МО город Алапаевск,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Паньшина Ольга Владимировна, учитель начальных классов, МБОУ СОШ № 1 с. Петрокаменское</w:t>
      </w:r>
      <w:r>
        <w:rPr>
          <w:rFonts w:ascii="Liberation Serif" w:hAnsi="Liberation Serif" w:cs="Liberation Serif"/>
          <w:sz w:val="28"/>
          <w:szCs w:val="28"/>
        </w:rPr>
        <w:t>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Панюшкина Ольга Викторовна, учитель начальных классов, МАОУ «СОШ № 33»,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Пастухова Наталья Владимировна, учитель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начальные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классы</w:t>
      </w:r>
      <w:r>
        <w:rPr>
          <w:rFonts w:ascii="Liberation Serif" w:eastAsia="Liberation Serif" w:hAnsi="Liberation Serif"/>
          <w:sz w:val="28"/>
          <w:szCs w:val="28"/>
        </w:rPr>
        <w:t xml:space="preserve">, </w:t>
      </w:r>
      <w:r>
        <w:rPr>
          <w:rFonts w:ascii="Liberation Serif" w:hAnsi="Liberation Serif"/>
          <w:sz w:val="28"/>
          <w:szCs w:val="28"/>
        </w:rPr>
        <w:t>МАОУ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eastAsia="Liberation Serif" w:hAnsi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ГО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Заречный</w:t>
      </w:r>
      <w:r>
        <w:rPr>
          <w:rFonts w:ascii="Liberation Serif" w:eastAsia="Liberation Serif" w:hAnsi="Liberation Serif"/>
          <w:sz w:val="28"/>
          <w:szCs w:val="28"/>
        </w:rPr>
        <w:t xml:space="preserve"> «</w:t>
      </w:r>
      <w:r>
        <w:rPr>
          <w:rFonts w:ascii="Liberation Serif" w:hAnsi="Liberation Serif"/>
          <w:sz w:val="28"/>
          <w:szCs w:val="28"/>
        </w:rPr>
        <w:t>СОШ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№</w:t>
      </w:r>
      <w:r>
        <w:rPr>
          <w:rFonts w:ascii="Liberation Serif" w:eastAsia="Liberation Serif" w:hAnsi="Liberation Serif"/>
          <w:sz w:val="28"/>
          <w:szCs w:val="28"/>
        </w:rPr>
        <w:t xml:space="preserve"> 2 </w:t>
      </w:r>
      <w:r>
        <w:rPr>
          <w:rFonts w:ascii="Liberation Serif" w:hAnsi="Liberation Serif"/>
          <w:sz w:val="28"/>
          <w:szCs w:val="28"/>
        </w:rPr>
        <w:t>с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углубленным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изучением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отдельных</w:t>
      </w:r>
      <w:r>
        <w:rPr>
          <w:rFonts w:ascii="Liberation Serif" w:eastAsia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предметов</w:t>
      </w:r>
      <w:r>
        <w:rPr>
          <w:rFonts w:ascii="Liberation Serif" w:eastAsia="Liberation Serif" w:hAnsi="Liberation Serif"/>
          <w:sz w:val="28"/>
          <w:szCs w:val="28"/>
        </w:rPr>
        <w:t xml:space="preserve">», </w:t>
      </w:r>
      <w:r>
        <w:rPr>
          <w:rFonts w:ascii="Liberation Serif" w:eastAsia="Liberation Serif" w:hAnsi="Liberation Serif"/>
          <w:sz w:val="28"/>
          <w:szCs w:val="28"/>
        </w:rPr>
        <w:br/>
      </w:r>
      <w:r>
        <w:rPr>
          <w:rFonts w:ascii="Liberation Serif" w:eastAsia="Liberation Serif" w:hAnsi="Liberation Serif"/>
          <w:sz w:val="28"/>
          <w:szCs w:val="28"/>
        </w:rPr>
        <w:t xml:space="preserve">ГО </w:t>
      </w:r>
      <w:r>
        <w:rPr>
          <w:rFonts w:ascii="Liberation Serif" w:eastAsia="Liberation Serif" w:hAnsi="Liberation Serif"/>
          <w:sz w:val="28"/>
          <w:szCs w:val="28"/>
        </w:rPr>
        <w:t>Заречный, В</w:t>
      </w:r>
      <w:r>
        <w:rPr>
          <w:rFonts w:ascii="Liberation Serif" w:hAnsi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Патапова Светлана Валентиновна, учитель начальных классов, МКОУ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«СОШ № 7», ГО Заречный,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Патракова Екатерина Анатольевна, учитель начальных классов, МАОУ «СОШ № 54»,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Патрушева Наталья Владимировна,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учитель начальных классов, МАОО СОШ № 5,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Патрушева Татьяна Сергеевна,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учитель начальных классов, БМАОУ СОШ № 9,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Пахайло Наталья Владимировна, учитель начальных классов, МАОУ «СОШ № 4»,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Пашко Т</w:t>
      </w:r>
      <w:r>
        <w:rPr>
          <w:rFonts w:ascii="Liberation Serif" w:hAnsi="Liberation Serif" w:cs="Liberation Serif"/>
          <w:sz w:val="28"/>
          <w:szCs w:val="28"/>
        </w:rPr>
        <w:t>атьяна Григорьевна, учитель начальных классов, МАОУ СОШ № 131,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Першина Наталья Яковлевна, учитель начальных классов, МАОУ СОШ № 26, Волчанский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Першина Светлана Николаевна, учитель начальных классов, МАОУ СОШ № 4, ГО </w:t>
      </w:r>
      <w:r>
        <w:rPr>
          <w:rFonts w:ascii="Liberation Serif" w:hAnsi="Liberation Serif" w:cs="Liberation Serif"/>
          <w:sz w:val="28"/>
          <w:szCs w:val="28"/>
        </w:rPr>
        <w:t>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Першукова Алена Владимировна, учитель начальных классов, МАОУ «СОШ № 3»,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Петракова Ирина Васильевна, учитель начальных классов, МАОУ СОШ № 11, Североуральский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Петрова Елена Александровна, </w:t>
      </w:r>
      <w:r>
        <w:rPr>
          <w:rFonts w:ascii="Liberation Serif" w:hAnsi="Liberation Serif" w:cs="Liberation Serif"/>
          <w:bCs/>
          <w:sz w:val="28"/>
          <w:szCs w:val="28"/>
        </w:rPr>
        <w:t>учитель начальных кл</w:t>
      </w:r>
      <w:r>
        <w:rPr>
          <w:rFonts w:ascii="Liberation Serif" w:hAnsi="Liberation Serif" w:cs="Liberation Serif"/>
          <w:bCs/>
          <w:sz w:val="28"/>
          <w:szCs w:val="28"/>
        </w:rPr>
        <w:t>ассов, МАОУ «СОШ № 32», ГО Краснотурьинск,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Ирина Семеновна, учитель начальных классов, МАОУ ПГО «СОШ № 8», Полевской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Лилия Александровна, учитель начальных классов, МБОУ «Шамарская СОШ № 26», Шалинский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Петрова Людмила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Павловна, учитель начальных классов, МКОУ НОШ № 13, Сысертский ГО, 1КК.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Петровских Ольга Николаевна, учитель начальных классов, МАОУ лицей № 135, МО «город Екатеринбург»,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Петухова Алевтина Федоровна, учитель начальных классов, МАОУ «СОШ № 22», ГО Пер</w:t>
      </w:r>
      <w:r>
        <w:rPr>
          <w:rFonts w:ascii="Liberation Serif" w:hAnsi="Liberation Serif" w:cs="Liberation Serif"/>
          <w:sz w:val="28"/>
          <w:szCs w:val="28"/>
        </w:rPr>
        <w:t>воуральск, ВКК;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Петухова Нина Викторовна, учитель начальных классов, МКОУ АГО «Ачитская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Пивоварова Диана Геннадьевна, учитель начальных классов, МАОУ «Приданниковская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Пинягина Елена Александровна,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учитель начальных классов, ГБОУ СО «СОШ № 2» ГО Верхотурский,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Пичугова Наталья Валерьевна, учитель начальных классов, МАОУ «Средняя общеобразовательная школа № 19»,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Плеханова Наталья Александровна, учитель начальных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классов, МАОУ СОШ № 3,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Плеханова Наталья Владимировна, учитель начальных классов, МАОУ гимназия № 104,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Плишкина Анастасия Александровна, учитель начальных классов, МАОУ СОШ № 56, Артемовский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Плужни</w:t>
      </w:r>
      <w:r>
        <w:rPr>
          <w:rFonts w:ascii="Liberation Serif" w:hAnsi="Liberation Serif" w:cs="Liberation Serif"/>
          <w:sz w:val="28"/>
          <w:szCs w:val="28"/>
        </w:rPr>
        <w:t>кова Алина Михайловна, учитель начальных классов, МКОУ – СОШ № 6 с углубленным изучением отдельных предметов,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Подкорытова Ольга Борисовна, учитель начальных классов, МКОУ «Маминская средняя общеобразовательная школа», Каменский ГО, 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Пожеданова Валентина Владимировна, учитель начальных классов, МАОУ СОШ № 67,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Поздеева Марина Васильевна, учитель начальных классов, МАОУ СОШ № 2, Кировградский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Показаньева Татьяна Александровна, учитель начальных </w:t>
      </w:r>
      <w:r>
        <w:rPr>
          <w:rFonts w:ascii="Liberation Serif" w:hAnsi="Liberation Serif" w:cs="Liberation Serif"/>
          <w:bCs/>
          <w:sz w:val="28"/>
          <w:szCs w:val="28"/>
        </w:rPr>
        <w:t>классов, МАОУ НТГО «СОШ № 7 имени М.Г. Мансурова»,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Полетаева Любовь Валерьяновна, учитель начальных классов, МАОУ СОШ № 175,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Полякова Алевтина Григорьевна, учитель начальных классов, МАОУ «Натальинская</w:t>
      </w:r>
      <w:r>
        <w:rPr>
          <w:rFonts w:ascii="Liberation Serif" w:hAnsi="Liberation Serif" w:cs="Liberation Serif"/>
          <w:sz w:val="28"/>
          <w:szCs w:val="28"/>
        </w:rPr>
        <w:t xml:space="preserve"> СОШ»,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Помазкина Светлана Юрьевна, учитель начальных классов, МАОУ гимназия № 37,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Помыткина Ольга Дмитриевна, учитель начальных классов, МАОУ «СОШ № 10»,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Попова Любовь </w:t>
      </w:r>
      <w:r>
        <w:rPr>
          <w:rFonts w:ascii="Liberation Serif" w:hAnsi="Liberation Serif" w:cs="Liberation Serif"/>
          <w:sz w:val="28"/>
          <w:szCs w:val="28"/>
        </w:rPr>
        <w:t>Александровна, учитель начальных классов, МКОУ АГО «Заринская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Попова Наталья Фаритовна, учитель начальных классов, МБОУ «СОШ № 1», ГО Ревда, ВКК. 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Попова Ольга Викторовна, учитель начальных классов,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 Невьянского ГО, Нев</w:t>
      </w:r>
      <w:r>
        <w:rPr>
          <w:rFonts w:ascii="Liberation Serif" w:hAnsi="Liberation Serif" w:cs="Liberation Serif"/>
          <w:sz w:val="28"/>
          <w:szCs w:val="28"/>
        </w:rPr>
        <w:t>ьянский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Ольга Владимировна, учитель начальных классов, МБОУ СОШ № 1 Невьянского ГО, Невьянский 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Портнова Светлана Николаевна, учитель начальных классов, МАОУ СОШ № 134,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Потёмкина Вера Михайловна, учител</w:t>
      </w:r>
      <w:r>
        <w:rPr>
          <w:rFonts w:ascii="Liberation Serif" w:hAnsi="Liberation Serif" w:cs="Liberation Serif"/>
          <w:sz w:val="28"/>
          <w:szCs w:val="28"/>
        </w:rPr>
        <w:t xml:space="preserve">ь начальных классов, МАОУ Артинского ГО «Артинская средняя общеобразовательная школа № 1», Артинский ГО,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Приезжева Елена Павловна, учитель начальных классов, МАОУ «СОШ № 29», ГО Ревда,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Прокопьева Лилия Андреевна, учитель начальных классов, МАОУ </w:t>
      </w:r>
      <w:r>
        <w:rPr>
          <w:rFonts w:ascii="Liberation Serif" w:hAnsi="Liberation Serif" w:cs="Liberation Serif"/>
          <w:sz w:val="28"/>
          <w:szCs w:val="28"/>
        </w:rPr>
        <w:t>СОШ № 3,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Прокуронова Татьяна Николаевна, учитель начальных классов, МАОУ «СОШ № 12»,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Пустовалова Наталья Александровна, учитель начальных классов, МКОУ «Новоисетская средняя общеобразовательная школа», Каменский </w:t>
      </w:r>
      <w:r>
        <w:rPr>
          <w:rFonts w:ascii="Liberation Serif" w:hAnsi="Liberation Serif" w:cs="Liberation Serif"/>
          <w:sz w:val="28"/>
          <w:szCs w:val="28"/>
        </w:rPr>
        <w:t>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Пушкарёва Елена Сергеевна, учитель начальных классов, МБОУ СОШ № 95,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Пятанова Татьяна Юрьевна, учитель начальных классов, МКОУ Харловская СОШ,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Рабченок Ирина Александровна, учитель начальных классов</w:t>
      </w:r>
      <w:r>
        <w:rPr>
          <w:rFonts w:ascii="Liberation Serif" w:hAnsi="Liberation Serif" w:cs="Liberation Serif"/>
          <w:sz w:val="28"/>
          <w:szCs w:val="28"/>
        </w:rPr>
        <w:t>, МАОУ СОШ № 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Рагузова Любовь Николаевна, учитель начальных классов, МКОУ АГО «Заринская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Разыкова Елена Гимовна, учитель начальных классов, МАОУ «Криулинская СОШ», МО Красноуфимский округ,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Райс </w:t>
      </w:r>
      <w:r>
        <w:rPr>
          <w:rFonts w:ascii="Liberation Serif" w:hAnsi="Liberation Serif"/>
          <w:sz w:val="28"/>
          <w:szCs w:val="28"/>
        </w:rPr>
        <w:t>Оксана Александровна, учитель начальных классов, МАОУ СОШ № 44,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Рассказова Жанна Константиновна, учитель начальных классов, МБОУ СОШ № 5 Невьянского ГО,</w:t>
      </w:r>
      <w:r>
        <w:rPr>
          <w:rStyle w:val="2"/>
          <w:rFonts w:ascii="Liberation Serif" w:hAnsi="Liberation Serif" w:cs="Liberation Serif"/>
          <w:sz w:val="28"/>
          <w:szCs w:val="28"/>
        </w:rPr>
        <w:t xml:space="preserve"> Невьянский ГО</w:t>
      </w:r>
      <w:r>
        <w:rPr>
          <w:rFonts w:ascii="Liberation Serif" w:hAnsi="Liberation Serif" w:cs="Liberation Serif"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Рахимкулова Людмила Дмитриевна, учитель начальных кла</w:t>
      </w:r>
      <w:r>
        <w:rPr>
          <w:rFonts w:ascii="Liberation Serif" w:hAnsi="Liberation Serif" w:cs="Liberation Serif"/>
          <w:bCs/>
          <w:sz w:val="28"/>
          <w:szCs w:val="28"/>
        </w:rPr>
        <w:t>ссов, МАОУ СОШ № 1 г. Ивделя, Ивдельский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Резванова Оксана Юрьевна, учитель начальных классов, МАОУ СОШ № 32,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Ремеслова Ольга Васильевна, учитель начальных классов, МАОУ «СОШ № 2»,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Ровбо Татьяна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Владимировна, учитель начальных классов, МАОО СОШ № 5, Сысертский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Рогалёва Наталья Александровна, учитель начальных классов, МАОУ «СОШ № 49»,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sz w:val="28"/>
          <w:szCs w:val="28"/>
          <w:lang w:eastAsia="ru-RU"/>
        </w:rPr>
        <w:t>Рогалева</w:t>
      </w:r>
      <w:r>
        <w:rPr>
          <w:rFonts w:ascii="Liberation Serif" w:eastAsia="Times New Roman" w:hAnsi="Liberation Serif" w:cs="Calibri"/>
          <w:sz w:val="28"/>
          <w:szCs w:val="28"/>
          <w:lang w:eastAsia="ru-RU"/>
        </w:rPr>
        <w:t> 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>Оксана Владимировна, учитель начальных классов, МБОУ СОШ № 55, город Н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>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Родионова Елена Вадимовна, учитель начальных классов, МАОУ «СОШ № 33»,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Родионова Ольга Николаевна, учитель начальных классов, БМАОУ «Гимназия № 5», Березовский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Розина Ирина Владимировна, учитель начальных к</w:t>
      </w:r>
      <w:r>
        <w:rPr>
          <w:rFonts w:ascii="Liberation Serif" w:hAnsi="Liberation Serif" w:cs="Liberation Serif"/>
          <w:sz w:val="28"/>
          <w:szCs w:val="28"/>
        </w:rPr>
        <w:t>лассов, МБОУ ПГО «Ощепковская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Романова Елена Викторовна, учитель начальных классов, МАОУ СОШ № 10, ГО Верхний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Романова Елена Владимировна, учитель начальных классов, МБОУ СОШ № 1,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Рудакова </w:t>
      </w:r>
      <w:r>
        <w:rPr>
          <w:rFonts w:ascii="Liberation Serif" w:hAnsi="Liberation Serif" w:cs="Liberation Serif"/>
          <w:bCs/>
          <w:sz w:val="28"/>
          <w:szCs w:val="28"/>
        </w:rPr>
        <w:t>Светлана Александровна, учитель начальных классов, МАОУ Зайковская СОШ № 2,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Русакова Анна Анатольевна, учитель начальных классов, МАОУ СОШ № 10,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Русакова Светлана Ивановна, учитель начальных классов, МАОУ «Колчеданская</w:t>
      </w:r>
      <w:r>
        <w:rPr>
          <w:rFonts w:ascii="Liberation Serif" w:hAnsi="Liberation Serif" w:cs="Liberation Serif"/>
          <w:sz w:val="28"/>
          <w:szCs w:val="28"/>
        </w:rPr>
        <w:t xml:space="preserve">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Русиянова Лариса Алексеевна, учитель начальных классов, МАОУ «СОШ № 26»,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Рухлова Наталия Петровна, учитель начальных классов, МАОУ СОШ № 65,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Рыбаков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 Елена Александровна, учитель начальных классов, МАОУ «СОШ № 6»,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Рябкова Елена Владимировна, учитель начальных классов, МБОУ СОШ № 84,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Рязанова Ирина Валерьевна, учитель начальных классов, МАОУ лицей № 109</w:t>
      </w:r>
      <w:r>
        <w:rPr>
          <w:rFonts w:ascii="Liberation Serif" w:hAnsi="Liberation Serif" w:cs="Liberation Serif"/>
          <w:sz w:val="28"/>
          <w:szCs w:val="28"/>
        </w:rPr>
        <w:t>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Сабирова Роза Гумеровна, учитель начальных классов, МБОУ ООШ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села Филькино,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Сабурова Светлана Александровна, учитель начальных классов, МАОУ «Сладковская СОШ», Слободо-Туринский МР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Савельева </w:t>
      </w:r>
      <w:r>
        <w:rPr>
          <w:rFonts w:ascii="Liberation Serif" w:hAnsi="Liberation Serif" w:cs="Liberation Serif"/>
          <w:sz w:val="28"/>
          <w:szCs w:val="28"/>
        </w:rPr>
        <w:t>Наталья Владимировна, учитель начальных классов, МАОУ «ЦО № 7»,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Савина Екатерина Борисовна, учитель начальных классов, МАОУ лицей № 130,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Садовникова Елена Михайловна, учитель начальных классов, МАОУ ОШ 7,</w:t>
      </w:r>
      <w:r>
        <w:rPr>
          <w:rFonts w:ascii="Liberation Serif" w:hAnsi="Liberation Serif" w:cs="Liberation Serif"/>
          <w:sz w:val="28"/>
          <w:szCs w:val="28"/>
        </w:rPr>
        <w:t xml:space="preserve">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Садыкова Ольга Евгеньевна, учитель начальных классов, МБОУ СОШ № 1 им. Героя РФ Романова В.В., Сосьвинский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Сажаева Любовь Леонидовна, учитель начальных классов, МАОУ «Средняя общеобразовательная школа № 15», Каменск-Ураль</w:t>
      </w:r>
      <w:r>
        <w:rPr>
          <w:rFonts w:ascii="Liberation Serif" w:hAnsi="Liberation Serif" w:cs="Liberation Serif"/>
          <w:sz w:val="28"/>
          <w:szCs w:val="28"/>
        </w:rPr>
        <w:t>ский ГО СО,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Сайнудинова Нурия Нуртдиновна, учитель начальных классов, МАОУ гимназия № 35,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Сайфутдинова Наталия Викторовна, учитель начальных классов, МКОУ «СОШ № 14», ГО Верхняя Тура,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-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Салахатдинова Саджида Ферузовна,</w:t>
      </w:r>
      <w:r>
        <w:rPr>
          <w:rFonts w:ascii="Liberation Serif" w:hAnsi="Liberation Serif"/>
          <w:sz w:val="28"/>
          <w:szCs w:val="28"/>
        </w:rPr>
        <w:t xml:space="preserve"> учитель начальных классов, МАОУ Гимназии № 86,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Сальникова Любовь Владимировна, учитель начальных классов, МКОУ АГО «Ачитская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Саморядова Светлана Валентиновна, учитель начальных классов, МАОУ «Лицей №5» КГО,</w:t>
      </w:r>
      <w:r>
        <w:rPr>
          <w:rFonts w:ascii="Liberation Serif" w:hAnsi="Liberation Serif" w:cs="Liberation Serif"/>
          <w:sz w:val="28"/>
          <w:szCs w:val="28"/>
        </w:rPr>
        <w:t xml:space="preserve">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Самылова Людмила Юрьевна, учитель начальных классов, МАОУ АГО «Артинская средняя общеобразовательная школа № 1», Артинский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Саранкина Наталья Анатольевна, учитель начальных классов, МАОУ СОШ с. Быньги,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Сарафанова Наталья Викторовна, учитель начальных классов, филиал МБОУ «Шалинская СОШ № 45» – «Илимская ООШ», Шалинский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Сафеева Елена Николаевна, учитель начальных классов, МАОУ «СОШ № 33»,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Сафронова Вера Васильевна, учитель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начальных классов, МАОУ СОШ № 16,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Сафронова Елена Леонидовна, учитель начальных классов, МБОУ СОШ № 75,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Сахонцева Тамара Владимировна, учитель начальных классов, МБОУ СОШ № 55,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Седин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кина Наталья Сергеевна, учитель начальных классов, МАОО СОШ № 1,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Секерина Татьяна Николаевна, учитель начальных классов, МАОУ «Средняя общеобразовательная школа № 20», Каменск-Уральский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Селяева Анна Александровна, учитель </w:t>
      </w:r>
      <w:r>
        <w:rPr>
          <w:rFonts w:ascii="Liberation Serif" w:hAnsi="Liberation Serif" w:cs="Liberation Serif"/>
          <w:sz w:val="28"/>
          <w:szCs w:val="28"/>
        </w:rPr>
        <w:t>начальных классов, МБОУ СОШ № 64,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Ольга Борисовна, учитель начальных классов, МБОУ ПГО «СОШ № 14, Полевской 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Серебрякова Марина Юрьевна, учитель начальных классов, МБОУ гимназия № 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</w:t>
      </w:r>
      <w:r>
        <w:rPr>
          <w:rFonts w:ascii="Liberation Serif" w:hAnsi="Liberation Serif" w:cs="Liberation Serif"/>
          <w:sz w:val="28"/>
          <w:szCs w:val="28"/>
        </w:rPr>
        <w:t>ереда Радость Владимировна, учитель начальных классов, МАОУ гимназия № 70,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Сечко Елена Александровна, учитель начальных классов, МАОУ СОШ № 2, Верхнесалдинский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Сивкова Наталья Николаевна, учитель начальных классов, МБ</w:t>
      </w:r>
      <w:r>
        <w:rPr>
          <w:rFonts w:ascii="Liberation Serif" w:hAnsi="Liberation Serif" w:cs="Liberation Serif"/>
          <w:sz w:val="28"/>
          <w:szCs w:val="28"/>
        </w:rPr>
        <w:t>ОУ СОШ № 5 Невьянского ГО, Невьянский ГО,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Сивчик Евгения Анатольевна, учитель начальных классов, МКОУ «Таборинская СОШ», Таборинский МР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Сидорова Оксана Александровна, учитель начальных классов, МКОУ «Талицкая средняя общеобразовательная школа</w:t>
      </w:r>
      <w:r>
        <w:rPr>
          <w:rFonts w:ascii="Liberation Serif" w:hAnsi="Liberation Serif" w:cs="Liberation Serif"/>
          <w:sz w:val="28"/>
          <w:szCs w:val="28"/>
        </w:rPr>
        <w:t xml:space="preserve"> № 55», Талицкий ГО,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Скопец Инна Александровна, учитель начальных классов, МАОУ «Лицей № 5» КГО, Камышловский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Скотникова Лариса Николаевна, учитель начальных классов, МАОУ «Гимназия № 41», Новоуральский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Славная Светлана </w:t>
      </w:r>
      <w:r>
        <w:rPr>
          <w:rFonts w:ascii="Liberation Serif" w:hAnsi="Liberation Serif" w:cs="Liberation Serif"/>
          <w:sz w:val="28"/>
          <w:szCs w:val="28"/>
        </w:rPr>
        <w:t>Васильевна, учитель начальных классов, МАОУ гимназия № 86,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Слободняк Татьяна Эдуардовна, учитель начальных классов, МАОУ СОШ № 64,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Смирнова Людмила Анатольевна, учитель начальных классов, МБОУ «СОШ № 1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им. М. Горького»,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Смирнова Ольга Сергеевна, учитель начальных классов, МАОУ «Нижнеиргинская СОШ», МО Красноуфимский округ,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Смолина Ирина Анатольевна, учитель начальных классов, МАОУ «СОШ № 49»,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Смольникова Людмила Ивановна, учитель начальных классов, МАОУ «СОШ № 16», ГО Дегтярск,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Собенина Назия Шакуровна, учитель начальных классов, МБОУ СОШ № 19, ГО Верхняя Тура,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Соколова Елена Владимировна, учитель начальных классов, МАОУ СОШ № 76, ГО </w:t>
      </w:r>
      <w:r>
        <w:rPr>
          <w:rFonts w:ascii="Liberation Serif" w:hAnsi="Liberation Serif" w:cs="Liberation Serif"/>
          <w:bCs/>
          <w:sz w:val="28"/>
          <w:szCs w:val="28"/>
        </w:rPr>
        <w:t>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Соколова Ирина Сергеевна, учитель начальных классов, </w:t>
      </w:r>
      <w:r>
        <w:rPr>
          <w:rFonts w:ascii="Liberation Serif" w:hAnsi="Liberation Serif" w:cs="Liberation Serif"/>
          <w:sz w:val="28"/>
          <w:szCs w:val="28"/>
        </w:rPr>
        <w:t>МАОУ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«Средняя общеобразовательная школа № 25 с углубленным изучением отдельных предметов»,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Соколова Наталья Владимировна, учитель начальных классов, </w:t>
      </w:r>
      <w:r>
        <w:rPr>
          <w:rFonts w:ascii="Liberation Serif" w:hAnsi="Liberation Serif" w:cs="Liberation Serif"/>
          <w:sz w:val="28"/>
          <w:szCs w:val="28"/>
        </w:rPr>
        <w:t>МАОУ СОШ № 181,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Солдатова Любовь Витальевна, учитель начальных классов, МБОУ «СОШ № 2»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Соловьева Елена Григорьевна, учитель начальных классов, МБОУ СОШ № 10,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Солуянова Марина </w:t>
      </w:r>
      <w:r>
        <w:rPr>
          <w:rFonts w:ascii="Liberation Serif" w:hAnsi="Liberation Serif" w:cs="Liberation Serif"/>
          <w:sz w:val="28"/>
          <w:szCs w:val="28"/>
        </w:rPr>
        <w:t>Владимировна, учитель начальных классов, МАОУ СОШ № 8,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Сорокина Ольга Алексеевна, учитель начальных классов, МБОУ «Поташкинская СОШ»,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Сорокина Светлана Борисовна, учитель начальных классов, МАОУ Гимназия № 1, ГО Су</w:t>
      </w:r>
      <w:r>
        <w:rPr>
          <w:rFonts w:ascii="Liberation Serif" w:hAnsi="Liberation Serif" w:cs="Liberation Serif"/>
          <w:sz w:val="28"/>
          <w:szCs w:val="28"/>
        </w:rPr>
        <w:t>хой Лог,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Сосновских Оксана Адольфовна, учитель начальных классов, МБОУ СОШ № 10,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Спирина Надежда Васильевна, учитель начальных классов, МАОУ «Байкаловская СОШ»,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Спицына Галина Михайловна, учитель начал</w:t>
      </w:r>
      <w:r>
        <w:rPr>
          <w:rFonts w:ascii="Liberation Serif" w:hAnsi="Liberation Serif" w:cs="Liberation Serif"/>
          <w:bCs/>
          <w:sz w:val="28"/>
          <w:szCs w:val="28"/>
        </w:rPr>
        <w:t>ьных классов, МАОУ СОШ № 3 имени Ю.А. Гагарина,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Старикова Ольга Валентиновна, учитель начальных классов, МАОУ СОШ № 16,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Степанова Ольга Геннадьевна, учитель начальных классов, МАОУ «Средняя общеобразовательн</w:t>
      </w:r>
      <w:r>
        <w:rPr>
          <w:rFonts w:ascii="Liberation Serif" w:hAnsi="Liberation Serif" w:cs="Liberation Serif"/>
          <w:sz w:val="28"/>
          <w:szCs w:val="28"/>
        </w:rPr>
        <w:t>ая школа № 21»,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Стецюк Наталья Владимировна, учитель начальных классов, МАОУ «Школа № 10»,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Столярова Светлана Леонидовна, учитель начальных классов, МАОУ лицей № 12,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Стру</w:t>
      </w:r>
      <w:r>
        <w:rPr>
          <w:rFonts w:ascii="Liberation Serif" w:hAnsi="Liberation Serif" w:cs="Liberation Serif"/>
          <w:bCs/>
          <w:sz w:val="28"/>
          <w:szCs w:val="28"/>
        </w:rPr>
        <w:t>кова Галина Борисовна, учитель начальных классов, МБОУ СОШ № 64,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>Струняшева Александра Александровна, учитель начальных классов, МБОУ «Средняя общеобразовательная школа № 3», Арамильский ГО СО, ВКК</w:t>
      </w:r>
      <w:r>
        <w:rPr>
          <w:rFonts w:ascii="Liberation Serif" w:hAnsi="Liberation Serif"/>
          <w:bCs/>
          <w:color w:val="000000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Суворова Марина Петровна, </w:t>
      </w:r>
      <w:r>
        <w:rPr>
          <w:rFonts w:ascii="Liberation Serif" w:hAnsi="Liberation Serif" w:cs="Liberation Serif"/>
          <w:sz w:val="28"/>
          <w:szCs w:val="28"/>
        </w:rPr>
        <w:t>учитель начальных классов, МАОУ СОШ № 50,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Суетина Марина Валерьевна, учитель начальных классов, МАОУ СОШ № 2,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Сулейманова Наталия Вячеславовна, учитель начальных классов, МАОУ «СОШ № 1», ГО Верхняя Пы</w:t>
      </w:r>
      <w:r>
        <w:rPr>
          <w:rFonts w:ascii="Liberation Serif" w:hAnsi="Liberation Serif" w:cs="Liberation Serif"/>
          <w:sz w:val="28"/>
          <w:szCs w:val="28"/>
        </w:rPr>
        <w:t>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Сурина Марина Никитична, учитель начальных классов, МАОУ СОШ № 143,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Суровцева Эльвира Леонидовна, учитель начальных классов, МАОУ «СОШ № 16», ГО Дегтярск,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Сутягина Татьяна Валерьевна, учитель начальных классов, </w:t>
      </w:r>
      <w:r>
        <w:rPr>
          <w:rFonts w:ascii="Liberation Serif" w:hAnsi="Liberation Serif" w:cs="Liberation Serif"/>
          <w:sz w:val="28"/>
          <w:szCs w:val="28"/>
        </w:rPr>
        <w:t>МАОУ «Средняя общеобразовательная школа № 32»,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Сыропятова Светлана Владимировна, учитель начальных классов, МАОУ АГО «Артинская СОШ № 1», 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Артинский ГО, </w:t>
      </w:r>
      <w:r>
        <w:rPr>
          <w:rFonts w:ascii="Liberation Serif" w:eastAsia="Times New Roman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Сысоева Марина Николаевна, учитель начальных классов, МАОУ «СОШ № 24»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Сытченко Наталия Михайловна, учитель начальных классов, МАОУ лицей № 135,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Талашманова Светлана Евгеньевна, учитель начальных классов, МАОУ «Покровская средняя общеобразовательная школа», Каменский ГО,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Талипова Светлана Владимировна, учитель начальных классов, МБОУ СОШ № 115,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Тананыхина Юлия Александровна, учитель начальных классов, МАОУ «Центр образования «Аксиома», Каменск-Уральский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Тарасова Татьяна Юрьевна</w:t>
      </w:r>
      <w:r>
        <w:rPr>
          <w:rFonts w:ascii="Liberation Serif" w:hAnsi="Liberation Serif" w:cs="Liberation Serif"/>
          <w:sz w:val="28"/>
          <w:szCs w:val="28"/>
        </w:rPr>
        <w:t>, учитель начальных классов, МБОУ СОШ № 5, ГО Нижняя Салда,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Таскаева Ирина Геннадьевна, учитель начальных классов, МОУ Гимназия, ГО Нижняя Салда,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Татаринова Ольга Станиславовна, учитель начальных классов, МАОУ СОШ № 30,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Татарова Татьяна Леонидовна, учитель начальных классов, МАОУ «Еврогимназия»,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Тельминова Анастасия Геннадьевна, учитель начальных классов, МАОУ «Школа № 13»,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Тепикина Любовь Владимировна, учитель начальных классов, М</w:t>
      </w:r>
      <w:r>
        <w:rPr>
          <w:rFonts w:ascii="Liberation Serif" w:hAnsi="Liberation Serif" w:cs="Liberation Serif"/>
          <w:sz w:val="28"/>
          <w:szCs w:val="28"/>
        </w:rPr>
        <w:t>БОУ СОШ № 75,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Тимашова Алена Владимировна, учитель начальных классов, МАОУ СОШ № 7,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Тихонова Ирина Александровна, учитель начальных классов, МАОУ СОШ № 163,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Ткаченко Марина Олег</w:t>
      </w:r>
      <w:r>
        <w:rPr>
          <w:rFonts w:ascii="Liberation Serif" w:hAnsi="Liberation Serif" w:cs="Liberation Serif"/>
          <w:sz w:val="28"/>
          <w:szCs w:val="28"/>
        </w:rPr>
        <w:t>овна, учитель начальных классов, МАОУ Гимназия № 86,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>Ткачук Луиза Адыгамовна, учитель начальных классов, МБОУ «Средняя общеобразовательная школа № 3»,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Токарева Светлана Константиновна, учитель начальных клас</w:t>
      </w:r>
      <w:r>
        <w:rPr>
          <w:rFonts w:ascii="Liberation Serif" w:hAnsi="Liberation Serif" w:cs="Liberation Serif"/>
          <w:sz w:val="28"/>
          <w:szCs w:val="28"/>
        </w:rPr>
        <w:t>сов, МАОУ гимназия № 177,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Толмачева Наталья Анатольевна, учитель начальных классов, МАОУ СОШ № 17,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Толстых Людмила Викторовна, учитель начальных классов, МАОУ СОШ № 2 имени Ж.И. Алфёрова,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Томилова Лидия Дмитриевна, учитель начальных классов, МКОУ «Ницинская СОШ», Слободо-Туринский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Топоркова Вера Константиновна, учитель начальных классов, МБОУ СОШ № 67,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Торгашова Вера Игоревна, МКОУ АГО «Заринская СОШ»,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учитель начальных классов,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Торхова Ирина Петровна, учитель начальных классов, МАОУ «Средняя общеобразовательная школа № 60 имени Героя Советского Союза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Г.П. Кунавина»,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Трегуб Лариса Владимировна, учитель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начальных классов, МБОУ «СОШ № 17», ГО Рефтинский,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Тропина Ольга Васильевна, учитель начальных классов, МАОУ СОШ № 66,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Трусова Татьяна Анатольевна, учитель начальных классов, МАОУ СОШ № 20, Кушвинский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 xml:space="preserve">Трушникова </w:t>
      </w:r>
      <w:r>
        <w:rPr>
          <w:rFonts w:ascii="Liberation Serif" w:hAnsi="Liberation Serif"/>
          <w:sz w:val="28"/>
          <w:szCs w:val="28"/>
          <w:lang w:eastAsia="ru-RU"/>
        </w:rPr>
        <w:t>Мария Андриановна, учитель начальных классов, МАОУ «СОШ № 14»,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Трушникова Наталья Леонидовна, учитель начальных классов, МБОУ «СОШ № 3», Артемовский ГО, ВКК</w:t>
      </w:r>
      <w:r>
        <w:rPr>
          <w:rFonts w:ascii="Liberation Serif" w:hAnsi="Liberation Serif" w:cs="Liberation Serif"/>
          <w:b/>
          <w:sz w:val="28"/>
          <w:szCs w:val="28"/>
        </w:rPr>
        <w:t>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Туголукова Вера Александровна, учитель начальных классов, МАОУ СОШ № 1, </w:t>
      </w:r>
      <w:r>
        <w:rPr>
          <w:rFonts w:ascii="Liberation Serif" w:hAnsi="Liberation Serif" w:cs="Liberation Serif"/>
          <w:sz w:val="28"/>
          <w:szCs w:val="28"/>
        </w:rPr>
        <w:t>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Тулупова Светлана Викторовна, учитель начальных классов, МАОУ гимназия № 94, МО «город Екатеринбург», ВКК. 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Тупикова Елена Александровна, учитель начальных классов, МАОУ СОШ № 9, Кировградский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Тупицына Светлана Николаевна, у</w:t>
      </w:r>
      <w:r>
        <w:rPr>
          <w:rFonts w:ascii="Liberation Serif" w:hAnsi="Liberation Serif" w:cs="Liberation Serif"/>
          <w:sz w:val="28"/>
          <w:szCs w:val="28"/>
        </w:rPr>
        <w:t>читель начальных классов, МБОУ «Школа № 1»,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Тупова Наталья Владимировна, учитель начальных классов, БМАОУ СОШ № 2,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Тутынина Людмила Алексеевна, учитель начальных классов, МАОУ «Каменск-Уральская гимназия», Кам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Угрюмова Татьяна Геннадиевна, учитель начальных классов, МАОУ СОШ № 26,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Удинцева Екатерина Николаевна, учитель начальных классов, МАОУ СОШ № 9,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Ужакина Лариса Владимировна, </w:t>
      </w:r>
      <w:r>
        <w:rPr>
          <w:rFonts w:ascii="Liberation Serif" w:hAnsi="Liberation Serif" w:cs="Liberation Serif"/>
          <w:sz w:val="28"/>
          <w:szCs w:val="28"/>
        </w:rPr>
        <w:t>учитель начальных классов, МАОУ «Средняя общеобразовательная школа № 21»,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Урванова Любовь Владимировна, учитель начальных классов, МАОУ СОШ № 1,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Усатова Елена Сергеевна, учитель начальных классов, МБОУ СОШ №</w:t>
      </w:r>
      <w:r>
        <w:rPr>
          <w:rFonts w:ascii="Liberation Serif" w:hAnsi="Liberation Serif" w:cs="Liberation Serif"/>
          <w:bCs/>
          <w:sz w:val="28"/>
          <w:szCs w:val="28"/>
        </w:rPr>
        <w:t> 1 им. Героя РФ Романова В.В., Сосьвинский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Усманова Римма Адыгановна, учитель начальных классов, </w:t>
      </w:r>
      <w:r>
        <w:rPr>
          <w:rFonts w:ascii="Liberation Serif" w:hAnsi="Liberation Serif"/>
          <w:color w:val="000000"/>
          <w:sz w:val="28"/>
          <w:szCs w:val="28"/>
        </w:rPr>
        <w:t xml:space="preserve">МБОУ «Средняя общеобразовательная школа </w:t>
      </w:r>
      <w:r>
        <w:rPr>
          <w:rFonts w:ascii="Liberation Serif" w:hAnsi="Liberation Serif"/>
          <w:sz w:val="28"/>
          <w:szCs w:val="28"/>
        </w:rPr>
        <w:t>№ 3», Арамильский ГО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Усова Ольга Алексеевна, учитель начальных классов,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№ 69, город Нижний </w:t>
      </w:r>
      <w:r>
        <w:rPr>
          <w:rFonts w:ascii="Liberation Serif" w:hAnsi="Liberation Serif" w:cs="Liberation Serif"/>
          <w:sz w:val="28"/>
          <w:szCs w:val="28"/>
        </w:rPr>
        <w:t>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Усова Татьяна Владимировна, учитель начальных классов, МКОУ АГО «Заринская СОШ», Ачитский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Ушакова Лариса Александровна, учитель начальных классов, МОУ Гимназия,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Факова Елена Алексеевна, учитель начальных классов, </w:t>
      </w:r>
      <w:r>
        <w:rPr>
          <w:rFonts w:ascii="Liberation Serif" w:hAnsi="Liberation Serif" w:cs="Liberation Serif"/>
          <w:bCs/>
          <w:sz w:val="28"/>
          <w:szCs w:val="28"/>
        </w:rPr>
        <w:t>МБОУ СОШ № 75, ГО «Город Лесной» СО,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Фарафонтова Ирина Григорьевна, учитель начальных классов, МОУ Гимназия, 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Федорова Ирина Александровна, учитель начальных классов, МБОУ СОШ № 27,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Федотова Дания </w:t>
      </w:r>
      <w:r>
        <w:rPr>
          <w:rFonts w:ascii="Liberation Serif" w:hAnsi="Liberation Serif" w:cs="Liberation Serif"/>
          <w:sz w:val="28"/>
          <w:szCs w:val="28"/>
        </w:rPr>
        <w:t>Наркисовна, учитель начальных классов, МАОУ СОШ № 3, Кировградский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Федотова Ирина Михайловна, учитель начальных классов, МБОУ «Шалинская СОШ № 90», Шалинский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Федотова Лилия Фаисовна, учитель начальных классов, МБОУ «Шалинская СОШ № 45», Ш</w:t>
      </w:r>
      <w:r>
        <w:rPr>
          <w:rFonts w:ascii="Liberation Serif" w:hAnsi="Liberation Serif" w:cs="Liberation Serif"/>
          <w:sz w:val="28"/>
          <w:szCs w:val="28"/>
        </w:rPr>
        <w:t>алинский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Филатова Светлана Евгеньевна, учитель начальных классов, МАОУ СОШ № 1 г. Ивделя, Ивдельский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Филимонова Лукерья Дмитриевна, учитель начальных классов, МАОУ «СОШ № 19», ГО Краснотурьинск,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Хабибулина Наталья Николаевна,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 начальных классов, МАОУ СОШ № 6 Невьянского ГО,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Хаерзаманова Оксана Гайсаровна, учитель начальных классов, МКОУ «Пироговская средняя общеобразовательная школа»,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Харлова Татьяна Валерьевна, учитель начальных классов, </w:t>
      </w:r>
      <w:r>
        <w:rPr>
          <w:rFonts w:ascii="Liberation Serif" w:hAnsi="Liberation Serif" w:cs="Liberation Serif"/>
          <w:sz w:val="28"/>
          <w:szCs w:val="28"/>
        </w:rPr>
        <w:t>МАОУ СОШ № 1,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Харченко Марина Николаевна, учитель начальных классов, МАОУ гимназия № 35,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Хасанова Елена Валерьевна, учитель начальных классов, МАОУ СОШ № 61,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Хвостова Фаин</w:t>
      </w: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а Геннадьевна, учитель начальных классов, МБОУ ПГО «Ощепковская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kern w:val="3"/>
          <w:sz w:val="28"/>
          <w:szCs w:val="28"/>
        </w:rPr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Хитрина Людмила Анатольевна, учитель начальных классов, МКОУ АГО «Ачитская СОШ»,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Холкина Татьяна Ильинична, учитель начальных классов, МАОУ ООШ № 4,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Хомутова Тамара Александровна, учитель начальных классов, МОУ «Зайковская СОШ № 1», Ирбитское МО,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Хорькова Любовь Владимировна, учитель начальных классов, МОУ «Кировская СОШ»,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Хохрякова Юлия Владимировна, </w:t>
      </w:r>
      <w:r>
        <w:rPr>
          <w:rFonts w:ascii="Liberation Serif" w:hAnsi="Liberation Serif" w:cs="Liberation Serif"/>
          <w:sz w:val="28"/>
          <w:szCs w:val="28"/>
        </w:rPr>
        <w:t>учитель начальных классов, МАОУ «Школа № 58»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Христолюбова Алла Борисовна, учитель начальных классов, МАОУ гимназия № 40,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Хромова Ирина Михайловна, учитель начальных классов, МКОУ АГО «Уфимская СОШ</w:t>
      </w:r>
      <w:r>
        <w:rPr>
          <w:rFonts w:ascii="Liberation Serif" w:hAnsi="Liberation Serif" w:cs="Liberation Serif"/>
          <w:sz w:val="28"/>
          <w:szCs w:val="28"/>
        </w:rPr>
        <w:t>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Хромцова Людмила Анатольевна, учитель начальных классов, МАОУ «Совхозная СОШ № 10», Белоярский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Хромых Светлана Александровна, учитель начальных классов, МАОУ СОШ № 4,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Хусаинова Светлана Геннадьевна, учитель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начальных классов, Лицей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№ 9, Асбестовский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</w:t>
      </w:r>
      <w:r>
        <w:rPr>
          <w:rFonts w:ascii="Liberation Serif" w:hAnsi="Liberation Serif" w:cs="Liberation Serif"/>
          <w:sz w:val="28"/>
          <w:szCs w:val="28"/>
          <w:lang w:eastAsia="ru-RU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Цыбина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Марина Владимировна, учитель начальных классов, МАОУ СОШ № 76,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Чеблукова Наталья Александровна, учитель начальных классов, МАОУ СОШ № 11,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Черемисина Вера Владимировна, учитель начальных классов, МКОУ Харловская СОШ, Ирбитское МО, 1КК.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Черемных Елена Геннадьевна, учитель начальных классов, МОУ «Костинская СОШ», МО Алапаевское,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Черемхина Лариса Юрьевна, учитель начальных классов, МКОУ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«Черемховская основная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Черепанова Валентина Михайловна, учитель начальных классов, МАОУ СОШ № 76,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Черепивская Елена Степановна, учитель начальных классов, МАОУ СОШ № 16, МО «город</w:t>
      </w:r>
      <w:r>
        <w:rPr>
          <w:rFonts w:ascii="Liberation Serif" w:hAnsi="Liberation Serif" w:cs="Liberation Serif"/>
          <w:sz w:val="28"/>
          <w:szCs w:val="28"/>
        </w:rPr>
        <w:t xml:space="preserve">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Черноскутова Наталья Борисовна, учитель начальных классов, МАОУ СОШ № 10,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Черноскутова Ольга Анатольевна, учитель начальных классов, МАОУ «Средняя общеобразовательная школа № 19»,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Четко</w:t>
      </w:r>
      <w:r>
        <w:rPr>
          <w:rFonts w:ascii="Liberation Serif" w:hAnsi="Liberation Serif" w:cs="Liberation Serif"/>
          <w:sz w:val="28"/>
          <w:szCs w:val="28"/>
        </w:rPr>
        <w:t>ва Рита Михайловна, учитель начальных классов, МАОУ «СОШ № 3»,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Чечурова Светлана Анатольевна, учитель начальных классов, МАОУ СОШ № 11,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Чиркова Тамара Валентиновна, учитель начальных классов, МАОУ СОШ № 18, Сысерт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ский ГО,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Чувашева Ольга Николаевна, учитель начальных классов, МАОУ СОШ № 46,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Чудиновских Людмила Владимировна, учитель начальных классов, МАОУ «Лицей»,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Чукреева Нелли Павловна, учитель начальны</w:t>
      </w:r>
      <w:r>
        <w:rPr>
          <w:rFonts w:ascii="Liberation Serif" w:hAnsi="Liberation Serif" w:cs="Liberation Serif"/>
          <w:sz w:val="28"/>
          <w:szCs w:val="28"/>
        </w:rPr>
        <w:t>х классов, МАОУ «Школа № 8»,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Чупахина Ольга Александровна, учитель начальных классов, МАОУ СОШ № 28,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Чуприянова Марина Валерьевна, учитель начальных классов, МАОУ «Гимназия № 41», Новоуральский ГО СО,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>Чуракова Светлана Владимировна, учитель начальных классов, МБОУ СОШ №1,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Чухланцева Гузалия Фаисовна, учитель начальных классов, МБОУ «Лицей»,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Шаврина Людмила Анатольевна, учитель начальных классов,</w:t>
      </w:r>
      <w:r>
        <w:rPr>
          <w:rFonts w:ascii="Liberation Serif" w:hAnsi="Liberation Serif" w:cs="Liberation Serif"/>
          <w:sz w:val="28"/>
          <w:szCs w:val="28"/>
        </w:rPr>
        <w:t xml:space="preserve"> МБОУ «Основная общеобразовательная школа № 39»,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Шайхатарова Валентина Викторовна, учитель начальных классов, Средняя школа-интернат № 17,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Шайхутдинова Наталья Юрьевна, учитель начальных классов, МАОУ</w:t>
      </w:r>
      <w:r>
        <w:rPr>
          <w:rFonts w:ascii="Liberation Serif" w:hAnsi="Liberation Serif" w:cs="Liberation Serif"/>
          <w:sz w:val="28"/>
          <w:szCs w:val="28"/>
        </w:rPr>
        <w:t xml:space="preserve"> СОШ № 165,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Шалагинова Светлана Александровна, учитель начальных классов, МАОУ лицей № 3, МО «город Екатеринбург»,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Шаманова Ирина Александровна, учитель начальных классов, МБОУ «СШ № 25», ГО ЗАТО Свободный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Шаравь</w:t>
      </w:r>
      <w:r>
        <w:rPr>
          <w:rFonts w:ascii="Liberation Serif" w:hAnsi="Liberation Serif" w:cs="Liberation Serif"/>
          <w:sz w:val="28"/>
          <w:szCs w:val="28"/>
        </w:rPr>
        <w:t>ева Светлана Александровна, учитель начальных классов, МАОУ СОШ № 2,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Шаритдинова Эльвина Газизовна, учитель начальных классов, МБОУ СОШ № 98,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Шарыпа Наталья Александровна, учитель начальных классов, МАОУ СОШ</w:t>
      </w:r>
      <w:r>
        <w:rPr>
          <w:rFonts w:ascii="Liberation Serif" w:hAnsi="Liberation Serif" w:cs="Liberation Serif"/>
          <w:bCs/>
          <w:sz w:val="28"/>
          <w:szCs w:val="28"/>
        </w:rPr>
        <w:t xml:space="preserve"> № 3 имени Ю.А. Гагарина,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Шатрабаева Ирина Александровна, учитель начальных классов, филиал МБОУ «Шалинская СОШ № 45» – «Сылвинская СОШ», Шалинский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Швецова Аксана Петровна, учитель, начальные классы, ПМАОУ «СОШ № 7», ГО Первоура</w:t>
      </w:r>
      <w:r>
        <w:rPr>
          <w:rFonts w:ascii="Liberation Serif" w:hAnsi="Liberation Serif" w:cs="Liberation Serif"/>
          <w:sz w:val="28"/>
          <w:szCs w:val="28"/>
        </w:rPr>
        <w:t>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Швецова Надежда Леонидовна, учитель начальных классов, МБОУ СОШ № 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Шевченко Любовь Николаевна, учитель начальных классов, МАОУ «Средняя общеобразовательная школа № 60 имени Героя Советского Союза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Г.П. Кунавина»,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Каменск-Уральский ГО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Шестакова Алла Анатольевна, учитель начальных классов, МОУ «Верхнесинячихинская СОШ № 2»,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Шестакова Любовь Анатольевна, учитель начальных классов, МБОУ СОШ № 7,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Шестакова Татьяна Степано</w:t>
      </w:r>
      <w:r>
        <w:rPr>
          <w:rFonts w:ascii="Liberation Serif" w:hAnsi="Liberation Serif" w:cs="Liberation Serif"/>
          <w:sz w:val="28"/>
          <w:szCs w:val="28"/>
        </w:rPr>
        <w:t>вна, учитель начальных классов, МБОУ «Малокарзинская ООШ», Артинский ГО, 1КК.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Шехирева Галина Сергеевна, учитель начальных классов, МАОУ СОШ № 2,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Шимова Надежда Николаевна, учитель начальных классов, МБОУ ЗСОШ № 8,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Шипиловская Светлана Леонидовна, учитель начальных классов, МАОУ СОШ № 11,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Ширкова Эльвира Юрьевна, учитель начальных классов, МАОУ «Каменск-Уральская гимназия»,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Ширшова Мария Александровна, учитель </w:t>
      </w:r>
      <w:r>
        <w:rPr>
          <w:rFonts w:ascii="Liberation Serif" w:hAnsi="Liberation Serif" w:cs="Liberation Serif"/>
          <w:bCs/>
          <w:sz w:val="28"/>
          <w:szCs w:val="28"/>
        </w:rPr>
        <w:t>начальных классов, МАОУ «Школа № 18»,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Ширшова Светлана Владимировна, учитель начальных классов, МАОУ СОШ № 9,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Ширяева Татьяна Анатольевна, учитель начальных классов, МАОУ «Средняя общеобразовательная школа</w:t>
      </w:r>
      <w:r>
        <w:rPr>
          <w:rFonts w:ascii="Liberation Serif" w:hAnsi="Liberation Serif" w:cs="Liberation Serif"/>
          <w:sz w:val="28"/>
          <w:szCs w:val="28"/>
        </w:rPr>
        <w:t xml:space="preserve"> № 22 с углубленным изучением отдельных предметов»,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Шишак Людмила Владимировна, учитель начальных классов, МАОУ гимназия № 37,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Шишкоедова Елена Анатольевна, учитель начальных классов, МАОУ Гимнази</w:t>
      </w:r>
      <w:r>
        <w:rPr>
          <w:rFonts w:ascii="Liberation Serif" w:hAnsi="Liberation Serif" w:cs="Liberation Serif"/>
          <w:sz w:val="28"/>
          <w:szCs w:val="28"/>
        </w:rPr>
        <w:t>я №1, ГО Сухой Лог,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Шляева Людмила Александровна, учитель начальных классов, МАОУ СОШ № 1,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Штербова Юлия Вячеславовна, учитель начальных классов, МАОУ «Каменск-Уральская гимназия»,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Шулика Александра</w:t>
      </w:r>
      <w:r>
        <w:rPr>
          <w:rFonts w:ascii="Liberation Serif" w:hAnsi="Liberation Serif" w:cs="Liberation Serif"/>
          <w:sz w:val="28"/>
          <w:szCs w:val="28"/>
        </w:rPr>
        <w:t xml:space="preserve"> Николаевна, учитель начальных классов, МАОУ СОШ № 26,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Щербина Наталья Сергеевна, учитель начальных классов, МБОУ «СОШ № 17» городского округа Рефтинский,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Щеткина Валентина Николаевна, учитель начальных классов, МАОУ СОШ </w:t>
      </w:r>
      <w:r>
        <w:rPr>
          <w:rFonts w:ascii="Liberation Serif" w:hAnsi="Liberation Serif" w:cs="Liberation Serif"/>
          <w:bCs/>
          <w:sz w:val="28"/>
          <w:szCs w:val="28"/>
        </w:rPr>
        <w:t xml:space="preserve">№ 23,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Волчанский ГО,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Щирая Алевтина Евгеньевна, учитель начальных классов, МАОУ «СОШ № 14»,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Юдина Ирина Владимировна, учитель начальных классов, МАОУ СОШ № 28,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Юдина Любовь Павловна, учитель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начальных классов, МАОУ СОШ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69,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Юдина Наталья Вячеславовна, учитель начальных классов, МАОУ СОШ № 4,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Юзикова Ольга Викторовна, учитель начальных классов, МАОУ «Лицей № 58»,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Ю</w:t>
      </w:r>
      <w:r>
        <w:rPr>
          <w:rFonts w:ascii="Liberation Serif" w:hAnsi="Liberation Serif" w:cs="Liberation Serif"/>
          <w:bCs/>
          <w:sz w:val="28"/>
          <w:szCs w:val="28"/>
        </w:rPr>
        <w:t>лина Ольга Петровна, учитель начальных классов, МАОУ</w:t>
      </w:r>
      <w:r>
        <w:rPr>
          <w:rFonts w:ascii="Liberation Serif" w:hAnsi="Liberation Serif" w:cs="Liberation Serif"/>
          <w:sz w:val="28"/>
          <w:szCs w:val="28"/>
        </w:rPr>
        <w:t xml:space="preserve"> «Школа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Юрина Наталья Евгеньевна, учитель начальных классов, МАОУ СОШ № 44,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Юрина Юлия Юрьевна, учитель начальных классов, МАОУ гимназия № 94, МО «го</w:t>
      </w:r>
      <w:r>
        <w:rPr>
          <w:rFonts w:ascii="Liberation Serif" w:hAnsi="Liberation Serif" w:cs="Liberation Serif"/>
          <w:sz w:val="28"/>
          <w:szCs w:val="28"/>
        </w:rPr>
        <w:t xml:space="preserve">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Юрова Эльвира Маратовна, учитель начальных классов, МАОУ «Лицей № 10», Каменск-Уральский ГО СО,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Юрьева Ирина Викторовна, учитель начальных классов, МОУ «Верхнесинячихинская СОШ № 3»,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Яговкина Галина Виктор</w:t>
      </w:r>
      <w:r>
        <w:rPr>
          <w:rFonts w:ascii="Liberation Serif" w:hAnsi="Liberation Serif" w:cs="Liberation Serif"/>
          <w:bCs/>
          <w:sz w:val="28"/>
          <w:szCs w:val="28"/>
        </w:rPr>
        <w:t>овна, учитель начальных классов, МАОУ СОШ № 43, МО «город Екатеринбург», ВКК.</w:t>
      </w:r>
    </w:p>
    <w:p w:rsidR="00AD1BAA" w:rsidRDefault="00CA09AA">
      <w:pPr>
        <w:pStyle w:val="ad"/>
        <w:numPr>
          <w:ilvl w:val="0"/>
          <w:numId w:val="1"/>
        </w:numPr>
        <w:tabs>
          <w:tab w:val="left" w:pos="709"/>
          <w:tab w:val="left" w:pos="1276"/>
        </w:tabs>
        <w:ind w:left="0" w:firstLine="709"/>
        <w:jc w:val="both"/>
      </w:pPr>
      <w:r>
        <w:rPr>
          <w:rFonts w:ascii="Liberation Serif" w:hAnsi="Liberation Serif" w:cs="Liberation Serif"/>
          <w:b w:val="0"/>
          <w:szCs w:val="28"/>
        </w:rPr>
        <w:t xml:space="preserve">Якимова Галина Юрьевна, учитель начальных классов, МАОУ СОШ </w:t>
      </w:r>
      <w:r>
        <w:rPr>
          <w:rFonts w:ascii="Liberation Serif" w:hAnsi="Liberation Serif" w:cs="Liberation Serif"/>
          <w:b w:val="0"/>
          <w:szCs w:val="28"/>
        </w:rPr>
        <w:br/>
      </w:r>
      <w:r>
        <w:rPr>
          <w:rFonts w:ascii="Liberation Serif" w:hAnsi="Liberation Serif" w:cs="Liberation Serif"/>
          <w:b w:val="0"/>
          <w:szCs w:val="28"/>
        </w:rPr>
        <w:t>№ 44, Режевской ГО, 1КК.</w:t>
      </w:r>
      <w:r>
        <w:rPr>
          <w:rFonts w:ascii="Liberation Serif" w:hAnsi="Liberation Serif" w:cs="Liberation Serif"/>
          <w:b w:val="0"/>
          <w:bCs w:val="0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Якимова Наталья Владимировна, учитель начальных классов, МАОУ «Школа № 3» КГО, Камышловский</w:t>
      </w:r>
      <w:r>
        <w:rPr>
          <w:rFonts w:ascii="Liberation Serif" w:hAnsi="Liberation Serif" w:cs="Liberation Serif"/>
          <w:sz w:val="28"/>
          <w:szCs w:val="28"/>
        </w:rPr>
        <w:t xml:space="preserve">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Яковлева Светлана Вячеславовна, учитель начальных классов, МАОУ СОШ № 8,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Яковлева Татьяна Николаевна, учитель начальных классов, МОУ «Речкаловская СОШ», Ирбитское МО,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Якорнова Надежда Аркадьевна, учитель начальных к</w:t>
      </w:r>
      <w:r>
        <w:rPr>
          <w:rFonts w:ascii="Liberation Serif" w:hAnsi="Liberation Serif" w:cs="Liberation Serif"/>
          <w:sz w:val="28"/>
          <w:szCs w:val="28"/>
        </w:rPr>
        <w:t>лассов, БМАОУ СОШ № 23,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Якушева Татьяна Юрьевна, учитель начальных классов, МАОУ СОШ № 23, Сысертский ГО,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Ямова Олеся Петровна, учитель начальных классов, МБОУ СОШ № 36, город Нижний Тагил, ВКК.</w:t>
      </w:r>
    </w:p>
    <w:p w:rsidR="00AD1BAA" w:rsidRDefault="00CA09AA">
      <w:pPr>
        <w:pStyle w:val="5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Ян Ирина Николаевна,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начальных классов,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п. Цементный, Невьянский ГО, 1КК.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Ярина Лариса Геннадьевна, учитель начальных классов, МАОУ СОШ № 168,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Ярополова Оксана Николаевна, учитель начальных классов, МАОУ СОШ № 92,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Яцутко Татьяна Александровна, учитель начальных классов, МАОУ СОШ № 3, Сысертский ГО, 1КК.</w:t>
      </w:r>
    </w:p>
    <w:p w:rsidR="00AD1BAA" w:rsidRDefault="00AD1BAA">
      <w:pPr>
        <w:shd w:val="clear" w:color="auto" w:fill="FFFFFF"/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 (организации, реализующие адаптированные общеобразовательные программы)</w:t>
      </w:r>
    </w:p>
    <w:p w:rsidR="00AD1BAA" w:rsidRDefault="00AD1BAA">
      <w:pPr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Абакшина Ольга Николаевна, учитель начальных классов, ГБОУ СО «</w:t>
      </w:r>
      <w:r>
        <w:rPr>
          <w:rFonts w:ascii="Liberation Serif" w:hAnsi="Liberation Serif" w:cs="Liberation Serif"/>
          <w:sz w:val="28"/>
          <w:szCs w:val="28"/>
        </w:rPr>
        <w:t xml:space="preserve">Каменск-Уральская школа, реализующая адаптированные основные общеобразовательные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Каменск-Уральский ГО СО, </w:t>
      </w:r>
      <w:r>
        <w:rPr>
          <w:rFonts w:ascii="Liberation Serif" w:hAnsi="Liberation Serif" w:cs="Liberation Serif"/>
          <w:sz w:val="28"/>
          <w:szCs w:val="28"/>
        </w:rPr>
        <w:t xml:space="preserve">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Аббазова Илюся Фаршатовна,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учитель, ГБОУ СО </w:t>
      </w:r>
      <w:r>
        <w:rPr>
          <w:rFonts w:ascii="Liberation Serif" w:hAnsi="Liberation Serif" w:cs="Liberation Serif"/>
          <w:sz w:val="28"/>
          <w:szCs w:val="28"/>
        </w:rPr>
        <w:t>«Североуральская школа-интернат, реализующая адаптированные основные общеобразовательные</w:t>
      </w:r>
      <w:r>
        <w:rPr>
          <w:rFonts w:ascii="Liberation Serif" w:hAnsi="Liberation Serif" w:cs="Liberation Serif"/>
          <w:sz w:val="28"/>
          <w:szCs w:val="28"/>
        </w:rPr>
        <w:t xml:space="preserve"> программы», Североуральский ГО,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42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Абрамова Людмила Викторовна, учитель, ГБОУ СО «Екатеринбургская школа-интернат № 8, реализующая адаптированные основные общеобразовательные программы»,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Алексеева Елена Александровна, учит</w:t>
      </w:r>
      <w:r>
        <w:rPr>
          <w:rFonts w:ascii="Liberation Serif" w:hAnsi="Liberation Serif" w:cs="Liberation Serif"/>
          <w:bCs/>
          <w:sz w:val="28"/>
          <w:szCs w:val="28"/>
        </w:rPr>
        <w:t xml:space="preserve">ель русского языка и литературы, ГБОУ СО </w:t>
      </w:r>
      <w:r>
        <w:rPr>
          <w:rFonts w:ascii="Liberation Serif" w:hAnsi="Liberation Serif" w:cs="Liberation Serif"/>
          <w:sz w:val="28"/>
          <w:szCs w:val="28"/>
        </w:rPr>
        <w:t>«Серовская школа № 2, реализующая адаптированные основные общеобразовательные программы»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Серовский ГО</w:t>
      </w:r>
      <w:r>
        <w:rPr>
          <w:rFonts w:ascii="Liberation Serif" w:hAnsi="Liberation Serif" w:cs="Liberation Serif"/>
          <w:bCs/>
          <w:sz w:val="28"/>
          <w:szCs w:val="28"/>
        </w:rPr>
        <w:t>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Алиева Ольга Борисовна, учитель, ГБОУ СО «Черноусовская школа-интернат, реализующая адаптированные основны</w:t>
      </w:r>
      <w:r>
        <w:rPr>
          <w:rFonts w:ascii="Liberation Serif" w:hAnsi="Liberation Serif" w:cs="Liberation Serif"/>
          <w:sz w:val="28"/>
          <w:szCs w:val="28"/>
        </w:rPr>
        <w:t>е общеобразовательные программы», Белоярский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Аникина Ольга Викторовна, учитель русского языка и литературы, ГБОУ СО «Новоуральская школа № 2, реализующая адаптированные основные общеобразовательные программы»,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Анненкова </w:t>
      </w:r>
      <w:r>
        <w:rPr>
          <w:rFonts w:ascii="Liberation Serif" w:hAnsi="Liberation Serif" w:cs="Liberation Serif"/>
          <w:bCs/>
          <w:sz w:val="28"/>
          <w:szCs w:val="28"/>
        </w:rPr>
        <w:t>Ольга Васильевна, учитель истории, ГБОУ СО «Екатеринбургская школа-интернат № 12, реализующая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Антимонова Светлана Валентиновна, учитель (фонетическая ритмика), ГБОУ СО «Е</w:t>
      </w:r>
      <w:r>
        <w:rPr>
          <w:rFonts w:ascii="Liberation Serif" w:hAnsi="Liberation Serif" w:cs="Liberation Serif"/>
          <w:bCs/>
          <w:sz w:val="28"/>
          <w:szCs w:val="28"/>
        </w:rPr>
        <w:t>катеринбургская школа-интернат № 11, реализующая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Аракчеева Ольга Владимировна, учитель, ГБОУ СО «Екатеринбургская школа № 2», МО «город Екатеринбург», ВКК. </w:t>
      </w:r>
    </w:p>
    <w:p w:rsidR="00AD1BAA" w:rsidRDefault="00CA09AA">
      <w:pPr>
        <w:pStyle w:val="western"/>
        <w:numPr>
          <w:ilvl w:val="0"/>
          <w:numId w:val="1"/>
        </w:numPr>
        <w:shd w:val="clear" w:color="auto" w:fill="FFFFFF"/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Арсланова </w:t>
      </w:r>
      <w:r>
        <w:rPr>
          <w:rFonts w:ascii="Liberation Serif" w:hAnsi="Liberation Serif" w:cs="Liberation Serif"/>
          <w:sz w:val="28"/>
          <w:szCs w:val="28"/>
        </w:rPr>
        <w:t>Татьяна Владимировна, учитель, ГБОУ СО «Ревдинская школа, реализующая адаптированные основные общеобразовательные программы»,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Ачимова Людмила Владимировна, учитель математики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информатики, ГКОУ СО «Березовская школа»,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Бабкина Ольга Александровна, учитель русского языка, чтения, ГБОУ СО «Колчеданская школа-интернат, реализующая адаптированные основные общеобразовательные программы»,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Бадертдинова Разида Габдылхатовна, учитель технологии ГБОУ СО «Екатери</w:t>
      </w:r>
      <w:r>
        <w:rPr>
          <w:rFonts w:ascii="Liberation Serif" w:hAnsi="Liberation Serif" w:cs="Liberation Serif"/>
          <w:bCs/>
          <w:sz w:val="28"/>
          <w:szCs w:val="28"/>
        </w:rPr>
        <w:t>нбургская школа № 3»,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Безносова Ольга Геннадьевна, учитель трудового обучения, ГБОУ СО «Ирбитская школа, реализующая адаптированные основные общеобразовательные программы», ГО «город Ирбит» СО,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Бекарева Яна Валерьевна, уч</w:t>
      </w:r>
      <w:r>
        <w:rPr>
          <w:rFonts w:ascii="Liberation Serif" w:hAnsi="Liberation Serif" w:cs="Liberation Serif"/>
          <w:sz w:val="28"/>
          <w:szCs w:val="28"/>
        </w:rPr>
        <w:t>итель начальных классов, ГБОУ СО «Ирбитская школа, реализующая адаптированные основные общеобразовательные программы»,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Белова Наталья Николаевна, учитель биологии, чтения, ГБОУ СО «Колчеданская школа-интернат, реализующая адаптиро</w:t>
      </w:r>
      <w:r>
        <w:rPr>
          <w:rFonts w:ascii="Liberation Serif" w:hAnsi="Liberation Serif" w:cs="Liberation Serif"/>
          <w:sz w:val="28"/>
          <w:szCs w:val="28"/>
        </w:rPr>
        <w:t>ванные основные общеобразовательные программы»,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Белоусова Татьяна Владиславовна, учитель музыки, ГБОУ СО «Каменск-Уральская школа, реализующая адаптированные основные образовательные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Каменск-Уральский ГО СО,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Бердникова Е</w:t>
      </w:r>
      <w:r>
        <w:rPr>
          <w:rFonts w:ascii="Liberation Serif" w:hAnsi="Liberation Serif" w:cs="Liberation Serif"/>
          <w:sz w:val="28"/>
          <w:szCs w:val="28"/>
        </w:rPr>
        <w:t>вгения Геннадьевна, учитель географии, биологии, ГБОУ СО «Туринская школа-интернат, реализующая адаптированные основные общеобразовательные программы»,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Бобкова Ирина Валентиновна, учитель начальных классов, ГБОУ СО «Богдановичская школа-</w:t>
      </w:r>
      <w:r>
        <w:rPr>
          <w:rFonts w:ascii="Liberation Serif" w:hAnsi="Liberation Serif" w:cs="Liberation Serif"/>
          <w:sz w:val="28"/>
          <w:szCs w:val="28"/>
        </w:rPr>
        <w:t xml:space="preserve">интернат, реализующая адаптированные основные общеобразовательные программы», ГО Богданович,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Богачёва Ирина Тимуровна, учитель истории, географии, обществознания, ГБОУ СО «Колчеданская школа-интернат, реализующая адаптированные основные общеобразоват</w:t>
      </w:r>
      <w:r>
        <w:rPr>
          <w:rFonts w:ascii="Liberation Serif" w:hAnsi="Liberation Serif" w:cs="Liberation Serif"/>
          <w:sz w:val="28"/>
          <w:szCs w:val="28"/>
        </w:rPr>
        <w:t>ельные программы»,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Богдашова Надежда Викторовна, учитель истории, ГБОУ СО «Екатеринбургская школа-интернат № 13, реализующая адаптированные основные общеобразовательные программы», МО «город Екатеринбург», 1КК.</w:t>
      </w:r>
    </w:p>
    <w:p w:rsidR="00AD1BAA" w:rsidRDefault="00CA09AA">
      <w:pPr>
        <w:pStyle w:val="western"/>
        <w:numPr>
          <w:ilvl w:val="0"/>
          <w:numId w:val="1"/>
        </w:numPr>
        <w:shd w:val="clear" w:color="auto" w:fill="FFFFFF"/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Болкова Анна Анатольевна, </w:t>
      </w:r>
      <w:r>
        <w:rPr>
          <w:rFonts w:ascii="Liberation Serif" w:hAnsi="Liberation Serif" w:cs="Liberation Serif"/>
          <w:sz w:val="28"/>
          <w:szCs w:val="28"/>
        </w:rPr>
        <w:t>учитель русского языка, начальных классов, ГБОУ СО «Полевская школа, реализующая адаптированные основные общеобразовательные программы»,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Борноволокова Елена Анатольевна, учитель технологии, ГБОУ СО «Екатеринбургская школа-интернат № 13, </w:t>
      </w:r>
      <w:r>
        <w:rPr>
          <w:rFonts w:ascii="Liberation Serif" w:hAnsi="Liberation Serif" w:cs="Liberation Serif"/>
          <w:sz w:val="28"/>
          <w:szCs w:val="28"/>
        </w:rPr>
        <w:t>реализующая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Бузилова Лариса Анатольевна, учитель, ГБОУ СО «Екатеринбургская школа № 7,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</w:t>
      </w:r>
      <w:r>
        <w:rPr>
          <w:rFonts w:ascii="Liberation Serif" w:hAnsi="Liberation Serif" w:cs="Liberation Serif"/>
          <w:sz w:val="28"/>
          <w:szCs w:val="28"/>
        </w:rPr>
        <w:t xml:space="preserve">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western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993"/>
        </w:tabs>
        <w:spacing w:before="0" w:after="0"/>
        <w:ind w:left="0"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</w:rPr>
        <w:t>Бутакова Ирина Ивановна, учитель начальных классов, ГБОУ СО «Верхнепышминская школа-интернат им. С.А. Мартиросяна», ГО Верхняя Пышма, ВКК.</w:t>
      </w:r>
    </w:p>
    <w:p w:rsidR="00AD1BAA" w:rsidRDefault="00CA09AA">
      <w:pPr>
        <w:pStyle w:val="western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993"/>
        </w:tabs>
        <w:spacing w:before="0" w:after="0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Буханова Елена Борисовна, учитель, ГБОУ СО «Полевская школа, реализующая адаптированные основные </w:t>
      </w:r>
      <w:r>
        <w:rPr>
          <w:rFonts w:ascii="Liberation Serif" w:hAnsi="Liberation Serif" w:cs="Liberation Serif"/>
          <w:sz w:val="28"/>
          <w:szCs w:val="28"/>
        </w:rPr>
        <w:t>общеобразовательные программы», Полевской ГО, ВКК.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Валиева Накия Файзелхановна, учитель физики, ГБОУ СО «Березовская школа, реализующая адаптированные основные общеобразовательные программы»,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Ваулина Юлия Вениаминовна, учитель, МАОУ С</w:t>
      </w:r>
      <w:r>
        <w:rPr>
          <w:rFonts w:ascii="Liberation Serif" w:hAnsi="Liberation Serif" w:cs="Liberation Serif"/>
          <w:sz w:val="28"/>
          <w:szCs w:val="28"/>
        </w:rPr>
        <w:t>ОШ № 3, Сысертский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Вахрамеева Светлана Владимировна, учитель,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ГАПОУ СО «Камышловский гуманитарно-технологический техникум», структурное подразделение школа-интернат, реализующая адаптированные основные общеобразовательные программы, Камышловский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Ветошкина Татьяна Викторовна, учитель, ГБОУ СО «Екатеринбургская школа № 7, реализующая адаптированные основные общеобразовательные программы»,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Вилисова Валентина Николаевна, учитель, ГБОУ СО «Ирбитская школа, реал</w:t>
      </w:r>
      <w:r>
        <w:rPr>
          <w:rFonts w:ascii="Liberation Serif" w:hAnsi="Liberation Serif" w:cs="Liberation Serif"/>
          <w:sz w:val="28"/>
          <w:szCs w:val="28"/>
        </w:rPr>
        <w:t>изующая адаптированные основные общеобразовательные программы», ГО «город Ирбит» СО, 1 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Воробьёва Ольга Викторовна учитель начальных классов, ГБОУ СО «Екатеринбургская школа-интернат № 12, реализующая адаптированные основные общеобразовательные программ</w:t>
      </w:r>
      <w:r>
        <w:rPr>
          <w:rFonts w:ascii="Liberation Serif" w:hAnsi="Liberation Serif" w:cs="Liberation Serif"/>
          <w:sz w:val="28"/>
          <w:szCs w:val="28"/>
        </w:rPr>
        <w:t>ы»,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Воронина Ирина Анатольевна, 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учитель начальных классов, ГБОУ СО «Сухоложская школа, реализующая адаптированные основные общеобразовательные программы»,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Вялкова Ольга Борисовна, учитель технологии, ГБОУ СО «Екатеринбургская школа-</w:t>
      </w:r>
      <w:r>
        <w:rPr>
          <w:rFonts w:ascii="Liberation Serif" w:hAnsi="Liberation Serif" w:cs="Liberation Serif"/>
          <w:sz w:val="28"/>
          <w:szCs w:val="28"/>
        </w:rPr>
        <w:t>интернат «Эверест»,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Галеева Анзалия Ягудовна, учитель трудового обучения, ГБОУ СО «Каменск-Уральская школа, реализующая адаптированные основные общеобразовательные программы»,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Галиева Люция Вагизо</w:t>
      </w:r>
      <w:r>
        <w:rPr>
          <w:rFonts w:ascii="Liberation Serif" w:hAnsi="Liberation Serif" w:cs="Liberation Serif"/>
          <w:sz w:val="28"/>
          <w:szCs w:val="28"/>
        </w:rPr>
        <w:t>вна, учитель трудового обучения, ГБОУ СО «Каменск-Уральская школа, реализующая адаптированные основные общеобразовательные программы»,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Гамм Елена Эрвиновна, учитель начальных классов, ГБОУ СО «Екатеринбургская школа № 2, реали</w:t>
      </w:r>
      <w:r>
        <w:rPr>
          <w:rFonts w:ascii="Liberation Serif" w:hAnsi="Liberation Serif" w:cs="Liberation Serif"/>
          <w:sz w:val="28"/>
          <w:szCs w:val="28"/>
        </w:rPr>
        <w:t>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Гарипова Альфира Альфертовна, учитель, </w:t>
      </w:r>
      <w:r>
        <w:rPr>
          <w:rFonts w:ascii="Liberation Serif" w:hAnsi="Liberation Serif" w:cs="Liberation Serif"/>
          <w:sz w:val="28"/>
          <w:szCs w:val="28"/>
        </w:rPr>
        <w:t>ГБОУ СО «Красноуфимская школа-интернат, реализующая адаптированные основные общеобразовательные программы»</w:t>
      </w:r>
      <w:r>
        <w:rPr>
          <w:rFonts w:ascii="Liberation Serif" w:eastAsia="Times New Roman" w:hAnsi="Liberation Serif" w:cs="Liberation Serif"/>
          <w:sz w:val="28"/>
          <w:szCs w:val="28"/>
        </w:rPr>
        <w:t>, МО Красноуфимски</w:t>
      </w:r>
      <w:r>
        <w:rPr>
          <w:rFonts w:ascii="Liberation Serif" w:eastAsia="Times New Roman" w:hAnsi="Liberation Serif" w:cs="Liberation Serif"/>
          <w:sz w:val="28"/>
          <w:szCs w:val="28"/>
        </w:rPr>
        <w:t>й округ,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Гибатова Людмила Леонидовна, учитель, ГБОУ СО «Новоуральская школа № 1, реализующая адаптированные основные общеобразовательные программы»,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Гинькевич Лидия Трофимовна, учитель начальных классов, ГБОУ СО </w:t>
      </w:r>
      <w:r>
        <w:rPr>
          <w:rFonts w:ascii="Liberation Serif" w:hAnsi="Liberation Serif" w:cs="Liberation Serif"/>
          <w:sz w:val="28"/>
          <w:szCs w:val="28"/>
        </w:rPr>
        <w:t>«Екатеринбургская школа-интернат «Эверест»,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Глухих Нина Александровна,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учитель, ГБОУ СО </w:t>
      </w:r>
      <w:r>
        <w:rPr>
          <w:rFonts w:ascii="Liberation Serif" w:hAnsi="Liberation Serif" w:cs="Liberation Serif"/>
          <w:sz w:val="28"/>
          <w:szCs w:val="28"/>
        </w:rPr>
        <w:t xml:space="preserve">«Североуральская школа-интернат, реализующая адаптированные основные общеобразовательные программы», Североуральский ГО,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Гнеушева Тат</w:t>
      </w:r>
      <w:r>
        <w:rPr>
          <w:rFonts w:ascii="Liberation Serif" w:hAnsi="Liberation Serif" w:cs="Liberation Serif"/>
          <w:sz w:val="28"/>
          <w:szCs w:val="28"/>
        </w:rPr>
        <w:t>ьяна Владимировна, учитель изобразительного искусства ГБОУ СО «Каменск-Уральская школа, реализующая адаптированные основные образовательные программы»,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Горбунова Нина Петровна, учитель СБО, ГБОУ СО «Екатеринбургская школа-инте</w:t>
      </w:r>
      <w:r>
        <w:rPr>
          <w:rFonts w:ascii="Liberation Serif" w:hAnsi="Liberation Serif" w:cs="Liberation Serif"/>
          <w:bCs/>
          <w:sz w:val="28"/>
          <w:szCs w:val="28"/>
        </w:rPr>
        <w:t xml:space="preserve">рнат № 12,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Горкунов Игорь Александрович, учитель, ГБОУ СО «Красноуфимская школа, реализующая адаптированные основные общеобразовательные программы», ГО Красно</w:t>
      </w:r>
      <w:r>
        <w:rPr>
          <w:rFonts w:ascii="Liberation Serif" w:hAnsi="Liberation Serif" w:cs="Liberation Serif"/>
          <w:sz w:val="28"/>
          <w:szCs w:val="28"/>
        </w:rPr>
        <w:t>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Градусова Галина Георгиевна, 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читель</w:t>
      </w:r>
      <w:r>
        <w:rPr>
          <w:rFonts w:ascii="Liberation Serif" w:hAnsi="Liberation Serif" w:cs="Liberation Serif"/>
          <w:sz w:val="28"/>
          <w:szCs w:val="28"/>
        </w:rPr>
        <w:t xml:space="preserve"> физики, ГБОУ СО «Екатеринбургская школа-интернат № 13, реализующая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western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993"/>
        </w:tabs>
        <w:spacing w:before="0" w:after="0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Гребнева Алена Анатольевна, учитель начальных клас</w:t>
      </w:r>
      <w:r>
        <w:rPr>
          <w:rFonts w:ascii="Liberation Serif" w:hAnsi="Liberation Serif" w:cs="Liberation Serif"/>
          <w:bCs/>
          <w:sz w:val="28"/>
          <w:szCs w:val="28"/>
        </w:rPr>
        <w:t xml:space="preserve">сов, ГБОУ СО «Полевская школа,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Полевской ГО,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Гришина Наталья Геннадьевна, учитель, ГБОУ СО «Школа города Лесного», ГО «Город Лесной» СО, ВКК.</w:t>
      </w:r>
    </w:p>
    <w:p w:rsidR="00AD1BAA" w:rsidRDefault="00CA09AA">
      <w:pPr>
        <w:pStyle w:val="western"/>
        <w:numPr>
          <w:ilvl w:val="0"/>
          <w:numId w:val="1"/>
        </w:numPr>
        <w:shd w:val="clear" w:color="auto" w:fill="FFFFFF"/>
        <w:spacing w:before="0" w:after="0"/>
        <w:ind w:left="0" w:firstLine="709"/>
        <w:jc w:val="both"/>
      </w:pPr>
      <w:r>
        <w:rPr>
          <w:rFonts w:ascii="Liberation Serif" w:eastAsia="Calibri" w:hAnsi="Liberation Serif" w:cs="Liberation Serif"/>
          <w:sz w:val="28"/>
          <w:szCs w:val="28"/>
        </w:rPr>
        <w:t xml:space="preserve">Губина Елена Николаевна, учитель 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начальных классов, ГБОУ СО «Верхнепышминская школа-интернат им. С.А. Мартиросяна», ГО Верхняя Пышма, </w:t>
      </w:r>
      <w:r>
        <w:rPr>
          <w:rFonts w:ascii="Liberation Serif" w:hAnsi="Liberation Serif" w:cs="Liberation Serif"/>
          <w:sz w:val="28"/>
          <w:szCs w:val="28"/>
        </w:rPr>
        <w:t>В</w:t>
      </w:r>
      <w:r>
        <w:rPr>
          <w:rFonts w:ascii="Liberation Serif" w:eastAsia="Calibri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Гусева Ольга Валериевна, учитель физической культуры ГБОУ СО «Каменск-Уральская школа, реализующая адаптированные основные общеобразовательные програм</w:t>
      </w:r>
      <w:r>
        <w:rPr>
          <w:rFonts w:ascii="Liberation Serif" w:hAnsi="Liberation Serif" w:cs="Liberation Serif"/>
          <w:sz w:val="28"/>
          <w:szCs w:val="28"/>
        </w:rPr>
        <w:t xml:space="preserve">мы», Каменск-Уральский ГО СО,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Даукенова Светлана Владимировна, учитель начальных классов, ГБОУ СО «Екатеринбургская школа-интернат № 11, реализующая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Добролюбова </w:t>
      </w:r>
      <w:r>
        <w:rPr>
          <w:rFonts w:ascii="Liberation Serif" w:hAnsi="Liberation Serif" w:cs="Liberation Serif"/>
          <w:sz w:val="28"/>
          <w:szCs w:val="28"/>
        </w:rPr>
        <w:t>Елена Викторовна, учитель начальных классов, ГБОУ СО «Екатеринбургская школа-интернат № 13, реализующая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Дронжик Вера Леонидовна, учитель начальных классов, ГБОУ СО «Турин</w:t>
      </w:r>
      <w:r>
        <w:rPr>
          <w:rFonts w:ascii="Liberation Serif" w:hAnsi="Liberation Serif" w:cs="Liberation Serif"/>
          <w:sz w:val="28"/>
          <w:szCs w:val="28"/>
        </w:rPr>
        <w:t>ская школа-интернат, реализующая адаптированные основные общеобразовательные программы», Туринский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  <w:lang w:eastAsia="ru-RU"/>
        </w:rPr>
        <w:t>Дьячкова Лариса Юрьевна, учитель, ГБОУ СО «Нижнетагильская школа № 1, реализующая адаптированные основные общеобразовательные программы», город Нижн</w:t>
      </w:r>
      <w:r>
        <w:rPr>
          <w:rFonts w:ascii="Liberation Serif" w:hAnsi="Liberation Serif"/>
          <w:sz w:val="28"/>
          <w:szCs w:val="28"/>
          <w:lang w:eastAsia="ru-RU"/>
        </w:rPr>
        <w:t>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Дьячкова Татьяна Владимировна, учитель, ГБОУ СО «Тавдинская школа-интернат,</w:t>
      </w:r>
      <w:r>
        <w:rPr>
          <w:rFonts w:ascii="Liberation Serif" w:hAnsi="Liberation Serif" w:cs="Liberation Serif"/>
          <w:bCs/>
          <w:sz w:val="28"/>
          <w:szCs w:val="28"/>
          <w:lang w:eastAsia="ar-SA"/>
        </w:rPr>
        <w:t xml:space="preserve"> реализующая адаптированные основные общеобразовательные программы»,</w:t>
      </w:r>
      <w:r>
        <w:rPr>
          <w:rFonts w:ascii="Liberation Serif" w:hAnsi="Liberation Serif" w:cs="Liberation Serif"/>
          <w:sz w:val="28"/>
          <w:szCs w:val="28"/>
        </w:rPr>
        <w:t xml:space="preserve"> Тавдинский ГО, 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Егорова Елена Викторовна, учитель русского языка и литературы, ГБОУ СО «Екате</w:t>
      </w:r>
      <w:r>
        <w:rPr>
          <w:rFonts w:ascii="Liberation Serif" w:hAnsi="Liberation Serif" w:cs="Liberation Serif"/>
          <w:bCs/>
          <w:sz w:val="28"/>
          <w:szCs w:val="28"/>
        </w:rPr>
        <w:t>ринбургская школа № 2, реализующая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Ефимова Татьяна Ивановна, учитель, ГБОУ СО «Каменск-Уральская школа, реализующая адаптированные основные общеобразовательные программы»</w:t>
      </w:r>
      <w:r>
        <w:rPr>
          <w:rFonts w:ascii="Liberation Serif" w:hAnsi="Liberation Serif" w:cs="Liberation Serif"/>
          <w:sz w:val="28"/>
          <w:szCs w:val="28"/>
        </w:rPr>
        <w:t xml:space="preserve">, Каменск-Уральский ГО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Жданова Ирина Арсентьевна, учитель начальных классов, ГБОУ СО «Ачитская школа-интернат, реализующая адаптированные основные общеобразовательные программы»,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Жиганщина Любовь Сергеевна, учитель физической ку</w:t>
      </w:r>
      <w:r>
        <w:rPr>
          <w:rFonts w:ascii="Liberation Serif" w:hAnsi="Liberation Serif"/>
          <w:sz w:val="28"/>
          <w:szCs w:val="28"/>
        </w:rPr>
        <w:t>льтуры, ГБОУ СО «Колчеданская школа-интернат, реализующая адаптированные основные общеобразовательные программы»,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Жиляева Вера Александровна, учитель географии, биологии, ГБОУ СО «Черноусовская школа-интернат, реализующая адаптированные </w:t>
      </w:r>
      <w:r>
        <w:rPr>
          <w:rFonts w:ascii="Liberation Serif" w:hAnsi="Liberation Serif" w:cs="Liberation Serif"/>
          <w:sz w:val="28"/>
          <w:szCs w:val="28"/>
        </w:rPr>
        <w:t>основные общеобразовательные программы», Белоярский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Забродина Валентина Геннадьевна, учитель, ГБОУ СО «Байкаловская школа-интернат»,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Заева Наталья Вячеславовна, учитель, ГБОУ СО «Новоуральская школа № 1, реализующая адапти</w:t>
      </w:r>
      <w:r>
        <w:rPr>
          <w:rFonts w:ascii="Liberation Serif" w:hAnsi="Liberation Serif" w:cs="Liberation Serif"/>
          <w:sz w:val="28"/>
          <w:szCs w:val="28"/>
          <w:lang w:eastAsia="ru-RU"/>
        </w:rPr>
        <w:t>рованные основные общеобразовательные программы»,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Зайцева Ольга Сергеевна, учитель, ГБОУ СО «Екатеринбургская школа № 9, реализующая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Заложных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Галина Николаевна, учитель начальных классов, ГБОУ СО «Центр психолого-медико-социального сопровождения «Речевой центр»,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Запорожан Ольга Львовна, учитель, ГБОУ СО «Нижнетагильская школа № 1, реализующая адаптированные основны</w:t>
      </w:r>
      <w:r>
        <w:rPr>
          <w:rFonts w:ascii="Liberation Serif" w:hAnsi="Liberation Serif" w:cs="Liberation Serif"/>
          <w:sz w:val="28"/>
          <w:szCs w:val="28"/>
        </w:rPr>
        <w:t>е общеобразовательные программы»,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Зарубина Наталья Борисовна, учитель, ГБОУ СО «Школа № 1 города Лесного», ГО «Город Лесной»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Зелик Людмила Александровна, учитель, ГБОУ СО «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Екатеринбургская школа-интернат </w:t>
      </w:r>
      <w:r>
        <w:rPr>
          <w:rFonts w:ascii="Liberation Serif" w:hAnsi="Liberation Serif" w:cs="Liberation Serif"/>
          <w:sz w:val="28"/>
          <w:szCs w:val="28"/>
        </w:rPr>
        <w:t>№ 6», МО «город Е</w:t>
      </w:r>
      <w:r>
        <w:rPr>
          <w:rFonts w:ascii="Liberation Serif" w:hAnsi="Liberation Serif" w:cs="Liberation Serif"/>
          <w:sz w:val="28"/>
          <w:szCs w:val="28"/>
        </w:rPr>
        <w:t>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Зинюк Елена Владимировна, учитель трудового обучения, ГБОУ СО «Екатеринбургская школа-интернат № 12, реализующая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Зотеева Марина Леонидовна, учитель </w:t>
      </w:r>
      <w:r>
        <w:rPr>
          <w:rFonts w:ascii="Liberation Serif" w:hAnsi="Liberation Serif" w:cs="Liberation Serif"/>
          <w:sz w:val="28"/>
          <w:szCs w:val="28"/>
        </w:rPr>
        <w:t>музыки, ГБОУ СО «Алапаевская школа, реализующая адаптированные основные общеобразовательные программы», 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Иванов Антон Владимирович, учитель физики, ГБОУ СО «Екатеринбургская школа-интернат № 11, реализующая адаптированные основные о</w:t>
      </w:r>
      <w:r>
        <w:rPr>
          <w:rFonts w:ascii="Liberation Serif" w:hAnsi="Liberation Serif" w:cs="Liberation Serif"/>
          <w:bCs/>
          <w:sz w:val="28"/>
          <w:szCs w:val="28"/>
        </w:rPr>
        <w:t xml:space="preserve">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Иванова Наталия Владимировна, учитель, ГКОУ СО «</w:t>
      </w:r>
      <w:r>
        <w:rPr>
          <w:rFonts w:ascii="Liberation Serif" w:hAnsi="Liberation Serif" w:cs="Liberation Serif"/>
          <w:sz w:val="28"/>
          <w:szCs w:val="28"/>
        </w:rPr>
        <w:t>Екатеринбургская школа № 7, реализующая адаптированные основные общеобразовательные программы</w:t>
      </w:r>
      <w:r>
        <w:rPr>
          <w:rFonts w:ascii="Liberation Serif" w:hAnsi="Liberation Serif" w:cs="Liberation Serif"/>
          <w:bCs/>
          <w:sz w:val="28"/>
          <w:szCs w:val="28"/>
        </w:rPr>
        <w:t xml:space="preserve">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Иванова Нелли Владими</w:t>
      </w:r>
      <w:r>
        <w:rPr>
          <w:rFonts w:ascii="Liberation Serif" w:hAnsi="Liberation Serif" w:cs="Liberation Serif"/>
          <w:bCs/>
          <w:sz w:val="28"/>
          <w:szCs w:val="28"/>
        </w:rPr>
        <w:t>ровна, учитель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ГБОУ СО «Екатеринбургская школа-интернат № 11, реализующая адаптированные основные общеобразовательные программы»,</w:t>
      </w:r>
      <w:r>
        <w:rPr>
          <w:rFonts w:ascii="Liberation Serif" w:hAnsi="Liberation Serif" w:cs="Liberation Serif"/>
          <w:sz w:val="28"/>
          <w:szCs w:val="28"/>
        </w:rPr>
        <w:t xml:space="preserve"> 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Иванцова Елена Анатольевна, учитель начальных классов, ГБОУ СО «Карпинская школа-интернат», ГО </w:t>
      </w:r>
      <w:r>
        <w:rPr>
          <w:rFonts w:ascii="Liberation Serif" w:hAnsi="Liberation Serif" w:cs="Liberation Serif"/>
          <w:bCs/>
          <w:sz w:val="28"/>
          <w:szCs w:val="28"/>
        </w:rPr>
        <w:t>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Инасова Ольга Михайловна, учитель трудового обучения, ГБОУ СО «Каменск-Уральская школа, реализующая адаптированные основные общеобразовательные программы», Каменск-Уральский ГО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Иневаткин Владимир Александрович, учитель музыки, ГБОУ</w:t>
      </w:r>
      <w:r>
        <w:rPr>
          <w:rFonts w:ascii="Liberation Serif" w:hAnsi="Liberation Serif" w:cs="Liberation Serif"/>
          <w:sz w:val="28"/>
          <w:szCs w:val="28"/>
        </w:rPr>
        <w:t xml:space="preserve"> СО «Березовская школа»,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Калелева Любовь Анатольевна, учитель русского языка и литературы, ГБОУ СО «Екатеринбургская школа № 9, реализующая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Караваева</w:t>
      </w:r>
      <w:r>
        <w:rPr>
          <w:rFonts w:ascii="Liberation Serif" w:hAnsi="Liberation Serif" w:cs="Liberation Serif"/>
          <w:sz w:val="28"/>
          <w:szCs w:val="28"/>
        </w:rPr>
        <w:t xml:space="preserve"> Любовь Анатольевна, учитель, ГБОУ СО «Красноуфимская школа, реализующая адаптированные основные общеобразовательные программы»,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Карамова Вера Александровна, учитель школы, реализующей адаптированные основные общеобразовательные пр</w:t>
      </w:r>
      <w:r>
        <w:rPr>
          <w:rFonts w:ascii="Liberation Serif" w:hAnsi="Liberation Serif" w:cs="Liberation Serif"/>
          <w:sz w:val="28"/>
          <w:szCs w:val="28"/>
          <w:lang w:eastAsia="ru-RU"/>
        </w:rPr>
        <w:t>ограммы, ГБОУ СО «Кировградская школа-интернат»,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Касимова Светлана Анатольевна, учитель химии, биологии</w:t>
      </w:r>
      <w:r>
        <w:rPr>
          <w:rFonts w:ascii="Liberation Serif" w:hAnsi="Liberation Serif" w:cs="Liberation Serif"/>
          <w:sz w:val="28"/>
          <w:szCs w:val="28"/>
        </w:rPr>
        <w:t>, географии,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ГБОУ СО «Центр психолого-медико-социального сопровождения «Речевой центр»,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kern w:val="3"/>
          <w:sz w:val="28"/>
          <w:szCs w:val="28"/>
          <w:lang w:eastAsia="ru-RU"/>
        </w:rPr>
        <w:t>Киричук Юлия</w:t>
      </w:r>
      <w:r>
        <w:rPr>
          <w:rFonts w:ascii="Liberation Serif" w:hAnsi="Liberation Serif" w:cs="Liberation Serif"/>
          <w:kern w:val="3"/>
          <w:sz w:val="28"/>
          <w:szCs w:val="28"/>
          <w:lang w:eastAsia="ru-RU"/>
        </w:rPr>
        <w:t xml:space="preserve"> Андреевна, </w:t>
      </w:r>
      <w:r>
        <w:rPr>
          <w:rFonts w:ascii="Liberation Serif" w:hAnsi="Liberation Serif" w:cs="Liberation Serif"/>
          <w:bCs/>
          <w:sz w:val="28"/>
          <w:szCs w:val="28"/>
        </w:rPr>
        <w:t>учитель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ГБОУ СО «Екатеринбургская школа № 7,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western"/>
        <w:numPr>
          <w:ilvl w:val="0"/>
          <w:numId w:val="1"/>
        </w:numPr>
        <w:shd w:val="clear" w:color="auto" w:fill="FFFFFF"/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Кислова Алёна Павловна, учитель, ГБОУ СО «Ревдинская школа, реализующая адаптированные основные </w:t>
      </w:r>
      <w:r>
        <w:rPr>
          <w:rFonts w:ascii="Liberation Serif" w:hAnsi="Liberation Serif" w:cs="Liberation Serif"/>
          <w:sz w:val="28"/>
          <w:szCs w:val="28"/>
        </w:rPr>
        <w:t xml:space="preserve">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Ревда,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Климина Татьяна Леонидовна, учитель начальных классов, ГБОУ СО «Туринская школа-интернат, реализующая адаптированные основные общеобразовательные программы»,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Клочкова Светлана Николаевна, у</w:t>
      </w:r>
      <w:r>
        <w:rPr>
          <w:rFonts w:ascii="Liberation Serif" w:hAnsi="Liberation Serif" w:cs="Liberation Serif"/>
          <w:bCs/>
          <w:sz w:val="28"/>
          <w:szCs w:val="28"/>
        </w:rPr>
        <w:t>читель, ГКОУ СО «</w:t>
      </w:r>
      <w:r>
        <w:rPr>
          <w:rFonts w:ascii="Liberation Serif" w:hAnsi="Liberation Serif" w:cs="Liberation Serif"/>
          <w:sz w:val="28"/>
          <w:szCs w:val="28"/>
        </w:rPr>
        <w:t>Екатеринбургская школа № 7, реализующая адаптированные основные общеобразовательные программы</w:t>
      </w:r>
      <w:r>
        <w:rPr>
          <w:rFonts w:ascii="Liberation Serif" w:hAnsi="Liberation Serif" w:cs="Liberation Serif"/>
          <w:bCs/>
          <w:sz w:val="28"/>
          <w:szCs w:val="28"/>
        </w:rPr>
        <w:t xml:space="preserve">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Кобяшева Елена Гельевна, учитель, ГБОУ СО «Туринская школа-интернат, реализующая адаптированные основные общеобра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зовательные программы»,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Ковалева Ольга Николаевна, учитель начальных классов, ГБОУ СО «Екатеринбургская школа-интернат № 12, реализующая адаптированные основные общеобразовательные программы»,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Коваль Наталья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Евгеньевна, учитель музыки и ритмики, ГБОУ СО </w:t>
      </w:r>
      <w:r>
        <w:rPr>
          <w:rFonts w:ascii="Liberation Serif" w:hAnsi="Liberation Serif" w:cs="Liberation Serif"/>
          <w:sz w:val="28"/>
          <w:szCs w:val="28"/>
        </w:rPr>
        <w:t xml:space="preserve">«Североуральская школа-интернат, реализующая адаптированные основные общеобразовательные программы», Североуральский ГО,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Кожемякина Вероника Саркисовна, учитель начальных классов, ГБОУ СО «Сухоложская шко</w:t>
      </w:r>
      <w:r>
        <w:rPr>
          <w:rFonts w:ascii="Liberation Serif" w:hAnsi="Liberation Serif" w:cs="Liberation Serif"/>
          <w:sz w:val="28"/>
          <w:szCs w:val="28"/>
        </w:rPr>
        <w:t>ла, реализующая адаптированные основные общеобразовательные программы»,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Коногорова Наталья Викторовна, учитель географии и ОБЖ, </w:t>
      </w:r>
      <w:r>
        <w:rPr>
          <w:rFonts w:ascii="Liberation Serif" w:hAnsi="Liberation Serif" w:cs="Liberation Serif"/>
          <w:sz w:val="28"/>
          <w:szCs w:val="28"/>
        </w:rPr>
        <w:t>ГБОУ СО «ЦПМСС «Эхо»,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Корнилова Ольга Владимировна, учитель русского языка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и л</w:t>
      </w:r>
      <w:r>
        <w:rPr>
          <w:rFonts w:ascii="Liberation Serif" w:hAnsi="Liberation Serif" w:cs="Liberation Serif"/>
          <w:bCs/>
          <w:sz w:val="28"/>
          <w:szCs w:val="28"/>
        </w:rPr>
        <w:t xml:space="preserve">итературы, ГБОУ СО «Екатеринбургская школа-интернат № 11,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Коротаева Елена Витальевна. учитель биологии, ГБОУ СО «Каменск-Уральская школа, реализующая адаптиро</w:t>
      </w:r>
      <w:r>
        <w:rPr>
          <w:rFonts w:ascii="Liberation Serif" w:hAnsi="Liberation Serif" w:cs="Liberation Serif"/>
          <w:sz w:val="28"/>
          <w:szCs w:val="28"/>
        </w:rPr>
        <w:t>ванные основные образовательные программы»,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Коршунова Наталья Викторовна, учитель начальных классов, ГБОУ СО «Алапаевская школа, реализующая адаптированные основные общеобразовательные программы», 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Коса</w:t>
      </w:r>
      <w:r>
        <w:rPr>
          <w:rFonts w:ascii="Liberation Serif" w:hAnsi="Liberation Serif" w:cs="Liberation Serif"/>
          <w:sz w:val="28"/>
          <w:szCs w:val="28"/>
        </w:rPr>
        <w:t>рева Ирина Петровна, учитель музыки, ритмики, ГБОУ СО «Туринская школа-интернат, реализующая адаптированные основные общеобразовательные программы»,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Костюкова Ольга Сергеевна, учитель русского языка и чтения, ГБОУ СО «Туринский школа-инт</w:t>
      </w:r>
      <w:r>
        <w:rPr>
          <w:rFonts w:ascii="Liberation Serif" w:hAnsi="Liberation Serif" w:cs="Liberation Serif"/>
          <w:sz w:val="28"/>
          <w:szCs w:val="28"/>
        </w:rPr>
        <w:t>ернат, реализующая адаптированные основные общеобразовательные программы», Туринский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Круглова Инна Вячеславовна, учитель, ГБОУ СО «Екатеринбургская школа № 2,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</w:t>
      </w:r>
      <w:r>
        <w:rPr>
          <w:rFonts w:ascii="Liberation Serif" w:hAnsi="Liberation Serif" w:cs="Liberation Serif"/>
          <w:sz w:val="28"/>
          <w:szCs w:val="28"/>
        </w:rPr>
        <w:t xml:space="preserve">Екатеринбург», 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ВКК. </w:t>
      </w:r>
    </w:p>
    <w:p w:rsidR="00AD1BAA" w:rsidRDefault="00CA09AA">
      <w:pPr>
        <w:pStyle w:val="western"/>
        <w:numPr>
          <w:ilvl w:val="0"/>
          <w:numId w:val="1"/>
        </w:numPr>
        <w:shd w:val="clear" w:color="auto" w:fill="FFFFFF"/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Круглова Ольга Александровна, учитель, ГБОУ СО «Ревдинская школа, реализующая адаптированные основные общеобразовательные программы», ГО Ревда,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Крылова Ольга Александровна, учитель географии, биологии, ГБОУ СО «Ирбитская школа, ре</w:t>
      </w:r>
      <w:r>
        <w:rPr>
          <w:rFonts w:ascii="Liberation Serif" w:hAnsi="Liberation Serif" w:cs="Liberation Serif"/>
          <w:sz w:val="28"/>
          <w:szCs w:val="28"/>
        </w:rPr>
        <w:t>ализующая адаптированные основные общеобразовательные программы», ГО «город Ирбит»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Кузнецова Лариса Дамировна, учитель, ГБОУ СО «Екатеринбургская школа № 7,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</w:t>
      </w:r>
      <w:r>
        <w:rPr>
          <w:rFonts w:ascii="Liberation Serif" w:hAnsi="Liberation Serif" w:cs="Liberation Serif"/>
          <w:sz w:val="28"/>
          <w:szCs w:val="28"/>
        </w:rPr>
        <w:t xml:space="preserve">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Кузнецова Наталия Валерьевна, учитель, ГБОУ СО «Екатеринбургская школа-интернат № 11,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42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Кутилова Юлия Васильевна, учитель, ГБОУ СО «Екатеринбургская шко</w:t>
      </w:r>
      <w:r>
        <w:rPr>
          <w:rFonts w:ascii="Liberation Serif" w:hAnsi="Liberation Serif" w:cs="Liberation Serif"/>
          <w:sz w:val="28"/>
          <w:szCs w:val="28"/>
        </w:rPr>
        <w:t xml:space="preserve">ла-интернат № 8, реализующая адаптированные основные общеобразовательные программы», 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Кутявина Тамара Юрьевна, учитель начальных классов, истории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 обществознания, ГБОУ СО «Березовская школа, реализующая адаптированные основн</w:t>
      </w:r>
      <w:r>
        <w:rPr>
          <w:rFonts w:ascii="Liberation Serif" w:hAnsi="Liberation Serif" w:cs="Liberation Serif"/>
          <w:sz w:val="28"/>
          <w:szCs w:val="28"/>
        </w:rPr>
        <w:t>ые общеобразовательные программы», Березовский ГО,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42"/>
        </w:tabs>
        <w:spacing w:before="0" w:after="0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Лебедева Екатерина Михайловна, учитель (изобразительного искусства), ГБОУ СО «Речевой центр»,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Логунова Мария Евгеньевна, учитель биологии и географии, ГБОУ СО «Каменск-Ур</w:t>
      </w:r>
      <w:r>
        <w:rPr>
          <w:rFonts w:ascii="Liberation Serif" w:hAnsi="Liberation Serif" w:cs="Liberation Serif"/>
          <w:sz w:val="28"/>
          <w:szCs w:val="28"/>
        </w:rPr>
        <w:t>альская школа, реализующая адаптированные основные общеобразовательные программы»,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Лопатникова Ольга Владимировна, учитель начальных классов, ГБОУ СО «Богдановичская школа-интернат, реализующая адаптированные основные общеобра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зовательные программы»,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Лугинина Наталья Владимировна, учитель начальных классов, ГБОУ СО «Каменск-Уральская школа, реализующая адаптированные основные общеобразовательные программы»,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Лузина Ольга Васильевн</w:t>
      </w:r>
      <w:r>
        <w:rPr>
          <w:rFonts w:ascii="Liberation Serif" w:hAnsi="Liberation Serif" w:cs="Liberation Serif"/>
          <w:sz w:val="28"/>
          <w:szCs w:val="28"/>
        </w:rPr>
        <w:t xml:space="preserve">а, учитель,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ГБОУ СО </w:t>
      </w:r>
      <w:r>
        <w:rPr>
          <w:rFonts w:ascii="Liberation Serif" w:hAnsi="Liberation Serif" w:cs="Liberation Serif"/>
          <w:sz w:val="28"/>
          <w:szCs w:val="28"/>
        </w:rPr>
        <w:t>«Краснотурьинская школа-интернат, реализующая адаптированные основные общеобразовательные программы»,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ГО 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Макерова Тамара Ивановна, учитель русского языка и литературы, ГБОУ СО «Каменск-Уральская школа, реализующая </w:t>
      </w:r>
      <w:r>
        <w:rPr>
          <w:rFonts w:ascii="Liberation Serif" w:hAnsi="Liberation Serif" w:cs="Liberation Serif"/>
          <w:sz w:val="28"/>
          <w:szCs w:val="28"/>
        </w:rPr>
        <w:t>адаптированные основные образовательные программы»,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Малкова Наталья Анатольевна, учитель начальных классов, ГБОУ СО «Березовская школа»,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Мальцева Екатерина Станиславовна, учитель, ГБОУ СО «Краснотурьинская</w:t>
      </w:r>
      <w:r>
        <w:rPr>
          <w:rFonts w:ascii="Liberation Serif" w:hAnsi="Liberation Serif" w:cs="Liberation Serif"/>
          <w:bCs/>
          <w:sz w:val="28"/>
          <w:szCs w:val="28"/>
        </w:rPr>
        <w:t xml:space="preserve"> школа-интернат,</w:t>
      </w:r>
      <w:r>
        <w:rPr>
          <w:rFonts w:ascii="Liberation Serif" w:hAnsi="Liberation Serif" w:cs="Liberation Serif"/>
          <w:sz w:val="28"/>
          <w:szCs w:val="28"/>
        </w:rPr>
        <w:t xml:space="preserve"> реализующая адаптированные основные общеобразовательные программы»,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ГО Краснотурьинск,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18"/>
          <w:tab w:val="left" w:pos="1163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Матвеева Татьяна Владимировна, учитель, ГБОУ СО «Михайловская школа-интернат, реализующая адаптированные основные общеобразовательные программы», Н</w:t>
      </w:r>
      <w:r>
        <w:rPr>
          <w:rFonts w:ascii="Liberation Serif" w:hAnsi="Liberation Serif" w:cs="Liberation Serif"/>
          <w:sz w:val="28"/>
          <w:szCs w:val="28"/>
        </w:rPr>
        <w:t>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Медведева Лариса Германовна, учитель математики, ГБОУ СО «Центр психолого-медико-социального сопровождения «Речевой центр»,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Мезенцев Василий Трофимович, учитель технологии, ГБОУ СО «Центр </w:t>
      </w:r>
      <w:r>
        <w:rPr>
          <w:rFonts w:ascii="Liberation Serif" w:hAnsi="Liberation Serif" w:cs="Liberation Serif"/>
          <w:sz w:val="28"/>
          <w:szCs w:val="28"/>
          <w:lang w:eastAsia="ru-RU"/>
        </w:rPr>
        <w:t>психолого-медико-социального сопровождения «Речевой центр»,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Мельникова Светлана Владимировна, учитель начальных классов, ГБОУ СО «Ирбитская школа, реализующая адаптированные основные общеобразовательные программы», ГО «город И</w:t>
      </w:r>
      <w:r>
        <w:rPr>
          <w:rFonts w:ascii="Liberation Serif" w:hAnsi="Liberation Serif" w:cs="Liberation Serif"/>
          <w:sz w:val="28"/>
          <w:szCs w:val="28"/>
        </w:rPr>
        <w:t>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Меновщикова Евгения Владимировна, учитель</w:t>
      </w:r>
      <w:r>
        <w:rPr>
          <w:rFonts w:ascii="Liberation Serif" w:hAnsi="Liberation Serif" w:cs="Liberation Serif"/>
          <w:sz w:val="28"/>
          <w:szCs w:val="28"/>
          <w:lang w:eastAsia="ru-RU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ГБОУ СО «Екатеринбургская школа № 1»,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Меньщикова Ольга Алексеевна, учитель классов, для детей со сложным дефектом, ГБОУ СО «Екатеринбургская школа-интернат № 10, реализ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Мерная Надежда Степановна, учитель, ГБОУ СО </w:t>
      </w:r>
      <w:r>
        <w:rPr>
          <w:rFonts w:ascii="Liberation Serif" w:hAnsi="Liberation Serif" w:cs="Liberation Serif"/>
          <w:sz w:val="28"/>
          <w:szCs w:val="28"/>
        </w:rPr>
        <w:t>«Североуральская школа-интернат, реализующая адаптированные основные общеобразовательные программы», Североуральский ГО,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Минаева Елена Геннадьевна, учитель, ГБОУ СО «Екатеринбургская школа № 2,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Миньяшарова Надежда Михайловна, учитель математики, ГБОУ СО «Каменск-Уральская</w:t>
      </w:r>
      <w:r>
        <w:rPr>
          <w:rFonts w:ascii="Liberation Serif" w:hAnsi="Liberation Serif"/>
          <w:sz w:val="28"/>
          <w:szCs w:val="28"/>
        </w:rPr>
        <w:t xml:space="preserve"> школа, реализующая адаптированные основные образовательные программы»,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Митрофанова Валерия Александровна, учитель, ГБОУ СО «Нижнетагильская школа № 1, реализующая адаптированные основные общеобразовательные программы», город </w:t>
      </w:r>
      <w:r>
        <w:rPr>
          <w:rFonts w:ascii="Liberation Serif" w:hAnsi="Liberation Serif" w:cs="Liberation Serif"/>
          <w:sz w:val="28"/>
          <w:szCs w:val="28"/>
        </w:rPr>
        <w:t>Нижний 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Молчанова Оксана Александровна, учитель начальных классов, ГБОУ СО «Асбестовская школа-интернат, </w:t>
      </w:r>
      <w:r>
        <w:rPr>
          <w:rFonts w:ascii="Liberation Serif" w:hAnsi="Liberation Serif" w:cs="Liberation Serif"/>
          <w:sz w:val="28"/>
          <w:szCs w:val="28"/>
        </w:rPr>
        <w:t>реализующая адаптированные основные общеобразовательные программы</w:t>
      </w:r>
      <w:r>
        <w:rPr>
          <w:rFonts w:ascii="Liberation Serif" w:hAnsi="Liberation Serif" w:cs="Liberation Serif"/>
          <w:bCs/>
          <w:sz w:val="28"/>
          <w:szCs w:val="28"/>
        </w:rPr>
        <w:t xml:space="preserve">», Асбестовский ГО, 1КК. 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18"/>
          <w:tab w:val="left" w:pos="1163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Музипова Зульфия Казихановна, учитель начальных к</w:t>
      </w:r>
      <w:r>
        <w:rPr>
          <w:rFonts w:ascii="Liberation Serif" w:hAnsi="Liberation Serif" w:cs="Liberation Serif"/>
          <w:sz w:val="28"/>
          <w:szCs w:val="28"/>
        </w:rPr>
        <w:t>лассов, ГБОУ СО «Михайловская школа-интернат, реализующая адаптированные основные общеобразовательные программы»,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Муртазина Альбина Мустаевна, учитель, ГБОУ СО «Екатеринбургская школа № 9, реализующая адаптированные основные </w:t>
      </w:r>
      <w:r>
        <w:rPr>
          <w:rFonts w:ascii="Liberation Serif" w:hAnsi="Liberation Serif" w:cs="Liberation Serif"/>
          <w:sz w:val="28"/>
          <w:szCs w:val="28"/>
        </w:rPr>
        <w:t xml:space="preserve">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Мутовкина Татьяна Анатольевна, учитель, ГБОУ СО «Новоуральская школа № 1, реализующая адаптированные основные общеобразовательные программы»,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Насонова Лариса Михайловна</w:t>
      </w:r>
      <w:r>
        <w:rPr>
          <w:rFonts w:ascii="Liberation Serif" w:hAnsi="Liberation Serif" w:cs="Liberation Serif"/>
          <w:sz w:val="28"/>
          <w:szCs w:val="28"/>
          <w:lang w:eastAsia="ru-RU"/>
        </w:rPr>
        <w:t>, учитель обществознания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ГБОУ СО «Центр психолого-медико-социального сопровождения «Речевой центр»,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18"/>
          <w:tab w:val="left" w:pos="1163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Нефёдова Ольга Леонидовна, учитель русского языка, чтения, ГБОУ СО «Михайловская школа-интернат, реализующая адаптированные </w:t>
      </w:r>
      <w:r>
        <w:rPr>
          <w:rFonts w:ascii="Liberation Serif" w:hAnsi="Liberation Serif" w:cs="Liberation Serif"/>
          <w:sz w:val="28"/>
          <w:szCs w:val="28"/>
        </w:rPr>
        <w:t>основные общеобразовательные программы»,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Николаева Елена Петровна, учитель, ГБОУ СО «Нижнетагильская школа-интернат № 2,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Нилидина </w:t>
      </w:r>
      <w:r>
        <w:rPr>
          <w:rFonts w:ascii="Liberation Serif" w:hAnsi="Liberation Serif" w:cs="Liberation Serif"/>
          <w:sz w:val="28"/>
          <w:szCs w:val="28"/>
        </w:rPr>
        <w:t>Людмила Валентиновна, учитель трудового обучения, ГБОУ СО «Алапаевская школа, реализующая адаптированные основные общеобразовательные программы», 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Новоселова Наталья Владимировна, учитель начальных классов, ГБОУ СО «Екатеринбургская</w:t>
      </w:r>
      <w:r>
        <w:rPr>
          <w:rFonts w:ascii="Liberation Serif" w:hAnsi="Liberation Serif" w:cs="Liberation Serif"/>
          <w:sz w:val="28"/>
          <w:szCs w:val="28"/>
        </w:rPr>
        <w:t xml:space="preserve"> школа-интернат № 13,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18"/>
          <w:tab w:val="left" w:pos="11636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Нуреева Мавлиза Мусакалимовна, учитель начальных классов, ГБОУ СО «Михайловская школа-интернат, реализующая адаптированные основные обще</w:t>
      </w:r>
      <w:r>
        <w:rPr>
          <w:rFonts w:ascii="Liberation Serif" w:hAnsi="Liberation Serif" w:cs="Liberation Serif"/>
          <w:sz w:val="28"/>
          <w:szCs w:val="28"/>
        </w:rPr>
        <w:t>образовательные программы»,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Елена Сергеевна, учитель физической культуры, ГБОУ СО «Полевская школа, реализующая адаптированные основные общеобразовательные программы»,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Елена Сергеевна, учитель фи</w:t>
      </w:r>
      <w:r>
        <w:rPr>
          <w:rFonts w:ascii="Liberation Serif" w:hAnsi="Liberation Serif" w:cs="Liberation Serif"/>
          <w:sz w:val="28"/>
          <w:szCs w:val="28"/>
        </w:rPr>
        <w:t>зической культуры, ГБОУ СО «Полевская школа, реализующая адаптированные основные общеобразовательные программы»,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Павлова Рита Владимировна, учитель трудового обучения, ГБОУ СО «Ачитская школа-интернат, реализующая адаптированные основные</w:t>
      </w:r>
      <w:r>
        <w:rPr>
          <w:rFonts w:ascii="Liberation Serif" w:hAnsi="Liberation Serif" w:cs="Liberation Serif"/>
          <w:sz w:val="28"/>
          <w:szCs w:val="28"/>
        </w:rPr>
        <w:t xml:space="preserve"> общеобразовательные программы»,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Пазлиева Марина Александровна, учитель начальных классов, ГБОУ СО «Каменск-Уральская школа, реализующая адаптированные основные общеобразовательные программы», Каменск-Уральский ГО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Панасенко Свет</w:t>
      </w:r>
      <w:r>
        <w:rPr>
          <w:rFonts w:ascii="Liberation Serif" w:hAnsi="Liberation Serif" w:cs="Liberation Serif"/>
          <w:sz w:val="28"/>
          <w:szCs w:val="28"/>
        </w:rPr>
        <w:t>лана Анатольевна, учитель начальных классов, ГБОУ СО «Екатеринбургская школа-интернат «Эверест»,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Паньшина Наталья Викторовна, учитель, ГБОУ СО «Нижнетагильская школа-интернат № 2, реализующая адаптированные основные общеобразо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Парфенова Мария Владимировна, учитель истории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ГБОУ СО «Екатеринбургская школа-интернат № 11, реализующая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Пархоменко Татьян</w:t>
      </w:r>
      <w:r>
        <w:rPr>
          <w:rFonts w:ascii="Liberation Serif" w:hAnsi="Liberation Serif" w:cs="Liberation Serif"/>
          <w:sz w:val="28"/>
          <w:szCs w:val="28"/>
        </w:rPr>
        <w:t>а Александровна, учитель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школа-интернат № 11, реализующая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Патанина Татьяна Евгеньевна, учитель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ГБОУ СО «Екатеринбургская школа-интернат № 12, </w:t>
      </w:r>
      <w:r>
        <w:rPr>
          <w:rFonts w:ascii="Liberation Serif" w:hAnsi="Liberation Serif" w:cs="Liberation Serif"/>
          <w:bCs/>
          <w:sz w:val="28"/>
          <w:szCs w:val="28"/>
        </w:rPr>
        <w:t>реализующая адаптированные основные общеобразовательные программы»,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Пашкова Ирина Валентиновна, учитель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 № 2»,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Пеньковская Татьяна Анатольевна, учитель изобразитель</w:t>
      </w:r>
      <w:r>
        <w:rPr>
          <w:rFonts w:ascii="Liberation Serif" w:hAnsi="Liberation Serif" w:cs="Liberation Serif"/>
          <w:sz w:val="28"/>
          <w:szCs w:val="28"/>
        </w:rPr>
        <w:t xml:space="preserve">ного искусства, ГБОУ СО «Асбестовская школа-интернат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Асбестовский ГО, </w:t>
      </w:r>
      <w:r>
        <w:rPr>
          <w:rFonts w:ascii="Liberation Serif" w:hAnsi="Liberation Serif" w:cs="Liberation Serif"/>
          <w:sz w:val="28"/>
          <w:szCs w:val="28"/>
        </w:rPr>
        <w:t xml:space="preserve">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Пивоварова Лариса Дмитриевна, учитель русского языка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и литературы, ГБОУ СО «Верхнепышминская школа-интернат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им</w:t>
      </w:r>
      <w:r>
        <w:rPr>
          <w:rFonts w:ascii="Liberation Serif" w:hAnsi="Liberation Serif" w:cs="Liberation Serif"/>
          <w:sz w:val="28"/>
          <w:szCs w:val="28"/>
        </w:rPr>
        <w:t>. С.А. Мартиросяна»,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Пичугина Анна Александровна, учитель истории, ГБОУ СО «Екатеринбургская школа-интернат № 10,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Полякова Елена Анатол</w:t>
      </w:r>
      <w:r>
        <w:rPr>
          <w:rFonts w:ascii="Liberation Serif" w:hAnsi="Liberation Serif" w:cs="Liberation Serif"/>
          <w:sz w:val="28"/>
          <w:szCs w:val="28"/>
        </w:rPr>
        <w:t>ьевна, учитель трудового обучения, ГБОУ СО «Колчеданская школа-интернат, реализующая адаптированные основные общеобразовательные программы», Каменский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Полянская Наталья Аманулловна, учитель, ГБОУ СО «Нижнетагильская школа-интернат № 2, реализующая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Помыткина Татьяна Рамильевна,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учитель, ГБОУ СО </w:t>
      </w:r>
      <w:r>
        <w:rPr>
          <w:rFonts w:ascii="Liberation Serif" w:hAnsi="Liberation Serif" w:cs="Liberation Serif"/>
          <w:sz w:val="28"/>
          <w:szCs w:val="28"/>
        </w:rPr>
        <w:t xml:space="preserve">«Североуральская школа-интернат, реализующая адаптированные основные общеобразовательные программы», Североуральский ГО, </w:t>
      </w:r>
      <w:r>
        <w:rPr>
          <w:rFonts w:ascii="Liberation Serif" w:hAnsi="Liberation Serif" w:cs="Liberation Serif"/>
          <w:bCs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</w:t>
      </w:r>
      <w:r>
        <w:rPr>
          <w:rFonts w:ascii="Liberation Serif" w:hAnsi="Liberation Serif" w:cs="Liberation Serif"/>
          <w:sz w:val="28"/>
          <w:szCs w:val="28"/>
        </w:rPr>
        <w:t xml:space="preserve">опова Светлана Ивановна, учитель начальных классов, ГБОУ СО «Каменск-Уральская школа, реализующая адаптированные основные общеобразовательные программы», Каменск-Уральский ГО СО,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Потемкина Ольга Алексеевна, учитель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 № </w:t>
      </w:r>
      <w:r>
        <w:rPr>
          <w:rFonts w:ascii="Liberation Serif" w:hAnsi="Liberation Serif" w:cs="Liberation Serif"/>
          <w:sz w:val="28"/>
          <w:szCs w:val="28"/>
        </w:rPr>
        <w:t xml:space="preserve">5,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Приёмщикова Ирина Алексеевна, учитель, </w:t>
      </w:r>
      <w:r>
        <w:rPr>
          <w:rFonts w:ascii="Liberation Serif" w:hAnsi="Liberation Serif" w:cs="Liberation Serif"/>
          <w:sz w:val="28"/>
          <w:szCs w:val="28"/>
        </w:rPr>
        <w:t>ГБОУ СО «Красноуфимская школа-интернат, реализующая адаптированные основные общеобразовательные программы»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МО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Красноуфимский округ,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Прядеина Оксана Викторовна, учитель, ГБОУ СО «Харловская школа-интернат», Ирбитское МО,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Пупырева Зоя Ивановна, учитель математики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школа-интернат № 12, реализующая адаптированные основные </w:t>
      </w:r>
      <w:r>
        <w:rPr>
          <w:rFonts w:ascii="Liberation Serif" w:hAnsi="Liberation Serif" w:cs="Liberation Serif"/>
          <w:sz w:val="28"/>
          <w:szCs w:val="28"/>
        </w:rPr>
        <w:t>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Радченко Юлия Валерьевна, учитель начальных классов, ГБОУ СО «Екатеринбургская школа-интернат № 13,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1</w:t>
      </w:r>
      <w:r>
        <w:rPr>
          <w:rFonts w:ascii="Liberation Serif" w:hAnsi="Liberation Serif" w:cs="Liberation Serif"/>
          <w:sz w:val="28"/>
          <w:szCs w:val="28"/>
        </w:rPr>
        <w:t xml:space="preserve">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Ральникова Татьяна Юрьевна, учитель математики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школа-интернат № 13,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Рехтина Людмила Анатольевна, учитель начальных классов, ГБ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ОУ СО «Березовская школа»,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Родионова Надежда Геннадьевна, учитель математики, ГБОУ СО «Березовская школа, реализующая адаптированные основные общеобразовательные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Березовский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Ройгбаум Татьяна Анатольевна, учитель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Г</w:t>
      </w:r>
      <w:r>
        <w:rPr>
          <w:rFonts w:ascii="Liberation Serif" w:hAnsi="Liberation Serif" w:cs="Liberation Serif"/>
          <w:bCs/>
          <w:sz w:val="28"/>
          <w:szCs w:val="28"/>
        </w:rPr>
        <w:t xml:space="preserve">БОУ СО «Екатеринбургская школа-интернат № 11,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Романова Елена Вячеславна, учитель, ГБОУ СО «Екатеринбургская школа № 7, реализующая адаптированные основные общ</w:t>
      </w:r>
      <w:r>
        <w:rPr>
          <w:rFonts w:ascii="Liberation Serif" w:hAnsi="Liberation Serif" w:cs="Liberation Serif"/>
          <w:bCs/>
          <w:sz w:val="28"/>
          <w:szCs w:val="28"/>
        </w:rPr>
        <w:t>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Рубцова Татьяна Николаевна, учитель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школа-интернат № 6»,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Рылова Наталья Николаевна, учитель технологии, ГБОУ СО «Тавдинская школа-интернат,</w:t>
      </w:r>
      <w:r>
        <w:rPr>
          <w:rFonts w:ascii="Liberation Serif" w:hAnsi="Liberation Serif" w:cs="Liberation Serif"/>
          <w:bCs/>
          <w:sz w:val="28"/>
          <w:szCs w:val="28"/>
          <w:lang w:eastAsia="ar-SA"/>
        </w:rPr>
        <w:t xml:space="preserve"> реализующая адаптированны</w:t>
      </w:r>
      <w:r>
        <w:rPr>
          <w:rFonts w:ascii="Liberation Serif" w:hAnsi="Liberation Serif" w:cs="Liberation Serif"/>
          <w:bCs/>
          <w:sz w:val="28"/>
          <w:szCs w:val="28"/>
          <w:lang w:eastAsia="ar-SA"/>
        </w:rPr>
        <w:t>е основные общеобразовательные программы»,</w:t>
      </w:r>
      <w:r>
        <w:rPr>
          <w:rFonts w:ascii="Liberation Serif" w:hAnsi="Liberation Serif" w:cs="Liberation Serif"/>
          <w:sz w:val="28"/>
          <w:szCs w:val="28"/>
        </w:rPr>
        <w:t xml:space="preserve"> Тавдинский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Рябинина Елена Борисовна, учитель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 № 5»,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Сальникова Евгения Александровна, учитель изобразительного искусства, ГБОУ СО </w:t>
      </w:r>
      <w:r>
        <w:rPr>
          <w:rFonts w:ascii="Liberation Serif" w:hAnsi="Liberation Serif" w:cs="Liberation Serif"/>
          <w:sz w:val="28"/>
          <w:szCs w:val="28"/>
        </w:rPr>
        <w:t>«Екатеринбургская школа-интернат «Эверест»,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Самкова Татьяна Юрьевна, учитель начальных классов, ГБОУ СО «Серовская школа-интернат»,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Самойлова Елена Викторовна, учитель, ГБОУ СО «Серовская школа-интернат», Се</w:t>
      </w:r>
      <w:r>
        <w:rPr>
          <w:rFonts w:ascii="Liberation Serif" w:hAnsi="Liberation Serif" w:cs="Liberation Serif"/>
          <w:sz w:val="28"/>
          <w:szCs w:val="28"/>
        </w:rPr>
        <w:t>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Светличная Лариса Владимировна, учитель трудового обучения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 № 5,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Семенова Наталья Борисовна, учитель математи</w:t>
      </w:r>
      <w:r>
        <w:rPr>
          <w:rFonts w:ascii="Liberation Serif" w:hAnsi="Liberation Serif" w:cs="Liberation Serif"/>
          <w:sz w:val="28"/>
          <w:szCs w:val="28"/>
        </w:rPr>
        <w:t xml:space="preserve">ки, информатики, ГБОУ СО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«Асбестовская школа-интернат, </w:t>
      </w:r>
      <w:r>
        <w:rPr>
          <w:rFonts w:ascii="Liberation Serif" w:hAnsi="Liberation Serif" w:cs="Liberation Serif"/>
          <w:sz w:val="28"/>
          <w:szCs w:val="28"/>
        </w:rPr>
        <w:t>реализующая адаптированные основные общеобразовательные программы</w:t>
      </w:r>
      <w:r>
        <w:rPr>
          <w:rFonts w:ascii="Liberation Serif" w:hAnsi="Liberation Serif" w:cs="Liberation Serif"/>
          <w:bCs/>
          <w:sz w:val="28"/>
          <w:szCs w:val="28"/>
        </w:rPr>
        <w:t xml:space="preserve">», Асбестовский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Семенова Юлия Анатольевна, учитель русского языка и литературы, ГБОУ СО «Каменск-Уральская школа, реализующая </w:t>
      </w:r>
      <w:r>
        <w:rPr>
          <w:rFonts w:ascii="Liberation Serif" w:hAnsi="Liberation Serif"/>
          <w:sz w:val="28"/>
          <w:szCs w:val="28"/>
        </w:rPr>
        <w:t>адаптированные основные общеобразовательные программы»,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Семенчук Светлана Михайловна, учитель географии, ГБОУ СО «Алапаевская школа, реализующая адаптированные основные общеобразовательные программы», 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Сёмкина Татьяна Михайловна, учитель, ГБОУ СО «Новоуральская школа № 1, реализующая адаптированные основные общеобразовательные программы»,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Сергеева Виктория Владимировна, учитель начальных классов, ГБОУ СО «Каменск-Уральская </w:t>
      </w:r>
      <w:r>
        <w:rPr>
          <w:rFonts w:ascii="Liberation Serif" w:hAnsi="Liberation Serif" w:cs="Liberation Serif"/>
          <w:sz w:val="28"/>
          <w:szCs w:val="28"/>
        </w:rPr>
        <w:t>школа, реализующая адаптированные основные общеобразовательные программы»,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Сидорова Алёна Александровна, учитель, ГБОУ СО «Екатеринбургская школа № 3»,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Синицына Нина Владимировна, учитель начальны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х классов, ГБОУ СО «Центр психолого-медико-социального сопровождения «Речевой центр»,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Ситникова Наталья Викторовна, </w:t>
      </w:r>
      <w:r>
        <w:rPr>
          <w:rFonts w:ascii="Liberation Serif" w:hAnsi="Liberation Serif" w:cs="Liberation Serif"/>
          <w:sz w:val="28"/>
          <w:szCs w:val="28"/>
        </w:rPr>
        <w:t xml:space="preserve">учитель,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ГАПОУ СО «Камышловский гуманитарно-технологический техникум», структурное подразделение школа-интерн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ат, реализующая адаптированные основные общеобразовательные программы,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Соболева Елена Анатольевна, учитель, ГБОУ СО «Краснотурьинская школа-интернат, реализующая адаптированные основные общеобразовательные программы», ГО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Созонтова Людмила Николаевна, учитель биологии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школа-интернат № 13,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 xml:space="preserve">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Созонтова Татьяна Сергеевна, учитель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</w:t>
      </w:r>
      <w:r>
        <w:rPr>
          <w:rFonts w:ascii="Liberation Serif" w:hAnsi="Liberation Serif" w:cs="Liberation Serif"/>
          <w:sz w:val="28"/>
          <w:szCs w:val="28"/>
        </w:rPr>
        <w:t xml:space="preserve">У СО «Екатеринбургская школа-интернат № 13,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 xml:space="preserve">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Соколова Светлана Юрьевна, учитель, МАОУ СОШ № 3,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Старикова Светлана Павловна, учитель физиче</w:t>
      </w:r>
      <w:r>
        <w:rPr>
          <w:rFonts w:ascii="Liberation Serif" w:hAnsi="Liberation Serif" w:cs="Liberation Serif"/>
          <w:bCs/>
          <w:sz w:val="28"/>
          <w:szCs w:val="28"/>
        </w:rPr>
        <w:t>ской культуры, ГБОУ СО «Екатеринбургская школа-интернат № 12, реализующая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Старостина Марина Владимировна, учитель математики, ГБОУ СО «Екатеринбургская школа-интернат № 1</w:t>
      </w:r>
      <w:r>
        <w:rPr>
          <w:rFonts w:ascii="Liberation Serif" w:hAnsi="Liberation Serif" w:cs="Liberation Serif"/>
          <w:bCs/>
          <w:sz w:val="28"/>
          <w:szCs w:val="28"/>
        </w:rPr>
        <w:t>2, реализующая адаптированные основные общеобразовательные программы»,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Стенина Елена Николаевна, учитель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 № 5,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>МО «город Екате</w:t>
      </w:r>
      <w:r>
        <w:rPr>
          <w:rFonts w:ascii="Liberation Serif" w:hAnsi="Liberation Serif" w:cs="Liberation Serif"/>
          <w:bCs/>
          <w:sz w:val="28"/>
          <w:szCs w:val="28"/>
        </w:rPr>
        <w:t xml:space="preserve">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Стерхова Наталья Ивановна, учитель биологии, химии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школа-интернат «Эверест»,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Султанова Наталия Флутовна, учитель истории, ГБОУ СО «Каменск-Уральская школа, реализующая адаптированные о</w:t>
      </w:r>
      <w:r>
        <w:rPr>
          <w:rFonts w:ascii="Liberation Serif" w:hAnsi="Liberation Serif" w:cs="Liberation Serif"/>
          <w:sz w:val="28"/>
          <w:szCs w:val="28"/>
        </w:rPr>
        <w:t>сновные образовательные программы»,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Суставова Ирина Владимировна, учитель, ГБОУ СО «Екатеринбургская школа-интернат № 6»,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Сушко Людмила Павловна, учитель, ГБОУ СО «Екатеринбургская школа № 7, реал</w:t>
      </w:r>
      <w:r>
        <w:rPr>
          <w:rFonts w:ascii="Liberation Serif" w:hAnsi="Liberation Serif" w:cs="Liberation Serif"/>
          <w:bCs/>
          <w:sz w:val="28"/>
          <w:szCs w:val="28"/>
        </w:rPr>
        <w:t>изующая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Сытыя Елена Григорьевна, учитель русского языка, литературы, ГБОУ СО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«Асбестовская школа-интернат, </w:t>
      </w:r>
      <w:r>
        <w:rPr>
          <w:rFonts w:ascii="Liberation Serif" w:hAnsi="Liberation Serif" w:cs="Liberation Serif"/>
          <w:sz w:val="28"/>
          <w:szCs w:val="28"/>
        </w:rPr>
        <w:t>реализующая адаптированные основные общеобразовательные програм</w:t>
      </w:r>
      <w:r>
        <w:rPr>
          <w:rFonts w:ascii="Liberation Serif" w:hAnsi="Liberation Serif" w:cs="Liberation Serif"/>
          <w:sz w:val="28"/>
          <w:szCs w:val="28"/>
        </w:rPr>
        <w:t>мы</w:t>
      </w:r>
      <w:r>
        <w:rPr>
          <w:rFonts w:ascii="Liberation Serif" w:hAnsi="Liberation Serif" w:cs="Liberation Serif"/>
          <w:bCs/>
          <w:sz w:val="28"/>
          <w:szCs w:val="28"/>
        </w:rPr>
        <w:t xml:space="preserve">», Асбестовский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Тагильцева Наталья Александровна, учитель изобразительного искусства, ГБОУ СО «Колчеданская школа-интернат, реализующая адаптированные основные общеобразовательные программы», Каменский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Тарасова Алена Ивановна, учитель </w:t>
      </w:r>
      <w:r>
        <w:rPr>
          <w:rFonts w:ascii="Liberation Serif" w:hAnsi="Liberation Serif" w:cs="Liberation Serif"/>
          <w:sz w:val="28"/>
          <w:szCs w:val="28"/>
        </w:rPr>
        <w:t>трудового обучения, ГБОУ СО «Полевская школа, реализующая адаптированные основные общеобразовательные программы», Полевской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Тимофеева Анна Сергеевна, учитель, ГБОУ СО «Тавдинская школа-интернат,</w:t>
      </w:r>
      <w:r>
        <w:rPr>
          <w:rFonts w:ascii="Liberation Serif" w:hAnsi="Liberation Serif" w:cs="Liberation Serif"/>
          <w:bCs/>
          <w:sz w:val="28"/>
          <w:szCs w:val="28"/>
          <w:lang w:eastAsia="ar-SA"/>
        </w:rPr>
        <w:t xml:space="preserve"> реализующая адаптированные основные общеобразователь</w:t>
      </w:r>
      <w:r>
        <w:rPr>
          <w:rFonts w:ascii="Liberation Serif" w:hAnsi="Liberation Serif" w:cs="Liberation Serif"/>
          <w:bCs/>
          <w:sz w:val="28"/>
          <w:szCs w:val="28"/>
          <w:lang w:eastAsia="ar-SA"/>
        </w:rPr>
        <w:t>ные программы»,</w:t>
      </w:r>
      <w:r>
        <w:rPr>
          <w:rFonts w:ascii="Liberation Serif" w:hAnsi="Liberation Serif" w:cs="Liberation Serif"/>
          <w:sz w:val="28"/>
          <w:szCs w:val="28"/>
        </w:rPr>
        <w:t xml:space="preserve">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Токманцева Галина Александровна, учитель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 № 5,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Третяк Надежда Александровна, учитель </w:t>
      </w:r>
      <w:r>
        <w:rPr>
          <w:rFonts w:ascii="Liberation Serif" w:hAnsi="Liberation Serif" w:cs="Liberation Serif"/>
          <w:sz w:val="28"/>
          <w:szCs w:val="28"/>
        </w:rPr>
        <w:t xml:space="preserve">математики, информатики, кадетская школа-интернат структурного подразделения ГАПОУ СО «Верхнепышминский механико-технологический техникум «Юность»,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Трифанова Любовь Васильевна, учитель, </w:t>
      </w:r>
      <w:r>
        <w:rPr>
          <w:rFonts w:ascii="Liberation Serif" w:hAnsi="Liberation Serif" w:cs="Liberation Serif"/>
          <w:sz w:val="28"/>
          <w:szCs w:val="28"/>
        </w:rPr>
        <w:t>ГБОУ СО «Красноуфимская школа-интернат, реализ</w:t>
      </w:r>
      <w:r>
        <w:rPr>
          <w:rFonts w:ascii="Liberation Serif" w:hAnsi="Liberation Serif" w:cs="Liberation Serif"/>
          <w:sz w:val="28"/>
          <w:szCs w:val="28"/>
        </w:rPr>
        <w:t>ующая адаптированные основные общеобразовательные программы»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Тювильдина Людмила Николаевна, учитель русского языка </w:t>
      </w:r>
      <w:r>
        <w:rPr>
          <w:rFonts w:ascii="Liberation Serif" w:eastAsia="Times New Roman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 w:cs="Liberation Serif"/>
          <w:sz w:val="28"/>
          <w:szCs w:val="28"/>
        </w:rPr>
        <w:t>и литературы, ГБОУ СО «Екатеринбургская школа-интернат № 10, реализующая адаптированные основные общеобразова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Успенская Ольга Юрьевна, учитель начальных классов, ГБОУ СО «Екатеринбургская школа-интернат № 13,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Устинова </w:t>
      </w:r>
      <w:r>
        <w:rPr>
          <w:rFonts w:ascii="Liberation Serif" w:hAnsi="Liberation Serif" w:cs="Liberation Serif"/>
          <w:sz w:val="28"/>
          <w:szCs w:val="28"/>
          <w:lang w:eastAsia="ru-RU"/>
        </w:rPr>
        <w:t>Алла Игоревна, учитель физической культуры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ГБОУ СО «Сухоложская школа, реализующая адаптированные основные общеобразовательные программы», ГО Сухой Лог,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Устинова Татьяна Владимировна, учитель, ГБОУ СО «Ирбитская школа, реализующая адаптированные осно</w:t>
      </w:r>
      <w:r>
        <w:rPr>
          <w:rFonts w:ascii="Liberation Serif" w:hAnsi="Liberation Serif" w:cs="Liberation Serif"/>
          <w:sz w:val="28"/>
          <w:szCs w:val="28"/>
        </w:rPr>
        <w:t>вные общеобразовательные программы»,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Ушакова Татьяна Евгеньевна, учитель русского языка и литературы, ГБОУ СО «Каменск-Уральская школа, реализующая адаптированные основные общеобразовательные программы», Каменск-Уральский ГО СО, 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Фандеева Ольга Николаевна, учитель музыки, ГБОУ СО «Верхнепышминская школа-интернат им. С.А. Мартиросяна»,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Фархудинова Надежда Владимировна, учитель, ГБОУ СО «Верхнесинячихинская школа-интернат, реализующая адаптированные основны</w:t>
      </w:r>
      <w:r>
        <w:rPr>
          <w:rFonts w:ascii="Liberation Serif" w:hAnsi="Liberation Serif" w:cs="Liberation Serif"/>
          <w:sz w:val="28"/>
          <w:szCs w:val="28"/>
        </w:rPr>
        <w:t>е общеобразовательные программы», МО Алапаевское,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Федорова Юлия Варисовна, учитель русского языка и чтения, ГБОУ СО «Алапаевская школа, реализующая адаптированные основные общеобразовательные программы», 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Филатова Наталья </w:t>
      </w:r>
      <w:r>
        <w:rPr>
          <w:rFonts w:ascii="Liberation Serif" w:hAnsi="Liberation Serif" w:cs="Liberation Serif"/>
          <w:sz w:val="28"/>
          <w:szCs w:val="28"/>
        </w:rPr>
        <w:t>Александровна, учитель, ГБОУ СО «Нижнетагильская школа № 1, реализующая адаптированные основные общеобразовательные программы»,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Фомина Наталья Юрьевна, учитель </w:t>
      </w:r>
      <w:r>
        <w:rPr>
          <w:rFonts w:ascii="Liberation Serif" w:hAnsi="Liberation Serif" w:cs="Liberation Serif"/>
          <w:sz w:val="28"/>
          <w:szCs w:val="28"/>
          <w:lang w:eastAsia="ru-RU"/>
        </w:rPr>
        <w:t>технологии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ГБОУ СО «Центр психолого-медико-социального сопровождения «</w:t>
      </w:r>
      <w:r>
        <w:rPr>
          <w:rFonts w:ascii="Liberation Serif" w:hAnsi="Liberation Serif" w:cs="Liberation Serif"/>
          <w:sz w:val="28"/>
          <w:szCs w:val="28"/>
          <w:lang w:eastAsia="ru-RU"/>
        </w:rPr>
        <w:t>Речевой центр»,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Фроленкова Лариса Дмитриевна, учитель, ГБОУ СО «Нижнетагильская школа № 1, реализующая адаптированные основные общеобразовательные программы»,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>Хабарова Наталья Александровна, учитель на</w:t>
      </w:r>
      <w:r>
        <w:rPr>
          <w:rFonts w:ascii="Liberation Serif" w:eastAsia="Times New Roman" w:hAnsi="Liberation Serif" w:cs="Liberation Serif"/>
          <w:sz w:val="28"/>
          <w:szCs w:val="28"/>
        </w:rPr>
        <w:t>чальных классов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ГБОУ СО </w:t>
      </w:r>
      <w:r>
        <w:rPr>
          <w:rFonts w:ascii="Liberation Serif" w:hAnsi="Liberation Serif" w:cs="Liberation Serif"/>
          <w:sz w:val="28"/>
          <w:szCs w:val="28"/>
        </w:rPr>
        <w:t>«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Ачитская школа-интернат,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t xml:space="preserve">Ачитский ГО, </w:t>
      </w:r>
      <w:r>
        <w:rPr>
          <w:rFonts w:ascii="Liberation Serif" w:eastAsia="Times New Roman" w:hAnsi="Liberation Serif" w:cs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Харина Елена Александровна, учитель, ГБОУ СО «Красноуфимская школа, реализующая адаптированные основные </w:t>
      </w:r>
      <w:r>
        <w:rPr>
          <w:rFonts w:ascii="Liberation Serif" w:hAnsi="Liberation Serif" w:cs="Liberation Serif"/>
          <w:sz w:val="28"/>
          <w:szCs w:val="28"/>
        </w:rPr>
        <w:t>общеобразовательные программы»,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Цыганова Любовь Михайловна, учитель трудового обучения (кулинария), ГБОУ СО «Туринская школа-интернат, реализующая адаптированные основные общеобразовательные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Туринский ГО,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Цыганова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Любовь Михайловна, учитель, ГБОУ СО «Туринская школа-интернат, реализующая адаптированные основные общеобразовательные программы»,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Чиряскина Галина Андреевна, учитель начальных классов, ГБОУ СО «Екатеринбургская школа-интернат № 13, реал</w:t>
      </w:r>
      <w:r>
        <w:rPr>
          <w:rFonts w:ascii="Liberation Serif" w:hAnsi="Liberation Serif" w:cs="Liberation Serif"/>
          <w:sz w:val="28"/>
          <w:szCs w:val="28"/>
        </w:rPr>
        <w:t xml:space="preserve">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western"/>
        <w:numPr>
          <w:ilvl w:val="0"/>
          <w:numId w:val="1"/>
        </w:numPr>
        <w:shd w:val="clear" w:color="auto" w:fill="FFFFFF"/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Чистякова Наталья Николаевна, учитель, ГБОУ СО «Ревдинская школа, реализующая адаптированные основные общеобразовательные программы»,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Чурсина Натал</w:t>
      </w:r>
      <w:r>
        <w:rPr>
          <w:rFonts w:ascii="Liberation Serif" w:hAnsi="Liberation Serif" w:cs="Liberation Serif"/>
          <w:sz w:val="28"/>
          <w:szCs w:val="28"/>
        </w:rPr>
        <w:t>ья Рафгатовна, учитель математики, ГБОУ СО «Каменск-Уральская школа, реализующая адаптированные основные образовательные программы», Каменск-Уральский ГО СО,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42"/>
        </w:tabs>
        <w:spacing w:before="0" w:after="0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Шалеева Нэля Ильинична, учитель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школа-интернат № 8, реализующая </w:t>
      </w:r>
      <w:r>
        <w:rPr>
          <w:rFonts w:ascii="Liberation Serif" w:hAnsi="Liberation Serif" w:cs="Liberation Serif"/>
          <w:sz w:val="28"/>
          <w:szCs w:val="28"/>
        </w:rPr>
        <w:t xml:space="preserve">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 xml:space="preserve">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Шапошникова Елена Валерьевна, учитель начальных классов, ГБОУ СО «Екатеринбургская школа № 2, реализующая адаптированные основные общеобразовательные программы», МО «гор</w:t>
      </w:r>
      <w:r>
        <w:rPr>
          <w:rFonts w:ascii="Liberation Serif" w:hAnsi="Liberation Serif" w:cs="Liberation Serif"/>
          <w:sz w:val="28"/>
          <w:szCs w:val="28"/>
        </w:rPr>
        <w:t>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Шевалдина Светлана Михайловна, учитель, ГБОУ СО «Красноуфимская школа, реализующая адаптированные основные общеобразовательные программы», ГО Красноуфимск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Шевелёва Анна Станиславовна, учитель истории и обществознания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</w:t>
      </w:r>
      <w:r>
        <w:rPr>
          <w:rFonts w:ascii="Liberation Serif" w:hAnsi="Liberation Serif" w:cs="Liberation Serif"/>
          <w:sz w:val="28"/>
          <w:szCs w:val="28"/>
        </w:rPr>
        <w:t>О «ЦПМСС «Эхо»,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Шестакова Елена Анатольевна, учитель, ГБОУ СО «Ирбитская школа,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Шмакова Ольга Юрьевна, учитель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</w:t>
      </w:r>
      <w:r>
        <w:rPr>
          <w:rFonts w:ascii="Liberation Serif" w:hAnsi="Liberation Serif" w:cs="Liberation Serif"/>
          <w:sz w:val="28"/>
          <w:szCs w:val="28"/>
        </w:rPr>
        <w:t xml:space="preserve">ргская школа-интернат № 6»,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Шмидт Юлия Николаевна, учитель музыки, ГБОУ СО «Каменск-Уральская школа, реализующая адаптированные основные общеобразовательные программы»,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Щербакова Татьяна Владимиро</w:t>
      </w:r>
      <w:r>
        <w:rPr>
          <w:rFonts w:ascii="Liberation Serif" w:hAnsi="Liberation Serif" w:cs="Liberation Serif"/>
          <w:sz w:val="28"/>
          <w:szCs w:val="28"/>
        </w:rPr>
        <w:t>вна, учитель</w:t>
      </w:r>
      <w:r>
        <w:rPr>
          <w:rFonts w:ascii="Liberation Serif" w:hAnsi="Liberation Serif" w:cs="Liberation Serif"/>
          <w:bCs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 xml:space="preserve"> ГБОУ СО «Екатеринбургская школа-интернат № 13,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Юдина Наталья Андреевна, учитель школы, реализующей адаптированные основные общеобразовательные п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рограммы, ГБОУ СО «Нижнетагильская школа-интернат», </w:t>
      </w:r>
      <w:r>
        <w:rPr>
          <w:rFonts w:ascii="Liberation Serif" w:hAnsi="Liberation Serif" w:cs="Liberation Serif"/>
          <w:sz w:val="28"/>
          <w:szCs w:val="28"/>
        </w:rPr>
        <w:t xml:space="preserve">город Нижний Тагил,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1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Юрина Ольга Аркадьевна, учитель истории, ГБОУ СО «Богдановичская школа-интернат, реализующая адаптированные основные общеобразовательные программы», ГО Богданович,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Якимов </w:t>
      </w:r>
      <w:r>
        <w:rPr>
          <w:rFonts w:ascii="Liberation Serif" w:hAnsi="Liberation Serif" w:cs="Liberation Serif"/>
          <w:sz w:val="28"/>
          <w:szCs w:val="28"/>
        </w:rPr>
        <w:t>Вячеслав Сергеевич, учитель физической культуры, адаптивной физической культуры, ГБОУ СО «Красноуфимская школа, реализующая адаптированные основные общеобразовательные программы», ГО Красноуфимск СО,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42"/>
        </w:tabs>
        <w:spacing w:before="0" w:after="0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Якишева Альбина Рашитовна, учитель, ГБОУ СО «Екатер</w:t>
      </w:r>
      <w:r>
        <w:rPr>
          <w:rFonts w:ascii="Liberation Serif" w:hAnsi="Liberation Serif" w:cs="Liberation Serif"/>
          <w:sz w:val="28"/>
          <w:szCs w:val="28"/>
        </w:rPr>
        <w:t xml:space="preserve">инбургская школа-интернат № 11»,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Якушевская Наталья Васильевна, учитель начальных классов, ГБОУ СО «Екатеринбургская школа № 9,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Янченко Оксана Александровна, учитель, ГБОУ СО «Красноуфимская школа, реализующая адаптированные основные общеобразовательные программы», ГО Красноуфимск СО, ВКК.</w:t>
      </w:r>
    </w:p>
    <w:p w:rsidR="00AD1BAA" w:rsidRDefault="00AD1BAA">
      <w:pPr>
        <w:tabs>
          <w:tab w:val="left" w:pos="284"/>
          <w:tab w:val="left" w:pos="426"/>
        </w:tabs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AD1BAA" w:rsidRDefault="00AD1BAA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Учитель-дефектолог</w:t>
      </w:r>
    </w:p>
    <w:p w:rsidR="00AD1BAA" w:rsidRDefault="00AD1BAA">
      <w:pPr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Адамбаева Людмила Анатольевна, учитель-дефектолог, МБОУ «Школа № 5», ГО</w:t>
      </w:r>
      <w:r>
        <w:rPr>
          <w:rFonts w:ascii="Liberation Serif" w:hAnsi="Liberation Serif" w:cs="Liberation Serif"/>
          <w:sz w:val="28"/>
          <w:szCs w:val="28"/>
        </w:rPr>
        <w:t xml:space="preserve"> «город Ирбит» СО,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Алифер Наталья Анатольевна, учитель-дефектолог, ГБОУ СО «Новоуральская школа № 2, реализующая адаптированные основные общеобразовательные программы»,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Аристова Галина Александровна, учитель-дефектолог (обуча</w:t>
      </w:r>
      <w:r>
        <w:rPr>
          <w:rFonts w:ascii="Liberation Serif" w:hAnsi="Liberation Serif" w:cs="Liberation Serif"/>
          <w:bCs/>
          <w:sz w:val="28"/>
          <w:szCs w:val="28"/>
        </w:rPr>
        <w:t xml:space="preserve">ющиеся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с ТМНР), </w:t>
      </w:r>
      <w:r>
        <w:rPr>
          <w:rFonts w:ascii="Liberation Serif" w:hAnsi="Liberation Serif" w:cs="Liberation Serif"/>
          <w:sz w:val="28"/>
          <w:szCs w:val="28"/>
        </w:rPr>
        <w:t>ГБОУ СО «ЦПМСС «Эхо»,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Белоусова Татьяна Павловна, учитель-дефектолог, МБДОУ «Детский сад № 85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Бойко Светлана Дмитриевна, учитель-дефектолог, МБДОУ № 319,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Буракова Маргарита Александровна, учитель-дефектолог,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101,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  <w:lang w:eastAsia="ru-RU"/>
        </w:rPr>
        <w:t>Валина Наталья Валерьевна, учитель-дефектолог, МАДОУ № 23, Кушвинский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Веригина Марина Борисовна, учитель-дефектолог, </w:t>
      </w:r>
      <w:r>
        <w:rPr>
          <w:rFonts w:ascii="Liberation Serif" w:hAnsi="Liberation Serif" w:cs="Liberation Serif"/>
          <w:bCs/>
          <w:sz w:val="28"/>
          <w:szCs w:val="28"/>
        </w:rPr>
        <w:t>ГБОУ СО «Екатеринбургская школа-интернат № 12, реализующая адаптированные основные общеобразовательные программы»,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Вилисова Валентина Николаевна, учитель-дефектолог, ГБОУ СО «Ирбитская школа, реализующая адаптированные основны</w:t>
      </w:r>
      <w:r>
        <w:rPr>
          <w:rFonts w:ascii="Liberation Serif" w:hAnsi="Liberation Serif" w:cs="Liberation Serif"/>
          <w:sz w:val="28"/>
          <w:szCs w:val="28"/>
        </w:rPr>
        <w:t>е общеобразовательные программы»,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Волкова Елена Станиславовна, учитель-дефектолог, МБОУ НШДС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105,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Вольф Екатерина Владимировна, учитель-дефектолог,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444,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Воробьева </w:t>
      </w:r>
      <w:r>
        <w:rPr>
          <w:rFonts w:ascii="Liberation Serif" w:hAnsi="Liberation Serif"/>
          <w:sz w:val="28"/>
          <w:szCs w:val="28"/>
        </w:rPr>
        <w:t>Александра Ивановна, учитель-дефектолог, МБДОУ «Детский сад № 52»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iCs/>
          <w:sz w:val="28"/>
          <w:szCs w:val="28"/>
        </w:rPr>
      </w:pPr>
      <w:r>
        <w:rPr>
          <w:rFonts w:ascii="Liberation Serif" w:hAnsi="Liberation Serif" w:cs="Liberation Serif"/>
          <w:bCs/>
          <w:iCs/>
          <w:sz w:val="28"/>
          <w:szCs w:val="28"/>
        </w:rPr>
        <w:t xml:space="preserve">Герасимова Виктория Александровна, учитель-дефектолог, МАДОУ </w:t>
      </w:r>
      <w:r>
        <w:rPr>
          <w:rFonts w:ascii="Liberation Serif" w:hAnsi="Liberation Serif" w:cs="Liberation Serif"/>
          <w:bCs/>
          <w:iCs/>
          <w:sz w:val="28"/>
          <w:szCs w:val="28"/>
        </w:rPr>
        <w:br/>
      </w:r>
      <w:r>
        <w:rPr>
          <w:rFonts w:ascii="Liberation Serif" w:hAnsi="Liberation Serif" w:cs="Liberation Serif"/>
          <w:bCs/>
          <w:iCs/>
          <w:sz w:val="28"/>
          <w:szCs w:val="28"/>
        </w:rPr>
        <w:t>№ 2, ГО Сухой Лог,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Демина Вера Сергеевна, учитель-дефектолог, МБДОУ «Детский сад </w:t>
      </w:r>
      <w:r>
        <w:rPr>
          <w:rFonts w:ascii="Liberation Serif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  <w:lang w:eastAsia="ru-RU"/>
        </w:rPr>
        <w:t>№ 52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АГО, Асб</w:t>
      </w:r>
      <w:r>
        <w:rPr>
          <w:rFonts w:ascii="Liberation Serif" w:hAnsi="Liberation Serif" w:cs="Liberation Serif"/>
          <w:sz w:val="28"/>
          <w:szCs w:val="28"/>
          <w:lang w:eastAsia="ru-RU"/>
        </w:rPr>
        <w:t>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Демина Ольга Владимировна, учитель-дефектолог, ГБОУ СО «Екатеринбургская школа-интернат № 13,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Дубинец Евгения Владимировна, учитель-дефекто</w:t>
      </w:r>
      <w:r>
        <w:rPr>
          <w:rFonts w:ascii="Liberation Serif" w:hAnsi="Liberation Serif" w:cs="Liberation Serif"/>
          <w:sz w:val="28"/>
          <w:szCs w:val="28"/>
        </w:rPr>
        <w:t>лог, ГБУ СО «ЦППМСП «Ресурс»,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Ермолаева Ольга Владимировна, учитель-дефектолог, МАДОУ детский сад «Росинка» обособленное структурное подразделение детский сад № 7,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Ефанова Екатерина Александровна, учи</w:t>
      </w:r>
      <w:r>
        <w:rPr>
          <w:rFonts w:ascii="Liberation Serif" w:hAnsi="Liberation Serif" w:cs="Liberation Serif"/>
          <w:sz w:val="28"/>
          <w:szCs w:val="28"/>
        </w:rPr>
        <w:t xml:space="preserve">тель-дефектолог,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д/с «Детство» – СП детский сад № 23,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Ефимова Татьяна Михайловна, учитель-дефектолог, МАДОУ «Детский сад № 15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Ефремова Надежда Васильевна, </w:t>
      </w:r>
      <w:r>
        <w:rPr>
          <w:rFonts w:ascii="Liberation Serif" w:hAnsi="Liberation Serif" w:cs="Liberation Serif"/>
          <w:sz w:val="28"/>
          <w:szCs w:val="28"/>
        </w:rPr>
        <w:t>учитель-дефектолог, МБДОУ «Детский сад № 106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Заворохина Людмила Викторовна, учитель-дефектолог, учитель-логопед, ГБОУ СО </w:t>
      </w:r>
      <w:r>
        <w:rPr>
          <w:rFonts w:ascii="Liberation Serif" w:hAnsi="Liberation Serif" w:cs="Liberation Serif"/>
          <w:sz w:val="28"/>
          <w:szCs w:val="28"/>
        </w:rPr>
        <w:t>«Серовская школа № 2, реализующая адаптированные основные общеобразовательные про</w:t>
      </w:r>
      <w:r>
        <w:rPr>
          <w:rFonts w:ascii="Liberation Serif" w:hAnsi="Liberation Serif" w:cs="Liberation Serif"/>
          <w:sz w:val="28"/>
          <w:szCs w:val="28"/>
        </w:rPr>
        <w:t>граммы»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 xml:space="preserve">Серовский ГО,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Зайцева Ольга Альбертовна, учитель-дефектолог, ГБОУ СО «Екатеринбургская школа-интернат № 11, реализующая адаптированные основные общеобразовательные программы»,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Иванова Наталья Николаевна, </w:t>
      </w:r>
      <w:r>
        <w:rPr>
          <w:rFonts w:ascii="Liberation Serif" w:hAnsi="Liberation Serif" w:cs="Liberation Serif"/>
          <w:sz w:val="28"/>
          <w:szCs w:val="28"/>
        </w:rPr>
        <w:t>учитель-дефектолог, МБУ «Центр психолого-медико-социального сопровождения»,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Капустина Евгения Анатольевна, учитель-дефектолог, МБДОУ «Детский сад № 33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Кескевич Валерия Васи</w:t>
      </w:r>
      <w:r>
        <w:rPr>
          <w:rFonts w:ascii="Liberation Serif" w:hAnsi="Liberation Serif" w:cs="Liberation Serif"/>
          <w:sz w:val="28"/>
          <w:szCs w:val="28"/>
        </w:rPr>
        <w:t>льевна, учитель-дефектолог, МБДОУ «Детский сад № 88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Клещёва Римма Александровна, учитель-дефетолог, ГБОУ СО «Ревдинская школа, реализующая адаптированные основные общеобразовательные программы», ГО Ревд</w:t>
      </w:r>
      <w:r>
        <w:rPr>
          <w:rFonts w:ascii="Liberation Serif" w:hAnsi="Liberation Serif" w:cs="Liberation Serif"/>
          <w:sz w:val="28"/>
          <w:szCs w:val="28"/>
        </w:rPr>
        <w:t>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Копсяева Ольга Анатольевна, учитель-дефектолог, МАОУ ООШ № 14, Сысертский ГО, 1КК.</w:t>
      </w:r>
    </w:p>
    <w:p w:rsidR="00AD1BAA" w:rsidRDefault="00CA09AA">
      <w:pPr>
        <w:pStyle w:val="100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Коростелева Наталия Николаевна, учитель-дефектолог, МБОУ СОШ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№ 23, 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Костович Оксана Владимировна, учитель-дефектолог,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10, ГО Сухой Лог</w:t>
      </w:r>
      <w:r>
        <w:rPr>
          <w:rFonts w:ascii="Liberation Serif" w:hAnsi="Liberation Serif" w:cs="Liberation Serif"/>
          <w:sz w:val="28"/>
          <w:szCs w:val="28"/>
        </w:rPr>
        <w:t>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Косякова Алла Сергеевна, учитель-дефектолог, МБДОУ № 452,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Краева Наталья Михайловна, учитель-дефектолог, МАДОУ № 410,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Алена Анатольевна, учитель-дефектолог, МАДОУ детский сад «Г</w:t>
      </w:r>
      <w:r>
        <w:rPr>
          <w:rFonts w:ascii="Liberation Serif" w:hAnsi="Liberation Serif" w:cs="Liberation Serif"/>
          <w:sz w:val="28"/>
          <w:szCs w:val="28"/>
        </w:rPr>
        <w:t>армония» структурное подразделение детский сад № 51,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Ирина Федоровна, учитель-дефектолог, МАДОУ «Детский сад № 70 общеразвивающего вида с приоритетным осуществлением деятельности по художественно-эстетическому направлени</w:t>
      </w:r>
      <w:r>
        <w:rPr>
          <w:rFonts w:ascii="Liberation Serif" w:hAnsi="Liberation Serif" w:cs="Liberation Serif"/>
          <w:sz w:val="28"/>
          <w:szCs w:val="28"/>
        </w:rPr>
        <w:t>ю развития детей»,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Курьез Оксана Ивановна, учитель-дефектолог, д/с № 170 МАДОУ «МАЯЧОК»,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Литвинова Катерина Викторовна, учитель-дефектолог, ГБОУ СО «Екатеринбургская школа № 8, реализующая </w:t>
      </w:r>
      <w:r>
        <w:rPr>
          <w:rFonts w:ascii="Liberation Serif" w:hAnsi="Liberation Serif" w:cs="Liberation Serif"/>
          <w:sz w:val="28"/>
          <w:szCs w:val="28"/>
        </w:rPr>
        <w:t xml:space="preserve">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 xml:space="preserve">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Манолаки Татьяна Владимировна, учитель-дефектолог, МАДОУ № 49 «Радуга», 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Мингалева Валентина Петровна, учитель-дефектолог,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7, Сысертский ГО</w:t>
      </w:r>
      <w:r>
        <w:rPr>
          <w:rFonts w:ascii="Liberation Serif" w:hAnsi="Liberation Serif" w:cs="Liberation Serif"/>
          <w:sz w:val="28"/>
          <w:szCs w:val="28"/>
        </w:rPr>
        <w:t>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  <w:lang w:eastAsia="ru-RU"/>
        </w:rPr>
        <w:t>Митрофанова Валерия Александровна, учитель-дефектолог, ГБОУ СО «Нижнетагильская школа № 1, реализующая адаптированные основные общеобразовательные программы»,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Нарижная Ирина Сергеевна, учитель-дефектолог, МБДОУ № 466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МО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Некрасова Светлана Геннадьевна, учитель-дефектолог, МКОУ АГО «Большеутинская СОШ», Ачитский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Никитина Ольга Викторовна, учитель-дефектолог, МАДОУ детский сад «Росинка» обособленное структурное подразделение детский сад № </w:t>
      </w:r>
      <w:r>
        <w:rPr>
          <w:rFonts w:ascii="Liberation Serif" w:hAnsi="Liberation Serif" w:cs="Liberation Serif"/>
          <w:sz w:val="28"/>
          <w:szCs w:val="28"/>
        </w:rPr>
        <w:t xml:space="preserve">7, Новоуральский ГО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Никитина Юлия Анатольевна, учитель-дефектолог, МАОУ СОШ № 2,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Панкратова Наталия Евгеньевна, учитель-дефектолог, МАДОУ детский сад «Гармония» структурное подразделение детский сад № 51, 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Новоуральский ГО СО, </w:t>
      </w:r>
      <w:r>
        <w:rPr>
          <w:rFonts w:ascii="Liberation Serif" w:hAnsi="Liberation Serif" w:cs="Liberation Serif"/>
          <w:sz w:val="28"/>
          <w:szCs w:val="28"/>
        </w:rPr>
        <w:t>В</w:t>
      </w:r>
      <w:r>
        <w:rPr>
          <w:rFonts w:ascii="Liberation Serif" w:hAnsi="Liberation Serif" w:cs="Liberation Serif"/>
          <w:sz w:val="28"/>
          <w:szCs w:val="28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Паршина Татьяна Александровна, учитель-дефектолог, МАДОУ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№ 115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Полушкина Надежда Анатольевна, учитель-дефектолог, МБДОУ детский сад № 12 «Белочка»,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Помелова Ирина Павловна, учитель-дефектолог, МБДОУ №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466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Потапова Ирина Александровна, учитель-дефектолог, ГБОУ СО «Сухоложская школа, реализующая адаптированные основные общеобразовательные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 Сухой Лог,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Розина Галина Владимировна, учитель-дефектолог, МБДОУ </w:t>
      </w:r>
      <w:r>
        <w:rPr>
          <w:rFonts w:ascii="Liberation Serif" w:hAnsi="Liberation Serif" w:cs="Liberation Serif"/>
          <w:sz w:val="28"/>
          <w:szCs w:val="28"/>
        </w:rPr>
        <w:t xml:space="preserve">№ 266,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Рычкова Татьяна Анатольевна, учитель-дефектолог, МБОУ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№ 79,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Сабирова Наталья Васильевна, учитель-дефектолог, МБДОУ № 49,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Сабурова Наталья Ивановна, </w:t>
      </w:r>
      <w:r>
        <w:rPr>
          <w:rFonts w:ascii="Liberation Serif" w:hAnsi="Liberation Serif" w:cs="Liberation Serif"/>
          <w:sz w:val="28"/>
          <w:szCs w:val="28"/>
        </w:rPr>
        <w:t xml:space="preserve">учитель-дефектолог, МАДОУ № 369,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Сибирцева Мария Валерьевна, учитель-дефектолог, МБДОУ «Детский сад № 2»,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Таскина Наталья Сергеевна, учитель-дефектолог, МБУ «Центр психолого-медико-социального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сопровождения»,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Тимофеева Татьяна Леонидовна, учитель-дефектолог, ГБОУ СО «Сухоложская школа, реализующая адаптированные основные общеобразовательные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ГО Сухой Лог,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Трубина Мария Сергеевна, учитель-дефектолог, </w:t>
      </w:r>
      <w:r>
        <w:rPr>
          <w:rFonts w:ascii="Liberation Serif" w:hAnsi="Liberation Serif" w:cs="Liberation Serif"/>
          <w:sz w:val="28"/>
          <w:szCs w:val="28"/>
        </w:rPr>
        <w:t xml:space="preserve">МБДОУ № 266,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Фадюшина Юлия Валерьевна, учитель-дефектолог, МБДОУ № 203,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Фатхуллина Елена Викторовна, учитель-дефектолог, МБДОУ ПГО «Детский сад № 54 комбинированного 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Фи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лимонова Алёна Вадимовна, учитель-дефектолог, ГБОУ СО «Серовская школа № 2, реализующая адаптированные основные общеобразовательные программы», Серовский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Черникова Елена Геннадьевна, учитель-дефектолог, МАДОУ «Малыш», ГО Богданович,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Шакирова </w:t>
      </w:r>
      <w:r>
        <w:rPr>
          <w:rFonts w:ascii="Liberation Serif" w:hAnsi="Liberation Serif" w:cs="Liberation Serif"/>
          <w:sz w:val="28"/>
          <w:szCs w:val="28"/>
        </w:rPr>
        <w:t>Татьяна Анатольевна, учитель-дефектолог, МАДОУ ДС КВ № 27,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Шалган Ирина Борисовна, учитель-дефектолог, МБДОУ № 369,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Шмакова Ираида Викторовна, учитель-дефектолог, МБДОУ «Детский сад № 42», МО город </w:t>
      </w:r>
      <w:r>
        <w:rPr>
          <w:rFonts w:ascii="Liberation Serif" w:hAnsi="Liberation Serif" w:cs="Liberation Serif"/>
          <w:sz w:val="28"/>
          <w:szCs w:val="28"/>
        </w:rPr>
        <w:t>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Шмакова Наталья Анатольевна, учитель-дефектолог, МАОУ СОШ № 1 с углубленным изучением отдельных предметов «Полифорум»,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Якимовская Анна Сергеевна, учитель-дефектолог, МБДОУ детский сад № 17, ГО Ревда,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Якишева Альбина </w:t>
      </w:r>
      <w:r>
        <w:rPr>
          <w:rFonts w:ascii="Liberation Serif" w:hAnsi="Liberation Serif" w:cs="Liberation Serif"/>
          <w:sz w:val="28"/>
          <w:szCs w:val="28"/>
        </w:rPr>
        <w:t xml:space="preserve">Рашитовна, учитель-дефектолог, ГБОУ СО «Екатеринбургская школа-интернат № 11»,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AD1BAA">
      <w:pPr>
        <w:tabs>
          <w:tab w:val="left" w:pos="0"/>
        </w:tabs>
        <w:spacing w:after="0"/>
        <w:ind w:firstLine="851"/>
        <w:jc w:val="both"/>
        <w:rPr>
          <w:rFonts w:ascii="Liberation Serif" w:hAnsi="Liberation Serif" w:cs="Liberation Serif"/>
          <w:b/>
          <w:bCs/>
          <w:sz w:val="28"/>
          <w:szCs w:val="28"/>
          <w:lang w:eastAsia="ru-RU"/>
        </w:rPr>
      </w:pPr>
    </w:p>
    <w:p w:rsidR="00AD1BAA" w:rsidRDefault="00CA09AA">
      <w:pPr>
        <w:tabs>
          <w:tab w:val="left" w:pos="0"/>
        </w:tabs>
        <w:spacing w:after="0"/>
        <w:ind w:firstLine="851"/>
        <w:jc w:val="both"/>
        <w:rPr>
          <w:rFonts w:ascii="Liberation Serif" w:hAnsi="Liberation Serif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cs="Liberation Serif"/>
          <w:b/>
          <w:bCs/>
          <w:sz w:val="28"/>
          <w:szCs w:val="28"/>
          <w:lang w:eastAsia="ru-RU"/>
        </w:rPr>
        <w:t>Учитель-логопед</w:t>
      </w:r>
    </w:p>
    <w:p w:rsidR="00AD1BAA" w:rsidRDefault="00AD1BAA">
      <w:pPr>
        <w:tabs>
          <w:tab w:val="left" w:pos="0"/>
        </w:tabs>
        <w:spacing w:after="0"/>
        <w:jc w:val="both"/>
        <w:rPr>
          <w:rFonts w:ascii="Liberation Serif" w:hAnsi="Liberation Serif" w:cs="Liberation Serif"/>
          <w:b/>
          <w:bCs/>
          <w:sz w:val="28"/>
          <w:szCs w:val="28"/>
          <w:lang w:eastAsia="ru-RU"/>
        </w:rPr>
      </w:pP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Абашева Светлана Александровна, учитель-логопед, ГБОУ СО «Красноуфимская школа, реализующая адаптированные основные общеобразоват</w:t>
      </w:r>
      <w:r>
        <w:rPr>
          <w:rFonts w:ascii="Liberation Serif" w:hAnsi="Liberation Serif" w:cs="Liberation Serif"/>
          <w:sz w:val="28"/>
          <w:szCs w:val="28"/>
        </w:rPr>
        <w:t>ельные программы», ГО Красноуфимск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Абрамова Елена Викторовна, учитель-логопед, МБДОУ «Детский сад № 2», ГО «Город Лесной»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Аверченко Татьяна Юрьевна,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учитель-логопед, МБДОУ № 536,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Агейчик Наталья </w:t>
      </w:r>
      <w:r>
        <w:rPr>
          <w:rFonts w:ascii="Liberation Serif" w:hAnsi="Liberation Serif" w:cs="Liberation Serif"/>
          <w:sz w:val="28"/>
          <w:szCs w:val="28"/>
        </w:rPr>
        <w:t xml:space="preserve">Александровна, учитель-логопед, МБДОУ № 215,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Азова Елена Александровна, учитель-логопед, 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МАДОУ № 175,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Алексенцева Юлия Валерьевна, учитель-логопед, МБДОУ № 12, Артемовский ГО, ВКК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Алябышева Татья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 Владимировна, учитель-логопед, МАДОУ «Детский сад комбинированного вида № 56» АГО, Асбестовский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Антипина Александра Михайловна, учитель-логопед, МБДОУ № 496,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Антонова Елена Сергеевна, учитель-логопед, МАДОУ № 358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Анцыгина Лариса Анатольевна, учитель-логопед, МАДОУ «Детский сад «Теремок»,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Аристова Анастасия Александровна, учитель-логопед, МАДОУ «Детский сад комбинированного вида № 25»,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Аста</w:t>
      </w:r>
      <w:r>
        <w:rPr>
          <w:rFonts w:ascii="Liberation Serif" w:hAnsi="Liberation Serif" w:cs="Liberation Serif"/>
          <w:sz w:val="28"/>
          <w:szCs w:val="28"/>
        </w:rPr>
        <w:t xml:space="preserve">фьева Оксана Александровна, учитель-логопед, МАДОУ № 197,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Бабенкова Светлана Юрьевна, учитель-логопед, МАДОУ «Детский сад комбинированного вида № 60»,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Бабикова Ирина Сергеевна, учитель-логопед, ГБОУ СО </w:t>
      </w:r>
      <w:r>
        <w:rPr>
          <w:rFonts w:ascii="Liberation Serif" w:hAnsi="Liberation Serif" w:cs="Liberation Serif"/>
          <w:sz w:val="28"/>
          <w:szCs w:val="28"/>
        </w:rPr>
        <w:t>«Алапаевская школа, реализующая адаптированные основные общеобразовательные программы», 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Бабина Елена Степановна, учитель-логопед, МАДОУ «Детский сад </w:t>
      </w:r>
      <w:r>
        <w:rPr>
          <w:rFonts w:ascii="Liberation Serif" w:hAnsi="Liberation Serif" w:cs="Liberation Serif"/>
          <w:color w:val="000000"/>
          <w:sz w:val="28"/>
          <w:szCs w:val="28"/>
        </w:rPr>
        <w:br/>
      </w:r>
      <w:r>
        <w:rPr>
          <w:rFonts w:ascii="Liberation Serif" w:hAnsi="Liberation Serif" w:cs="Liberation Serif"/>
          <w:color w:val="000000"/>
          <w:sz w:val="28"/>
          <w:szCs w:val="28"/>
        </w:rPr>
        <w:t>№ 4»,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Бажина Ирина Николаевна, учитель-логопед, МКДОУ АГО </w:t>
      </w:r>
      <w:r>
        <w:rPr>
          <w:rFonts w:ascii="Liberation Serif" w:hAnsi="Liberation Serif" w:cs="Liberation Serif"/>
          <w:sz w:val="28"/>
          <w:szCs w:val="28"/>
        </w:rPr>
        <w:t>«Ачитский детский сад «Улыбка» – филиал «Уфимский детский сад «Радуга»,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Балакина Алевтина Сергеевна, учитель-логопед, МБДОУ ПГО «Детский сад № 49 общеразвивающего 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Балакирева Ирина Рафиковна, учитель-логопед, БМАД</w:t>
      </w:r>
      <w:r>
        <w:rPr>
          <w:rFonts w:ascii="Liberation Serif" w:hAnsi="Liberation Serif" w:cs="Liberation Serif"/>
          <w:sz w:val="28"/>
          <w:szCs w:val="28"/>
        </w:rPr>
        <w:t>ОУ «Детский сад № 35»,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Балбышкина Марина Николаевна, учитель-логопед, МАДОУ детский сад № 36 «Радуга»,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Балеевских Елена Михайловна, учитель-логопед, МБОУ ПГО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14», Полевской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Баранова Оксана Юрьевна, </w:t>
      </w:r>
      <w:r>
        <w:rPr>
          <w:rFonts w:ascii="Liberation Serif" w:hAnsi="Liberation Serif"/>
          <w:sz w:val="28"/>
          <w:szCs w:val="28"/>
        </w:rPr>
        <w:t xml:space="preserve">учитель-логопед, МБДОУ «Детский сад </w:t>
      </w:r>
      <w:r>
        <w:rPr>
          <w:rFonts w:ascii="Liberation Serif" w:hAnsi="Liberation Serif" w:cs="Liberation Serif"/>
          <w:color w:val="000000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№ 24 «Светлячок»,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Бармина Татьяна Николаевна, учитель-логопед, МБДОУ № 18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«Яблонька», </w:t>
      </w:r>
      <w:r>
        <w:rPr>
          <w:rFonts w:ascii="Liberation Serif" w:hAnsi="Liberation Serif" w:cs="Liberation Serif"/>
          <w:sz w:val="28"/>
          <w:szCs w:val="28"/>
        </w:rPr>
        <w:t>Серовский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Барсукова Елена Каримуллаевна, учитель-логопед, МБДОУ № 342,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Басова Светлана Анатольевна, учитель-логопед, МАОУ СОШ № 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Белоконова Любовь Николаевна, учитель-логопед, МА ДОУ № 40,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Беляева Юлия Владимировна, учитель-логопед, МКДОУ Порошинский детский сад № </w:t>
      </w:r>
      <w:r>
        <w:rPr>
          <w:rFonts w:ascii="Liberation Serif" w:hAnsi="Liberation Serif" w:cs="Liberation Serif"/>
          <w:sz w:val="28"/>
          <w:szCs w:val="28"/>
        </w:rPr>
        <w:t>12,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Березовская Лариса Ивановна, учитель-логопед, МАОУ «Средняя общеобразовательная школа № 21»,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Бессонова Ирина Юрьевна, учитель-логопед, ГБОУ СО КШИ «Екатеринбургский кадетский корпус войск националь</w:t>
      </w:r>
      <w:r>
        <w:rPr>
          <w:rFonts w:ascii="Liberation Serif" w:hAnsi="Liberation Serif" w:cs="Liberation Serif"/>
          <w:bCs/>
          <w:sz w:val="28"/>
          <w:szCs w:val="28"/>
        </w:rPr>
        <w:t xml:space="preserve">ной гвардии», структурное подразделение детский сад № 595 «Казачок»,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bCs/>
          <w:sz w:val="28"/>
          <w:szCs w:val="28"/>
        </w:rPr>
        <w:t>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56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Бессонова Любовь Александровна, учитель-логопед, МАОУ Артинского ГО «Артинская средняя общеобразовательная школа № 6»,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Бобровская Наталья </w:t>
      </w:r>
      <w:r>
        <w:rPr>
          <w:rFonts w:ascii="Liberation Serif" w:hAnsi="Liberation Serif" w:cs="Liberation Serif"/>
          <w:sz w:val="28"/>
          <w:szCs w:val="28"/>
        </w:rPr>
        <w:t xml:space="preserve">Ивановна, учитель-логопед, ГБОУ СО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«Асбестовская школа-интернат, </w:t>
      </w:r>
      <w:r>
        <w:rPr>
          <w:rFonts w:ascii="Liberation Serif" w:hAnsi="Liberation Serif" w:cs="Liberation Serif"/>
          <w:sz w:val="28"/>
          <w:szCs w:val="28"/>
        </w:rPr>
        <w:t>реализующая адаптированные основные общеобразовательные программы</w:t>
      </w:r>
      <w:r>
        <w:rPr>
          <w:rFonts w:ascii="Liberation Serif" w:hAnsi="Liberation Serif" w:cs="Liberation Serif"/>
          <w:bCs/>
          <w:sz w:val="28"/>
          <w:szCs w:val="28"/>
        </w:rPr>
        <w:t xml:space="preserve">», Асбестовский ГО,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Богданова Лариса Карловна, учитель-логопед, МАДОУ № 17, ГО Карпинск,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Болотова Яна Евгеньевна, у</w:t>
      </w:r>
      <w:r>
        <w:rPr>
          <w:rFonts w:ascii="Liberation Serif" w:hAnsi="Liberation Serif" w:cs="Liberation Serif"/>
          <w:sz w:val="28"/>
          <w:szCs w:val="28"/>
        </w:rPr>
        <w:t xml:space="preserve">читель-логопед,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Боровских Людмила Витальевна, учитель-логопед, МАДОУ № 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Брагина Марина Геннадьевна, учитель-логопед, МБДОУ «Детский сад № 95 комбинированного вида», Каменск-Уральский ГО </w:t>
      </w:r>
      <w:r>
        <w:rPr>
          <w:rFonts w:ascii="Liberation Serif" w:hAnsi="Liberation Serif" w:cs="Liberation Serif"/>
          <w:sz w:val="28"/>
          <w:szCs w:val="28"/>
        </w:rPr>
        <w:t>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Брагина Наталья Анатольевна, учитель-логопед, МАДОУ № 327,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Бригида Ольга Сергеевна, учитель-логопед, МБДОУ №40/228,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Буркова Галина Салимгареевна, учитель-логопед, МБДОУ № 102,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</w:t>
      </w:r>
      <w:r>
        <w:rPr>
          <w:rFonts w:ascii="Liberation Serif" w:hAnsi="Liberation Serif" w:cs="Liberation Serif"/>
          <w:sz w:val="28"/>
          <w:szCs w:val="28"/>
        </w:rPr>
        <w:t>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Бурухина Надежда Владимировна, учитель-логопед, МАДОУ «Сказка»,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  <w:lang w:eastAsia="ru-RU"/>
        </w:rPr>
        <w:t>Быкова Ирина Валентиновна, учитель-логопед, МАДОУ – детский сад № 44,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Быкова Наталия Юрьевна</w:t>
      </w:r>
      <w:r>
        <w:rPr>
          <w:rFonts w:ascii="Liberation Serif" w:hAnsi="Liberation Serif" w:cs="Liberation Serif"/>
          <w:spacing w:val="10"/>
          <w:sz w:val="28"/>
          <w:szCs w:val="28"/>
        </w:rPr>
        <w:t xml:space="preserve">, учитель-логопед, </w:t>
      </w:r>
      <w:r>
        <w:rPr>
          <w:rFonts w:ascii="Liberation Serif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>детский сад «Страна чудес» структурное подразделение детский сад № 37,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Вавилова Ирина Владимировна, учитель-логопед, МБОУ СОШ № 10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Варнина Наталья Валерьевна, учитель-логопед, МБДОУ № 349,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</w:t>
      </w:r>
      <w:r>
        <w:rPr>
          <w:rFonts w:ascii="Liberation Serif" w:hAnsi="Liberation Serif" w:cs="Liberation Serif"/>
          <w:sz w:val="28"/>
          <w:szCs w:val="28"/>
        </w:rPr>
        <w:t>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Василенко Юлия Юрьевна, учитель-логопед, МБДОУ детский сад № 2,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Васюнина Оксана Викторовна, учитель-логопед, МА ДОУ № 32, ГО 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Ватолина Татьяна Александровна, учитель-логопед, ГБОУ СО «Ачитская школа-интернат,</w:t>
      </w:r>
      <w:r>
        <w:rPr>
          <w:rFonts w:ascii="Liberation Serif" w:hAnsi="Liberation Serif" w:cs="Liberation Serif"/>
          <w:sz w:val="28"/>
          <w:szCs w:val="28"/>
        </w:rPr>
        <w:t xml:space="preserve"> реализующая адаптированные основные общеобразовательные программы», Ачитский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Виноградова Виктория Анатольевна, учитель-логопед, филиал МАДОУ «Детский сад № 37» – «Детский сад № 49», ГО Первоуральск,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Владыкина Анна Михайловна, учитель-логопед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, МБДОУ № 398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Власова Людмила Викторовна, учитель-логопед, МАДОУ «Детский сад № 2 «Радуга», Арамильский ГО СО, ВКК</w:t>
      </w:r>
      <w:r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Власова Нина Васильевна, учитель-логопед, ГБОУ СО </w:t>
      </w:r>
      <w:r>
        <w:rPr>
          <w:rFonts w:ascii="Liberation Serif" w:hAnsi="Liberation Serif" w:cs="Liberation Serif"/>
          <w:sz w:val="28"/>
          <w:szCs w:val="28"/>
        </w:rPr>
        <w:t>«Североуральская школа-интернат, реализующая адаптированны</w:t>
      </w:r>
      <w:r>
        <w:rPr>
          <w:rFonts w:ascii="Liberation Serif" w:hAnsi="Liberation Serif" w:cs="Liberation Serif"/>
          <w:sz w:val="28"/>
          <w:szCs w:val="28"/>
        </w:rPr>
        <w:t xml:space="preserve">е основные общеобразовательные программы», Североуральский ГО, </w:t>
      </w:r>
      <w:r>
        <w:rPr>
          <w:rFonts w:ascii="Liberation Serif" w:hAnsi="Liberation Serif" w:cs="Liberation Serif"/>
          <w:bCs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iCs/>
          <w:sz w:val="28"/>
          <w:szCs w:val="28"/>
        </w:rPr>
        <w:t>Волкова Алевтина Сергеевна</w:t>
      </w:r>
      <w:r>
        <w:rPr>
          <w:rFonts w:ascii="Liberation Serif" w:hAnsi="Liberation Serif" w:cs="Liberation Serif"/>
          <w:sz w:val="28"/>
          <w:szCs w:val="28"/>
        </w:rPr>
        <w:t>, учитель-логопед, МАДОУ «Детский сад «Сказка», Артинский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Волкова Галина Якубовна, учитель-логопед, ГБОУ СО «Серовская школа-интернат», Серовский ГО, </w:t>
      </w:r>
      <w:r>
        <w:rPr>
          <w:rFonts w:ascii="Liberation Serif" w:hAnsi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Волкомурова Оксана Юрьевна, учитель-логопед, МАДОУ № 49 «Радуга», Серовский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Воробьёва Татьяна Александровна, учитель-логопед, МКДОУ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«Детство» структурное подразделение «Дюймовочка», ГО Заречный,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Вязовик Татьяна Михайловна,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учитель-логопед, МАДОУ № 5 «Золотая рыбка»,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Гаева Оксана Николаевна, учитель-логопед, МБДОУ «Детский сад «Радуга», ГО Рефтинский,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Галимова Алла Фаридовна, учитель-логопед, МБДОУ № 572,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Гарматина</w:t>
      </w:r>
      <w:r>
        <w:rPr>
          <w:rFonts w:ascii="Liberation Serif" w:hAnsi="Liberation Serif" w:cs="Liberation Serif"/>
          <w:sz w:val="28"/>
          <w:szCs w:val="28"/>
        </w:rPr>
        <w:t xml:space="preserve"> Наталья Александровна, учитель-логопед, МБДОУ ЦРР – детский сад № 35 «Сказка», ГО Верхняя Тура,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Гашко Светлана Анатольевна, учитель-логопед, МАДОУ «Детский сад № 3», ГО Верхняя Пышма,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Генова Лариса Геннадьевна, учитель-логопед, филиал МАДОУ «Дет</w:t>
      </w:r>
      <w:r>
        <w:rPr>
          <w:rFonts w:ascii="Liberation Serif" w:hAnsi="Liberation Serif" w:cs="Liberation Serif"/>
          <w:sz w:val="28"/>
          <w:szCs w:val="28"/>
        </w:rPr>
        <w:t>ский сад № 3» – «Детский сад № 33», ГО Первоуральск, ВКК.</w:t>
      </w:r>
    </w:p>
    <w:p w:rsidR="00AD1BAA" w:rsidRDefault="00CA09AA">
      <w:pPr>
        <w:pStyle w:val="a4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Глазырина Елена Валерьевна, учитель-логопед, МОУ ДО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«ППМС-центр», МО Алапаевское,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Гнатюк Оксана Григорьевна, учитель-логопед, МАОУ «Средняя общеобразовательная школа № 31», Каменск-Уральский </w:t>
      </w:r>
      <w:r>
        <w:rPr>
          <w:rFonts w:ascii="Liberation Serif" w:hAnsi="Liberation Serif" w:cs="Liberation Serif"/>
          <w:sz w:val="28"/>
          <w:szCs w:val="28"/>
        </w:rPr>
        <w:t>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Голомолзина Елена Анатольевна, учитель-логопед, ГБОУ СО «Сухоложская школа, реализующая адаптированные основные общеобразовательные программы»,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Голубева Татьяна Евгеньевна, учитель-логопед, МБДОУ ПГО «Детский сад № 54 комбини</w:t>
      </w:r>
      <w:r>
        <w:rPr>
          <w:rFonts w:ascii="Liberation Serif" w:hAnsi="Liberation Serif" w:cs="Liberation Serif"/>
          <w:sz w:val="28"/>
          <w:szCs w:val="28"/>
        </w:rPr>
        <w:t>рованного 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Голых Елена Александровна, учитель-логопед, МБДОУ «Приданниковский детский сад № 5»,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Гоменюк Елена Владимировна, учитель-логопед, МКДОУ «Детский сад № 2 «Солнышко»,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Горнова</w:t>
      </w:r>
      <w:r>
        <w:rPr>
          <w:rFonts w:ascii="Liberation Serif" w:hAnsi="Liberation Serif" w:cs="Liberation Serif"/>
          <w:sz w:val="28"/>
          <w:szCs w:val="28"/>
        </w:rPr>
        <w:t>я Лариса Владимировна, учитель-логопед, МАДОУ детский сад «Страна чудес» структурное подразделение детский сад № 12,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Григас Людмила Викторовна, учитель-логопед, МАДОУ детский сад № 39 «Родничок»,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Гришина Валент</w:t>
      </w:r>
      <w:r>
        <w:rPr>
          <w:rFonts w:ascii="Liberation Serif" w:hAnsi="Liberation Serif" w:cs="Liberation Serif"/>
          <w:sz w:val="28"/>
          <w:szCs w:val="28"/>
        </w:rPr>
        <w:t>ина Сергеевна, учитель-логопед, МКОУ ГО Заречный «СОШ № 4», ГО Заречный,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Гудимова Оксана Сергеевна, учитель-логопед, МАДОУ № 73, </w:t>
      </w:r>
      <w:r>
        <w:rPr>
          <w:rFonts w:ascii="Liberation Serif" w:hAnsi="Liberation Serif" w:cs="Liberation Serif"/>
          <w:color w:val="000000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МО «город Екатеринбург»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, ВКК</w:t>
      </w:r>
      <w:r>
        <w:rPr>
          <w:rFonts w:ascii="Liberation Serif" w:hAnsi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Гурьянова Нина Александровна, учитель-логопед, ГБУ СО «ЦППМСП «Ладо»,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Данилова Ирина Юрьевна, учитель-логопед, МБОУ СОШ № 5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Нижняя Салда,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Данькина Наталья Вячеславовна, учитель-логопед, МАДОУ «Детский сад № 52 «Рябинка»,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Деева Ольга Алексеевна, учитель-логопед, МБДОУ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«Детский сад </w:t>
      </w:r>
      <w:r>
        <w:rPr>
          <w:rFonts w:ascii="Liberation Serif" w:hAnsi="Liberation Serif" w:cs="Liberation Serif"/>
          <w:sz w:val="28"/>
          <w:szCs w:val="28"/>
        </w:rPr>
        <w:t>«Кирпичики»,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Дементьева Наталья Шавалиевна, учитель-логопед, МБДОУ «Надежда» № 252,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Денисова Светлана Викторовна, учитель-логопед, МАДОУ «Детский сад № 7», ГО Первоуральск,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Дербушева Елена Алексеевна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, учитель-логопед, </w:t>
      </w:r>
      <w:r>
        <w:rPr>
          <w:rFonts w:ascii="Liberation Serif" w:hAnsi="Liberation Serif" w:cs="Liberation Serif"/>
          <w:sz w:val="28"/>
          <w:szCs w:val="28"/>
        </w:rPr>
        <w:t>МАДОУ «Детский сад № 70 общеразвивающего вида с приоритетным осуществлением деятельности по художественно-эстетическому направлению развития детей»</w:t>
      </w:r>
      <w:r>
        <w:rPr>
          <w:rFonts w:ascii="Liberation Serif" w:hAnsi="Liberation Serif" w:cs="Liberation Serif"/>
          <w:sz w:val="28"/>
          <w:szCs w:val="28"/>
          <w:lang w:eastAsia="ru-RU"/>
        </w:rPr>
        <w:t>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Дидковская Инга Владимировна, учитель-логопед, МБДОУ «Детс</w:t>
      </w:r>
      <w:r>
        <w:rPr>
          <w:rFonts w:ascii="Liberation Serif" w:hAnsi="Liberation Serif" w:cs="Liberation Serif"/>
          <w:sz w:val="28"/>
          <w:szCs w:val="28"/>
        </w:rPr>
        <w:t>кий сад № 16», ГО 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Дмитриева Ольга Анатольевна, учитель-логопед, МБДОУ № 443,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Добролюбова Марина Владимировна, учитель-логопед, МАДОУ «Детский сад комбинированного вида № 60»,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Долгих Алла А</w:t>
      </w:r>
      <w:r>
        <w:rPr>
          <w:rFonts w:ascii="Liberation Serif" w:hAnsi="Liberation Serif" w:cs="Liberation Serif"/>
          <w:sz w:val="28"/>
          <w:szCs w:val="28"/>
          <w:lang w:eastAsia="ru-RU"/>
        </w:rPr>
        <w:t>лександровна, учитель-логопед, МБДОУ «Детский сад № 52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Дремина Вера Васильевна, учитель-логопед, МАДОУ № 85,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Дудкевич Светлана Евгеньевна, учитель-логопед, МБДОУ № 186,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</w:t>
      </w:r>
      <w:r>
        <w:rPr>
          <w:rFonts w:ascii="Liberation Serif" w:hAnsi="Liberation Serif" w:cs="Liberation Serif"/>
          <w:sz w:val="28"/>
          <w:szCs w:val="28"/>
        </w:rPr>
        <w:t>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Евсеева Валентина Вячеславовна, учитель-логопед, ГБОУ СО «Екатеринбургская школа-интернат № 8,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Егошина Анастасия Алексеевна, учитель-логопед, МАДОУ № 94,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Елефтериади Марина Васильевна, учитель-логопед, МБДОУ № 443,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Ёлкина Елена Ивановна, учитель-логопед, МБДОУ ПГО «Детский сад № 34», Полевской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Емельянова Юлия Николаевна, учитель-логопед, </w:t>
      </w:r>
      <w:r>
        <w:rPr>
          <w:rFonts w:ascii="Liberation Serif" w:hAnsi="Liberation Serif" w:cs="Liberation Serif"/>
          <w:sz w:val="28"/>
          <w:szCs w:val="28"/>
        </w:rPr>
        <w:t>МАДОУ «Детский сад комбинированного вида № 4 «Солнышко», Арамильский ГО СО, ВКК</w:t>
      </w:r>
      <w:r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Епифанова Маргарита Сергеевна, учитель-логопед, МБДОУ «Детский сад № 24 «Светлячок»,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Еремина Елена Владимировна, учитель-логопед, МАДОУ ЦРР – детски</w:t>
      </w:r>
      <w:r>
        <w:rPr>
          <w:rFonts w:ascii="Liberation Serif" w:hAnsi="Liberation Serif" w:cs="Liberation Serif"/>
          <w:sz w:val="28"/>
          <w:szCs w:val="28"/>
        </w:rPr>
        <w:t>й сад, ГО Красноуфимск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Ефремова Ксения Анатольевна, учитель-логопед, МАДОУ «Детский сад № 79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Железкова Галина Дмитриевна, учитель-логопед,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color w:val="000000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д/с «Солнышко» СП № 138, город Нижний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Тагил, 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Жеребцова Яна Юрьевна, учитель-логопед, МДОУ «ЦРР – детский сад «Улыбка»,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Жукова Елена Юрьевна, учитель-логопед, МАДОУ № 564,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Загвоздкина Алла Геннадьевна, учитель-логопед, МАОУ СОШ № 76,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Зайцева Ирина Юрьевна, учитель-логопед, МАДОУ детский сад «Гармония» структурное подразделение детский сад № 49,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Запорожская Татьяна Анатольевна, учитель-логопед, МКДОУ Порошинский детский сад № 10, Ка</w:t>
      </w:r>
      <w:r>
        <w:rPr>
          <w:rFonts w:ascii="Liberation Serif" w:hAnsi="Liberation Serif"/>
          <w:sz w:val="28"/>
          <w:szCs w:val="28"/>
        </w:rPr>
        <w:t>мышловский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Заровецкая Ольга Петровна, учитель-логопед, МАДОУ ПГО «Детский сад № 63 комбинированного вида»,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Зарубина Надежда Алексеевна, учитель-логопед, </w:t>
      </w:r>
      <w:r>
        <w:rPr>
          <w:rFonts w:ascii="Liberation Serif" w:hAnsi="Liberation Serif" w:cs="Liberation Serif"/>
          <w:sz w:val="28"/>
          <w:szCs w:val="28"/>
        </w:rPr>
        <w:t xml:space="preserve">ГБОУ СО «Красноуфимская школа-интернат, реализующая адаптированные </w:t>
      </w:r>
      <w:r>
        <w:rPr>
          <w:rFonts w:ascii="Liberation Serif" w:hAnsi="Liberation Serif" w:cs="Liberation Serif"/>
          <w:sz w:val="28"/>
          <w:szCs w:val="28"/>
        </w:rPr>
        <w:t>основные общеобразовательные программы»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, МО Красноуфимский округ, ВКК.</w:t>
      </w:r>
    </w:p>
    <w:p w:rsidR="00AD1BAA" w:rsidRDefault="00CA09AA">
      <w:pPr>
        <w:pStyle w:val="af6"/>
        <w:numPr>
          <w:ilvl w:val="0"/>
          <w:numId w:val="1"/>
        </w:numPr>
        <w:tabs>
          <w:tab w:val="left" w:pos="142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Захарова Елена Геннадьевна, учитель-логопед, МКДОУ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63 г. Михайловска, Нижнесергнинский МР,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Захарова Светлана Валерьевна, учитель-логопед, МАДОУ № 488,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</w:t>
      </w:r>
      <w:r>
        <w:rPr>
          <w:rFonts w:ascii="Liberation Serif" w:hAnsi="Liberation Serif" w:cs="Liberation Serif"/>
          <w:sz w:val="28"/>
          <w:szCs w:val="28"/>
        </w:rPr>
        <w:t>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Зорина Оксана Юрьевна, учитель-логопед, МАДОУ № 586,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Зотова Наталья Александровна, учитель-логопед, МАДОУ «Детский сад № 25», ГО Верхний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Зырянова Валентина Ивановна, учитель-логопед, МАОУ «Основна</w:t>
      </w:r>
      <w:r>
        <w:rPr>
          <w:rFonts w:ascii="Liberation Serif" w:hAnsi="Liberation Serif" w:cs="Liberation Serif"/>
          <w:sz w:val="28"/>
          <w:szCs w:val="28"/>
        </w:rPr>
        <w:t>я общеобразовательная школа № 27 с интернатом»,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Иванилова Татьяна Александровна, учитель-логопед, МБДОУ детский сад № 12 «Белочка», Невьянский ГО, ВКК;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Иванова Наталья Николаевна, учитель-логопед, МБУ «Центр психолого-медико-с</w:t>
      </w:r>
      <w:r>
        <w:rPr>
          <w:rFonts w:ascii="Liberation Serif" w:hAnsi="Liberation Serif" w:cs="Liberation Serif"/>
          <w:sz w:val="28"/>
          <w:szCs w:val="28"/>
        </w:rPr>
        <w:t>оциального сопровождения»,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Иванова Юлия Александровна, учитель-логопед, МКДОУ детский сад № 6,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Изгагина Наталья Михайловна, учитель-логопед, МАДОУ «Детский сад «Радуга»,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568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Изгагина Наталья </w:t>
      </w:r>
      <w:r>
        <w:rPr>
          <w:rFonts w:ascii="Liberation Serif" w:hAnsi="Liberation Serif" w:cs="Liberation Serif"/>
          <w:sz w:val="28"/>
          <w:szCs w:val="28"/>
        </w:rPr>
        <w:t>Михайловна, учитель-логопед, МАДОУ</w:t>
      </w:r>
      <w:r>
        <w:rPr>
          <w:rFonts w:ascii="Liberation Serif" w:hAnsi="Liberation Serif" w:cs="Liberation Serif"/>
          <w:iCs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«Детский сад «Радуга»,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Исламова Лариса Витальевна, учитель-логопед, МАДОУ Детский сад № 18,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Ислентьева Александра Аркадьевна, учитель-логопед, МАДОУ № 223, МО «город </w:t>
      </w:r>
      <w:r>
        <w:rPr>
          <w:rFonts w:ascii="Liberation Serif" w:hAnsi="Liberation Serif" w:cs="Liberation Serif"/>
          <w:sz w:val="28"/>
          <w:szCs w:val="28"/>
        </w:rPr>
        <w:t>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Истомина Татьяна Павловна, учитель-логопед, МАОУ «Сажинская средняя общеобразовательная школа», Артинский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Кайгородова Марина Анатольевна, учитель-логопед, МБОУ СОШ № 1, ГО 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Калдина Ольга Владимировна, учитель</w:t>
      </w:r>
      <w:r>
        <w:rPr>
          <w:rFonts w:ascii="Liberation Serif" w:hAnsi="Liberation Serif" w:cs="Liberation Serif"/>
          <w:sz w:val="28"/>
          <w:szCs w:val="28"/>
        </w:rPr>
        <w:t xml:space="preserve">-логопед, МБДОУ № 250,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Капустина Евгения Анатольевна, учитель-логопед, МБДОУ «Детский сад № 33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Капустина Марина Владимировна, учитель-логопед, МАДОУ детский сад № 34, ГО Р</w:t>
      </w:r>
      <w:r>
        <w:rPr>
          <w:rFonts w:ascii="Liberation Serif" w:hAnsi="Liberation Serif" w:cs="Liberation Serif"/>
          <w:sz w:val="28"/>
          <w:szCs w:val="28"/>
        </w:rPr>
        <w:t xml:space="preserve">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Капустина Татьяна Николаевна, учитель-логопед, МБДОУ № 466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Карамышева Наталья Викторовна, учитель-логопед, МБДОУ № 407,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Карфидова Марина Александровна, учитель-логопед, МБДОУ № 77,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Касперская Надежда Александровна, учитель-логопед,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2,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Катаева Лариса Николаевна, учитель-логопед, МБДОУ № 193,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>Каукова Любовь Юрьевна, учитель-логопед, МАДО</w:t>
      </w:r>
      <w:r>
        <w:rPr>
          <w:rFonts w:ascii="Liberation Serif" w:hAnsi="Liberation Serif"/>
          <w:sz w:val="28"/>
          <w:szCs w:val="28"/>
        </w:rPr>
        <w:t>У</w:t>
      </w:r>
      <w:r>
        <w:rPr>
          <w:rFonts w:ascii="Liberation Serif" w:hAnsi="Liberation Serif"/>
          <w:b/>
          <w:sz w:val="28"/>
          <w:szCs w:val="28"/>
        </w:rPr>
        <w:t xml:space="preserve"> «</w:t>
      </w:r>
      <w:r>
        <w:rPr>
          <w:rFonts w:ascii="Liberation Serif" w:hAnsi="Liberation Serif"/>
          <w:sz w:val="28"/>
          <w:szCs w:val="28"/>
        </w:rPr>
        <w:t>Детский сад комбинированного вида № 14»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Кауц Марина Викторовна, учитель-логопед, МАДОУ детский сад № 2,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Киселева Вера Аркадьевна, учитель-логопед, МАДОУ № 25 «Дельфинчик»,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Кича Ирина </w:t>
      </w:r>
      <w:r>
        <w:rPr>
          <w:rFonts w:ascii="Liberation Serif" w:hAnsi="Liberation Serif" w:cs="Liberation Serif"/>
          <w:sz w:val="28"/>
          <w:szCs w:val="28"/>
        </w:rPr>
        <w:t>Геннадьевна, учитель-логопед, МАДОУ</w:t>
      </w:r>
      <w:r>
        <w:rPr>
          <w:rFonts w:ascii="Liberation Serif" w:hAnsi="Liberation Serif" w:cs="Liberation Serif"/>
          <w:b/>
          <w:sz w:val="28"/>
          <w:szCs w:val="28"/>
        </w:rPr>
        <w:t xml:space="preserve"> «</w:t>
      </w:r>
      <w:r>
        <w:rPr>
          <w:rFonts w:ascii="Liberation Serif" w:hAnsi="Liberation Serif" w:cs="Liberation Serif"/>
          <w:sz w:val="28"/>
          <w:szCs w:val="28"/>
        </w:rPr>
        <w:t xml:space="preserve">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170»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Коврижиных Оксана Владимировна, учитель-логопед, МДОУ ДСКВ «Радуга» структурное подразделение детский сад «Солнышко», ГО Нижняя Салда,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Ковыляева Елена Алексеевна, </w:t>
      </w:r>
      <w:r>
        <w:rPr>
          <w:rFonts w:ascii="Liberation Serif" w:hAnsi="Liberation Serif" w:cs="Liberation Serif"/>
          <w:sz w:val="28"/>
          <w:szCs w:val="28"/>
        </w:rPr>
        <w:t>учитель-логопед, МАДОУ «Детский сад «Теремок», ГО Верхнее Дуброво,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Койнова Наталья Валентиновна, учитель-логопед, ГБОУ СО «Харловская школа-интернат, реализующая адаптированные основные общеобразовательные программы», Ирбитское МО,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Колесникова На</w:t>
      </w:r>
      <w:r>
        <w:rPr>
          <w:rFonts w:ascii="Liberation Serif" w:hAnsi="Liberation Serif" w:cs="Liberation Serif"/>
          <w:sz w:val="28"/>
          <w:szCs w:val="28"/>
        </w:rPr>
        <w:t xml:space="preserve">дежда Геннадьевна, учитель-логопед, МБДОУ № 196,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Коломина Татьяна Александровна, учитель-логопед, МБДОУ «Детский сад № 17 «Пингвин» комбинированного вида», ГО «Город Лесной»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bCs/>
          <w:sz w:val="28"/>
          <w:szCs w:val="28"/>
        </w:rPr>
        <w:t>Колпакова Оксана Юрьевна, учитель-логопед,</w:t>
      </w:r>
      <w:r>
        <w:rPr>
          <w:rFonts w:ascii="Liberation Serif" w:hAnsi="Liberation Serif"/>
          <w:bCs/>
          <w:sz w:val="28"/>
          <w:szCs w:val="28"/>
        </w:rPr>
        <w:t xml:space="preserve"> МБДОУ Детский сад </w:t>
      </w:r>
      <w:r>
        <w:rPr>
          <w:rFonts w:ascii="Liberation Serif" w:hAnsi="Liberation Serif" w:cs="Liberation Serif"/>
          <w:color w:val="000000"/>
          <w:sz w:val="28"/>
          <w:szCs w:val="28"/>
        </w:rPr>
        <w:br/>
      </w:r>
      <w:r>
        <w:rPr>
          <w:rFonts w:ascii="Liberation Serif" w:hAnsi="Liberation Serif"/>
          <w:bCs/>
          <w:sz w:val="28"/>
          <w:szCs w:val="28"/>
        </w:rPr>
        <w:t>№ 8, ГО Красноуральск, 1КК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Коновницына Елена Сергеевна, учитель-логопед, МБДОУ № 32 «Аленький цветочек», Режевской ГО, ВКК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Константинова Татьяна Владимировна, учитель-логопед, МБДОУ детский сад № 44 «Солнышко»,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Копылова Светлана Владимировна, учитель-логопед, филиал МАДОУ «Детский сад № 9» – «Детский сад № 14», ГО Первоуральск,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Корзухина Мария Сергеевна, учитель-логопед, МАДОУ № 125,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Коркина Марина Георгиевна, учитель-логопед, </w:t>
      </w:r>
      <w:r>
        <w:rPr>
          <w:rFonts w:ascii="Liberation Serif" w:hAnsi="Liberation Serif" w:cs="Liberation Serif"/>
          <w:sz w:val="28"/>
          <w:szCs w:val="28"/>
        </w:rPr>
        <w:t xml:space="preserve">МБДОУ № 463,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Коробейникова Светлана Владимировна, учитель-логопед, МАОУ СОШ № 11,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Королёва Эльвира Викторовна, учитель-логопед, МКДОУ № 2 – детский сад «Колокольчик», БисертскийГО,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Короткова Вера Анат</w:t>
      </w:r>
      <w:r>
        <w:rPr>
          <w:rFonts w:ascii="Liberation Serif" w:hAnsi="Liberation Serif" w:cs="Liberation Serif"/>
          <w:sz w:val="28"/>
          <w:szCs w:val="28"/>
        </w:rPr>
        <w:t xml:space="preserve">ольевна, учитель-логопед,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5 «Цветик-Семицветик», Кировградский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Костромина Марина Юрьевна,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учитель-логопед, МАОУ «Белоярская СОШ № 1», Белоярский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Кочнева Екатерина Валерьевна, учитель-логопед, МБДОУ № 504, </w:t>
      </w:r>
      <w:r>
        <w:rPr>
          <w:rFonts w:ascii="Liberation Serif" w:hAnsi="Liberation Serif" w:cs="Liberation Serif"/>
          <w:color w:val="000000"/>
          <w:sz w:val="28"/>
          <w:szCs w:val="28"/>
        </w:rPr>
        <w:br/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МО «город Е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Кошелева Виктория Николаевна, учитель-логопед, МАДОУ ЦРР № 32,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Красулина Ксения Евгеньевна, учитель-логопед, МАДОУ «Детский сад № 14»,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Крохалева Елена Александровна, учитель-логопед, МАДОУ «</w:t>
      </w:r>
      <w:r>
        <w:rPr>
          <w:rFonts w:ascii="Liberation Serif" w:hAnsi="Liberation Serif" w:cs="Liberation Serif"/>
          <w:sz w:val="28"/>
          <w:szCs w:val="28"/>
        </w:rPr>
        <w:t>Детский сад № 3 «Родничок», Арамильский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Кудайдатова Анна Григорьевна, учитель-логопед, МАДОУ № 539,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Виктория Анатольевна, учитель-логопед, МАДОУ Детский сад № 9, ГО Красноуральск,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Галина </w:t>
      </w:r>
      <w:r>
        <w:rPr>
          <w:rFonts w:ascii="Liberation Serif" w:hAnsi="Liberation Serif" w:cs="Liberation Serif"/>
          <w:sz w:val="28"/>
          <w:szCs w:val="28"/>
        </w:rPr>
        <w:t xml:space="preserve">Алексеевна, учитель-логопед, МАОУ СОШ № 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Ирина Викторовна, учитель-логопед, МБДОУ № 464,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Лилия Рафаиловна, учитель-логопед, МБДОУ «Детский сад № 85 комбинированного вида», Каменск-Ур</w:t>
      </w:r>
      <w:r>
        <w:rPr>
          <w:rFonts w:ascii="Liberation Serif" w:hAnsi="Liberation Serif" w:cs="Liberation Serif"/>
          <w:sz w:val="28"/>
          <w:szCs w:val="28"/>
        </w:rPr>
        <w:t>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Наталья Юрьевна, учитель-логопед, МАОУ «Школа № 7» КГО, Камышловский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Кузнецова Светлана Валерьевна, учитель-логопед, МБДОУ «Детский сад № 10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Кузнецова Светлана </w:t>
      </w:r>
      <w:r>
        <w:rPr>
          <w:rFonts w:ascii="Liberation Serif" w:hAnsi="Liberation Serif" w:cs="Liberation Serif"/>
          <w:sz w:val="28"/>
          <w:szCs w:val="28"/>
        </w:rPr>
        <w:t xml:space="preserve">Леонидовна, учитель-логопед, МАДОУ детский сад № 50, ГО Ревда,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Кузьминых Елена Леонидовна, учитель-логопед, МАДОУ ЦРР № 587,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Куликова Марина Иосифовна, учитель-логопед, МАДОУ детский сад № 15, ГО Богданович,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Кулико</w:t>
      </w:r>
      <w:r>
        <w:rPr>
          <w:rFonts w:ascii="Liberation Serif" w:hAnsi="Liberation Serif" w:cs="Liberation Serif"/>
          <w:sz w:val="28"/>
          <w:szCs w:val="28"/>
        </w:rPr>
        <w:t>ва Светлана Вадимовна, учитель-логопед, МАДОУ № 21 «Сказка»,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Куминова Ульяна Ивановна, учитель-логопед, МБОУ НШДС № 105,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Кучевская Ольга Николаевна, учитель-логопед,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t xml:space="preserve">д/с «Солнечный круг», город Нижний </w:t>
      </w:r>
      <w:r>
        <w:rPr>
          <w:rFonts w:ascii="Liberation Serif" w:hAnsi="Liberation Serif" w:cs="Liberation Serif"/>
          <w:sz w:val="28"/>
          <w:szCs w:val="28"/>
        </w:rPr>
        <w:t>Тагил,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Лаевская Нина Леонтьевна, учитель-логопед, МБДОУ № 548,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Ландина Оксана Александровна, учитель-логопед, МАДОУ детский сад № 34,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Лапина Наталья Николаевна, учитель-логопед, МАДОУ ЦРР № 103,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</w:t>
      </w:r>
      <w:r>
        <w:rPr>
          <w:rFonts w:ascii="Liberation Serif" w:hAnsi="Liberation Serif" w:cs="Liberation Serif"/>
          <w:sz w:val="28"/>
          <w:szCs w:val="28"/>
        </w:rPr>
        <w:t xml:space="preserve">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Лаптева Ольга Юрьевна, учитель-логопед, МБДОУ </w:t>
      </w:r>
      <w:r>
        <w:rPr>
          <w:rFonts w:ascii="Liberation Serif" w:hAnsi="Liberation Serif" w:cs="Liberation Serif"/>
          <w:bCs/>
          <w:sz w:val="28"/>
          <w:szCs w:val="28"/>
        </w:rPr>
        <w:t xml:space="preserve">«Детский сад </w:t>
      </w:r>
      <w:r>
        <w:rPr>
          <w:rFonts w:ascii="Liberation Serif" w:hAnsi="Liberation Serif" w:cs="Liberation Serif"/>
          <w:sz w:val="28"/>
          <w:szCs w:val="28"/>
        </w:rPr>
        <w:t>«Кирпичики»,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Лапшина Наталья Андреевна, учитель-логопед, ГБОУ СО «Екатеринбургская школа № 7, реализующая адаптированные основные общеобразовательные прог</w:t>
      </w:r>
      <w:r>
        <w:rPr>
          <w:rFonts w:ascii="Liberation Serif" w:hAnsi="Liberation Serif" w:cs="Liberation Serif"/>
          <w:sz w:val="28"/>
          <w:szCs w:val="28"/>
        </w:rPr>
        <w:t xml:space="preserve">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Ларионова Ольга Федоровна, учитель-логопед, ГБОУ СО «Екатеринбургская школа № 8,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Лашхиа Лидия Александровна, учитель-лог</w:t>
      </w:r>
      <w:r>
        <w:rPr>
          <w:rFonts w:ascii="Liberation Serif" w:hAnsi="Liberation Serif" w:cs="Liberation Serif"/>
          <w:sz w:val="28"/>
          <w:szCs w:val="28"/>
        </w:rPr>
        <w:t xml:space="preserve">опед, МБДОУ № 215,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Лебедева Ирина Леонидовна, учитель-логопед, МБДОУ «Детский сад № 11», ГО Дегтярск,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Левагина Елена Вячеславовна, учитель-логопед, МАДОУ № 16 «Тополек», Серовский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Линькова Ирина Семеновна, учите</w:t>
      </w:r>
      <w:r>
        <w:rPr>
          <w:rFonts w:ascii="Liberation Serif" w:hAnsi="Liberation Serif" w:cs="Liberation Serif"/>
          <w:sz w:val="28"/>
          <w:szCs w:val="28"/>
          <w:lang w:eastAsia="ru-RU"/>
        </w:rPr>
        <w:t>ль-логопед, ГБОУ СО «Центр психолого-медико-социального сопровождения «Речевой центр»,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Липчинская Ольга Александровна, учитель-логопед,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д/с «Солнышко» СП № 169,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Литвинова Оксана Владимировна, </w:t>
      </w:r>
      <w:r>
        <w:rPr>
          <w:rFonts w:ascii="Liberation Serif" w:hAnsi="Liberation Serif" w:cs="Liberation Serif"/>
          <w:sz w:val="28"/>
          <w:szCs w:val="28"/>
        </w:rPr>
        <w:t>учитель-логопед, ГБОУ СО «Ревдинская школа, реализующая адаптированные основные общеобразовательные программы»,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Лобанова Ольга Владиславовна, учитель-логопед, МБДОУ № 203,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Лобачева Елена Валерьевна, учитель-лог</w:t>
      </w:r>
      <w:r>
        <w:rPr>
          <w:rFonts w:ascii="Liberation Serif" w:hAnsi="Liberation Serif" w:cs="Liberation Serif"/>
          <w:sz w:val="28"/>
          <w:szCs w:val="28"/>
        </w:rPr>
        <w:t>опед, МАДОУ НТГО детский сад «Ёлочка», Нижнетуринский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Ловцевич Елена Ивановна, учитель-логопед, МБДОУ № 215,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Лоева Наталия Викторовна, учитель-логопед, МАОУ СОШ № 28,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Лозицкая Юлия </w:t>
      </w:r>
      <w:r>
        <w:rPr>
          <w:rFonts w:ascii="Liberation Serif" w:hAnsi="Liberation Serif" w:cs="Liberation Serif"/>
          <w:sz w:val="28"/>
          <w:szCs w:val="28"/>
        </w:rPr>
        <w:t xml:space="preserve">Николаевна, учитель-логопед, МБДОУ № 46,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Лозицкая Юлия Николаевна, учитель-логопед, МБДОУ № 46,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Лопата Ирина Александровна, учитель-логопед, МАОУ «СОШ № 1»,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Лопатина Елена 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лександровна, учитель-логопед, МАДОУ «Детский сад комбинированного вида № 56» АГО,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Луканина Ирина Витальевна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 xml:space="preserve">учитель-логопед, МАДОУ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13 «Журавушка», Невьянский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Лукашевич Вера Александровна, учитель-логопед, МАД</w:t>
      </w:r>
      <w:r>
        <w:rPr>
          <w:rFonts w:ascii="Liberation Serif" w:hAnsi="Liberation Serif" w:cs="Liberation Serif"/>
          <w:sz w:val="28"/>
          <w:szCs w:val="28"/>
        </w:rPr>
        <w:t xml:space="preserve">ОУ № 29,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Лупенских Анна Сергеевна, учитель-логопед, МАДОУ № 449,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Лутова Елена Юрьевна, учитель-логопед, МАДОУ Детский сад № 4 «Василек»,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Люц Светлана Владимировна, учитель-логопед, МАДОУ</w:t>
      </w:r>
      <w:r>
        <w:rPr>
          <w:rFonts w:ascii="Liberation Serif" w:hAnsi="Liberation Serif" w:cs="Liberation Serif"/>
          <w:sz w:val="28"/>
          <w:szCs w:val="28"/>
        </w:rPr>
        <w:t xml:space="preserve"> «Детский сад № 37», ГО 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Мазура Янна Валентиновна, учитель-логопед, БМАОУ СОШ № 2, Березовский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Майшева Ольга Николаевна, учитель-логопед, МАДОУ № 80,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d"/>
        <w:numPr>
          <w:ilvl w:val="0"/>
          <w:numId w:val="1"/>
        </w:numPr>
        <w:tabs>
          <w:tab w:val="left" w:pos="709"/>
          <w:tab w:val="left" w:pos="1276"/>
        </w:tabs>
        <w:ind w:left="0" w:firstLine="709"/>
        <w:jc w:val="both"/>
        <w:rPr>
          <w:rFonts w:ascii="Liberation Serif" w:hAnsi="Liberation Serif" w:cs="Liberation Serif"/>
          <w:b w:val="0"/>
          <w:bCs w:val="0"/>
          <w:szCs w:val="28"/>
        </w:rPr>
      </w:pPr>
      <w:r>
        <w:rPr>
          <w:rFonts w:ascii="Liberation Serif" w:hAnsi="Liberation Serif" w:cs="Liberation Serif"/>
          <w:b w:val="0"/>
          <w:bCs w:val="0"/>
          <w:szCs w:val="28"/>
        </w:rPr>
        <w:t>Макарова Анна Анатольевна, учитель-логопед, МАОУ</w:t>
      </w:r>
      <w:r>
        <w:rPr>
          <w:rFonts w:ascii="Liberation Serif" w:hAnsi="Liberation Serif" w:cs="Liberation Serif"/>
          <w:b w:val="0"/>
          <w:bCs w:val="0"/>
          <w:szCs w:val="28"/>
        </w:rPr>
        <w:t xml:space="preserve"> СОШ № 2, </w:t>
      </w:r>
      <w:r>
        <w:rPr>
          <w:rFonts w:ascii="Liberation Serif" w:hAnsi="Liberation Serif" w:cs="Liberation Serif"/>
          <w:b w:val="0"/>
          <w:bCs w:val="0"/>
          <w:szCs w:val="28"/>
        </w:rPr>
        <w:br/>
      </w:r>
      <w:r>
        <w:rPr>
          <w:rFonts w:ascii="Liberation Serif" w:hAnsi="Liberation Serif" w:cs="Liberation Serif"/>
          <w:b w:val="0"/>
          <w:bCs w:val="0"/>
          <w:szCs w:val="28"/>
        </w:rPr>
        <w:t>МО город Алапаевск,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Максимушкина Наталья Александровна, учитель-логопед, МАДОУ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445,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Малтыкова Светлана Николаевна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учитель-логопед, МАДОУ детский сад № 36 «Радуга»,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Малыгина Людмила Алекс</w:t>
      </w:r>
      <w:r>
        <w:rPr>
          <w:rFonts w:ascii="Liberation Serif" w:hAnsi="Liberation Serif" w:cs="Liberation Serif"/>
          <w:sz w:val="28"/>
          <w:szCs w:val="28"/>
        </w:rPr>
        <w:t>андровна, учитель-логопед, МБДОУ № 546, 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Малыгина Наталья Альбертовна, учитель-логопед,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106,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Малышева Татьяна Аркадьевна, учитель-логопед, МАОУ СОШ № 62,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Мальцева Марина Александровна, учитель-логопед, МБДОУ «Детский сад № 41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Мальцева Татьяна Анатольевна, учитель-логопед, МБДОУ № 267,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Малюкова Ольга Александровна, учитель-л</w:t>
      </w:r>
      <w:r>
        <w:rPr>
          <w:rFonts w:ascii="Liberation Serif" w:hAnsi="Liberation Serif" w:cs="Liberation Serif"/>
          <w:sz w:val="28"/>
          <w:szCs w:val="28"/>
        </w:rPr>
        <w:t xml:space="preserve">огопед, МАДОУ № 524,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Мамаева Юлия Дмитриевна, учитель-логопед, МАДОУ детский сад «Гармония» структурное подразделение детский сад № 49,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Мармалюк Вера Геннадьевна, учитель-логопед, МБДОУ № 30, </w:t>
      </w:r>
      <w:r>
        <w:rPr>
          <w:rFonts w:ascii="Liberation Serif" w:hAnsi="Liberation Serif" w:cs="Liberation Serif"/>
          <w:sz w:val="28"/>
          <w:szCs w:val="28"/>
        </w:rPr>
        <w:t>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Масалкина Светлана Сергеевна, учитель-логопед, МАДОУ детский сад «Страна чудес» структурное подразделение детский сад № 15,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Маталова Галина Ивановна, учитель-логопед, МАДОУ ДС № 48, Малышевский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Матушкина Ирина Владимировна, учитель-логопед, МКДОУ Байкаловский детский сад № 5 «Светлячок», Байкаловский МР СО,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Махнева Нина Александровна, учитель-логопед, МБДОУ № 41 «Петушок»,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Махнева Татьяна Алексеевна, учитель-логопед</w:t>
      </w:r>
      <w:r>
        <w:rPr>
          <w:rFonts w:ascii="Liberation Serif" w:hAnsi="Liberation Serif" w:cs="Liberation Serif"/>
          <w:sz w:val="28"/>
          <w:szCs w:val="28"/>
        </w:rPr>
        <w:t>, МАОУ школа-интернат № 9, ГО 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Меньщикова Ольга Алексеевна, учитель-логопед, ГБОУ СО «Екатеринбургская школа-интернат № 10,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Микляева Елена Але</w:t>
      </w:r>
      <w:r>
        <w:rPr>
          <w:rFonts w:ascii="Liberation Serif" w:hAnsi="Liberation Serif" w:cs="Liberation Serif"/>
          <w:sz w:val="28"/>
          <w:szCs w:val="28"/>
        </w:rPr>
        <w:t xml:space="preserve">ксандровна, учитель-логопед, МБДОУ № 265,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Миронова Лариса Геннадьевна, учитель-логопед, МАДОУ «Детский сад № 4», Режевской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568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Миткина Наталья Анатольевна, учитель-логопед, МБДОУ «Приданниковский детский сад № 5», МО </w:t>
      </w:r>
      <w:r>
        <w:rPr>
          <w:rFonts w:ascii="Liberation Serif" w:hAnsi="Liberation Serif" w:cs="Liberation Serif"/>
          <w:sz w:val="28"/>
          <w:szCs w:val="28"/>
        </w:rPr>
        <w:t>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>Митрофанова Валерия Александровна, учитель-логопед, ГБОУ СО «Нижнетагильская школа № 1, реализующая адаптированные основные общеобразовательные программы»,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Митрофанова Татьяна Геннадьевна, учитель-логопед</w:t>
      </w:r>
      <w:r>
        <w:rPr>
          <w:rFonts w:ascii="Liberation Serif" w:hAnsi="Liberation Serif" w:cs="Liberation Serif"/>
          <w:bCs/>
          <w:sz w:val="28"/>
          <w:szCs w:val="28"/>
        </w:rPr>
        <w:t xml:space="preserve">, МАОУ СОШ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>№ 146,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Митькина Наталья Анатольевна, учитель-логопед, МБДОУ «Приданниковский детский сад № 5», МО Красноуфимский округ,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Михеева Анна Николаевна, учитель-логопед, МБОУ ПГО «Ощепковская СОШ», Пышминский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Михляева Любовь Викторовна, учитель-логопед, МАДОУ детский сад 3, ГО Красноуфимск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Мищенко Татьяна Анатольевна, учитель-логопед, МАОУ «СОШ № 13»,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Модылевская Инна Брониславовна, учитель-логопед, МАДОУ детский сад «Росинка</w:t>
      </w:r>
      <w:r>
        <w:rPr>
          <w:rFonts w:ascii="Liberation Serif" w:hAnsi="Liberation Serif" w:cs="Liberation Serif"/>
          <w:sz w:val="28"/>
          <w:szCs w:val="28"/>
        </w:rPr>
        <w:t>» обособленное структурное подразделение детский сад № 2,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Моисеева Дина Харисовна, учитель-логопед, МКДОУ ГО Заречный «Детство» структурное подразделение «Звездочка», ГО Заречный,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Морева Наталья Андреевна, учитель-логопед, </w:t>
      </w:r>
      <w:r>
        <w:rPr>
          <w:rFonts w:ascii="Liberation Serif" w:hAnsi="Liberation Serif" w:cs="Liberation Serif"/>
          <w:sz w:val="28"/>
          <w:szCs w:val="28"/>
        </w:rPr>
        <w:t xml:space="preserve">МАДОУ детский сад 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Красноуфимск СО,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Морева Ольга Петровна, учитель-логопед, ГБОУ СО «Сухоложская школа, реализующая адаптированные основные общеобразовательные программы», ГО Сухой Лог,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Музипова Венера Фановна, учитель-логопед, МАОУ лицей </w:t>
      </w:r>
      <w:r>
        <w:rPr>
          <w:rFonts w:ascii="Liberation Serif" w:hAnsi="Liberation Serif" w:cs="Liberation Serif"/>
          <w:sz w:val="28"/>
          <w:szCs w:val="28"/>
        </w:rPr>
        <w:t xml:space="preserve">№ 110,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Мухаметханова Анна Александровна, учитель-логопед, ГКОУ СО «Берёзовская школа-интернат»,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Березовский ГО,</w:t>
      </w:r>
      <w:r>
        <w:rPr>
          <w:rFonts w:ascii="Liberation Serif" w:hAnsi="Liberation Serif" w:cs="Liberation Serif"/>
          <w:sz w:val="28"/>
          <w:szCs w:val="28"/>
        </w:rPr>
        <w:t xml:space="preserve">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Набокова Елена Николаевна, учитель-логопед, МАДОУ детский сад «Росинка» обособленное структурное подразделен</w:t>
      </w:r>
      <w:r>
        <w:rPr>
          <w:rFonts w:ascii="Liberation Serif" w:hAnsi="Liberation Serif" w:cs="Liberation Serif"/>
          <w:sz w:val="28"/>
          <w:szCs w:val="28"/>
        </w:rPr>
        <w:t>ие детский сад № 6,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Нарижная Ирина Сергеевна, учитель-логопед, МБДОУ № 466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kern w:val="3"/>
          <w:sz w:val="28"/>
          <w:szCs w:val="28"/>
        </w:rPr>
        <w:t>Нескоромная Юлия Сергеевна, учитель-логопед, МАДОУ детский сад № 222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eastAsia="Times New Roman" w:hAnsi="Liberation Serif" w:cs="Liberation Serif"/>
          <w:kern w:val="3"/>
          <w:sz w:val="28"/>
          <w:szCs w:val="28"/>
        </w:rPr>
        <w:t xml:space="preserve">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Нестерова Татьяна Алекс</w:t>
      </w:r>
      <w:r>
        <w:rPr>
          <w:rFonts w:ascii="Liberation Serif" w:hAnsi="Liberation Serif" w:cs="Liberation Serif"/>
          <w:sz w:val="28"/>
          <w:szCs w:val="28"/>
        </w:rPr>
        <w:t xml:space="preserve">андровна, учитель-логопед, д/с № 145 МАДОУ «Радость», город Нижний Тагил, ВКК.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Никифорова Светлана Борисовна, учитель-логопед, МАОУ «СОШ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9», ГО Первоуральск,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Николаева Наталья Валериановна, учитель-логопед, МАДОУ «Детский сад № 8 «Сказка», Арамиль</w:t>
      </w:r>
      <w:r>
        <w:rPr>
          <w:rFonts w:ascii="Liberation Serif" w:hAnsi="Liberation Serif" w:cs="Liberation Serif"/>
          <w:sz w:val="28"/>
          <w:szCs w:val="28"/>
        </w:rPr>
        <w:t>ский ГО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Ноздрачева Елена Николаевна, учитель-логопед, МАДОУ «Детский сад № 26»,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Одегова Наталья Александровна, учитель-логопед, МКДОУ № 1 – детский сад комбинированного вида «Солнышко», Бисертский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Онойко Анна </w:t>
      </w:r>
      <w:r>
        <w:rPr>
          <w:rFonts w:ascii="Liberation Serif" w:hAnsi="Liberation Serif" w:cs="Liberation Serif"/>
          <w:sz w:val="28"/>
          <w:szCs w:val="28"/>
        </w:rPr>
        <w:t>Сергеевна, учитель-логопед, МАДОУ «Детский сад № 15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Орлова Ольга Игоревна, учитель-логопед, филиал МАДОУ «Детский сад № 70» – «Детский сад № 47», ГО 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Остроухова Елена Геннадьевна, учит</w:t>
      </w:r>
      <w:r>
        <w:rPr>
          <w:rFonts w:ascii="Liberation Serif" w:hAnsi="Liberation Serif" w:cs="Liberation Serif"/>
          <w:sz w:val="28"/>
          <w:szCs w:val="28"/>
        </w:rPr>
        <w:t>ель-логопед, МБДОУ детский сад комбинированного вида № 56 «Карусель», ГО Верхняя Тура,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Охотникова Лариса Николаевна, учитель-логопед, МАОУ СШ № 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color w:val="000000"/>
          <w:sz w:val="28"/>
          <w:szCs w:val="28"/>
        </w:rPr>
        <w:t xml:space="preserve">Парахина Елена Давыдовна, учитель-логопед, </w:t>
      </w:r>
      <w:r>
        <w:rPr>
          <w:rFonts w:ascii="Liberation Serif" w:hAnsi="Liberation Serif" w:cs="Liberation Serif"/>
          <w:sz w:val="28"/>
          <w:szCs w:val="28"/>
        </w:rPr>
        <w:t xml:space="preserve">МАДОУ № 47,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Краснотурьинск,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Пархимович Светлана Александровна, учитель-логопед, МАОУ СОШ № 11,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Патрушева Ольга Раисовна, учитель-логопед, МАДОУ № 567,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Пашкова Ирина Валентиновна, учитель-логопед, ГБОУ СО «Екатеринбургская школа № 2</w:t>
      </w:r>
      <w:r>
        <w:rPr>
          <w:rFonts w:ascii="Liberation Serif" w:hAnsi="Liberation Serif" w:cs="Liberation Serif"/>
          <w:sz w:val="28"/>
          <w:szCs w:val="28"/>
        </w:rPr>
        <w:t xml:space="preserve">, реализующая адаптированные основные общеобразовательные программы»,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Перегудова Елена Альбертовна, учитель-логопед, МБДОУ № 391,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Пермякова Наталья Александровна, учитель-логопед, ГБОУ СО </w:t>
      </w:r>
      <w:r>
        <w:rPr>
          <w:rFonts w:ascii="Liberation Serif" w:hAnsi="Liberation Serif" w:cs="Liberation Serif"/>
          <w:sz w:val="28"/>
          <w:szCs w:val="28"/>
        </w:rPr>
        <w:t>«Колчеданская школа-интернат, реализующая адаптированные основные общеобразовательные программы», Каменский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Пермякова Светлана Сергеевна, учитель-логопед, МБДОУ «Детский сад № 82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Першина Олеся </w:t>
      </w:r>
      <w:r>
        <w:rPr>
          <w:rFonts w:ascii="Liberation Serif" w:hAnsi="Liberation Serif" w:cs="Liberation Serif"/>
          <w:bCs/>
          <w:sz w:val="28"/>
          <w:szCs w:val="28"/>
        </w:rPr>
        <w:t>Александровна</w:t>
      </w:r>
      <w:r>
        <w:rPr>
          <w:rFonts w:ascii="Liberation Serif" w:hAnsi="Liberation Serif" w:cs="Liberation Serif"/>
          <w:sz w:val="28"/>
          <w:szCs w:val="28"/>
        </w:rPr>
        <w:t>, учитель-логопед, МАДОУ «Детский сад № 31», ГО Верхняя Пышма,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Петрова Елена Геннадьевна, учитель-логопед, ГБОУ СО «Новоуральская школа № 2, реализующая адаптированные основные общеобразовательные программы»,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Петрова Наталья Анатольевна, учитель-логопед, МБДОУ «Детский сад № 2 комбинированного вида»,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Пичугина Екатерина Михайловна, учитель-логопед, МБДОУ № 516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Платонова Марина Витальевна, учитель-лого</w:t>
      </w:r>
      <w:r>
        <w:rPr>
          <w:rFonts w:ascii="Liberation Serif" w:hAnsi="Liberation Serif" w:cs="Liberation Serif"/>
          <w:sz w:val="28"/>
          <w:szCs w:val="28"/>
        </w:rPr>
        <w:t xml:space="preserve">пед, МАДОУ № 46, ГО Краснотурьинск,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Плешкова Ирина Борисовна, учитель-логопед, МАОУ «Бродовская средняя общеобразовательная школа», Каменский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Подкорытова Юлия Васильевна, учитель-логопед, МБДОУ «Детский сад № 10»,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</w:t>
      </w:r>
      <w:r>
        <w:rPr>
          <w:rFonts w:ascii="Liberation Serif" w:hAnsi="Liberation Serif" w:cs="Liberation Serif"/>
          <w:sz w:val="28"/>
          <w:szCs w:val="28"/>
        </w:rPr>
        <w:t xml:space="preserve">левая Надежда Федоровна, учитель-логопед, МАДОУ № 539,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Помелова Ирина Павловна, учитель-логопед, МБДОУ № 466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Попова Екатерина Валерьевна, учитель-логопед, МАДОУ № 25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МО «город Екатеринбург»,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Попова Любовь Владимировна, учитель-логопед, МАДОУ детский сад № 39,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Попова Светлана Германовна, учитель-логопед, ГБОУ СО «</w:t>
      </w:r>
      <w:r>
        <w:rPr>
          <w:rFonts w:ascii="Liberation Serif" w:hAnsi="Liberation Serif" w:cs="Liberation Serif"/>
          <w:sz w:val="28"/>
          <w:szCs w:val="28"/>
        </w:rPr>
        <w:t>Каменск-Уральская школа, реализующая адаптированные основные образовательные программы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</w:t>
      </w:r>
      <w:r>
        <w:rPr>
          <w:rFonts w:ascii="Liberation Serif" w:hAnsi="Liberation Serif" w:cs="Liberation Serif"/>
          <w:sz w:val="28"/>
          <w:szCs w:val="28"/>
        </w:rPr>
        <w:t>Каменск-У</w:t>
      </w:r>
      <w:r>
        <w:rPr>
          <w:rFonts w:ascii="Liberation Serif" w:hAnsi="Liberation Serif" w:cs="Liberation Serif"/>
          <w:sz w:val="28"/>
          <w:szCs w:val="28"/>
        </w:rPr>
        <w:t xml:space="preserve">ральский ГО СО,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Пугачева Лариса Анатольевна, учитель-логопед, МДОУ «ЦРР – детский сад «Дружба», Качканарский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Пышненко Анжела Эдуардовна, учитель-логопед, МАОУ «Средняя общеобразовательная школа № 1»,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Расторгуева Све</w:t>
      </w:r>
      <w:r>
        <w:rPr>
          <w:rFonts w:ascii="Liberation Serif" w:hAnsi="Liberation Serif" w:cs="Liberation Serif"/>
          <w:sz w:val="28"/>
          <w:szCs w:val="28"/>
        </w:rPr>
        <w:t>тлана Сергеевна, учитель-логопед, МКДОУ № 1 – детский сад комбинированного вида «Солнышко», Бисертский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Резниченко Ирина Сергеевна, учитель-логопед, МКДОУ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12,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Роговая Наталья Анатольевна, учитель-логопед, МАОУ </w:t>
      </w:r>
      <w:r>
        <w:rPr>
          <w:rFonts w:ascii="Liberation Serif" w:hAnsi="Liberation Serif" w:cs="Liberation Serif"/>
          <w:sz w:val="28"/>
          <w:szCs w:val="28"/>
        </w:rPr>
        <w:t>«СОШ № 3», ГО Верхняя Пышма,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Россамахина Людмила Витальевна, учитель-логопед, МБДОУ детский сад № 6 «Снежинка», Невьянский ГО, ВКК;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Рубцова Наталья Викторовна, учитель-логопед, </w:t>
      </w:r>
      <w:r>
        <w:rPr>
          <w:rFonts w:ascii="Liberation Serif" w:hAnsi="Liberation Serif" w:cs="Liberation Serif"/>
          <w:sz w:val="28"/>
          <w:szCs w:val="28"/>
        </w:rPr>
        <w:t>МАДОУ «Детский сад № 24», Режевской ГО, 1КК.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Рудных Елена Юрьевна,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учитель-логопед, МАДОУ № 17, Сысертский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Рукина Надежда Андреевна, учитель-логопед, МАОУ «СОШ № 24», ГО Краснотурьинск,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pacing w:val="10"/>
          <w:sz w:val="28"/>
          <w:szCs w:val="28"/>
        </w:rPr>
        <w:t xml:space="preserve">Румянцева Марина Ефимовна учитель-логопед, </w:t>
      </w:r>
      <w:r>
        <w:rPr>
          <w:rFonts w:ascii="Liberation Serif" w:hAnsi="Liberation Serif" w:cs="Liberation Serif"/>
          <w:sz w:val="28"/>
          <w:szCs w:val="28"/>
        </w:rPr>
        <w:t>МАДОУ детский сад «Страна чудес» структурное подразделение детский сад № 37, Нов</w:t>
      </w:r>
      <w:r>
        <w:rPr>
          <w:rFonts w:ascii="Liberation Serif" w:hAnsi="Liberation Serif" w:cs="Liberation Serif"/>
          <w:sz w:val="28"/>
          <w:szCs w:val="28"/>
        </w:rPr>
        <w:t>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Рупышева Ольга Вячеславовна, учитель-логопед, МАДОУ детский сад «Гармония» структурное подразделение детский сад № 51,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  <w:lang w:eastAsia="ru-RU"/>
        </w:rPr>
        <w:t>Рыжкова Анна Глебовна, учитель-логопед, МБДОУ детский сад № 26, Горноуральский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Рыжкова Наталия Владимировна, учитель-логопед, МБДОУ № 46,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Рыжкова Ольга Валерьевна, учитель-логопед, МБДОУ № 317,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Рынкевич Наталия Александровна, учитель-логопед, МАОУ «СОШ № 25», ГО Верхняя </w:t>
      </w:r>
      <w:r>
        <w:rPr>
          <w:rFonts w:ascii="Liberation Serif" w:hAnsi="Liberation Serif" w:cs="Liberation Serif"/>
          <w:sz w:val="28"/>
          <w:szCs w:val="28"/>
        </w:rPr>
        <w:t>Пышма,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Рябинина Елена Борисовна, учитель-логопед, ГБОУ СО «Екатеринбургская школа № 5»,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Савина Анжелика Владимировна, учитель-логопед, МАДОУ № 410, «Сказка»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Садихова Юлия Игоревна, учитель-ло</w:t>
      </w:r>
      <w:r>
        <w:rPr>
          <w:rFonts w:ascii="Liberation Serif" w:hAnsi="Liberation Serif" w:cs="Liberation Serif"/>
          <w:sz w:val="28"/>
          <w:szCs w:val="28"/>
        </w:rPr>
        <w:t xml:space="preserve">гопед, МАДОУ «Детский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 «Золотой ключик», Арамильский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Садыкова Марина Владимировна, учитель-логопед, 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МАДОУ – детский сад № 15, ГО Среднеуральск,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Самарина Анастасия Владимировна, учитель-логопед, МАДОУ № 564, МО «город Екатеринбург»,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Самородова Елена Владимировна, учитель-логопед, ГБОУ СО «Верхнепышминская школа-интернат им. С.А. Мартиросяна», ГО Верхняя Пышма,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Сафонова Ирина Эдуардовна, учитель-логопед, МБДОУ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 «Алёнушка», Туринский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Сёмаш Марина </w:t>
      </w:r>
      <w:r>
        <w:rPr>
          <w:rFonts w:ascii="Liberation Serif" w:hAnsi="Liberation Serif" w:cs="Liberation Serif"/>
          <w:sz w:val="28"/>
          <w:szCs w:val="28"/>
        </w:rPr>
        <w:t>Анатольевна, учитель-логопед, МАОУ «СОШ № 2», ГО Краснотурьинск,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Семенова Изабелла Юрьевна, учитель-логопед, МБДОУ «Детский сад № 98»,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Сергеева Марина Анатольевна, учитель-логопед, МБОУ «СОШ № 18», Артемовский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Сивак Марина Сергеевна, учитель-логопед, МАДОУ детский сад № 39,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Сизикова Светлана Владимировна, учитель-логопед, МКДОУ детский сад № 23 «Теремок»,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Скорынина Лариса Александровна, учитель-логопед, МАДОУ ПГО «Центр развития </w:t>
      </w:r>
      <w:r>
        <w:rPr>
          <w:rFonts w:ascii="Liberation Serif" w:hAnsi="Liberation Serif" w:cs="Liberation Serif"/>
          <w:sz w:val="28"/>
          <w:szCs w:val="28"/>
        </w:rPr>
        <w:t>ребенка – Детский сад № 70 «Радуга», Полевской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Скотникова Елена Сергеевна, учитель-логопед, МАДОУ № 51, Малышевский ГО,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Слесарева Екатерина Александровна, учитель-логопед, МАОУ СОШ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184,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Смирнова Надежда Юрьевн</w:t>
      </w:r>
      <w:r>
        <w:rPr>
          <w:rFonts w:ascii="Liberation Serif" w:hAnsi="Liberation Serif" w:cs="Liberation Serif"/>
          <w:sz w:val="28"/>
          <w:szCs w:val="28"/>
        </w:rPr>
        <w:t xml:space="preserve">а, учитель-логопед, МАДОУ № 308,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Смирных Юлия Анатольевна, учитель-логопед, МБДОУ № 452,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Соколова Наталия Анатольевна, </w:t>
      </w:r>
      <w:r>
        <w:rPr>
          <w:rFonts w:ascii="Liberation Serif" w:hAnsi="Liberation Serif" w:cs="Liberation Serif"/>
          <w:sz w:val="28"/>
          <w:szCs w:val="28"/>
        </w:rPr>
        <w:t>учитель-логопед, МБОУ ГО Заречный «ЦППМиСП», ГО Заречный,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Соколова </w:t>
      </w:r>
      <w:r>
        <w:rPr>
          <w:rFonts w:ascii="Liberation Serif" w:hAnsi="Liberation Serif" w:cs="Liberation Serif"/>
          <w:sz w:val="28"/>
          <w:szCs w:val="28"/>
        </w:rPr>
        <w:t>Оксана Ивановна, учитель-логопед, МБДОУ ГО Заречный «Детство» структурное подразделение «Дюймовочка», ГО Заречный,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Соловьёва Людмила Анатольевна, учитель-логопед, МБДОУ № 523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Солодова Марина Сергеевна, учитель-логопед, д</w:t>
      </w:r>
      <w:r>
        <w:rPr>
          <w:rFonts w:ascii="Liberation Serif" w:hAnsi="Liberation Serif" w:cs="Liberation Serif"/>
          <w:sz w:val="28"/>
          <w:szCs w:val="28"/>
        </w:rPr>
        <w:t>/с № 188 МАДОУ «Радость», город Нижний Тагил,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Соломенник Ирина Викторовна, учитель-логопед, МАДОУ № 43,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Солоха Елена Валентиновна, учитель-логопед, МАДОУ № 363,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Сороковская Татьяна Константиновна, учи</w:t>
      </w:r>
      <w:r>
        <w:rPr>
          <w:rFonts w:ascii="Liberation Serif" w:hAnsi="Liberation Serif" w:cs="Liberation Serif"/>
          <w:sz w:val="28"/>
          <w:szCs w:val="28"/>
        </w:rPr>
        <w:t xml:space="preserve">тель-логопед,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316,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Сосновских Анна Александровна, учитель-логопед, МАДОУ «Детский сад № 9»,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Сосновских Валентина Владимировна, учитель-логопед, МКДОУ Байкаловский детский сад № 6 «Рябинушка»,</w:t>
      </w:r>
      <w:r>
        <w:rPr>
          <w:rFonts w:ascii="Liberation Serif" w:hAnsi="Liberation Serif" w:cs="Liberation Serif"/>
          <w:sz w:val="28"/>
          <w:szCs w:val="28"/>
        </w:rPr>
        <w:t xml:space="preserve">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Спектор Татьяна Валерьевна, учитель-логопед, МБОУ СОШ № 107,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Стахеева Светлана Леонидовна, учитель-логопед, МАДОУ № 43,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Степанова Елена Александровна, учитель-логопед, </w:t>
      </w:r>
      <w:r>
        <w:rPr>
          <w:rFonts w:ascii="Liberation Serif" w:hAnsi="Liberation Serif" w:cs="Liberation Serif"/>
          <w:sz w:val="28"/>
          <w:szCs w:val="28"/>
        </w:rPr>
        <w:t>МБДОУ «Центр «Радуга»,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Степанова Оксана Станиславовна, учитель-логопед, МАДОУ детский сад «Гармония» структурное подразделение детский сад № 49,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Стышнова Светлана Сергеевна, учитель-логопед, МБДОУ «Де</w:t>
      </w:r>
      <w:r>
        <w:rPr>
          <w:rFonts w:ascii="Liberation Serif" w:hAnsi="Liberation Serif" w:cs="Liberation Serif"/>
          <w:sz w:val="28"/>
          <w:szCs w:val="28"/>
        </w:rPr>
        <w:t>тский сад № 42»,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Судакова Ольга Викторовна. учитель-логопед, ГБОУ СО «</w:t>
      </w:r>
      <w:r>
        <w:rPr>
          <w:rFonts w:ascii="Liberation Serif" w:hAnsi="Liberation Serif" w:cs="Liberation Serif"/>
          <w:sz w:val="28"/>
          <w:szCs w:val="28"/>
        </w:rPr>
        <w:t>Каменск-Уральская школа, реализующая адаптированные основные образовательные программы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</w:t>
      </w:r>
      <w:r>
        <w:rPr>
          <w:rFonts w:ascii="Liberation Serif" w:hAnsi="Liberation Serif" w:cs="Liberation Serif"/>
          <w:sz w:val="28"/>
          <w:szCs w:val="28"/>
        </w:rPr>
        <w:t xml:space="preserve">Каменск-Уральский ГО СО,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Сырейщикова Светлана Анатольевна, учитель-</w:t>
      </w:r>
      <w:r>
        <w:rPr>
          <w:rFonts w:ascii="Liberation Serif" w:hAnsi="Liberation Serif" w:cs="Liberation Serif"/>
          <w:sz w:val="28"/>
          <w:szCs w:val="28"/>
        </w:rPr>
        <w:t>логопед, МБДОУ детский сад № 12 «Белочка»,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Сыропятова Наталья Владимировна, учитель-логопед, ГБОУ СО «Каменск-Уральская школа, реализующая адаптированные основные общеобразовательные программы», Каменск-Уральский ГО СО,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Сычева </w:t>
      </w:r>
      <w:r>
        <w:rPr>
          <w:rFonts w:ascii="Liberation Serif" w:hAnsi="Liberation Serif" w:cs="Liberation Serif"/>
          <w:sz w:val="28"/>
          <w:szCs w:val="28"/>
        </w:rPr>
        <w:t xml:space="preserve">Елена Аркадьевна, учитель-логопед, МАДОУ д/с № 65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г. Нижние Серги, Нижнесергинский МР СО,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Тазова Юлия Степановна, учитель-логопед, МАДОУ № 16,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  <w:tab w:val="left" w:pos="284"/>
          <w:tab w:val="left" w:pos="42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Ташкинова Елена Николаевна, учитель-логопед, МАОУ ОШ 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Красноуфимск СО,</w:t>
      </w:r>
      <w:r>
        <w:rPr>
          <w:rFonts w:ascii="Liberation Serif" w:hAnsi="Liberation Serif" w:cs="Liberation Serif"/>
          <w:sz w:val="28"/>
          <w:szCs w:val="28"/>
        </w:rPr>
        <w:t xml:space="preserve"> 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Ташкинова Наталья Васильевна, учитель-логопед, МБДОУ № 225,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Тимергазина Ирина Сергеевна, учитель-логопед, МАДОУ № 223,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Тимофеева Анна Сергеевна, учитель-логопед, ГБОУ СО «Тавдинская </w:t>
      </w:r>
      <w:r>
        <w:rPr>
          <w:rFonts w:ascii="Liberation Serif" w:hAnsi="Liberation Serif" w:cs="Liberation Serif"/>
          <w:sz w:val="28"/>
          <w:szCs w:val="28"/>
        </w:rPr>
        <w:t>школа-интернат, реализующая адаптированные основные общеобразовательные программы», Тавдинский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Томашова Марина Николаевна, учитель-логопед, МБДОУ № 186,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Топоркова Наталья Викторовна, учитель-логопед, МАДОУ «Детский с</w:t>
      </w:r>
      <w:r>
        <w:rPr>
          <w:rFonts w:ascii="Liberation Serif" w:hAnsi="Liberation Serif" w:cs="Liberation Serif"/>
          <w:sz w:val="28"/>
          <w:szCs w:val="28"/>
        </w:rPr>
        <w:t>ад № 21»,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Тренина Алина Вадимовна, учитель-логопед, МКДОУ «Мартюшевский детский сад «Искорка», Каменский ГО, 1КК.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>Трифонова Оксана Геннадьевна, учитель-логопед, ГБОУ СО «Кировградская школа-интернат», Кировградский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Трошко</w:t>
      </w:r>
      <w:r>
        <w:rPr>
          <w:rFonts w:ascii="Liberation Serif" w:hAnsi="Liberation Serif" w:cs="Liberation Serif"/>
          <w:sz w:val="28"/>
          <w:szCs w:val="28"/>
        </w:rPr>
        <w:t>ва Наталья Анатольевна, учитель-логопед, МАДОУ № 14 «Юбилейный», Сысертский ГО, 1КК.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Трубина Мария Сергеевна, учитель-логопед, МБДОУ № 266,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Туртанова Татьяна Захаровна, учитель-логопед, МБДОУ № 26,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Турыгина Анастасия Александровна, учитель-логопед, МАДОУ № 422,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Углова Ирина Александровна, учитель-логопед, МБОУ «Шалинская СОШ № 45», Шалинский ГО, 1КК. 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  <w:lang w:eastAsia="ru-RU"/>
        </w:rPr>
        <w:t>Ульянова Марина Василовна, учитель-логопед, МАДОУ № 25</w:t>
      </w:r>
      <w:r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 xml:space="preserve"> 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МО «горо</w:t>
      </w:r>
      <w:r>
        <w:rPr>
          <w:rFonts w:ascii="Liberation Serif" w:hAnsi="Liberation Serif" w:cs="Liberation Serif"/>
          <w:bCs/>
          <w:sz w:val="28"/>
          <w:szCs w:val="28"/>
          <w:lang w:eastAsia="ru-RU"/>
        </w:rPr>
        <w:t>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Ушенина Людмила Александровна, учитель-логопед, МБДОУ детский сад № 12 «Белочка», Невьянский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Фадеева Жанна Владиславовна, учитель-логопед, МАДОУ № 324,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Федоровских Елена Михайловна, учитель-лого</w:t>
      </w:r>
      <w:r>
        <w:rPr>
          <w:rFonts w:ascii="Liberation Serif" w:hAnsi="Liberation Serif" w:cs="Liberation Serif"/>
          <w:sz w:val="28"/>
          <w:szCs w:val="28"/>
        </w:rPr>
        <w:t xml:space="preserve">пед, МБДОУ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Заречный «Детство» структурное подразделение «Дюймовочка», ГО Заречный,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Филиппова Елена Львовна, учитель-логопед, МБДОУ № 248,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Фирстова Наталья Викторовна, учитель-логопед, МКДОУ Баранниковский детский сад</w:t>
      </w:r>
      <w:r>
        <w:rPr>
          <w:rFonts w:ascii="Liberation Serif" w:hAnsi="Liberation Serif" w:cs="Liberation Serif"/>
          <w:sz w:val="28"/>
          <w:szCs w:val="28"/>
        </w:rPr>
        <w:t>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Фисенкова Анна Юрьевна, учитель-логопед, МБДОУ № 5,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Флягина Наталья Сергеевна, учитель-логопед, ГБОУ СО «Сухоложская школа, реализующая адаптированные основные общеобразовательные программы»,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ГО Сухо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й Лог,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Фоминых Елена Николаевна, учитель-логопед, МБДОУ № 102,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Хлебникова Лариса Юрьевна, учитель-логопед, МБДОУ № 20 «Кораблик», Верхнесалдинский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Хныкина Татьяна Семеновна, учитель-логопед, МАДОУ «Малыш»,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ГО </w:t>
      </w:r>
      <w:r>
        <w:rPr>
          <w:rFonts w:ascii="Liberation Serif" w:hAnsi="Liberation Serif" w:cs="Liberation Serif"/>
          <w:sz w:val="28"/>
          <w:szCs w:val="28"/>
        </w:rPr>
        <w:t>Богданович,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Хохрина Олеся Валерьевна, филиал МАДОУ «Детский сад № 3» – «Детский сад № 50», ГО 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>Храмова Марина Николаевна, учитель-логопед, ГБОУ СО «Центр психолого-медико-социального сопровождения «Речевой центр», МО «город Екатеринб</w:t>
      </w:r>
      <w:r>
        <w:rPr>
          <w:rFonts w:ascii="Liberation Serif" w:hAnsi="Liberation Serif" w:cs="Liberation Serif"/>
          <w:sz w:val="28"/>
          <w:szCs w:val="28"/>
          <w:lang w:eastAsia="ru-RU"/>
        </w:rPr>
        <w:t>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Царёва Ольга Валерьевна, учитель-логопед, МАДОУ № 2 «Колокольчик», Туринский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Цветкова Елена Анатольевна, учитель-логопед, МБУ «Центр психолого-педагогической, медицинской и социальной помощи», ГО «Город Лесной»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Циглевкина Ирина</w:t>
      </w:r>
      <w:r>
        <w:rPr>
          <w:rFonts w:ascii="Liberation Serif" w:hAnsi="Liberation Serif" w:cs="Liberation Serif"/>
          <w:sz w:val="28"/>
          <w:szCs w:val="28"/>
        </w:rPr>
        <w:t xml:space="preserve"> Ивановна,</w:t>
      </w:r>
      <w:r>
        <w:rPr>
          <w:rFonts w:ascii="Liberation Serif" w:hAnsi="Liberation Serif" w:cs="Liberation Serif"/>
          <w:b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учитель-логопед, МБДОУ № 248,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Цывилько Елена Владимировна, учитель-логопед, ГБОУ СО «Колчеданская школа-интернат, реализующая адаптированные основные общеобразовательные программы», Каменский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276"/>
        </w:tabs>
        <w:spacing w:after="0" w:line="240" w:lineRule="auto"/>
        <w:ind w:left="0" w:right="-1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Чапурина Вера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Геннадьевна, учитель-логопед, МКДОУ «Детский сад № 8 «Березка», Талицкий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Чащина Анна Александровна, учитель-логопед, МАДОУ НТГО детский сад «Золотой петушок»,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right="-1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Чебыкина Вера Викторовна, учитель-логопед, МКДОУ Байкаловский д</w:t>
      </w:r>
      <w:r>
        <w:rPr>
          <w:rFonts w:ascii="Liberation Serif" w:hAnsi="Liberation Serif" w:cs="Liberation Serif"/>
          <w:sz w:val="28"/>
          <w:szCs w:val="28"/>
        </w:rPr>
        <w:t>етский сад № 4 «Богатырь», Байкаловский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710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Чекунова Ирина Валерьевна, учитель-логопед, МБДОУ Детский сад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№ 7 «Берёзка», 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/>
          <w:sz w:val="28"/>
          <w:szCs w:val="28"/>
        </w:rPr>
        <w:t xml:space="preserve">Чинцова Наталья Анатольевна, учитель-логопед, МБДОУ № 341,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МО «город Екатеринбург», 1КК</w:t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Чувакова Наталья </w:t>
      </w:r>
      <w:r>
        <w:rPr>
          <w:rFonts w:ascii="Liberation Serif" w:hAnsi="Liberation Serif" w:cs="Liberation Serif"/>
          <w:sz w:val="28"/>
          <w:szCs w:val="28"/>
        </w:rPr>
        <w:t>Юрьевна, учитель-логопед, МАДОУ НТГО детский сад «Голубок», Нижнетуринский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  <w:tab w:val="left" w:pos="1418"/>
          <w:tab w:val="left" w:pos="5378"/>
          <w:tab w:val="left" w:pos="8628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Чудинова Ольга Ивановна, учитель-логопед, МАУ ДО ЦСШ,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Чура Екатерина Сергеевна, учитель-логопед, МАДОУ «Детский сад «Сказка», Артинский ГО, 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Шапирко Евгения Юрьевна, учитель-логопед, МБДОУ № 458,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Шаповалова Лариса Викторовна, учитель-логопед, МБДОУ № 51,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Шахмаева Валентина Ауреловна, учитель-логопед, МАДОУ Детский сад № 18, ГО </w:t>
      </w:r>
      <w:r>
        <w:rPr>
          <w:rFonts w:ascii="Liberation Serif" w:hAnsi="Liberation Serif"/>
          <w:sz w:val="28"/>
          <w:szCs w:val="28"/>
        </w:rPr>
        <w:t>Красноуральск,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Швыдкая Ирина Вадимовна, учитель-логопед, МАОУ СОШ № 53,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Швыдкая Ирина Вадимовна, учитель-логопед, МБДОУ № 253,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ВКК. 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Шевчук Елена Владимировна, учитель-логопед, МАДОУ «Детский са</w:t>
      </w:r>
      <w:r>
        <w:rPr>
          <w:rFonts w:ascii="Liberation Serif" w:hAnsi="Liberation Serif" w:cs="Liberation Serif"/>
          <w:sz w:val="28"/>
          <w:szCs w:val="28"/>
        </w:rPr>
        <w:t>д комбинированного вида № 4 «Солнышко», Арамильский ГО СО, ВКК</w:t>
      </w:r>
      <w:r>
        <w:rPr>
          <w:rFonts w:ascii="Liberation Serif" w:hAnsi="Liberation Serif" w:cs="Liberation Serif"/>
          <w:sz w:val="28"/>
          <w:szCs w:val="28"/>
          <w:lang w:eastAsia="ru-RU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Шестопалова Юлия Сергеевна, учитель-логопед, МАДОУ № 18, Североуральский ГО,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Шипулина Марина Вячеславовна, учитель-логопед, МКОУ СОШ № 2 г. Нижние Серги, Нижнесергинский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Шихалёва Галина Валентиновна, учитель-логопед, МКОУ Обуховская СОШ, Камышловский МР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Шицелова Маргарита Гариевна, учитель-логопед, МАДОУ № 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ГО Сухой Лог, ВКК.</w:t>
      </w:r>
    </w:p>
    <w:p w:rsidR="00AD1BAA" w:rsidRDefault="00CA09AA">
      <w:pPr>
        <w:pStyle w:val="a3"/>
        <w:numPr>
          <w:ilvl w:val="0"/>
          <w:numId w:val="1"/>
        </w:numPr>
        <w:autoSpaceDE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Шишкина Елена Анатольевна, учитель-логопед, МБДОУ № 462,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iCs/>
          <w:color w:val="222222"/>
          <w:sz w:val="28"/>
          <w:szCs w:val="28"/>
          <w:lang w:eastAsia="ru-RU"/>
        </w:rPr>
        <w:t xml:space="preserve">Шишова Марина Анатольевна, учитель-логопед, МАДОУ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eastAsia="Times New Roman" w:hAnsi="Liberation Serif"/>
          <w:iCs/>
          <w:color w:val="222222"/>
          <w:sz w:val="28"/>
          <w:szCs w:val="28"/>
          <w:lang w:eastAsia="ru-RU"/>
        </w:rPr>
        <w:t>д/с «Детство» – СП детский сад № 143, город Нижний Тагил, ВКК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Шлыкова Светлана Семеновна, учитель-логопед, МБУ «Центр психолого-медико-социального сопровождения», Каменск-Уральский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Шмакова Т</w:t>
      </w:r>
      <w:r>
        <w:rPr>
          <w:rFonts w:ascii="Liberation Serif" w:hAnsi="Liberation Serif" w:cs="Liberation Serif"/>
          <w:sz w:val="28"/>
          <w:szCs w:val="28"/>
        </w:rPr>
        <w:t>атьяна Алексеевна, учитель-логопед, МАДОУ «Детский сад № 35», МО город Алапаевск,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Шпакова Екатерина Владимировна, учитель-логопед, МАДОУ детский сад № 1 «Карусель», Невьянский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Штефанюк Надежда Николаевна, учитель-логопед, МАДОУ № 9, Кушвински</w:t>
      </w:r>
      <w:r>
        <w:rPr>
          <w:rFonts w:ascii="Liberation Serif" w:hAnsi="Liberation Serif" w:cs="Liberation Serif"/>
          <w:sz w:val="28"/>
          <w:szCs w:val="28"/>
        </w:rPr>
        <w:t>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Шулепина Олеся Александровна, учитель-логопед, МАДОУ «Детский сад № 12», ГО Первоуральск,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426"/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Щепелина Ольга Васильевна, учитель-логопед, МАДОУ Луговской детский сад № 5 «Рябинка», Тугулымский ГО, 1КК.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Щербинина Татьяна Владимировна, учитель-ло</w:t>
      </w:r>
      <w:r>
        <w:rPr>
          <w:rFonts w:ascii="Liberation Serif" w:hAnsi="Liberation Serif" w:cs="Liberation Serif"/>
          <w:sz w:val="28"/>
          <w:szCs w:val="28"/>
        </w:rPr>
        <w:t>гопед, МАДОУ № 2, ГО Карпинск,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Юкляевских Надежда Юрьевна, учитель-логопед, МАДОУ № 479,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Юрьевских Светлана Борисовна, учитель-логопед, ГБОУ СО КШИ «Екатеринбургский кадетский корпус войск национальной гвардии», </w:t>
      </w:r>
      <w:r>
        <w:rPr>
          <w:rFonts w:ascii="Liberation Serif" w:hAnsi="Liberation Serif" w:cs="Liberation Serif"/>
          <w:bCs/>
          <w:sz w:val="28"/>
          <w:szCs w:val="28"/>
        </w:rPr>
        <w:t xml:space="preserve">структурное подразделение детский сад № 595 «Казачок»,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</w:t>
      </w:r>
      <w:r>
        <w:rPr>
          <w:rFonts w:ascii="Liberation Serif" w:hAnsi="Liberation Serif" w:cs="Liberation Serif"/>
          <w:bCs/>
          <w:sz w:val="28"/>
          <w:szCs w:val="28"/>
        </w:rPr>
        <w:t>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 xml:space="preserve">Юфа Надежда Александровна, учитель-логопед, МАДОУ № 559,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eastAsia="Times New Roman" w:hAnsi="Liberation Serif"/>
          <w:color w:val="000000"/>
          <w:kern w:val="3"/>
          <w:sz w:val="28"/>
          <w:szCs w:val="28"/>
          <w:lang w:eastAsia="ru-RU"/>
        </w:rPr>
        <w:t>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Ягупец Марина Леонидовна, учитель-логопед, МБДОУ № 438,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hAnsi="Liberation Serif" w:cs="Liberation Serif"/>
          <w:sz w:val="28"/>
          <w:szCs w:val="28"/>
        </w:rPr>
        <w:t>ВКК.</w:t>
      </w:r>
    </w:p>
    <w:p w:rsidR="00AD1BAA" w:rsidRDefault="00AD1BAA">
      <w:pPr>
        <w:tabs>
          <w:tab w:val="left" w:pos="1276"/>
        </w:tabs>
        <w:spacing w:after="0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AD1BAA" w:rsidRDefault="00CA09AA">
      <w:pPr>
        <w:tabs>
          <w:tab w:val="left" w:pos="1276"/>
        </w:tabs>
        <w:spacing w:after="0"/>
        <w:ind w:firstLine="709"/>
        <w:jc w:val="both"/>
      </w:pP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Педагогические работники организаций, реализующих профессиональные образовательные программы медицинского образования </w:t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br/>
      </w:r>
      <w:r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и фармацевтического образования</w:t>
      </w:r>
    </w:p>
    <w:p w:rsidR="00AD1BAA" w:rsidRDefault="00AD1BAA">
      <w:pPr>
        <w:tabs>
          <w:tab w:val="left" w:pos="1276"/>
        </w:tabs>
        <w:spacing w:after="0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Алексеева Елена Антоновна, методист ВКК, преподаватель профессионального цикла специальностей меди</w:t>
      </w:r>
      <w:r>
        <w:rPr>
          <w:rFonts w:ascii="Liberation Serif" w:hAnsi="Liberation Serif" w:cs="Liberation Serif"/>
          <w:sz w:val="28"/>
          <w:szCs w:val="28"/>
        </w:rPr>
        <w:t>цинского и фармацевтического профиля, Асбестовско- Сухоложский филиал ГБПОУ «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Свердловский областной медицинский колледж</w:t>
      </w:r>
      <w:r>
        <w:rPr>
          <w:rFonts w:ascii="Liberation Serif" w:hAnsi="Liberation Serif" w:cs="Liberation Serif"/>
          <w:sz w:val="28"/>
          <w:szCs w:val="28"/>
        </w:rPr>
        <w:t>», Асбестовский ГО,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Базарный Владимир Викторович, преподаватель профессионального цикла специальностей медицинского и фармацевтическ</w:t>
      </w:r>
      <w:r>
        <w:rPr>
          <w:rFonts w:ascii="Liberation Serif" w:hAnsi="Liberation Serif" w:cs="Liberation Serif"/>
          <w:sz w:val="28"/>
          <w:szCs w:val="28"/>
        </w:rPr>
        <w:t>ого профиля, ГБПОУ «Свердловский областной медицинский колледж», профессор кафедры клинической лабораторной диагностики и бактериологии ФГБОУ ВО «УГМУ» Министерства здравоохранения РФ, МО «город Екатеринбург», доктор медицинских наук.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Батлук Светлана Георг</w:t>
      </w:r>
      <w:r>
        <w:rPr>
          <w:rFonts w:ascii="Liberation Serif" w:hAnsi="Liberation Serif" w:cs="Liberation Serif"/>
          <w:sz w:val="28"/>
          <w:szCs w:val="28"/>
        </w:rPr>
        <w:t xml:space="preserve">иевна, преподаватель профессионального цикла специальностей медицинского и фармацевтического профиля, ГБПОУ «Свердловский областной медицинский колледж», </w:t>
      </w:r>
      <w:r>
        <w:rPr>
          <w:rFonts w:ascii="Liberation Serif" w:hAnsi="Liberation Serif"/>
          <w:sz w:val="28"/>
          <w:szCs w:val="28"/>
        </w:rPr>
        <w:t>заведующая отделом статистики и архива ФГБУ «Научно-исследовательский институт охраны материнства и мл</w:t>
      </w:r>
      <w:r>
        <w:rPr>
          <w:rFonts w:ascii="Liberation Serif" w:hAnsi="Liberation Serif"/>
          <w:sz w:val="28"/>
          <w:szCs w:val="28"/>
        </w:rPr>
        <w:t xml:space="preserve">аденчества» Минздрава России,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кандидат медицинских наук.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Болдырев Юрий Анатольевич, преподаватель профессионального цикла специальностей медицинского и фармацевтического профиля, ГБПОУ «Свердловский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>доцент кафедры терапевтической стоматологии и пропедевтики стоматологических заболеванй ФГБОУ ВО «УГМУ» Министерства здравоохранения РФ, МО «город Екатеринбург», кандидат медицинских наук.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Бушуева Людмила Анатольевна, </w:t>
      </w:r>
      <w:r>
        <w:rPr>
          <w:rFonts w:ascii="Liberation Serif" w:hAnsi="Liberation Serif" w:cs="Liberation Serif"/>
          <w:sz w:val="28"/>
          <w:szCs w:val="28"/>
        </w:rPr>
        <w:t xml:space="preserve">преподаватель профессионального цикла </w:t>
      </w:r>
      <w:r>
        <w:rPr>
          <w:rFonts w:ascii="Liberation Serif" w:hAnsi="Liberation Serif" w:cs="Liberation Serif"/>
          <w:sz w:val="28"/>
          <w:szCs w:val="28"/>
        </w:rPr>
        <w:t>специальностей медицинского и фармацевтического профиля, ГБПОУ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«Свердловский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Быкова Олеся Михайловна, </w:t>
      </w:r>
      <w:r>
        <w:rPr>
          <w:rFonts w:ascii="Liberation Serif" w:hAnsi="Liberation Serif" w:cs="Liberation Serif"/>
          <w:sz w:val="28"/>
          <w:szCs w:val="28"/>
        </w:rPr>
        <w:t>преподаватель профессионального цикла специальностей медицинского и фармацевтического профил</w:t>
      </w:r>
      <w:r>
        <w:rPr>
          <w:rFonts w:ascii="Liberation Serif" w:hAnsi="Liberation Serif" w:cs="Liberation Serif"/>
          <w:sz w:val="28"/>
          <w:szCs w:val="28"/>
        </w:rPr>
        <w:t>я, Ирбитский центр медицинского образования ГБПОУ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«Свердловский областной медицинский колледж», ГО «город Ирбит»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Вогулкин Сергей Евгеньевич, преподаватель профессионального цикла специальностей медицинского и фармацевтического профиля, ГБПОУ «Свер</w:t>
      </w:r>
      <w:r>
        <w:rPr>
          <w:rFonts w:ascii="Liberation Serif" w:hAnsi="Liberation Serif" w:cs="Liberation Serif"/>
          <w:sz w:val="28"/>
          <w:szCs w:val="28"/>
        </w:rPr>
        <w:t>дловский областной медицинский колледж», МО «город Екатеринбург», ВКК, доктор медицинских наук.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Галышева Елена Алексеевна, преподаватель иностранного языка, ГБПОУ «Свердловский областной медицинский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Доброва Нелли Мар</w:t>
      </w:r>
      <w:r>
        <w:rPr>
          <w:rFonts w:ascii="Liberation Serif" w:hAnsi="Liberation Serif" w:cs="Liberation Serif"/>
          <w:sz w:val="28"/>
          <w:szCs w:val="28"/>
        </w:rPr>
        <w:t>совна, преподаватель профессионального цикла специальностей медицинского и фармацевтического профиля, фармацевтического филиал ГБПОУ «Свердловский областной медицинский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Колташева Елена Геннадьевна, преподаватель </w:t>
      </w:r>
      <w:r>
        <w:rPr>
          <w:rFonts w:ascii="Liberation Serif" w:hAnsi="Liberation Serif" w:cs="Liberation Serif"/>
          <w:sz w:val="28"/>
          <w:szCs w:val="28"/>
        </w:rPr>
        <w:t>профессионального цикла специальностей медицинского и фармацевтического профиля, Новоуральский филиал ГБПОУ «Свердловский областной медицинский колледж», Новоуральский ГО СО,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Костылева Елена Олеговна, преподаватель профессионального цикла специальност</w:t>
      </w:r>
      <w:r>
        <w:rPr>
          <w:rFonts w:ascii="Liberation Serif" w:hAnsi="Liberation Serif" w:cs="Liberation Serif"/>
          <w:sz w:val="28"/>
          <w:szCs w:val="28"/>
        </w:rPr>
        <w:t>ей медицинского и фармацевтического профиля, ГБПОУ «Свердловский областной медицинский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Курбатова Ирина Михайловна, преподаватель профессионального цикла специальностей медицинского и фармацевтического профиля, ГБПОУ </w:t>
      </w:r>
      <w:r>
        <w:rPr>
          <w:rFonts w:ascii="Liberation Serif" w:hAnsi="Liberation Serif" w:cs="Liberation Serif"/>
          <w:sz w:val="28"/>
          <w:szCs w:val="28"/>
        </w:rPr>
        <w:t>«Свердловский областной медицинский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Лебедева Ирина Борисовна, </w:t>
      </w:r>
      <w:r>
        <w:rPr>
          <w:rFonts w:ascii="Liberation Serif" w:hAnsi="Liberation Serif" w:cs="Liberation Serif"/>
          <w:sz w:val="28"/>
          <w:szCs w:val="28"/>
        </w:rPr>
        <w:t>преподаватель профессионального цикла специальностей медицинского и фармацевтического профиля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ГБПОУ «Свердловский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</w:t>
      </w:r>
      <w:r>
        <w:rPr>
          <w:rFonts w:ascii="Liberation Serif" w:hAnsi="Liberation Serif" w:cs="Liberation Serif"/>
          <w:sz w:val="28"/>
          <w:szCs w:val="28"/>
        </w:rPr>
        <w:t xml:space="preserve">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ВКК, </w:t>
      </w:r>
      <w:r>
        <w:rPr>
          <w:rFonts w:ascii="Liberation Serif" w:hAnsi="Liberation Serif" w:cs="Liberation Serif"/>
          <w:sz w:val="28"/>
          <w:szCs w:val="28"/>
        </w:rPr>
        <w:t>кандидат медицинских наук.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Левина Ирина Анатольевна, </w:t>
      </w:r>
      <w:r>
        <w:rPr>
          <w:rFonts w:ascii="Liberation Serif" w:hAnsi="Liberation Serif" w:cs="Liberation Serif"/>
          <w:sz w:val="28"/>
          <w:szCs w:val="28"/>
        </w:rPr>
        <w:t>преподаватель профессионального цикла специальностей медицинского и фармацевтического профиля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ГБПОУ «Свердловский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заслуженный учитель РФ.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Ледянкина Ольга Васильевна, </w:t>
      </w:r>
      <w:r>
        <w:rPr>
          <w:rFonts w:ascii="Liberation Serif" w:hAnsi="Liberation Serif" w:cs="Liberation Serif"/>
          <w:sz w:val="28"/>
          <w:szCs w:val="28"/>
        </w:rPr>
        <w:t>преподаватель профессионального цикла специальностей медицинского и фармацевтического профиля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ГБПОУ «Свердловский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ВКК, кандидат фармацевтических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наук.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Лобанова Лариса Николаевна, преподаватель профессионального цикла специальности «Стоматология ортопедическая», ГБПОУ «Свердловский областной медицинский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Луконин Евгений Витальевич, преподаватель-организатор осн</w:t>
      </w:r>
      <w:r>
        <w:rPr>
          <w:rFonts w:ascii="Liberation Serif" w:hAnsi="Liberation Serif" w:cs="Liberation Serif"/>
          <w:sz w:val="28"/>
          <w:szCs w:val="28"/>
        </w:rPr>
        <w:t>ов безопасности жизнедеятельности, ГБПОУ «Свердловский областной медицинский колледж»,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Макарчева Елена Николаевна, преподаватель физической культуры, ГБПОУ «Свердловский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>МО «город Екатеринбург»,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Малых Люция Сулеймановна, преподаватель информатики, математики, ГБПОУ «Свердловский областной медицинский колледж»,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Маршалкин Александр Павлович, преподаватель профессионального цикла специальностей медицинского и фарм</w:t>
      </w:r>
      <w:r>
        <w:rPr>
          <w:rFonts w:ascii="Liberation Serif" w:hAnsi="Liberation Serif" w:cs="Liberation Serif"/>
          <w:sz w:val="28"/>
          <w:szCs w:val="28"/>
        </w:rPr>
        <w:t>ацевтического профиля, ГБПОУ «Свердловский областной медицинский колледж», доцент кафедры</w:t>
      </w:r>
      <w:r>
        <w:rPr>
          <w:rFonts w:ascii="Liberation Serif" w:hAnsi="Liberation Serif"/>
          <w:sz w:val="28"/>
          <w:szCs w:val="28"/>
        </w:rPr>
        <w:t xml:space="preserve"> логопедии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hAnsi="Liberation Serif"/>
          <w:sz w:val="28"/>
          <w:szCs w:val="28"/>
        </w:rPr>
        <w:t>и клиники дизонтогенеза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УРГПУ ИСО (институт специального образования), </w:t>
      </w:r>
      <w:r>
        <w:rPr>
          <w:rFonts w:ascii="Liberation Serif" w:hAnsi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МО «город Екатеринбург», кандидат медицинских наук.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Мелькова Лариса Юрьевна, препод</w:t>
      </w:r>
      <w:r>
        <w:rPr>
          <w:rFonts w:ascii="Liberation Serif" w:hAnsi="Liberation Serif" w:cs="Liberation Serif"/>
          <w:sz w:val="28"/>
          <w:szCs w:val="28"/>
        </w:rPr>
        <w:t>аватель профессионального цикла специальностей медицинского и фармацевтического профиля, Ревдинский ЦМО ГБПОУ «Свердловский областной медицинский колледж»,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Мосина Светлана Юрьевна, преподаватель физической культуры, ГБПОУ «Свердловский облас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Панова Надежда Викторовна, </w:t>
      </w:r>
      <w:r>
        <w:rPr>
          <w:rFonts w:ascii="Liberation Serif" w:hAnsi="Liberation Serif" w:cs="Liberation Serif"/>
          <w:sz w:val="28"/>
          <w:szCs w:val="28"/>
        </w:rPr>
        <w:t>преподаватель профессионального цикла специальностей медицинского и фармацевтического профиля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ГБПОУ «Свердловский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Рогожина Людмила Павловна, преподаватель профессионального цикла специальностей медицинского и фармацевтического профиля, ГБПОУ «Свердловский областной медицинский колледж», </w:t>
      </w:r>
      <w:r>
        <w:rPr>
          <w:rFonts w:ascii="Liberation Serif" w:hAnsi="Liberation Serif"/>
          <w:sz w:val="28"/>
          <w:szCs w:val="28"/>
        </w:rPr>
        <w:t>заместитель главного врача по оперативной работе ГАУ ЗСО «Территориального це</w:t>
      </w:r>
      <w:r>
        <w:rPr>
          <w:rFonts w:ascii="Liberation Serif" w:hAnsi="Liberation Serif"/>
          <w:sz w:val="28"/>
          <w:szCs w:val="28"/>
        </w:rPr>
        <w:t>нтра медицины катастроф»</w:t>
      </w:r>
      <w:r>
        <w:rPr>
          <w:rFonts w:ascii="Liberation Serif" w:hAnsi="Liberation Serif" w:cs="Liberation Serif"/>
          <w:sz w:val="28"/>
          <w:szCs w:val="28"/>
        </w:rPr>
        <w:t>, МО «город Екатеринбург», ВКК, доктор медицинских наук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Рубцова Татьяна Дмитриевна, методист, ВКК, </w:t>
      </w:r>
      <w:r>
        <w:rPr>
          <w:rFonts w:ascii="Liberation Serif" w:hAnsi="Liberation Serif" w:cs="Liberation Serif"/>
          <w:sz w:val="28"/>
          <w:szCs w:val="28"/>
        </w:rPr>
        <w:t>преподаватель профессионального цикла специальностей медицинского и фармацевтического профиля, фармацевтический филиал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ГБПОУ «Свердло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Стороженко Андрей Васильевич, преподаватель профессионального цикла специальностей медицинского и фармацевтического профиля, ГБПОУ «Свердловский областной медицинский колледж», главный фел</w:t>
      </w:r>
      <w:r>
        <w:rPr>
          <w:rFonts w:ascii="Liberation Serif" w:hAnsi="Liberation Serif" w:cs="Liberation Serif"/>
          <w:sz w:val="28"/>
          <w:szCs w:val="28"/>
        </w:rPr>
        <w:t>ьдшер ГБУЗ СО станции скорой медицинской помощи имени В.Ф. Капиноса, МО «город Екатеринбург»,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Тонкушина Оксана Николаевна, преподаватель профессионального цикла специальностей медицинского и фармацевтического профиля, Нижнетагильский филиал ГБПОУ «Све</w:t>
      </w:r>
      <w:r>
        <w:rPr>
          <w:rFonts w:ascii="Liberation Serif" w:hAnsi="Liberation Serif" w:cs="Liberation Serif"/>
          <w:sz w:val="28"/>
          <w:szCs w:val="28"/>
        </w:rPr>
        <w:t>рдловский областной медицинский колледж», МО «город Нижний Тагил»,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Федорова Татьяна Николаевна, </w:t>
      </w:r>
      <w:r>
        <w:rPr>
          <w:rFonts w:ascii="Liberation Serif" w:hAnsi="Liberation Serif" w:cs="Liberation Serif"/>
          <w:sz w:val="28"/>
          <w:szCs w:val="28"/>
        </w:rPr>
        <w:t>преподаватель профессионального цикла специальностей медицинского и фармацевтического профиля, фармацевтического филиала ГБПОУ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«Свердловский областной меди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Шкарина Татьяна Ивановна, </w:t>
      </w:r>
      <w:r>
        <w:rPr>
          <w:rFonts w:ascii="Liberation Serif" w:hAnsi="Liberation Serif" w:cs="Liberation Serif"/>
          <w:sz w:val="28"/>
          <w:szCs w:val="28"/>
        </w:rPr>
        <w:t xml:space="preserve">преподаватель профессионального цикла специальностей медицинского и фармацевтического профиля,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Ревдинский центр медицинского образования ГБПОУ «Свердловский областной медицинский кол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ледж», ГО Ревда, 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Щипанова Екатерина Владимировна, </w:t>
      </w:r>
      <w:r>
        <w:rPr>
          <w:rFonts w:ascii="Liberation Serif" w:hAnsi="Liberation Serif" w:cs="Liberation Serif"/>
          <w:sz w:val="28"/>
          <w:szCs w:val="28"/>
        </w:rPr>
        <w:t>преподаватель профессионального цикла специальностей медицинского и фармацевтического профиля, фармацевтический филиал ГБПОУ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«Свердловский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CA09AA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Юркова Ольга Алексеевна, методист, ВКК, </w:t>
      </w:r>
      <w:r>
        <w:rPr>
          <w:rFonts w:ascii="Liberation Serif" w:hAnsi="Liberation Serif" w:cs="Liberation Serif"/>
          <w:sz w:val="28"/>
          <w:szCs w:val="28"/>
        </w:rPr>
        <w:t>преподаватель гуманитарных и социально-экономических дисциплин, менеджмента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ГБПОУ «Свердловский областной медицинский колледж», </w:t>
      </w:r>
      <w:r>
        <w:rPr>
          <w:rFonts w:ascii="Liberation Serif" w:hAnsi="Liberation Serif" w:cs="Liberation Serif"/>
          <w:sz w:val="28"/>
          <w:szCs w:val="28"/>
        </w:rPr>
        <w:t xml:space="preserve">МО «город Екатеринбург»,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ВКК.</w:t>
      </w:r>
    </w:p>
    <w:p w:rsidR="00AD1BAA" w:rsidRDefault="00AD1B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AD1BAA" w:rsidRDefault="00AD1BAA">
      <w:pPr>
        <w:pageBreakBefore/>
        <w:spacing w:after="0"/>
        <w:rPr>
          <w:rFonts w:ascii="Liberation Serif" w:hAnsi="Liberation Serif" w:cs="Liberation Serif"/>
          <w:sz w:val="28"/>
          <w:szCs w:val="28"/>
        </w:rPr>
      </w:pPr>
    </w:p>
    <w:p w:rsidR="00AD1BAA" w:rsidRDefault="00CA09AA">
      <w:pPr>
        <w:spacing w:after="0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Список используемых сокращений:</w:t>
      </w:r>
    </w:p>
    <w:p w:rsidR="00AD1BAA" w:rsidRDefault="00AD1B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АК – Аттестационная </w:t>
      </w:r>
      <w:r>
        <w:rPr>
          <w:rFonts w:ascii="Liberation Serif" w:hAnsi="Liberation Serif" w:cs="Liberation Serif"/>
          <w:sz w:val="28"/>
          <w:szCs w:val="28"/>
        </w:rPr>
        <w:t>комиссия Министерства образования и молодежной политики Свердловской области;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ВАК – Высшая аттестационная комиссия;</w:t>
      </w:r>
    </w:p>
    <w:p w:rsidR="00AD1BAA" w:rsidRDefault="00CA09AA">
      <w:pPr>
        <w:spacing w:after="0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ГАНОУ СО – государственное автономное нетиповое образовательное учреждение Свердловской области;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ГАПОУ СО – государственное автономное профе</w:t>
      </w:r>
      <w:r>
        <w:rPr>
          <w:rFonts w:ascii="Liberation Serif" w:hAnsi="Liberation Serif" w:cs="Liberation Serif"/>
          <w:sz w:val="28"/>
          <w:szCs w:val="28"/>
        </w:rPr>
        <w:t>ссиональное образовательное учреждение Свердловской области;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ГБПОУ СО – государственное бюджетное профессиональное образовательное учреждение Свердловской области;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ГБУ – государственное образовательное учреждение;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ГДТДиМ – городской дворец творчества детей</w:t>
      </w:r>
      <w:r>
        <w:rPr>
          <w:rFonts w:ascii="Liberation Serif" w:hAnsi="Liberation Serif" w:cs="Liberation Serif"/>
          <w:sz w:val="28"/>
          <w:szCs w:val="28"/>
        </w:rPr>
        <w:t xml:space="preserve"> и молодежи;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ГДДЮТ – городской дворец детского и юношеского творчества;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ГКОУ СО – государственное казенное общеобразовательное учреждение Свердловской области;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ГО – городской округ;</w:t>
      </w:r>
    </w:p>
    <w:p w:rsidR="00AD1BAA" w:rsidRDefault="00CA09AA">
      <w:pPr>
        <w:spacing w:after="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ГДЭЦ – городской детский экологический центр;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ДДТ – дом детского творчеств</w:t>
      </w:r>
      <w:r>
        <w:rPr>
          <w:rFonts w:ascii="Liberation Serif" w:hAnsi="Liberation Serif" w:cs="Liberation Serif"/>
          <w:sz w:val="28"/>
          <w:szCs w:val="28"/>
        </w:rPr>
        <w:t>а;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 ДДиЮ – дополнительного образования Дворец детства и юношества;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ДОО – дошкольная образовательная организация;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ДООЦ – детский оздоравительно-образовательный центр;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ДПО – дополнительное профессиональное образование;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ДЭЦ – детский эстетический центр;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ДЮС</w:t>
      </w:r>
      <w:r>
        <w:rPr>
          <w:rFonts w:ascii="Liberation Serif" w:hAnsi="Liberation Serif" w:cs="Liberation Serif"/>
          <w:sz w:val="28"/>
          <w:szCs w:val="28"/>
        </w:rPr>
        <w:t>Ш – детская юношеская спортивная школа;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ДЮЦ – детско-юношеский центр;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ИМЦ – информационно-методический центр;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ИТПД – информационные технологии в профессиональной деятельности;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КШИ – кадетская школа-интернат;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МАДОУ – муниципальное автономное дошкольное обра</w:t>
      </w:r>
      <w:r>
        <w:rPr>
          <w:rFonts w:ascii="Liberation Serif" w:hAnsi="Liberation Serif" w:cs="Liberation Serif"/>
          <w:sz w:val="28"/>
          <w:szCs w:val="28"/>
        </w:rPr>
        <w:t>зовательное учреждение;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МАОУ – муниципальное автономное образовательное учреждение;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МАУ ДО – муниципальное автономное учреждение дополнительного образования;</w:t>
      </w:r>
    </w:p>
    <w:p w:rsidR="00AD1BAA" w:rsidRDefault="00CA09AA">
      <w:pPr>
        <w:spacing w:after="0"/>
        <w:jc w:val="both"/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МБВ(С)ОУ В(С)ОШ – муниципальное бюджетное вечернее (сменное) общеобразовательное учреждение </w:t>
      </w:r>
      <w:r>
        <w:rPr>
          <w:rFonts w:ascii="Liberation Serif" w:hAnsi="Liberation Serif" w:cs="Liberation Serif"/>
          <w:sz w:val="28"/>
          <w:szCs w:val="28"/>
          <w:lang w:eastAsia="ru-RU"/>
        </w:rPr>
        <w:t>вечерняя (сменная) общеобразовательная школа;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МБДОУ – муниципальное бюджетное дошкольное образовательное учреждение;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МБОУ – муниципальное бюджетное образовательное учреждение;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МБОШИ – муниципальное образовательное учреждение школа-интернат;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МБУ ДО – </w:t>
      </w:r>
      <w:r>
        <w:rPr>
          <w:rFonts w:ascii="Liberation Serif" w:hAnsi="Liberation Serif" w:cs="Liberation Serif"/>
          <w:sz w:val="28"/>
          <w:szCs w:val="28"/>
        </w:rPr>
        <w:t>муниципальное бюджетное учреждение дополнительного образования;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МКДОУ – муниципальное казенное дошкольное образовательное учреждение;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МКОУ – муниципальное казенное образовательное учреждение;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МКУ – муниципальное казенное учреждение;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 – муниципальное обра</w:t>
      </w:r>
      <w:r>
        <w:rPr>
          <w:rFonts w:ascii="Liberation Serif" w:hAnsi="Liberation Serif" w:cs="Liberation Serif"/>
          <w:sz w:val="28"/>
          <w:szCs w:val="28"/>
        </w:rPr>
        <w:t>зование;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МОМПСО – Министерство образования и молодежной политики Свердловской области;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МОУ – муниципальное образовательное учреждение;</w:t>
      </w:r>
    </w:p>
    <w:p w:rsidR="00AD1BAA" w:rsidRDefault="00CA09AA">
      <w:pPr>
        <w:spacing w:after="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МУДО – муниципальное учреждение дополнительного образования;</w:t>
      </w:r>
    </w:p>
    <w:p w:rsidR="00AD1BAA" w:rsidRDefault="00CA09AA">
      <w:pPr>
        <w:spacing w:after="0"/>
        <w:jc w:val="both"/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МЦК</w:t>
      </w:r>
      <w:r>
        <w:rPr>
          <w:rFonts w:ascii="Liberation Serif" w:hAnsi="Liberation Serif" w:cs="Liberation Serif"/>
          <w:sz w:val="28"/>
          <w:szCs w:val="28"/>
        </w:rPr>
        <w:t xml:space="preserve"> – Межрегиональный центр компетенций;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НДОУ – негосударств</w:t>
      </w:r>
      <w:r>
        <w:rPr>
          <w:rFonts w:ascii="Liberation Serif" w:hAnsi="Liberation Serif" w:cs="Liberation Serif"/>
          <w:sz w:val="28"/>
          <w:szCs w:val="28"/>
        </w:rPr>
        <w:t>енное дошкольное образовательное учреждение;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НШДС – начальная школа – детский сад;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 – Свердловская область;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ОАО «РЖД» – открытое акционерное общество «Российские железные дороги»;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ОО – организация, реализующая образовательные программы (дошкольного, нача</w:t>
      </w:r>
      <w:r>
        <w:rPr>
          <w:rFonts w:ascii="Liberation Serif" w:hAnsi="Liberation Serif" w:cs="Liberation Serif"/>
          <w:sz w:val="28"/>
          <w:szCs w:val="28"/>
        </w:rPr>
        <w:t>льного, основного, среднего образования, организации профессионального образования);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ОП – образовательная программа;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РГ АК – рабочая группа Аттестационной комиссии Министерства образования и молодежной политики Свердловской области;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СОШ – средняя общеобраз</w:t>
      </w:r>
      <w:r>
        <w:rPr>
          <w:rFonts w:ascii="Liberation Serif" w:hAnsi="Liberation Serif" w:cs="Liberation Serif"/>
          <w:sz w:val="28"/>
          <w:szCs w:val="28"/>
        </w:rPr>
        <w:t>овательная школа;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СТиЭ - стация туризма и экскурсий;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ФГОС – федеральные государственные образовательные стандарты;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ЦВР – центр внешкольной работы;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ЦДП – центр детский (подростковый);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ЦДТ – центр детского творчества;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ЦО – Центр образования;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ЦППМС – Центр </w:t>
      </w:r>
      <w:r>
        <w:rPr>
          <w:rFonts w:ascii="Liberation Serif" w:hAnsi="Liberation Serif" w:cs="Liberation Serif"/>
          <w:sz w:val="28"/>
          <w:szCs w:val="28"/>
        </w:rPr>
        <w:t>психолого-педагогической, медицинской и социальной помощи;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ЦРР – Центр развития ребенка; </w:t>
      </w:r>
    </w:p>
    <w:p w:rsidR="00AD1BAA" w:rsidRDefault="00CA09AA">
      <w:pPr>
        <w:spacing w:after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1КК – первая квалификационная категория;</w:t>
      </w:r>
    </w:p>
    <w:p w:rsidR="00AD1BAA" w:rsidRDefault="00CA09AA">
      <w:pPr>
        <w:spacing w:after="0"/>
        <w:jc w:val="both"/>
      </w:pPr>
      <w:r>
        <w:rPr>
          <w:rFonts w:ascii="Liberation Serif" w:hAnsi="Liberation Serif" w:cs="Liberation Serif"/>
          <w:sz w:val="28"/>
          <w:szCs w:val="28"/>
        </w:rPr>
        <w:t>ВКК – высшая квалификационная категория.</w:t>
      </w:r>
    </w:p>
    <w:sectPr w:rsidR="00AD1BAA">
      <w:headerReference w:type="default" r:id="rId8"/>
      <w:headerReference w:type="first" r:id="rId9"/>
      <w:pgSz w:w="11906" w:h="16838"/>
      <w:pgMar w:top="992" w:right="567" w:bottom="1134" w:left="1418" w:header="397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A09AA">
      <w:pPr>
        <w:spacing w:after="0"/>
      </w:pPr>
      <w:r>
        <w:separator/>
      </w:r>
    </w:p>
  </w:endnote>
  <w:endnote w:type="continuationSeparator" w:id="0">
    <w:p w:rsidR="00000000" w:rsidRDefault="00CA09A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ohit Hindi">
    <w:charset w:val="00"/>
    <w:family w:val="auto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A09AA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000000" w:rsidRDefault="00CA09A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011" w:rsidRDefault="00CA09AA">
    <w:pPr>
      <w:pStyle w:val="a6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>
      <w:rPr>
        <w:rFonts w:ascii="Liberation Serif" w:hAnsi="Liberation Serif" w:cs="Liberation Serif"/>
        <w:noProof/>
        <w:sz w:val="28"/>
        <w:szCs w:val="28"/>
      </w:rPr>
      <w:t>2</w:t>
    </w:r>
    <w:r>
      <w:rPr>
        <w:rFonts w:ascii="Liberation Serif" w:hAnsi="Liberation Serif" w:cs="Liberation Serif"/>
        <w:sz w:val="28"/>
        <w:szCs w:val="28"/>
      </w:rPr>
      <w:fldChar w:fldCharType="end"/>
    </w:r>
  </w:p>
  <w:p w:rsidR="00911011" w:rsidRDefault="00CA09AA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011" w:rsidRDefault="00CA09A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B344D2"/>
    <w:multiLevelType w:val="multilevel"/>
    <w:tmpl w:val="BEA2F2EE"/>
    <w:lvl w:ilvl="0">
      <w:start w:val="1"/>
      <w:numFmt w:val="decimal"/>
      <w:lvlText w:val="%1."/>
      <w:lvlJc w:val="left"/>
      <w:pPr>
        <w:ind w:left="1211" w:hanging="360"/>
      </w:pPr>
      <w:rPr>
        <w:rFonts w:ascii="Liberation Serif" w:hAnsi="Liberation Serif" w:cs="Liberation Serif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AD1BAA"/>
    <w:rsid w:val="00AD1BAA"/>
    <w:rsid w:val="00CA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EF60A-CBBD-412A-8245-704898D0D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a"/>
    <w:next w:val="a"/>
    <w:pPr>
      <w:autoSpaceDE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pPr>
      <w:keepNext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8">
    <w:name w:val="heading 8"/>
    <w:basedOn w:val="a"/>
    <w:next w:val="a"/>
    <w:pPr>
      <w:spacing w:before="240" w:after="60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spacing w:after="200" w:line="276" w:lineRule="auto"/>
      <w:ind w:left="720"/>
    </w:pPr>
  </w:style>
  <w:style w:type="paragraph" w:customStyle="1" w:styleId="10">
    <w:name w:val="Абзац списка1"/>
    <w:basedOn w:val="a"/>
    <w:pPr>
      <w:spacing w:after="200" w:line="276" w:lineRule="auto"/>
      <w:ind w:left="720"/>
    </w:pPr>
    <w:rPr>
      <w:rFonts w:eastAsia="Times New Roman"/>
    </w:rPr>
  </w:style>
  <w:style w:type="paragraph" w:customStyle="1" w:styleId="11">
    <w:name w:val="Без интервала1"/>
    <w:pPr>
      <w:suppressAutoHyphens/>
      <w:spacing w:after="0"/>
    </w:pPr>
    <w:rPr>
      <w:rFonts w:eastAsia="Times New Roman"/>
    </w:rPr>
  </w:style>
  <w:style w:type="paragraph" w:styleId="a4">
    <w:name w:val="Normal (Web)"/>
    <w:basedOn w:val="a"/>
    <w:pPr>
      <w:spacing w:before="100" w:after="1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"/>
    <w:basedOn w:val="a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head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rPr>
      <w:rFonts w:ascii="Calibri" w:eastAsia="Calibri" w:hAnsi="Calibri" w:cs="Times New Roman"/>
    </w:rPr>
  </w:style>
  <w:style w:type="paragraph" w:styleId="a8">
    <w:name w:val="footer"/>
    <w:basedOn w:val="a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rPr>
      <w:rFonts w:ascii="Calibri" w:eastAsia="Calibri" w:hAnsi="Calibri" w:cs="Times New Roman"/>
    </w:rPr>
  </w:style>
  <w:style w:type="character" w:styleId="aa">
    <w:name w:val="Hyperlink"/>
    <w:rPr>
      <w:rFonts w:cs="Times New Roman"/>
      <w:color w:val="0000FF"/>
      <w:u w:val="single"/>
    </w:rPr>
  </w:style>
  <w:style w:type="paragraph" w:customStyle="1" w:styleId="110">
    <w:name w:val="Знак Знак Знак1 Знак1"/>
    <w:basedOn w:val="a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b">
    <w:name w:val="Balloon Text"/>
    <w:basedOn w:val="a"/>
    <w:pPr>
      <w:spacing w:after="0"/>
    </w:pPr>
    <w:rPr>
      <w:rFonts w:ascii="Tahoma" w:hAnsi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rPr>
      <w:rFonts w:ascii="Tahoma" w:eastAsia="Calibri" w:hAnsi="Tahoma" w:cs="Times New Roman"/>
      <w:sz w:val="16"/>
      <w:szCs w:val="16"/>
      <w:lang w:eastAsia="ru-RU"/>
    </w:rPr>
  </w:style>
  <w:style w:type="paragraph" w:styleId="ad">
    <w:name w:val="Title"/>
    <w:basedOn w:val="a"/>
    <w:pPr>
      <w:spacing w:after="0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e">
    <w:name w:val="Название Знак"/>
    <w:basedOn w:val="a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NoSpacingChar1">
    <w:name w:val="No Spacing Char1"/>
    <w:rPr>
      <w:rFonts w:ascii="Calibri" w:eastAsia="Times New Roman" w:hAnsi="Calibri" w:cs="Times New Roman"/>
    </w:rPr>
  </w:style>
  <w:style w:type="character" w:customStyle="1" w:styleId="2">
    <w:name w:val="Основной текст (2)_"/>
    <w:rPr>
      <w:sz w:val="21"/>
      <w:shd w:val="clear" w:color="auto" w:fill="FFFFFF"/>
    </w:rPr>
  </w:style>
  <w:style w:type="paragraph" w:customStyle="1" w:styleId="20">
    <w:name w:val="Основной текст (2)"/>
    <w:basedOn w:val="a"/>
    <w:pPr>
      <w:widowControl w:val="0"/>
      <w:shd w:val="clear" w:color="auto" w:fill="FFFFFF"/>
      <w:spacing w:after="120" w:line="283" w:lineRule="exact"/>
    </w:pPr>
    <w:rPr>
      <w:sz w:val="21"/>
    </w:rPr>
  </w:style>
  <w:style w:type="paragraph" w:customStyle="1" w:styleId="Style15">
    <w:name w:val="Style15"/>
    <w:basedOn w:val="a"/>
    <w:pPr>
      <w:widowControl w:val="0"/>
      <w:autoSpaceDE w:val="0"/>
      <w:spacing w:after="0" w:line="274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3">
    <w:name w:val="Font Style33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widowControl w:val="0"/>
      <w:autoSpaceDE w:val="0"/>
      <w:spacing w:after="0" w:line="275" w:lineRule="exact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pPr>
      <w:widowControl w:val="0"/>
      <w:autoSpaceDE w:val="0"/>
      <w:spacing w:after="0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21">
    <w:name w:val="Абзац списка2"/>
    <w:basedOn w:val="a"/>
    <w:pPr>
      <w:spacing w:after="0"/>
      <w:ind w:left="720"/>
    </w:pPr>
    <w:rPr>
      <w:rFonts w:ascii="Times New Roman" w:hAnsi="Times New Roman"/>
      <w:sz w:val="24"/>
      <w:szCs w:val="24"/>
      <w:lang w:eastAsia="ru-RU"/>
    </w:rPr>
  </w:style>
  <w:style w:type="paragraph" w:customStyle="1" w:styleId="111">
    <w:name w:val="Знак Знак Знак1 Знак11"/>
    <w:basedOn w:val="a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">
    <w:name w:val="Body Text Indent"/>
    <w:basedOn w:val="a"/>
    <w:pPr>
      <w:spacing w:after="120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pPr>
      <w:widowControl w:val="0"/>
      <w:suppressAutoHyphens/>
      <w:spacing w:after="0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/>
    </w:rPr>
  </w:style>
  <w:style w:type="character" w:styleId="af1">
    <w:name w:val="page number"/>
    <w:rPr>
      <w:rFonts w:cs="Times New Roman"/>
    </w:rPr>
  </w:style>
  <w:style w:type="paragraph" w:customStyle="1" w:styleId="TableContents">
    <w:name w:val="Table Contents"/>
    <w:basedOn w:val="a"/>
    <w:pPr>
      <w:widowControl w:val="0"/>
      <w:suppressLineNumbers/>
      <w:spacing w:after="0"/>
    </w:pPr>
    <w:rPr>
      <w:rFonts w:ascii="Liberation Serif" w:eastAsia="Liberation Serif" w:hAnsi="Liberation Serif" w:cs="Lohit Hindi"/>
      <w:kern w:val="3"/>
      <w:sz w:val="24"/>
      <w:szCs w:val="24"/>
      <w:lang w:eastAsia="hi-IN" w:bidi="hi-IN"/>
    </w:rPr>
  </w:style>
  <w:style w:type="paragraph" w:customStyle="1" w:styleId="12">
    <w:name w:val="Знак1"/>
    <w:basedOn w:val="a"/>
    <w:pPr>
      <w:spacing w:after="0"/>
    </w:pPr>
    <w:rPr>
      <w:rFonts w:ascii="Verdana" w:hAnsi="Verdana" w:cs="Verdana"/>
      <w:sz w:val="20"/>
      <w:szCs w:val="20"/>
      <w:lang w:val="en-US"/>
    </w:rPr>
  </w:style>
  <w:style w:type="paragraph" w:customStyle="1" w:styleId="30">
    <w:name w:val="Знак3"/>
    <w:basedOn w:val="a"/>
    <w:pPr>
      <w:spacing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24">
    <w:name w:val="Знак2"/>
    <w:basedOn w:val="a"/>
    <w:pPr>
      <w:spacing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af2">
    <w:name w:val="Содержимое таблицы"/>
    <w:basedOn w:val="a"/>
    <w:pPr>
      <w:suppressLineNumbers/>
      <w:spacing w:after="0" w:line="100" w:lineRule="atLeast"/>
    </w:pPr>
    <w:rPr>
      <w:rFonts w:ascii="Times New Roman" w:hAnsi="Times New Roman"/>
      <w:kern w:val="3"/>
      <w:sz w:val="24"/>
      <w:szCs w:val="24"/>
      <w:lang w:eastAsia="ar-SA"/>
    </w:rPr>
  </w:style>
  <w:style w:type="paragraph" w:styleId="31">
    <w:name w:val="Body Text Indent 3"/>
    <w:basedOn w:val="a"/>
    <w:pPr>
      <w:spacing w:after="0"/>
      <w:ind w:left="993"/>
      <w:outlineLvl w:val="0"/>
    </w:pPr>
    <w:rPr>
      <w:rFonts w:ascii="Times New Roman" w:hAnsi="Times New Roman"/>
      <w:sz w:val="40"/>
      <w:szCs w:val="20"/>
      <w:lang w:eastAsia="ru-RU"/>
    </w:rPr>
  </w:style>
  <w:style w:type="character" w:customStyle="1" w:styleId="32">
    <w:name w:val="Основной текст с отступом 3 Знак"/>
    <w:basedOn w:val="a0"/>
    <w:rPr>
      <w:rFonts w:ascii="Times New Roman" w:eastAsia="Calibri" w:hAnsi="Times New Roman" w:cs="Times New Roman"/>
      <w:sz w:val="40"/>
      <w:szCs w:val="20"/>
      <w:lang w:eastAsia="ru-RU"/>
    </w:rPr>
  </w:style>
  <w:style w:type="paragraph" w:styleId="af3">
    <w:name w:val="Body Text"/>
    <w:basedOn w:val="a"/>
    <w:pPr>
      <w:spacing w:after="0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af4">
    <w:name w:val="Основной текст Знак"/>
    <w:basedOn w:val="a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ParaAttribute2">
    <w:name w:val="ParaAttribute2"/>
    <w:pPr>
      <w:widowControl w:val="0"/>
      <w:suppressAutoHyphens/>
      <w:wordWrap w:val="0"/>
      <w:spacing w:after="0"/>
    </w:pPr>
    <w:rPr>
      <w:rFonts w:ascii="Times New Roman" w:eastAsia="Batang" w:hAnsi="Times New Roman"/>
      <w:sz w:val="20"/>
      <w:szCs w:val="20"/>
      <w:lang w:eastAsia="ru-RU"/>
    </w:rPr>
  </w:style>
  <w:style w:type="character" w:customStyle="1" w:styleId="CharAttribute5">
    <w:name w:val="CharAttribute5"/>
    <w:rPr>
      <w:rFonts w:ascii="Times New Roman" w:hAnsi="Times New Roman"/>
    </w:rPr>
  </w:style>
  <w:style w:type="character" w:customStyle="1" w:styleId="CharAttribute8">
    <w:name w:val="CharAttribute8"/>
    <w:rPr>
      <w:rFonts w:ascii="Times New Roman" w:eastAsia="Times New Roman" w:hAnsi="Times New Roman"/>
    </w:rPr>
  </w:style>
  <w:style w:type="character" w:customStyle="1" w:styleId="CharAttribute19">
    <w:name w:val="CharAttribute19"/>
    <w:rPr>
      <w:rFonts w:ascii="Times New Roman" w:hAnsi="Times New Roman"/>
      <w:shd w:val="clear" w:color="auto" w:fill="FFFFFF"/>
    </w:rPr>
  </w:style>
  <w:style w:type="paragraph" w:customStyle="1" w:styleId="ParaAttribute5">
    <w:name w:val="ParaAttribute5"/>
    <w:pPr>
      <w:widowControl w:val="0"/>
      <w:suppressAutoHyphens/>
      <w:wordWrap w:val="0"/>
      <w:spacing w:after="0"/>
      <w:jc w:val="both"/>
    </w:pPr>
    <w:rPr>
      <w:rFonts w:ascii="Times New Roman" w:eastAsia="Batang" w:hAnsi="Times New Roman"/>
      <w:sz w:val="20"/>
      <w:szCs w:val="20"/>
      <w:lang w:eastAsia="ru-RU"/>
    </w:rPr>
  </w:style>
  <w:style w:type="paragraph" w:customStyle="1" w:styleId="ParaAttribute6">
    <w:name w:val="ParaAttribute6"/>
    <w:pPr>
      <w:widowControl w:val="0"/>
      <w:suppressAutoHyphens/>
      <w:wordWrap w:val="0"/>
      <w:spacing w:after="0"/>
      <w:ind w:firstLine="708"/>
    </w:pPr>
    <w:rPr>
      <w:rFonts w:ascii="Times New Roman" w:eastAsia="Batang" w:hAnsi="Times New Roman"/>
      <w:sz w:val="20"/>
      <w:szCs w:val="20"/>
      <w:lang w:eastAsia="ru-RU"/>
    </w:rPr>
  </w:style>
  <w:style w:type="paragraph" w:customStyle="1" w:styleId="msolistparagraph0">
    <w:name w:val="msolistparagraph"/>
    <w:basedOn w:val="a"/>
    <w:pPr>
      <w:widowControl w:val="0"/>
      <w:wordWrap w:val="0"/>
      <w:autoSpaceDE w:val="0"/>
      <w:spacing w:after="0"/>
      <w:ind w:left="400"/>
      <w:jc w:val="both"/>
    </w:pPr>
    <w:rPr>
      <w:rFonts w:ascii="Batang" w:eastAsia="Batang" w:hAnsi="Batang"/>
      <w:kern w:val="3"/>
      <w:sz w:val="20"/>
      <w:szCs w:val="20"/>
      <w:lang w:val="en-US" w:eastAsia="ko-KR"/>
    </w:rPr>
  </w:style>
  <w:style w:type="paragraph" w:customStyle="1" w:styleId="ParaAttribute7">
    <w:name w:val="ParaAttribute7"/>
    <w:pPr>
      <w:widowControl w:val="0"/>
      <w:tabs>
        <w:tab w:val="left" w:pos="180"/>
      </w:tabs>
      <w:suppressAutoHyphens/>
      <w:wordWrap w:val="0"/>
      <w:spacing w:after="0"/>
    </w:pPr>
    <w:rPr>
      <w:rFonts w:ascii="Times New Roman" w:eastAsia="Batang" w:hAnsi="Times New Roman"/>
      <w:sz w:val="20"/>
      <w:szCs w:val="20"/>
      <w:lang w:eastAsia="ru-RU"/>
    </w:rPr>
  </w:style>
  <w:style w:type="paragraph" w:customStyle="1" w:styleId="msolistparagraphcxsplast">
    <w:name w:val="msolistparagraphcxsplast"/>
    <w:basedOn w:val="a"/>
    <w:pPr>
      <w:spacing w:before="100" w:after="100"/>
    </w:pPr>
    <w:rPr>
      <w:rFonts w:ascii="Times New Roman" w:hAnsi="Times New Roman"/>
      <w:sz w:val="24"/>
      <w:szCs w:val="24"/>
      <w:lang w:eastAsia="ru-RU"/>
    </w:rPr>
  </w:style>
  <w:style w:type="paragraph" w:customStyle="1" w:styleId="msolistparagraphcxspmiddle">
    <w:name w:val="msolistparagraphcxspmiddle"/>
    <w:basedOn w:val="a"/>
    <w:pPr>
      <w:spacing w:before="100" w:after="100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</w:style>
  <w:style w:type="paragraph" w:customStyle="1" w:styleId="Iauiue">
    <w:name w:val="Iau?iue"/>
    <w:pPr>
      <w:suppressAutoHyphens/>
      <w:overflowPunct w:val="0"/>
      <w:autoSpaceDE w:val="0"/>
      <w:spacing w:after="0"/>
    </w:pPr>
    <w:rPr>
      <w:rFonts w:ascii="Times New Roman" w:hAnsi="Times New Roman"/>
      <w:sz w:val="20"/>
      <w:szCs w:val="20"/>
      <w:lang w:val="en-US" w:eastAsia="ru-RU"/>
    </w:rPr>
  </w:style>
  <w:style w:type="paragraph" w:customStyle="1" w:styleId="112">
    <w:name w:val="Без интервала11"/>
    <w:pPr>
      <w:suppressAutoHyphens/>
      <w:spacing w:after="0"/>
    </w:pPr>
  </w:style>
  <w:style w:type="character" w:customStyle="1" w:styleId="NoSpacingChar">
    <w:name w:val="No Spacing Char"/>
    <w:rPr>
      <w:rFonts w:eastAsia="Times New Roman"/>
    </w:rPr>
  </w:style>
  <w:style w:type="paragraph" w:customStyle="1" w:styleId="af5">
    <w:name w:val="Знак Знак Знак Знак"/>
    <w:basedOn w:val="a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3">
    <w:name w:val="Абзац списка3"/>
    <w:basedOn w:val="a"/>
    <w:pPr>
      <w:spacing w:after="200" w:line="276" w:lineRule="auto"/>
      <w:ind w:left="720"/>
    </w:pPr>
  </w:style>
  <w:style w:type="paragraph" w:customStyle="1" w:styleId="4">
    <w:name w:val="Абзац списка4"/>
    <w:basedOn w:val="a"/>
    <w:pPr>
      <w:spacing w:after="200" w:line="276" w:lineRule="auto"/>
      <w:ind w:left="720"/>
    </w:pPr>
  </w:style>
  <w:style w:type="paragraph" w:customStyle="1" w:styleId="210">
    <w:name w:val="Основной текст 21"/>
    <w:basedOn w:val="a"/>
    <w:pPr>
      <w:spacing w:after="0"/>
      <w:ind w:left="14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6">
    <w:name w:val="No Spacing"/>
    <w:pPr>
      <w:suppressAutoHyphens/>
      <w:spacing w:after="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Без интервала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0">
    <w:name w:val="Шрифт абзаца по умолчанию 8"/>
    <w:basedOn w:val="a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13">
    <w:name w:val="Абзац списка11"/>
    <w:basedOn w:val="a"/>
    <w:pPr>
      <w:ind w:left="720"/>
    </w:pPr>
  </w:style>
  <w:style w:type="paragraph" w:customStyle="1" w:styleId="120">
    <w:name w:val="Без интервала12"/>
    <w:pPr>
      <w:suppressAutoHyphens/>
      <w:spacing w:after="200" w:line="276" w:lineRule="auto"/>
    </w:pPr>
    <w:rPr>
      <w:rFonts w:eastAsia="Times New Roman"/>
    </w:rPr>
  </w:style>
  <w:style w:type="paragraph" w:customStyle="1" w:styleId="5">
    <w:name w:val="Абзац списка5"/>
    <w:basedOn w:val="a"/>
    <w:pPr>
      <w:spacing w:after="200" w:line="276" w:lineRule="auto"/>
      <w:ind w:left="720"/>
    </w:pPr>
    <w:rPr>
      <w:rFonts w:eastAsia="Times New Roman"/>
    </w:rPr>
  </w:style>
  <w:style w:type="paragraph" w:customStyle="1" w:styleId="25">
    <w:name w:val="Без интервала2"/>
    <w:pPr>
      <w:suppressAutoHyphens/>
      <w:spacing w:after="0"/>
    </w:pPr>
    <w:rPr>
      <w:rFonts w:eastAsia="Times New Roman"/>
    </w:rPr>
  </w:style>
  <w:style w:type="character" w:customStyle="1" w:styleId="CharAttribute1">
    <w:name w:val="CharAttribute1"/>
    <w:rPr>
      <w:rFonts w:ascii="Times New Roman" w:eastAsia="Times New Roman" w:hAnsi="Times New Roman"/>
      <w:b/>
      <w:sz w:val="28"/>
    </w:rPr>
  </w:style>
  <w:style w:type="paragraph" w:styleId="af8">
    <w:name w:val="Plain Text"/>
    <w:basedOn w:val="a"/>
    <w:pPr>
      <w:spacing w:after="0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9">
    <w:name w:val="Текст Знак"/>
    <w:basedOn w:val="a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pPr>
      <w:suppressAutoHyphens/>
      <w:spacing w:after="0"/>
    </w:pPr>
  </w:style>
  <w:style w:type="character" w:styleId="afa">
    <w:name w:val="Strong"/>
    <w:rPr>
      <w:b/>
      <w:bCs/>
    </w:rPr>
  </w:style>
  <w:style w:type="paragraph" w:customStyle="1" w:styleId="p4">
    <w:name w:val="p4"/>
    <w:basedOn w:val="a"/>
    <w:pPr>
      <w:spacing w:before="100" w:after="1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pPr>
      <w:spacing w:before="100" w:after="1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Название объекта1"/>
    <w:basedOn w:val="a"/>
    <w:pPr>
      <w:spacing w:before="100" w:after="1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1">
    <w:name w:val="Абзац списка12"/>
    <w:basedOn w:val="a"/>
    <w:pPr>
      <w:spacing w:after="200" w:line="276" w:lineRule="auto"/>
      <w:ind w:left="720"/>
    </w:pPr>
    <w:rPr>
      <w:rFonts w:eastAsia="Times New Roman"/>
    </w:rPr>
  </w:style>
  <w:style w:type="paragraph" w:customStyle="1" w:styleId="130">
    <w:name w:val="Без интервала13"/>
    <w:pPr>
      <w:suppressAutoHyphens/>
    </w:pPr>
    <w:rPr>
      <w:rFonts w:ascii="Times New Roman" w:hAnsi="Times New Roman"/>
      <w:lang w:eastAsia="ru-RU"/>
    </w:rPr>
  </w:style>
  <w:style w:type="paragraph" w:styleId="afb">
    <w:name w:val="Revision"/>
    <w:pPr>
      <w:suppressAutoHyphens/>
      <w:spacing w:after="0"/>
    </w:pPr>
  </w:style>
  <w:style w:type="paragraph" w:customStyle="1" w:styleId="6">
    <w:name w:val="Абзац списка6"/>
    <w:basedOn w:val="a"/>
    <w:pPr>
      <w:spacing w:after="200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western">
    <w:name w:val="western"/>
    <w:basedOn w:val="a"/>
    <w:pPr>
      <w:spacing w:before="100" w:after="1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7">
    <w:name w:val="Абзац списка7"/>
    <w:basedOn w:val="a"/>
    <w:pPr>
      <w:spacing w:after="200" w:line="276" w:lineRule="auto"/>
      <w:ind w:left="720"/>
    </w:pPr>
    <w:rPr>
      <w:rFonts w:eastAsia="Times New Roman"/>
    </w:rPr>
  </w:style>
  <w:style w:type="paragraph" w:customStyle="1" w:styleId="81">
    <w:name w:val="Абзац списка8"/>
    <w:basedOn w:val="a"/>
    <w:pPr>
      <w:spacing w:after="200" w:line="276" w:lineRule="auto"/>
      <w:ind w:left="720"/>
    </w:pPr>
    <w:rPr>
      <w:rFonts w:eastAsia="Times New Roman"/>
    </w:rPr>
  </w:style>
  <w:style w:type="paragraph" w:customStyle="1" w:styleId="9">
    <w:name w:val="Абзац списка9"/>
    <w:basedOn w:val="a"/>
    <w:pPr>
      <w:spacing w:after="200" w:line="276" w:lineRule="auto"/>
      <w:ind w:left="720"/>
    </w:pPr>
    <w:rPr>
      <w:rFonts w:eastAsia="Times New Roman"/>
    </w:rPr>
  </w:style>
  <w:style w:type="character" w:customStyle="1" w:styleId="WW8Num1z0">
    <w:name w:val="WW8Num1z0"/>
  </w:style>
  <w:style w:type="paragraph" w:customStyle="1" w:styleId="114">
    <w:name w:val="Заголовок 11"/>
    <w:basedOn w:val="a"/>
    <w:next w:val="a"/>
    <w:pPr>
      <w:keepNext/>
      <w:keepLines/>
      <w:spacing w:before="480" w:after="0" w:line="276" w:lineRule="auto"/>
    </w:pPr>
    <w:rPr>
      <w:rFonts w:ascii="Calibri Light" w:eastAsia="Times New Roman" w:hAnsi="Calibri Light"/>
      <w:b/>
      <w:color w:val="365F91"/>
      <w:sz w:val="28"/>
      <w:szCs w:val="20"/>
      <w:lang w:eastAsia="ru-RU"/>
    </w:rPr>
  </w:style>
  <w:style w:type="character" w:customStyle="1" w:styleId="Heading1Char">
    <w:name w:val="Heading 1 Char"/>
    <w:basedOn w:val="a0"/>
    <w:rPr>
      <w:rFonts w:ascii="Calibri Light" w:eastAsia="Times New Roman" w:hAnsi="Calibri Light" w:cs="Times New Roman"/>
      <w:b/>
      <w:color w:val="365F91"/>
      <w:sz w:val="28"/>
      <w:szCs w:val="20"/>
      <w:lang w:eastAsia="ru-RU"/>
    </w:rPr>
  </w:style>
  <w:style w:type="character" w:customStyle="1" w:styleId="14">
    <w:name w:val="Заголовок 1 Знак"/>
    <w:basedOn w:val="a0"/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customStyle="1" w:styleId="82">
    <w:name w:val="Заголовок 8 Знак"/>
    <w:basedOn w:val="a0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fc">
    <w:name w:val="Document Map"/>
    <w:basedOn w:val="a"/>
    <w:pPr>
      <w:shd w:val="clear" w:color="auto" w:fill="000080"/>
      <w:spacing w:after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d">
    <w:name w:val="Схема документа Знак"/>
    <w:basedOn w:val="a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e">
    <w:name w:val="Normal Indent"/>
    <w:basedOn w:val="a"/>
    <w:pPr>
      <w:spacing w:after="0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efaultdocbaseattributestylewithoutnowrap1">
    <w:name w:val="defaultdocbaseattributestylewithoutnowrap1"/>
    <w:rPr>
      <w:rFonts w:ascii="Tahoma" w:hAnsi="Tahoma" w:cs="Tahoma"/>
      <w:sz w:val="18"/>
      <w:szCs w:val="18"/>
    </w:rPr>
  </w:style>
  <w:style w:type="paragraph" w:customStyle="1" w:styleId="115">
    <w:name w:val="Знак Знак Знак1 Знак1"/>
    <w:basedOn w:val="a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 Знак Знак Знак"/>
    <w:basedOn w:val="a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f0">
    <w:name w:val="Не вступил в силу"/>
    <w:rPr>
      <w:color w:val="008080"/>
      <w:sz w:val="22"/>
      <w:szCs w:val="22"/>
    </w:rPr>
  </w:style>
  <w:style w:type="paragraph" w:customStyle="1" w:styleId="aff1">
    <w:name w:val="Прижатый влево"/>
    <w:basedOn w:val="a"/>
    <w:next w:val="a"/>
    <w:pPr>
      <w:autoSpaceDE w:val="0"/>
      <w:spacing w:after="0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ff2">
    <w:name w:val="Гипертекстовая ссылка"/>
    <w:rPr>
      <w:b/>
      <w:bCs/>
      <w:color w:val="008000"/>
      <w:sz w:val="20"/>
      <w:szCs w:val="20"/>
    </w:rPr>
  </w:style>
  <w:style w:type="paragraph" w:customStyle="1" w:styleId="FR3">
    <w:name w:val="FR3"/>
    <w:pPr>
      <w:widowControl w:val="0"/>
      <w:suppressAutoHyphens/>
      <w:autoSpaceDE w:val="0"/>
      <w:spacing w:after="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15">
    <w:name w:val="Знак1"/>
    <w:basedOn w:val="a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3">
    <w:name w:val="Знак"/>
    <w:basedOn w:val="a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34">
    <w:name w:val="Без интервала3"/>
    <w:pPr>
      <w:suppressAutoHyphens/>
      <w:spacing w:after="0"/>
    </w:pPr>
    <w:rPr>
      <w:lang w:eastAsia="ru-RU"/>
    </w:rPr>
  </w:style>
  <w:style w:type="paragraph" w:customStyle="1" w:styleId="310">
    <w:name w:val="Основной текст 31"/>
    <w:basedOn w:val="a"/>
    <w:pPr>
      <w:spacing w:after="0"/>
      <w:ind w:right="4819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ff4">
    <w:name w:val="Основной текст_"/>
    <w:rPr>
      <w:sz w:val="27"/>
      <w:szCs w:val="27"/>
      <w:shd w:val="clear" w:color="auto" w:fill="FFFFFF"/>
    </w:rPr>
  </w:style>
  <w:style w:type="paragraph" w:customStyle="1" w:styleId="83">
    <w:name w:val="Основной текст8"/>
    <w:basedOn w:val="a"/>
    <w:pPr>
      <w:widowControl w:val="0"/>
      <w:shd w:val="clear" w:color="auto" w:fill="FFFFFF"/>
      <w:spacing w:after="0" w:line="0" w:lineRule="atLeast"/>
      <w:jc w:val="right"/>
    </w:pPr>
    <w:rPr>
      <w:sz w:val="27"/>
      <w:szCs w:val="27"/>
    </w:rPr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hAnsi="Times New Roman"/>
      <w:color w:val="000000"/>
      <w:sz w:val="24"/>
      <w:szCs w:val="24"/>
    </w:rPr>
  </w:style>
  <w:style w:type="paragraph" w:styleId="26">
    <w:name w:val="Quote"/>
    <w:basedOn w:val="a"/>
    <w:next w:val="a"/>
    <w:pPr>
      <w:spacing w:after="0"/>
    </w:pPr>
    <w:rPr>
      <w:rFonts w:ascii="Times New Roman" w:eastAsia="Times New Roman" w:hAnsi="Times New Roman"/>
      <w:i/>
      <w:iCs/>
      <w:color w:val="000000"/>
      <w:sz w:val="24"/>
      <w:szCs w:val="24"/>
    </w:rPr>
  </w:style>
  <w:style w:type="character" w:customStyle="1" w:styleId="27">
    <w:name w:val="Цитата 2 Знак"/>
    <w:basedOn w:val="a0"/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styleId="aff5">
    <w:name w:val="footnote text"/>
    <w:basedOn w:val="a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6">
    <w:name w:val="Текст сноски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">
    <w:name w:val="Заголовок 3 Знак"/>
    <w:basedOn w:val="a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00">
    <w:name w:val="Абзац списка10"/>
    <w:basedOn w:val="a"/>
    <w:pPr>
      <w:spacing w:after="200" w:line="276" w:lineRule="auto"/>
      <w:ind w:left="720"/>
    </w:pPr>
    <w:rPr>
      <w:rFonts w:eastAsia="Times New Roman"/>
    </w:rPr>
  </w:style>
  <w:style w:type="character" w:customStyle="1" w:styleId="extended-textshort">
    <w:name w:val="extended-text__short"/>
    <w:basedOn w:val="a0"/>
  </w:style>
  <w:style w:type="paragraph" w:customStyle="1" w:styleId="131">
    <w:name w:val="Абзац списка13"/>
    <w:basedOn w:val="a"/>
    <w:pPr>
      <w:spacing w:after="200" w:line="276" w:lineRule="auto"/>
      <w:ind w:left="720"/>
      <w:textAlignment w:val="auto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is.irro.ru/fx/extguic/ru.naumen.extguic.ui.published_jsp?uuid=eduinso2k0g0o0000jkor34ptmgqhpu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147623</Words>
  <Characters>841456</Characters>
  <Application>Microsoft Office Word</Application>
  <DocSecurity>0</DocSecurity>
  <Lines>7012</Lines>
  <Paragraphs>1974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Харитонова Вера Владимировна</dc:creator>
  <cp:lastModifiedBy>Харитонова Вера Владимировна</cp:lastModifiedBy>
  <cp:revision>2</cp:revision>
  <cp:lastPrinted>2022-02-28T08:47:00Z</cp:lastPrinted>
  <dcterms:created xsi:type="dcterms:W3CDTF">2022-03-01T10:12:00Z</dcterms:created>
  <dcterms:modified xsi:type="dcterms:W3CDTF">2022-03-01T10:12:00Z</dcterms:modified>
</cp:coreProperties>
</file>