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085" w:rsidRDefault="00E37085">
      <w:pPr>
        <w:rPr>
          <w:sz w:val="28"/>
          <w:szCs w:val="28"/>
        </w:rPr>
      </w:pPr>
      <w:bookmarkStart w:id="0" w:name="_GoBack"/>
      <w:bookmarkEnd w:id="0"/>
    </w:p>
    <w:p w:rsidR="00E37085" w:rsidRDefault="00843EBD">
      <w:pPr>
        <w:ind w:left="10206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УТВЕРЖДЕН</w:t>
      </w:r>
    </w:p>
    <w:p w:rsidR="00E37085" w:rsidRDefault="00843EBD">
      <w:pPr>
        <w:ind w:left="10206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приказом Министерства образования и молодежной политики Свердловской области</w:t>
      </w:r>
    </w:p>
    <w:p w:rsidR="00E37085" w:rsidRDefault="00843EBD">
      <w:pPr>
        <w:ind w:left="10206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от 25.12.2020 № 982-Д</w:t>
      </w:r>
    </w:p>
    <w:p w:rsidR="00E37085" w:rsidRDefault="00843EBD">
      <w:pPr>
        <w:ind w:left="10206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«Об утверждении плана работы Министерства образования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молодежной </w:t>
      </w:r>
      <w:r>
        <w:rPr>
          <w:rFonts w:ascii="Liberation Serif" w:hAnsi="Liberation Serif" w:cs="Liberation Serif"/>
          <w:sz w:val="28"/>
          <w:szCs w:val="28"/>
        </w:rPr>
        <w:t>политики Свердловской области на 2021 год»</w:t>
      </w:r>
    </w:p>
    <w:p w:rsidR="00E37085" w:rsidRDefault="00E37085">
      <w:pPr>
        <w:pStyle w:val="af2"/>
        <w:rPr>
          <w:rFonts w:ascii="Liberation Serif" w:hAnsi="Liberation Serif" w:cs="Liberation Serif"/>
          <w:b/>
          <w:szCs w:val="28"/>
        </w:rPr>
      </w:pPr>
    </w:p>
    <w:p w:rsidR="00E37085" w:rsidRDefault="00E37085">
      <w:pPr>
        <w:pStyle w:val="af2"/>
        <w:rPr>
          <w:rFonts w:ascii="Liberation Serif" w:hAnsi="Liberation Serif" w:cs="Liberation Serif"/>
          <w:b/>
          <w:szCs w:val="28"/>
        </w:rPr>
      </w:pPr>
    </w:p>
    <w:p w:rsidR="00E37085" w:rsidRDefault="00843EBD">
      <w:pPr>
        <w:pStyle w:val="af2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ПЛАН</w:t>
      </w:r>
    </w:p>
    <w:p w:rsidR="00E37085" w:rsidRDefault="00843EBD">
      <w:pPr>
        <w:pStyle w:val="af2"/>
      </w:pPr>
      <w:r>
        <w:rPr>
          <w:rFonts w:ascii="Liberation Serif" w:hAnsi="Liberation Serif" w:cs="Liberation Serif"/>
          <w:b/>
        </w:rPr>
        <w:t xml:space="preserve">работы Министерства образования и молодежной политики Свердловской области на 2021 год </w:t>
      </w:r>
    </w:p>
    <w:p w:rsidR="00E37085" w:rsidRDefault="00E37085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E37085" w:rsidRDefault="00E37085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E37085" w:rsidRDefault="00843EBD">
      <w:pPr>
        <w:jc w:val="center"/>
      </w:pPr>
      <w:r>
        <w:rPr>
          <w:rFonts w:ascii="Liberation Serif" w:hAnsi="Liberation Serif" w:cs="Liberation Serif"/>
          <w:b/>
          <w:sz w:val="28"/>
          <w:szCs w:val="28"/>
          <w:lang w:val="en-US"/>
        </w:rPr>
        <w:t xml:space="preserve">I </w:t>
      </w:r>
      <w:r>
        <w:rPr>
          <w:rFonts w:ascii="Liberation Serif" w:hAnsi="Liberation Serif" w:cs="Liberation Serif"/>
          <w:b/>
          <w:sz w:val="28"/>
          <w:szCs w:val="28"/>
        </w:rPr>
        <w:t>квартал 2021 года</w:t>
      </w:r>
    </w:p>
    <w:p w:rsidR="00E37085" w:rsidRDefault="00E37085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E37085" w:rsidRDefault="00E37085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4884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8818"/>
        <w:gridCol w:w="2268"/>
        <w:gridCol w:w="2551"/>
      </w:tblGrid>
      <w:tr w:rsidR="00E37085">
        <w:tblPrEx>
          <w:tblCellMar>
            <w:top w:w="0" w:type="dxa"/>
            <w:bottom w:w="0" w:type="dxa"/>
          </w:tblCellMar>
        </w:tblPrEx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Номер</w:t>
            </w:r>
          </w:p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строки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Срок исполнения</w:t>
            </w:r>
          </w:p>
          <w:p w:rsidR="00E37085" w:rsidRDefault="00E3708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Инициалы, фамилия ответственного</w:t>
            </w:r>
          </w:p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подготовку</w:t>
            </w:r>
          </w:p>
        </w:tc>
      </w:tr>
    </w:tbl>
    <w:p w:rsidR="00E37085" w:rsidRDefault="00E37085">
      <w:pPr>
        <w:pStyle w:val="af2"/>
        <w:rPr>
          <w:sz w:val="6"/>
          <w:szCs w:val="6"/>
        </w:rPr>
      </w:pPr>
    </w:p>
    <w:tbl>
      <w:tblPr>
        <w:tblW w:w="1488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8818"/>
        <w:gridCol w:w="2268"/>
        <w:gridCol w:w="2551"/>
      </w:tblGrid>
      <w:tr w:rsidR="00E37085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1. Вопросы для рассмотрения на заседаниях Правительства Свердловской области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нормативов потребности в учреждениях по работе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молодежью в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внесении изменений в постановление Правительства Свердловской области от 26.01.2017 № 28-ПП «Об утверждении порядков предоставления и расходования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субвенций из областного бюджета местным бюджетам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распределения межбюджетных трансфертов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из областного бюджета бюджетам муниципальных районов (городских округов) на обеспечение дополнительных гарантий по социальной поддержке детей-сирот и детей, оста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в муниципальных образовательных организациях муниципальных район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 (городских округов), расположенных на территории Свердловской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2021 году»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внесении изменений в </w:t>
            </w:r>
            <w:r>
              <w:rPr>
                <w:rFonts w:ascii="Liberation Serif" w:hAnsi="Liberation Serif" w:cs="Liberation Serif"/>
                <w:bCs/>
                <w:kern w:val="3"/>
                <w:sz w:val="28"/>
                <w:szCs w:val="28"/>
              </w:rPr>
              <w:t>постановление Правительства Свердловской области от 03.09.2020 № 620</w:t>
            </w:r>
            <w:r>
              <w:rPr>
                <w:rFonts w:ascii="Liberation Serif" w:hAnsi="Liberation Serif" w:cs="Liberation Serif"/>
                <w:bCs/>
                <w:kern w:val="3"/>
                <w:sz w:val="28"/>
                <w:szCs w:val="28"/>
              </w:rPr>
              <w:t>-ПП «О выплате ежемесячного денежного вознаграждения за классное руководство педагогическим работникам государственных образовательных организаций Свердловской области и муниципальных образовательных организаций, расположенных</w:t>
            </w:r>
            <w:r>
              <w:rPr>
                <w:rFonts w:ascii="Liberation Serif" w:hAnsi="Liberation Serif" w:cs="Liberation Serif"/>
                <w:bCs/>
                <w:kern w:val="3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kern w:val="3"/>
                <w:sz w:val="28"/>
                <w:szCs w:val="28"/>
              </w:rPr>
              <w:t>на территории Свердловской об</w:t>
            </w:r>
            <w:r>
              <w:rPr>
                <w:rFonts w:ascii="Liberation Serif" w:hAnsi="Liberation Serif" w:cs="Liberation Serif"/>
                <w:bCs/>
                <w:kern w:val="3"/>
                <w:sz w:val="28"/>
                <w:szCs w:val="28"/>
              </w:rPr>
              <w:t>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внесении изменении в </w:t>
            </w:r>
            <w:r>
              <w:rPr>
                <w:rFonts w:ascii="Liberation Serif" w:hAnsi="Liberation Serif" w:cs="Liberation Serif"/>
                <w:bCs/>
                <w:kern w:val="3"/>
                <w:sz w:val="28"/>
                <w:szCs w:val="28"/>
              </w:rPr>
              <w:t>постановление Правительства Свердловской области от 03.09.2020 № 621-ПП «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 организации бесплатного горячего питания обучающихся, получающих начальное общее образование в государственных образовательных организациях Свердловской об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ласти и муниципальных общеобразовательных организациях, расположенных на территории Свердловской области»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О распределении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субсидий из областного бюджета бюджетам муниципальных 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бразований, расположенных на территории Свердловской области, в 2021 году в рамках реализации государственной программы Свердловской области 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spacing w:line="216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Порядка предоставления из областного бюджета субсидии нетиповой образовательной организации «Фонд поддержки талантливых детей и молодежи «Золотое сечение» на функционирование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Центра выявления и поддержки одаренных детей и реализацию мероприятий, направленных на выявление поддержку и развитие способностей и талантов у детей и молодежи»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О внесении изменений в государственную программу Свердловской области «Развитие системы образования и реализация молодежной политики в Свердловской области до 2025 года», утвержденную постановлением Правительства Свердловской области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от 19.12.2019 № 9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20-ПП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spacing w:line="216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внесении изменений в постановление Правительства Свердловской области от 25.01.2016 № 53-ПП «Об утверждении государственной программы «Содействие созданию в Свердловской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области (исходя из прогнозируемой потребности) новых мест в общеобразовательных организациях» на 2016–2025 годы»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внесении изменений в постановление Правительства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 от 08.11.2018 № 779-ПП «Об установлении организациям, осуществляющим образовательную деятельность на территории Свердловской области по образовательным программам среднего профессионального образования, контрольных цифр приема граждан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обучение 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профессиям, специальностям и направлениям подготовки и (или) укрупненным группам профессий, специальностей и направлений подготовки за счет бюджетных ассигнований областного бюджета, в том числе определения общего объема контрольных цифр приема»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2. Совещания, семинары-совещания, собеседования, консультации, личные приемы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с руководителями органов местного самоуправления, осуществляющих управление в сфере образования, руководителями учреждений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отдыха детей и их оздоровления по подготовке к летней оздоровительной кампании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 руководителями государственных общеобразовательных организаций, реализующих адаптированные основные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общеобразовательные программы, центров психолого-педагогической, медицинской и социальной помощи, организаций для детей-сирот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детей, оставшихся без попечения родителей, общеобразовательных организаций для детей, нуждающихся в длительном лечении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январь,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Горячая линия по вопросам приема в 1-й класс на 2021/2022 учебный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 – 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с руководителями и специалистами органов местного самоуправления,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осуществляющих управление в сфере образования,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специальных требованиях к предметным результатам освоения федерального государственного образовательного стандарта основного общего образования обучающимися с ограниченными возможностями здоровья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 руководителями территориальных психолого-медико-педагогических комиссий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И.А. Третьякова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Вебинар по вопросам лицензирования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образовательной деятельности организаций и индивидуальных предпринимателей, осуществляющих образовательную деятельность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Лекция-практикум для кандидатов в аккредитованные эксперты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области проведения государствен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ной аккредитации образовательной деятельности (общеобразовательные программы)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Публичные обсуждения результатов правоприменительной практики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итогам осуществления Министерством образования и молодежной политики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(далее – Министерство) государственного контроля (надзора) в сфере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лицензионного контроля за образовательной деятельностью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2020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Е.Г. Темко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Семинар-совещание для заместителей руководител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ей профессиональных образовательных организаций, высших учебных заведений по патриотическому воспитанию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Семинар-совещание с муниципальными кураторами Российского движения школьников,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руководителей местных штабов </w:t>
            </w:r>
            <w:r>
              <w:rPr>
                <w:rFonts w:ascii="Liberation Serif" w:hAnsi="Liberation Serif" w:cs="Liberation Serif"/>
                <w:iCs/>
                <w:color w:val="000000"/>
                <w:sz w:val="28"/>
                <w:szCs w:val="28"/>
                <w:shd w:val="clear" w:color="auto" w:fill="FFFFFF"/>
              </w:rPr>
              <w:t>всероссийского детско-юношеского военно-патриотического общественного движения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«ЮНАРМИЯ»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руководителями органов местного самоуправления, осуществляющих управление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сфере образования,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по вопросу результатов проведения социально-психологического тестирования обучающихся образовательных организаций с использованием единой методики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Собеседование с руководителями организаций отдыха детей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их о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здоровления детей по презентации программ, которые будут реализовываться в течение летней оздоровительной кампании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 – 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33"/>
              <w:tabs>
                <w:tab w:val="left" w:pos="5370"/>
              </w:tabs>
              <w:jc w:val="left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 xml:space="preserve">Совещание с руководителями органов местного самоуправления, </w:t>
            </w:r>
            <w:r>
              <w:rPr>
                <w:rFonts w:ascii="Liberation Serif" w:hAnsi="Liberation Serif" w:cs="Liberation Serif"/>
                <w:szCs w:val="28"/>
              </w:rPr>
              <w:t>осуществляющих управление в сфере образования, по вопросу подготовки образовательных организаций к началу 2021/2022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autoSpaceDE w:val="0"/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 xml:space="preserve">Консультация по вопросам соблюдения обязательных требований, касающихся осуществления </w:t>
            </w:r>
            <w: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 xml:space="preserve">контрольно-надзорной деятельности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37085" w:rsidRDefault="00E37085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  <w:shd w:val="clear" w:color="auto" w:fill="00FF00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в режиме видеоконференции с Федеральной службой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надзору в сфере образования и науки по вопросам подготовки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 проведению итогового сочинения (изложения), государственной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итоговой аттестации по образовательным программам среднего общего образования, единого государственного экзамена в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Учеба аппарата Министерства по вопросу подачи сведений о доходах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, расходах, имуществе и обязательствах имущественного характера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 руководителями государственных организаций Свердловской области, подведомственных Министерству, по вопросу подачи сведений о доходах, имуществе и обязательствах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имущественного характера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 муниципальными образованиями, расположенными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территории Свердловской области, по вопросам молодежной политики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Standard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Консультации руководителей и главных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бухгалтеров государственных организаций Свердловской области, подведомственных Министерству, органов местного самоуправления, осуществляющих управление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сфере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Standard"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37085" w:rsidRDefault="00843EBD">
            <w:pPr>
              <w:pStyle w:val="Standard"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Standard"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E37085" w:rsidRDefault="00E37085">
            <w:pPr>
              <w:pStyle w:val="Standard"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с руководителями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государственных профессиональных образовательных организаций Свердловской области, подведомственных Министерству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(второй вторник)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 руководителями органов местного самоуправления, осуществл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яющих управление в сфере образования, государственных общеобразовательных учреждений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(последняя среда)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с руководителями органов местного самоуправления,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осуществляющих управление в сфере образования, государственных, частных образовательных организаций о проведении итогового собеседования, о ходе подготовки к государственной итоговой аттестации по образовательным программам основного общего образования в 2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021 году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690"/>
                <w:tab w:val="center" w:pos="1032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Консультации по вопросам лицензирования и государственной аккредитации образовательной деятельности («горячая» телефонная линия (343) 312-00-04 (доб. 170, 171, 172, 173,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174, 175, 177))</w:t>
            </w:r>
          </w:p>
          <w:p w:rsidR="00E37085" w:rsidRDefault="00E37085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E37085" w:rsidRDefault="00E37085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  <w:p w:rsidR="00E37085" w:rsidRDefault="00E3708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  <w:shd w:val="clear" w:color="auto" w:fill="00FF00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tabs>
                <w:tab w:val="left" w:pos="464"/>
              </w:tabs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3. Заседания комиссий, рабочих групп, советов, организационных комитетов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Общеобластного родительского комитета по вопросу «О результатах независимой оценки качества условий осуществления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образовательной деятельности организациями, осуществляющими образовательную деятельность, расположенными на территории Свердловской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2020 году»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по вопросам организации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профориентации обучающихся </w:t>
            </w:r>
            <w:r>
              <w:rPr>
                <w:sz w:val="28"/>
                <w:szCs w:val="28"/>
              </w:rPr>
              <w:t>с ограниченными возможностями здоровья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Организационного комитета по организации проведения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en-US"/>
              </w:rPr>
              <w:t>IX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Открытого регионального чемпионата «Молодые профессионалы» (Ворлдскиллс Россия) Свердловской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Организационного комитета по проведению регионального этапа Всероссийского конкурса «Учитель года России – 2021»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 – 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Министерства по выплате единовременного пособия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обзаведение хозяйством педагогических работников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Рабочей группы по развитию региональной системы оценки качества образования и региональных механизмов управления качеством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образования в Министерстве образования и молодежной политики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Т.Н. Умнова,</w:t>
            </w:r>
          </w:p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Координационного совета по развитию психологической службы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системе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группа по вопросам медиации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аттестации государственных гражданских служащих Министерства</w:t>
            </w:r>
          </w:p>
          <w:p w:rsidR="00E37085" w:rsidRDefault="00E37085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E37085" w:rsidRDefault="00843EBD">
            <w:pPr>
              <w:tabs>
                <w:tab w:val="left" w:pos="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Организационного комитета по 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проведению международной научно-практической конференции «Воспитательный потенциал обучения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br/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в образовании: современные эффективные технологии гражданско-патриотического воспитания и активизации воспитательной работы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br/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с молодежью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. От исторической памяти о подвиге народа по защите Отечества к духовным и нравственным ценностям молодежи в XXI веке»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Общественного совета при Министерстве по проведению независимой оценки качества услови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й осуществления образовательной деятельности организациями, осуществляющими образовательную деятельность, расположенными на территории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февраль, 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Конкурсной комиссии Министерства 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замещение вакантных должностей государственной гражданской службы и включение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кадровый резерв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E37085" w:rsidRDefault="00843EBD">
            <w:pPr>
              <w:tabs>
                <w:tab w:val="left" w:pos="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E37085" w:rsidRDefault="00843EBD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  <w:p w:rsidR="00E37085" w:rsidRDefault="00E37085">
            <w:pPr>
              <w:tabs>
                <w:tab w:val="left" w:pos="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Координационного совета по вопросам образования лиц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 ограниченными возможностями здоровья и инвалидностью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Совета директоров государственных образовательных организаций, реализующих адаптированные основные общеобразовательные программы, и областного учебно-методического объединения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по вопросам реализации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адаптированных основных общеобразовательных программ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Е.В. Веснина,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И.И. Кашина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Общественного совета при Министерстве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Коллегии 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Жилищной комиссии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плану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2020 году»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pacing w:val="-6"/>
                <w:sz w:val="28"/>
                <w:szCs w:val="28"/>
              </w:rPr>
              <w:t xml:space="preserve">Регионального </w:t>
            </w:r>
            <w:r>
              <w:rPr>
                <w:rFonts w:ascii="Liberation Serif" w:hAnsi="Liberation Serif" w:cs="Liberation Serif"/>
                <w:spacing w:val="-6"/>
                <w:sz w:val="28"/>
                <w:szCs w:val="28"/>
              </w:rPr>
              <w:t xml:space="preserve">ведомственного проектного офиса при Министерстве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подготовке кадров для малого и среднего предпринимательства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по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развитию системы работы по профессиональному самоопределению и профессиональной ориентации обучающихся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</w:rPr>
              <w:t>Комиссии по отбору делегатов от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t>на меропр</w:t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t>иятия Всероссийской форумной кампании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Координационного совета по патриотическому воспитанию граждан</w:t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Аккредитационной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Министерства по проведению аккредитации экспертов и экспертных организаций, привлекаемых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для проведения аккредитационной экспертизы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Перевозкина, А.М. Лобанова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Аккредитационного совета 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мере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поступления документов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Аттестационной комиссии </w:t>
            </w: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Министерства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для проведения квалификационного экзамена при аттестации экспертов, привлекаемых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 проведению мероприятий по контролю (надзору) в сфере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ления документов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 Е.Г. Темко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закрепленного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соответствующем вещном праве за государственной организацией Свердловской области, находящейся в ведении Министерства,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о заключении государственной организацией Свердловской области, образующей социальную инфрастру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ктуру для детей, находящейся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ведении Министерства, договора аренды и договора безвозмездного пользования закрепленных за ней объектов собственности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, а также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 реорганизации или ликвидации государственных организаций Свердловской области, образующих социа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льную инфраструктуру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для детей,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находящихся в ведении 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E37085" w:rsidRDefault="00E37085">
            <w:pPr>
              <w:tabs>
                <w:tab w:val="left" w:pos="720"/>
              </w:tabs>
              <w:rPr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формированию и ведению реестра организаций отдыха детей и их оздоровления, расположенных на территории Свердловской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заявлений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 члены комиссии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Комиссий по формированию объемов государственных заданий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для государственных учреждений Свердловской области, подведомственных Министерству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мере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организации отбора муниципальных образований, расположенных на территории Свердловской области, предоставления и контроля за расходованием субсидий и иных межбюджетных трансфертов из областного бюджета местным бюд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жетам, предоставляемых в рамках мероприятий государственной программы Свердловской области «Развитие системы образования и реализация молодежной политики в Свердловской области до 2025 года», ответственными за реализацию которых определены курируемые Замес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тителем Министра образования и молодежной политики Свердловской области структурные подразделения Министерства образования и молодежной политики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Комиссии по реализации государственной программы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Рабочей группы по обеспечению исполнительской дисциплины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Министерстве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распределению путевок и формированию делегаций детей Свердловской области в целях их направления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Международный детский центр «Артек» и всероссийские детские центры «Орлёнок», «Океан», «Смена»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лова, члены комиссии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Государственной экзаменационной комиссии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Аттестационной комиссии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Рабочих групп Аттестационной комиссии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Министерства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наградам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Организационного комитета по проведению Всероссийского фестиваля кино и интернет-контента «Герои большой страны»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Министерства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аттестации кандидатов 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должность руководителя и руководителя государственной образовательной организации Свердловской области, в отношении которой Министерство осуществляет функции и полномочия учредителя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соблюдению требований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 служебному поведению государственных гражданских служащих Министерства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урегулированию конфликта интересов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(при наличии материалов)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6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противодействию коррупции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  <w:p w:rsidR="00E37085" w:rsidRDefault="00E3708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6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E37085" w:rsidRDefault="00843EBD">
            <w:pPr>
              <w:tabs>
                <w:tab w:val="left" w:pos="76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Ю.Н.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Зеленов,</w:t>
            </w:r>
          </w:p>
          <w:p w:rsidR="00E37085" w:rsidRDefault="00843EBD">
            <w:pPr>
              <w:tabs>
                <w:tab w:val="left" w:pos="76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Координационного совета по вопросам организации введения федеральных государственных образовательных стандартов общего образования в Свердловской области при Министерстве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Н.И.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Сокольская,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Встреча с выпускниками 9-х и 11-х классов по вопросам государственной итоговой аттестации по образовательным программам основного общего и среднего общего в 2021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А.Ю.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Вручение премий Губернатора Свердловской области профессорско-преподавательскому составу образовательных организаций высшего образования 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Региональный этап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всероссийской олимпиады школьников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январь – февраль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Региональный этап Всероссийского конкурса «Учитель года России – 2021»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 – 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Церемония награждения победителей и призеров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XVI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областного конкурса молодежи образовательных и научных организаций на лучшую работу «Моя законотворческая инициатива»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Региональный этап Всероссийской олимпиады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профессионального мастерства среди студентов, обучающихся по программам среднего профессионального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День студента 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,</w:t>
            </w:r>
          </w:p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Репетиционное тестирование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математике в 9-х классах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Областной форум родителей детей-инвалидов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Макарова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Областной фестиваль патриотической песни «Салют Россия!»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Ежегодный турнир по армейскому рукопашному бою памяти Героя России В.В. Романова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Р.В. Бисеров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Организация сдачи нормативов учащимися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областных кадетских школ-интернатов на присвоение звания «Мастер-кадет»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 – 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В.Г. Лобастов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Акция «День сдачи ЕГЭ родителями»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Устное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собеседование по русскому языку в 9-х классах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февраль, 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Федеральный тренировочный экзамен (математика профильного уровня, информатика и ИКТ) использования технологии передачи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экзаменационных материалов по информационно-телекоммуникационной сети «Интернет», печати и сканирования экзаменационных материалов в аудиториях пунктов проведения экзаменов, технологии проведения единого государственного экзамена по информатике и ИКТ в ком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пьютерной форме (все пункты проведения экзамена, использующие данные технологии)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Встреча с родителями (законными представителями) выпускников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11-х классов по вопросам подготовки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проведения итогового сочинения (изложения)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Гредина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Единый государственный экзамен, государственный выпускной экзамен (досрочный период)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XIX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Большой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кадетский сбор среди воспитанников кадетских школ-интернатов и учащихся кадетских классов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С.М. Звягинцев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Проведение </w:t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 xml:space="preserve">Всероссийского фестиваля кино и интернет-контента «Герои большой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страны»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Ю.Н.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Мероприятия по реализации проекта «Билет в будущее»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Организация формирования и сопровождения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делегаций детей Свердловской области в Международный детский центр «Артек»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всероссийские детские центры «Орлёнок», «Смена», «Океан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Региональный этап Всероссийского проекта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«Диалоги с Героями»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</w:t>
            </w:r>
          </w:p>
          <w:p w:rsidR="00E37085" w:rsidRDefault="00843EBD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«Развитие системы образования и реализация молодежной политики в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до 2025 года»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за 2020 год о реализации государственной программы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«Развитие системы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реализация молодежной политики в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 2025 года»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Мероприятия по обеспечению оформления и расходования грантов юридическим лицам, полученным из федерального бюджета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2021 году на развитие материально-технической базы профессиональных 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  <w:p w:rsidR="00E37085" w:rsidRDefault="00E3708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готовка отчета о реализации Соглашения от 19.02.2019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073-09-2020-651 о предоставлении субсидий из федерального бюджета бюджету Свердловской области на развитие кадрового потенциала педагогов по вопросам изучения русского языка в рамках государственной пр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ограммы Российской Федерации «Развитие образования» по итогам 2020 года в Министерство просвещения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реализации Соглашения от 20.12.2019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№ 073-09-2020-674 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предоставлении субсидии из федерального бюджета бюджету Свердловской области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и распространения их результатов в субъектах Российской Федерации в рамках государственной программы Российской Федерации «Развитие образования»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2020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выполнения мероприятий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обеспечению повышения квалификации специалистов и руководителей дошкольных образовательных организаций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реализации подпрограммы 4 «Патриотическое воспитание граждан и формиров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ание основ безопасности обучающихся в Свердловской области» государственной программы Свердловской области 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Прием и анализ отчетов муниципальных образований, расположенных на территории Свердловской области, о выполнении критериев соглашений о предоставлении субвенций на оплату труда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2020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Утверждение и доведение до казенных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образовательных организаций бюджетных смет на 2021 год, до бюджетных и автономных образовательных организаций – объемов субсидий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выполнение государственного задания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Прием информации от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органов местного самоуправления, осуществляющих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управление в сфере образования, об использовании средств субвенций, субсидий и иных межбюджетных трансфертов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2020 году, формирование отчетов по установленным формам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 – 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Прием отдельных форм финансовой отчетности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образовательных организаций за 2020 год, анализ исполнения бюджета, финансово-хозяйственной деятельности образовательных организаций по итогам 2020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 – 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Отбор муниципальных образований, расположенных на территории Свердловск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ой области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, для предоставления в 2021 году субсидий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из областного бюджета местным бюджетам на обеспечение мероприятий по оборудованию спортивных площадок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в общеобразовательных организациях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январь – февраль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проекта приказа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Министерства «Об утверждении Плана реализации мероприятий подпрограммы 1 «Реализация проекта «Уральская инженерная школа» государственной программы Свердловской области «Развитие системы образования и реализация молодежной политики в Свердловской области 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2025 года», утвержденной постановлением Правительства Свердловской области от 19.12.2019 № 920-ПП, в 2021 году»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январь – февраль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Экспертиза отчетности муниципальных образований, расположенных на территории Свердловской области, за 2020 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од в рамках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субсидий из областного бюджета местным бюджетам на обеспечение мероприятий по оборудованию спортивных площадок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в общеобразовательных организациях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январь – февраль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Экспертиза отчетности муниципальных образований, расположенных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за 2020 год в рамках субсидий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из областного бюджета местным бюджетам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на обеспечение условий реализации муниципальными образовательными организациями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образовательных программ естественно-научного ци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кла и профориентационной работы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январь – февраль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Экспертиза отчетности муниципальных образований, расположенных на территории Свердловской области, за 2020 год в рамках субсидий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из областного бюджета местным бюджетам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на создание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современной образовательной среды для школьников в рамках программы «Содействие созданию в субъектах Российской Федерации (исходя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из прогнозируемой потребности) новых мест в общеобразовательных организациях» на 2016-2025 годы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проекта приказа Министерства «О реализации государственной программы Свердловской области «Развитие системы образования и реализация молодежной политики в Свердловской области до 2025 года» в 2021 году»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 – 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конкурса по предоставлению из областного бюджета субсидий социально ориентированным некоммерческим организациям, реализующим проекты (программы, мероприятия)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сфере образования и молодежной политики Свердловской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2021 го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 – 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обеспечение предоставления из областного бюджета грантов в форме субсидий юридическим лицам и индивидуальным предпринимателям на реализацию мероприятий в сфере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 – март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(при наличии заявок)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Реализация мероприятий по созданию муниципального детского технопарка «Кванториум г. Краснотурьинск»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январь – декабрь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проведения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en-US"/>
              </w:rPr>
              <w:t>IX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открытого регионального чемпионата «Молодые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профессионалы» (Ворлдскиллс Россия)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 – 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 на территории Свердловской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 предоставлении субсидии из областного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бюджета бюджетам муниципальных образований, расположенных на территории Свердловской области, на создание современной образовательной среды для школьников в рамках программы «Содействие созданию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субъектах Российской Федерации (исходя из прогнозируемой по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требности) новых мест в общеобразовательных организациях»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2016-2025 годы в 2021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Г.З. Полякова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Отбор муниципальных образований, расположенных на территории Свердловской области, для предоставления в 2021 году субсидий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из областного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бюджета местным бюджетам на обеспечение условий реализации муниципальными общеобразовательными организациями образовательных программ естественно-научного цикла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профориентационной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февраль – март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участия команды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в отборочных чемпионатах по стандартам Ворлдскиллс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 –апрель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Конкурсный отбор организаций, расположенных на территории Свердловской области, осуществляющих инновационную образовательную деятельност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ь, в том числе в соответствии с целями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задачами проекта «Уральская инженерная школа»,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предоставление в 2020 году гранта в форме субсидии из областного бюджета юридическим лицам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Конкурсный отбор организаций,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расположенных на территории Свердловской области, осуществляющих инновационную образовательную деятельность, в том числе в соответствии с целями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задачами проекта «Уральская инженерная школа»,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предоставление в 2020 году гранта в форме субсидии из облас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тного бюджета юридическим лицам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Н.И. Сокольская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Отбор муниципальных образований, расположенных на территории Свердловской области, для предоставления субсидий из областного бюджета местным бюджетам на проведение капитального ремонт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приведение с соответствие с требованиями пожарной безопасности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санитарного законодательства муниципальных загородных оздоровительных лагерей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 на территории Све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предоставление субсидий из областного бюджета местным бюджетам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 – 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 на территории Свердловской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предоставление субсидий из областного бюджета местным бюджетам на проведение капитального ремонта и приведение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со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ответствие с требованиями пожарной безопасности и санитарного законодательства муниципальных загородных оздоровительных лагерей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 – 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проектов приказов Министерства в рамках реализации мероприятий «Создание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центров цифрового образования детей»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«Создание и обеспечение финансовой деятельности центров цифрового образования детей» подпрограммы 7 «Реализация национального проекта «Образование» в Свердловской области» государственной программы Свердловской област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«Развитие системы образования и реализация молодежной политики в Свердловской области до 2025 года» в 2021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исполнения 100 процентов доступности дошкольного образования для детей с 2 месяцев до 3 лет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муниципальными образованиями, расположенными на территории Свердловской области, во исполнение пункта 5 раздела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стратегическому развитию и национальным проектам от 18.03.2019 №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3 по вопросу «О ходе реализации национального проекта «Демография»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предельного объема финансирования, ежемесячная корректировка бюджетных ассигнований и лимитов казенных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образовательных организаций, трансфертов муниципальным образованиям, расположенным на территории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предельного объема финансирования по направлениям расходования на выплату ежемесячного денежного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вознаграждения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 классное руководство педагогическим работникам и на организацию бесплатного горячего питания обучающихся, получающих начальное общее образование, в государственных образовательных организациях Свердловской области и муниципальных общеобра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зовательных организаций, расположенных на территории Свердловской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 счет иных межбюджетных трансфертов из федерального бюджета муниципальным образованиям, расположенными на территории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ежекв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артальной, ежемесячной отчетности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направлениям расходования на выплату ежемесячного денежного вознаграждения за классное руководство педагогическим работникам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на организацию бесплатного горячего питания обучающихся, получающих начальное общее образова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ние, в государственных образовательных организациях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муниципальных общеобразовательных организаций, расположенных на территории Свердловской области, в подсистеме «Электронный бюджет» и в программном комплексе «Информационная система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управления финансами» НПО «Сапфир»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keepNext/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Плана общеобластных мероприятий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Заключение соглашений и дополнительных соглашений на предоставление субсидии на иные цели в подсистеме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«Электронный бюджет» с автономными и бюджетными образовательными организациями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 на территории Свердловской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 предоставлении иных межбюджетных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трансфертов на выплату ежемесячного денежного вознаграждения за классное руководство педагогическим работникам, субсидий по организации бесплатного горячего питания обучающихся, получающих начальное общее образование в муниципальных образовательных организ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ациях,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подсистеме «Электронный бюджет»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по организации отдыха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каникулярное время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6. Мероприятия по реализации национальных проектов (программ)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за 2020 год по реализации мероприятий государственной программы Российской Федерации «Доступная среда» и комплексной программы в Министерство социальной политики Свердловской области и Министерство просвещения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Заключение с органами местного самоуправления муниципальных образований, расположенных на территории Свердловской области, соглашений о предоставлении в 2023 году субсидий из областного бюджета местным бюджетам 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Заключение с органами местного самоуправления муниципальных образований,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расположенных на территории Свердловской области, дополнительных соглашений к соглашениям о предоставлении и использовании в 2020–2022 годах субсидий из областного бюджета местным бюджетам на создание в общеобразовательных организациях, расположенных в сел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ьской местности и малых городах, условий для занятий физической культурой и спортом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Подготовка проекта приказа Министерства «О реализации мероприятия «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Создание и обеспечение функционирования центров образования естественно-научной и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 технологической направленностей в общеобразовательных организациях, расположенных в сельской местности и малых городах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» подпрограммы 7 «Реализация национального проекта «Образование» в Свердловской области» государственной программы Свердловской области «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Развитие системы образования и реализация молодежной политики в Свердловской области до 2025 года», утвержденной постановлением Правительства Свердловской области от 19.12.2019 № 920-ПП, в 2021 году»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Экспертиза отчетности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муниципальных образований, расположенных на территории Свердловской области, за 2020 год в рамках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субсидий из областного бюджета местным бюджетам на создание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в общеобразовательных организациях, расположенных в сельской местности и малых городах, условий дл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я занятий физической культурой и спортом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январь – февраль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Экспертиза отчетности муниципальных образований, расположенных на территории Свердловской области, за 2020 год о реализации мероприятия «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Создание (обновление) материально-техническ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ой базы для реализации основных и дополнительных общеобразовательных программ цифрового и гуманитарного профилей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январь – февраль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демонстрационных экзаменов как вида аттестации обучающихся по программам среднего профессионального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 – 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разработки и реализации гибких адаптивных программ, учитыв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ающих потребность работодателей, со сроком освоения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не более 6 месяцев на основе опыта Ворлдскиллс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Реализация мероприятий федерального проекта «Билет в будущее»</w:t>
            </w:r>
          </w:p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ранней профессиональной ориентации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учащихся 6–11-х классов общеобразовательных организаций, расположенных на территории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Свердловской области, в рамках национального проекта «Успех каждого ребенка»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Организация участие школьников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во всероссийских открытых онлайн-уроках, направленных на раннюю профессиональную ориентацию, в рамках национального проекта «Успех каждого ребенка»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Н.И.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Участие в совещаниях посредством видео-конференц-связи, организованных Центром информационно-аналитического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проектного сопровождения национальных проектов федерального государственного автономного образовательного учреждения дополнительного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профессионального образования «Академия реализации государственной политики и профессионального развития работников образования Министерства просвещения Российской Федерации» – ведомственным проектным офисом Министерства просвещения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Координация заключения дополнительных соглашения о реализации региональных проектов на территории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государственной интегрированной информационной системе управления общественными финансами «Электронны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й бюджет»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Координация заключения соглашений и дополнительных соглашений из федерального бюджета бюджету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реализацию федеральных проектов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Ежемесячное формирование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предельного объема финансирования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применением информационной системы «Подсистема сбора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консолидации данных»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по реализации грантов юридическим лицам, полученных из федерального бюджета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году, на развитие материально-технической базы профессиональных 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Обеспечение мероприятий по формированию инфраструктуры приоритетного регионального проекта «Молодые профессионалы (Повыш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ение конкурентоспособности профессионального образования)»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Координация подготовки отчетов о ходе реализации региональных проектов в государственной интегрированной информационной системе управления общественными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финансами «Электронный бюджет»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Координация подготовки отчетов о расходах, в целях софинансирования которых предоставлены субсидии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софинансирование расходных обязательств Свердловской области, возникающих при реализации региональ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ных проектов, обеспечивающих достижение целей, показателей и результатов федеральных проектов, в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Координация подготов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ки отчетов о реализации региональных проектов в информационной системе мониторинга национальных проектов «Демография», «Здравоохранение», «Образование», «Наука»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во исполнение пункта 2 перечня поручений Заместителя Председателя Правительства Российской Феде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рации Т.А. Голиковой от 25.05.2020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ТГ-П6-5554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регионального проекта «Современная школа»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«Создание центров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цифрового образования детей» и «Создание и обеспечение финансовой деятельности центров цифрового образования детей»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153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Создание отчета о ходе реализации регионального проекта «Современная школа» в информационной системе мониторинга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национальных проектов «Демография», «Здравоохранение», «Образование», «Наука» в соответствии с Поручением Заместителя Председателя Правительства Российской Федерации от 25.05.2020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ТГ-П6-5554 «О проектной деятельности»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оринг реализации мероприятий в рамках реализации федерального проекта «Успех каждого ребенка» национального проекта «Образование»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и подготовка отчетов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реализации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Финансовое обеспечение национальных проектов в соответствии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Законом об областном бюджете 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2021 год и плановый период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2022 и 2023 годов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7. Общие мероприятия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отчетов по формам федерального статистического наблюдения № 1-лицензирование «Сведения об осуществлении лицензирования» и </w:t>
            </w:r>
            <w:hyperlink r:id="rId8" w:history="1">
              <w:r>
                <w:rPr>
                  <w:rStyle w:val="af9"/>
                  <w:rFonts w:ascii="Liberation Serif" w:hAnsi="Liberation Serif" w:cs="Liberation Serif"/>
                  <w:color w:val="auto"/>
                  <w:sz w:val="28"/>
                  <w:szCs w:val="28"/>
                  <w:u w:val="none"/>
                </w:rPr>
                <w:t>№ 1-контроль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«Сведения об осуществлении государственного контроля (надзора) и муниципального контроля»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направление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Федеральную службу по надзору в сфере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науки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Перевозкина, А.М. Лобанова, 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акта сверки по исполнительному производству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Управлением Федеральной службы судебных приставов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Свердловской области (в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соответствии с соглашеним от 29.07.2011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порядке взаимодействия Управления Федеральной службы судебных приставов по Свердловской области и Министерства общего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профессионального образования Свердловской области при исполнении исполнительных документов)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об исполнении Федерального закона от 29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 контроля»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приложением формы статистического наблюдения №1- контроль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прокуратуру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autoSpaceDE w:val="0"/>
            </w:pPr>
            <w:r>
              <w:rPr>
                <w:rFonts w:ascii="Liberation Serif" w:eastAsia="Calibri" w:hAnsi="Liberation Serif" w:cs="Liberation Serif"/>
                <w:bCs/>
                <w:color w:val="26282F"/>
                <w:sz w:val="28"/>
                <w:szCs w:val="28"/>
                <w:lang w:eastAsia="en-US"/>
              </w:rPr>
              <w:t xml:space="preserve">Подготовка отчета об осуществлении органом государственной власти субъекта Российской Федерации полномочий </w:t>
            </w:r>
            <w:r>
              <w:rPr>
                <w:rFonts w:ascii="Liberation Serif" w:eastAsia="Calibri" w:hAnsi="Liberation Serif" w:cs="Liberation Serif"/>
                <w:bCs/>
                <w:color w:val="26282F"/>
                <w:sz w:val="28"/>
                <w:szCs w:val="28"/>
                <w:lang w:eastAsia="en-US"/>
              </w:rPr>
              <w:t>Российской Федерации</w:t>
            </w:r>
            <w:r>
              <w:rPr>
                <w:rFonts w:ascii="Liberation Serif" w:eastAsia="Calibri" w:hAnsi="Liberation Serif" w:cs="Liberation Serif"/>
                <w:bCs/>
                <w:color w:val="26282F"/>
                <w:sz w:val="28"/>
                <w:szCs w:val="28"/>
                <w:lang w:eastAsia="en-US"/>
              </w:rPr>
              <w:br/>
            </w:r>
            <w:r>
              <w:rPr>
                <w:rFonts w:ascii="Liberation Serif" w:eastAsia="Calibri" w:hAnsi="Liberation Serif" w:cs="Liberation Serif"/>
                <w:bCs/>
                <w:color w:val="26282F"/>
                <w:sz w:val="28"/>
                <w:szCs w:val="28"/>
                <w:lang w:eastAsia="en-US"/>
              </w:rPr>
              <w:t>в сфере образования и полномочия по подтверждению документов</w:t>
            </w:r>
            <w:r>
              <w:rPr>
                <w:rFonts w:ascii="Liberation Serif" w:eastAsia="Calibri" w:hAnsi="Liberation Serif" w:cs="Liberation Serif"/>
                <w:bCs/>
                <w:color w:val="26282F"/>
                <w:sz w:val="28"/>
                <w:szCs w:val="28"/>
                <w:lang w:eastAsia="en-US"/>
              </w:rPr>
              <w:br/>
            </w:r>
            <w:r>
              <w:rPr>
                <w:rFonts w:ascii="Liberation Serif" w:eastAsia="Calibri" w:hAnsi="Liberation Serif" w:cs="Liberation Serif"/>
                <w:bCs/>
                <w:color w:val="26282F"/>
                <w:sz w:val="28"/>
                <w:szCs w:val="28"/>
                <w:lang w:eastAsia="en-US"/>
              </w:rPr>
              <w:t>об ученых степенях, ученых званиях, переданных для осуществления органам государственной власти субъектов Российской Федерации, утвержденного приказом Федеральной службы по н</w:t>
            </w:r>
            <w:r>
              <w:rPr>
                <w:rFonts w:ascii="Liberation Serif" w:eastAsia="Calibri" w:hAnsi="Liberation Serif" w:cs="Liberation Serif"/>
                <w:bCs/>
                <w:color w:val="26282F"/>
                <w:sz w:val="28"/>
                <w:szCs w:val="28"/>
                <w:lang w:eastAsia="en-US"/>
              </w:rPr>
              <w:t>адзору в сфере образования и науки от 06.07.2016 № 1141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Е.Г. Темко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по достижению целевых показателей эффективности по осуществлению переданных полномочий и его направление в Федеральную службу по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надзору в сфере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науки и в Министерство финансов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Перевозкина, А.М. Лобанова 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отчетов по форме федерального статистического наблюдения 1-ГМУ по государственным услугам «Подтверждение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документовоб образовании и (или) квалификации», «Подтверждение документов об ученых степенях, ученых званиях», «Лицензирование образовательной деятельности», «Государственная аккредитация образовательной деятельности»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работе Министерства с письменными обращениями граждан за 2020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январь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реестра обращений граждан по фактам коррупции, поступивших в Министерство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IV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2020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мероприятий по созданию в Свердловской области новых мест в общеобразовательных организациях (доля обучающихся, занимающихся в дневных муниципальных общеобразовательных организациях в первую смену; планы муниципальных образований,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расположенных на территории Свердловской области, по созданию новых учебных мест)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Министерства о выполнении плана мероприятий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реализации соглашения между Свердловским областным объединением организаций профсоюзо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«Федерация профсоюзов Свердловской области», Региональным объединением работодателей «Свердловский областной Союз промышленников и предпринимателей» и Правительством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2018–2020 годы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в 2020 году в Департамент по труду и занятости Св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Подготовка отчета об исполнении распоряжения Правительства Свердловской области от 18.03.2020 № 81-РП «О внесении изменений</w:t>
            </w:r>
            <w:r>
              <w:rPr>
                <w:rFonts w:ascii="Liberation Serif" w:hAnsi="Liberation Serif"/>
                <w:sz w:val="28"/>
                <w:szCs w:val="28"/>
              </w:rPr>
              <w:br/>
            </w:r>
            <w:r>
              <w:rPr>
                <w:rFonts w:ascii="Liberation Serif" w:hAnsi="Liberation Serif"/>
                <w:sz w:val="28"/>
                <w:szCs w:val="28"/>
              </w:rPr>
              <w:t>в распоряжение Правительства Свердловской области от 31.10.2018</w:t>
            </w:r>
            <w:r>
              <w:rPr>
                <w:rFonts w:ascii="Liberation Serif" w:hAnsi="Liberation Serif"/>
                <w:sz w:val="28"/>
                <w:szCs w:val="28"/>
              </w:rPr>
              <w:br/>
            </w:r>
            <w:r>
              <w:rPr>
                <w:rFonts w:ascii="Liberation Serif" w:hAnsi="Liberation Serif"/>
                <w:sz w:val="28"/>
                <w:szCs w:val="28"/>
              </w:rPr>
              <w:t xml:space="preserve">№ 664-РП </w:t>
            </w:r>
            <w:r>
              <w:rPr>
                <w:rFonts w:ascii="Liberation Serif" w:hAnsi="Liberation Serif"/>
                <w:sz w:val="28"/>
                <w:szCs w:val="28"/>
              </w:rPr>
              <w:t>«Об утверждении плана мероприятий на 2018–2020 годы, проводимых в Свердловской области в рамках Десятилетия детства»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1"/>
              <w:spacing w:before="0" w:after="0"/>
            </w:pP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 xml:space="preserve">Подготовка информации о выполнении мероприятий комплексной программы Свердловской области 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>«Безопасность жизнедеятельности населения Свердловской области до 2020 года», утвержденной постановлением Правительства Свердловской области от 28.07.2017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>№ 556-ПП «Об утверждении комплексной программы Свердловской области «Безопасность жизнедеятельности н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>аселения Свердловской области до 2020 года», за 2020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1"/>
              <w:spacing w:before="0" w:after="0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>Подготовка информации о выполнении мероприятий Комплексной программы Свердловской области «Профилактика терроризма, минимизация и ликвидация последствий его проявлений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>на 201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>8–2020 годы», утвержденной постановлением Правительства Свердловской области от 19.07.2018 № 474-ПП, за 2020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Сбор, свод и обобщение информации о реализации мероприятий по реализации Стратегии противодействия экстремизму в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Российской Федерации до 2025 года» за 2020 год (распоряжение Губернатора Свердловской области от 14.03.2018 № 42-РГ/ДСП)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о выполнении Плана мероприятий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реализации в 2018–2020 годах Стратегии развития воспит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до 2025 года, утвержденной постановлением Правительства Свердловской области от 07.12.2017 № 900-ПП,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 2020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1"/>
              <w:spacing w:before="0" w:after="0"/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 xml:space="preserve">Отчет об исполнении постановления Правительства Свердловской области от 31.03.2016 № 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 xml:space="preserve">211-пп «О мерах по реализации Федерального закона от 6 марта 2006 года № 35-ФЗ «О противодействии терроризму» 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>за 2020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годовой отчетности администратора доходов федерального бюджета за 2020 год в Федеральную службу 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надзору в сфере образования и науки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Standard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Standard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годовой бюджетной и бухгалтерской отчетности за 2020 год в Министерство финансов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январь – 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Размещение информации о предоставлении мер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социальной поддержки и иных социальных гарантий обучающимся, педагогическим работникам и руководителям государственных образовательных организаций Свердловской области в Единой государственной информационной системе социального обеспечения (ЕГИССО)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январь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– 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отчетности о реализации комплексной программы «Развитие агропромышленного комплекса и сельских населенных пунктов Свердловской области («Уральская деревня»)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за 2020 год 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реализации Стратегии развития образования на территории Свердловской области на период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 2035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за 2020 год о реализации Стратегии</w:t>
            </w: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социально-экономического развития Свердловской области на 2016–2030 годы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153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за 2020 год о реализации государственной программы «Содействие созданию в Свердловской области (исходя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из прогнозируемой потребности) новых мест в общеобразовательных организациях» на 2016–2025 годы, утвержденной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постановлением Правительства Свердловской области от 25.01.2016 № 53-ПП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реестра эффективности деятельности государственных учреждений Свердловской области, в отношении которых Министерство осуществляло функции и полномо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чия учредителя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2020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информацию о реализации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Закона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 27 января 2012 года № 4-ОЗ «О государственной поддержке некоммерческих организаций в Свердловской области» в 2020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доклада об осуществлении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государственного контроля (надзора) в сфере образования и об эффективности такого контроля (надзора) и направление в Федеральную службу по надзору в сфере образования и науки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доклада о лицензировании образ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овательной деятельности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и направление в Федеральную службу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надзору в сфере образования и науки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А.М. Лобанова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Организационно-аналитическая деятельность по подготовке материалов о региональных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инструментах управления качеством образования (по 8 направлениям)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r>
              <w:rPr>
                <w:color w:val="000000"/>
                <w:sz w:val="28"/>
                <w:szCs w:val="28"/>
              </w:rPr>
              <w:t>Т.Н. Умнова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в Министерство просвещения Российской Федерации о произошедших несчастных случаях с обучающимися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организациях, осуще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ствляющих образовательную деятельность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 2020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в Министерство просвещения Российской Федерации о несчастных случаях, произошедших с работниками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организациях, осуществляющих образовательную деятельность,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2020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в Министерство просвещения Российской Федерации о произошедших несчастных случаях с обучающимися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организациях, осуществляющих образовательную деятельность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 2020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31"/>
              <w:jc w:val="left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 xml:space="preserve">Анализ </w:t>
            </w:r>
            <w:r>
              <w:rPr>
                <w:rFonts w:ascii="Liberation Serif" w:hAnsi="Liberation Serif" w:cs="Liberation Serif"/>
                <w:szCs w:val="28"/>
              </w:rPr>
              <w:t>качества планирования обеспечения учебниками федеральных перечней обучающихся общеобразовательных учреждений Свердловской области в 2020/2021 учебном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Н.И. Сокольская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31"/>
              <w:jc w:val="left"/>
            </w:pPr>
            <w:r>
              <w:rPr>
                <w:rFonts w:ascii="Liberation Serif" w:hAnsi="Liberation Serif" w:cs="Liberation Serif"/>
                <w:szCs w:val="28"/>
              </w:rPr>
              <w:t>Подготовка отчета по форме федеральных статистических данн</w:t>
            </w:r>
            <w:r>
              <w:rPr>
                <w:rFonts w:ascii="Liberation Serif" w:hAnsi="Liberation Serif" w:cs="Liberation Serif"/>
                <w:szCs w:val="28"/>
              </w:rPr>
              <w:t>ых</w:t>
            </w:r>
            <w:r>
              <w:rPr>
                <w:rFonts w:ascii="Liberation Serif" w:hAnsi="Liberation Serif" w:cs="Liberation Serif"/>
                <w:szCs w:val="28"/>
              </w:rPr>
              <w:br/>
            </w:r>
            <w:r>
              <w:rPr>
                <w:rFonts w:ascii="Liberation Serif" w:hAnsi="Liberation Serif" w:cs="Liberation Serif"/>
                <w:szCs w:val="28"/>
              </w:rPr>
              <w:t>№ 1 – молодежь «Сведения о сфере государственной молодежной политики» в Федеральное агентство по делам молодежи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Представление в отдел государственной службы и кадров отчетов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за 2020 год о профессиональной служебной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деятельности государственных гражданских служащих Министерства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Отбор муниципальных образований, расположенных на территории Свердловской области, для предоставления субсидий из областного бюдж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ета местным бюджетам на строительство и реконструкцию объектов муниципальной собственности в соответствии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подпрограммой 4 «Строительство объектов государственной собственности Свердловской области и поддержка реализации приоритетных муниципальных инвести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ционных проектов»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 до 2024 года», утвержденной постановлением Правительства Свердловской области от 24.10.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2013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1296-ПП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 – 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Обеспечение согласования отчетов о результатах деятельности государственных учреждений Свердловской области, подведомственных Министерству, и об использовании закрепленного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 ними государственного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 – 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Создание базы данных особо ценного движимого имущества государственных автономных и бюджетных учреждений Свердловской области, подведомственных Министерству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февраль – 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af5"/>
              <w:widowControl w:val="0"/>
              <w:autoSpaceDE w:val="0"/>
              <w:spacing w:after="0"/>
              <w:ind w:left="68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сводного отчета Министерства в рамках формирования ежегодного отчета Губернатора Свердловской области о результатах деятельности Правительства Свердловской области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(распоряжение Губернатора Свердловской области от 27.10.2014 № 264-РГ)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Унгвицкая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Сбор отчетности по исполнению государственного задания государственными образовательными учреждениями Свердловской области, находящихся в ведении Министерства,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неиспользуемого недвижимого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имущества государственных учреждений Свердловской области, находящихся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ведении Министерства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мнения родителей (законных представителей) обучающихся общеобразовательных организаций по вопросам оказания платных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образовательных услуг, привлечения и расходования добровольных пожертвований и целевых взносов физических лиц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травматизма и смертельных случаев в результате травм, полученных при занятиях физической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культурой и спортом, произошедших в образовательных организациях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Представление в отдел государственной службы и кадров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сведений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 адресах сайтов и (или) страниц сайтов в информационно-телекоммуникационной сети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«Интернет», на которых гражданские служащие Министерства размещали общедоступную информацию,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 также данные, позволяющие их идентифицировать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Представление в отдел государственной службы и кадров справок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 доходах, имуществе и обязатель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ствах имущественного характера,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 также справок о расходах от государственных гражданских служащих Министерства и руководителей государственных организаций Свердловской области, подведомственных Министерству, а также членов их семей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в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квартале 2021 года мероприятий дорожной карты по развитию региональной системы оценки качества образования и региональных механизмов управления качеством образования в Свердловской области, утвержденной приказом Министерств образо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вания и молодежной политики от 09.07.2019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97-Д «Об утверждении Плана мероприятий («дорожной карты»)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развитию региональной системы оценки качества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региональных механизмов управления качеством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Н.В. </w:t>
            </w:r>
            <w:r>
              <w:rPr>
                <w:color w:val="000000"/>
                <w:sz w:val="28"/>
                <w:szCs w:val="28"/>
              </w:rPr>
              <w:t>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Сбор отчетов и подготовка предложений о размерах стимулирующих выплат руководителям профессиональных образовательных организаций Свердловской области в соответствии с приказом Министерства от 16.08.2019 № 184-Д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«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б утверждении Положения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 стимулировании руководителей государственных организаций Свердловской области, в отношении которых функции учредителя осуществляются Министерством образования и молодежной политики Свердловской области»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Подготовка информации 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ходе мониторинга заполнения профессиональными образовательными организациями реестра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соответствии с 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постановлением Правительства Российской Федерации от 26. 2013 № 729 «О федеральной информационной системе «Федеральный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реестр сведений о документах об образовании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и (или) о квалификации, документах об обучении»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Проведение мониторинга трудоустройства выпускников профессиональных образовательных организаций и образовательных организаций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 высшего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март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хода введения и реализации федерального государственного образовательного стандарта общего образования (выезды в органы местного самоуправления, осуществляющие управление в сфере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образования)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приказов Министерства о внесении изменений в составы членов действующих наблюдательных советов государственных автономных профессиональных образовательных организаций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ере поступления документов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правовой (антикоррупционной) экспертизы проектов правовых актов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проектов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информационных справок, анализ материалов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вопросу реализации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проектов государственно-частного партнерства (концессионных соглашений), участие в рабочих встречах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представителями бизнеса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Внесение изменений в государственные задания на 2021 год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плановый период 2022 и 2023 годов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государственных бюджетных (автономных) учреждений Свердловской области, подведомственных Министерству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изменений законодательства Российской Федерации и Свердловской области и практики его приме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отчетности в Департамент по труду и занятости населения Свердловской области 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ходе реализации регионального проекта «Создание условий для осуществления трудовой занятости женщин, имеющих детей, включая достижение 100-процентной доступности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(к 2021 году) дошкольного образования для детей в возрасте до трех лет»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еженедельно, ежемесячн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 (Министерство, каб. 309, 14.00)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 (второй четверг)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День Министерства в муниципальных образованиях,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расположенных на территории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(третья среда)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 (п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риемная Губернатора Свердловской области и Правительства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области, ул. Розы Люксембург, д. 7, 2 подъезд, каб. 101, 15.00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 (третий четверг)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плана работы Министерства образования и молодежной политики Свердловской области на месяц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еже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месячного мониторинга о размере родительской платы за присмотр и уход за детьми в дошкольных организациях (размещение информации в региональной информационной системе доступности дошкольного образования)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Н.И.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Сокольская,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санитарно-эпидемиологической безопасности образовательных организаций 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детского травматизма и чрезвычайных ситуаций в образовательном процессе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ежеквартальной, ежемесячной отчетности о численности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средней зарплате в разрезе категорий работников системы образования в Министерство экономики и территориального развития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сирование государственных организаций Свердловской области, подведомственных Министерству, негосударственных организаций, частных образовательных организаций, некоммерческих организаций,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не являющихся государственными и муниципальными учреждениями, органов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местного самоуправления муниципальных образований, расположенных на территории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Осуществление расчетов, возникающих в процессе исполнения смет,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предприятиями, учреждениями и отдельными лицами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соответствии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договорами и государственными контрактами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Постановка на учет бюджетных обязательств в Министерстве финансов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ежемесячных отчетов по формам, утвержденным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в Министерс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тво финансов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ежемесячных отчетов по формам, утвержденным приказом Министерства финансов Российской Федерации от 25.03.2011 № 33н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Инструкции о порядке составления, представления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годовой, квартальной бухгалтерской отчетности государственных (муниципальных) бюджетных и автономных учреждений»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Министерство финансов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отчетов по форме 0503324 «Отчет об использовании межбюджет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ных трансфертов» в Министерство финансов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отчетности о реализации комплексных программ муниципальных образований, расположенных на территории Свердловской области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введения дополнительных мест в дошкольных образовательных организациях и представление отчетности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Министерство просвещения Российской Федерации (размещение информации в региональной информационной системе доступности дошкольного образования)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жеквартально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Информационное сопровождение деятельности Министра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молодежной политики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Экспертиза перечней оборудования для оснащения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новых учебных мест, создаваемых в общеобразовательных организациях (за счет средств субсидии из областного бюджета; за счет средств субвенции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из областного бюджета; в целях подтверждения потребности муниципального образования для учета в оценке расходных 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олномочий муниципальных образований, расположенных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на 2022 год)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Г.З. Полякова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Направление отчетной информации об оснащении новых учебных мест оборудованием и средствами обучения и воспитания в федер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альное государственное бюджетное учреждение «Дирекция «Школа-2025»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Организационные мероприятия по открытию оздоровительных смен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загородных оздоровительных детских лагерях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С.Г.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Бушланова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по выполнению государственными учреждениями Свердловской области, подведомственными Министерству, обязанности по размещению на официальном сайте в информационно-телекоммуникационной сети «Интернет» </w:t>
            </w:r>
            <w:hyperlink r:id="rId9" w:history="1">
              <w:r>
                <w:rPr>
                  <w:rStyle w:val="af9"/>
                  <w:rFonts w:ascii="Liberation Serif" w:hAnsi="Liberation Serif" w:cs="Liberation Serif"/>
                  <w:color w:val="auto"/>
                  <w:sz w:val="28"/>
                  <w:szCs w:val="28"/>
                  <w:u w:val="none"/>
                </w:rPr>
                <w:t>www.bus.gov.ru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информации об учреждении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отчетности о реализации программы «Комплексное развитие северных территорий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2014–2020 годы»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ежегодно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8.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Контрольные мероприятия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внеплановых выездных проверок в ходе лицензирования образовательной 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Перевозкина, А.М. Лобанова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Проверка финансово-хозяйственной деятельности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государственных организациях Свердловской области, подведомственных Министерству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плану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и рассмотрение вопроса о состоянии исполнительской дисциплины в Министерстве на аппаратном совещании у Министра образования и 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олодежной политики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молодежной политики Свердловской области о состоянии исполнения документов, находящихся на контроле в Министерстве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плановых выездных и документарных проверок по государственному контролю (надзору) в сфере образования и лицензионному контролю по планам, утвержденным приказами Министерства от 28.10.2020 №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251-кн, № 252-кн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1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внеплановых выездных и документарных проверок по государственному контролю (надзору) и лицензионному контролю на основании приказов 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E37085" w:rsidRDefault="00E37085">
      <w:pPr>
        <w:rPr>
          <w:rFonts w:ascii="Liberation Serif" w:hAnsi="Liberation Serif" w:cs="Liberation Serif"/>
          <w:sz w:val="28"/>
          <w:szCs w:val="28"/>
        </w:rPr>
      </w:pPr>
    </w:p>
    <w:p w:rsidR="00E37085" w:rsidRDefault="00E37085">
      <w:pPr>
        <w:pageBreakBefore/>
        <w:suppressAutoHyphens w:val="0"/>
        <w:rPr>
          <w:rFonts w:ascii="Liberation Serif" w:hAnsi="Liberation Serif" w:cs="Liberation Serif"/>
          <w:sz w:val="28"/>
          <w:szCs w:val="28"/>
        </w:rPr>
      </w:pPr>
    </w:p>
    <w:p w:rsidR="00E37085" w:rsidRDefault="00E37085">
      <w:pPr>
        <w:rPr>
          <w:rFonts w:ascii="Liberation Serif" w:hAnsi="Liberation Serif" w:cs="Liberation Serif"/>
          <w:sz w:val="28"/>
          <w:szCs w:val="28"/>
        </w:rPr>
      </w:pPr>
    </w:p>
    <w:p w:rsidR="00E37085" w:rsidRDefault="00843EBD">
      <w:pPr>
        <w:jc w:val="center"/>
      </w:pPr>
      <w:r>
        <w:rPr>
          <w:rFonts w:ascii="Liberation Serif" w:hAnsi="Liberation Serif" w:cs="Liberation Serif"/>
          <w:b/>
          <w:sz w:val="28"/>
          <w:szCs w:val="28"/>
          <w:lang w:val="en-US"/>
        </w:rPr>
        <w:t>II</w:t>
      </w:r>
      <w:r>
        <w:rPr>
          <w:rFonts w:ascii="Liberation Serif" w:hAnsi="Liberation Serif" w:cs="Liberation Serif"/>
          <w:b/>
          <w:sz w:val="28"/>
          <w:szCs w:val="28"/>
        </w:rPr>
        <w:t xml:space="preserve"> квартал 2021 года</w:t>
      </w:r>
    </w:p>
    <w:p w:rsidR="00E37085" w:rsidRDefault="00E37085">
      <w:pPr>
        <w:rPr>
          <w:rFonts w:ascii="Liberation Serif" w:hAnsi="Liberation Serif" w:cs="Liberation Serif"/>
          <w:sz w:val="28"/>
          <w:szCs w:val="28"/>
        </w:rPr>
      </w:pPr>
    </w:p>
    <w:tbl>
      <w:tblPr>
        <w:tblW w:w="14884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8818"/>
        <w:gridCol w:w="2268"/>
        <w:gridCol w:w="2551"/>
      </w:tblGrid>
      <w:tr w:rsidR="00E37085">
        <w:tblPrEx>
          <w:tblCellMar>
            <w:top w:w="0" w:type="dxa"/>
            <w:bottom w:w="0" w:type="dxa"/>
          </w:tblCellMar>
        </w:tblPrEx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Номер</w:t>
            </w:r>
          </w:p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строки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Срок исполнения</w:t>
            </w:r>
          </w:p>
          <w:p w:rsidR="00E37085" w:rsidRDefault="00E3708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Инициалы, фамилия ответственного</w:t>
            </w:r>
          </w:p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 подготовку</w:t>
            </w:r>
          </w:p>
        </w:tc>
      </w:tr>
    </w:tbl>
    <w:p w:rsidR="00E37085" w:rsidRDefault="00E37085">
      <w:pPr>
        <w:pStyle w:val="af2"/>
        <w:rPr>
          <w:sz w:val="6"/>
          <w:szCs w:val="6"/>
        </w:rPr>
      </w:pPr>
    </w:p>
    <w:tbl>
      <w:tblPr>
        <w:tblW w:w="1488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8818"/>
        <w:gridCol w:w="2268"/>
        <w:gridCol w:w="2551"/>
      </w:tblGrid>
      <w:tr w:rsidR="00E37085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1. Вопросы для рассмотрения на заседаниях Правительства Свердловской области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внесении изменений в постановление Правительства Свердловской области от 02.03.2016 № 127-ПП «Об утверждении комплексной программы Свердловской области «Уральская инженерная школа»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2016–2020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годы»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>Об организации отдыха и оздоровления детей в период летней оздоровительной кампании 2021 года 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по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рядков распределения объема субвенций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из областного бюджета местным бюджетам на финансовое обеспечение государственных гарантий реализации прав на получение общедоступного и бесплатного дошкольного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муниципальных дошкольных образовательных орг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льных организациях, не распределенного Законом Свердловской области «Об областном бюджете на 2021 год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плановый период 2022 и 2023 годов», в 2021 году»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внесении изменений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03.08.2017 № 558-ПП «О мерах по организации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обеспечению отдыха и оздоровления детей в Свердловской области»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внесении изменений в постановление Правительства Свердловской области от 02.04.2020 № 207-ПП «Об утверждении Порядка предоставления из областного бюджета субсидий социально ориентированным некоммерческим организациям, реализующим проекты (программы, мероп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риятия) в сфере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молодежной политики Свердловской области, и признании утратившими силу отдельных постановлений Правительства Свердловской области»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 создании условий для достижения 100-процентной доступности дошкольного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образования для детей в возрасте до трех лет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 внесении изменений в комплексную программу Свердловской области «Уральская инженерная школ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а» на 2016–2020 годы, утвержденную постановлением Правительства Свердловской области от 02.03.2016 № 127-ПП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spacing w:line="216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 внесении изменений в государственную программу Свердловской области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«Развитие системы образования и реализация молодежной политики в Свердловской области до 2025 года», утвержденную постановлением Правительства Свердловской области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от 19.12.2019 № 920-ПП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spacing w:line="216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внесении изменений в постановление Правительства Свердловской области «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О распределении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субсидий из областного бюджета бюджетам муниципальных образований, расположенных на территории Свердловской области, в 2021 году в рамках реализации госуда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рственной программы Свердловской области 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Порядка предоставления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из областного бюджета субсидий на создание дополнительных мест для детей в возрасте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 1,5 до 3 лет любой направленности в организациях, осуществляющих образовательную деятельность (за исключением государственных и муниципальных), и у индивидуальных предп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детьми, в 2021 году»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2. Совещания, семинары-совещания,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собеседования, консультации, личные приемы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Лекция-практикум для аккредитованных экспертов в области проведения государственной аккредитации образовательной деятельности по итогам аккредитационных экспертиз, проведенных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2020 году 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квартале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А.М. Лобанова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Публичное мероприятие в форме вебинара с руководителями организаций и индивидуальными предпринимателями, осуществляющими образовательную деятельность, по актуальным вопросам применения законодательства об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образовании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 разъяснением отдельных требований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 руководителями территориальных психолого-медико-педагогических комиссий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И.А. Третьякова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Семинар-совещание с организаторами</w:t>
            </w:r>
            <w:r>
              <w:t xml:space="preserve">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отдыха и оздоровления детей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Свердловской области «На пороге лета 2021»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Бушланова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Горячая линия по вопросам приема в 1-й класс на 2021/2022 учебный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 руководителями органов местного самоуправления, осуществляющих управление в сфере образования, государственных, частных образовательных организаций о подготовке к проведению итогового сочинения, государственной итоговой аттес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тации, единого государственного экзамена в 2021 году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690"/>
                <w:tab w:val="center" w:pos="1032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апрель, 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Семинар-совещание для заместителей руководителей профессиональных образовательных организаций, высших учебных заведений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патриотическому воспитанию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 – 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Семинар-совещание с муниципальными кураторами Российского движения школьников, руководителей местных штабов </w:t>
            </w:r>
            <w:r>
              <w:rPr>
                <w:rFonts w:ascii="Liberation Serif" w:hAnsi="Liberation Serif" w:cs="Liberation Serif"/>
                <w:iCs/>
                <w:color w:val="000000"/>
                <w:sz w:val="28"/>
                <w:szCs w:val="28"/>
                <w:shd w:val="clear" w:color="auto" w:fill="FFFFFF"/>
              </w:rPr>
              <w:t>всероссийского детско-юношеского военно-па</w:t>
            </w:r>
            <w:r>
              <w:rPr>
                <w:rFonts w:ascii="Liberation Serif" w:hAnsi="Liberation Serif" w:cs="Liberation Serif"/>
                <w:iCs/>
                <w:color w:val="000000"/>
                <w:sz w:val="28"/>
                <w:szCs w:val="28"/>
                <w:shd w:val="clear" w:color="auto" w:fill="FFFFFF"/>
              </w:rPr>
              <w:t>триотического общественного движения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«ЮНАРМИЯ»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 – 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с руководителями государственных общеобразовательных организаций, реализующих адаптированные основные общеобразовательные программы, центров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психолого-педагогической, медицинской и социальной помощи, организаций для детей-сирот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детей, оставшихся без попечения родителей, общеобразовательных организаций для детей, нуждающихся в длительном лечении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апрель, 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 руководителями и специалистами органов местного самоуправления, осуществляющих управление в сфере образования,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специальных требованиях к предметным результатам освоения федерального государственного образовательного стандарта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основного общего образования обучающимися с ограниченными возможностями здоровья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с руководителями профессиональных образовательных организаций Свердловской области о приеме по программам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среднего профессионального образования на 2021/2022 учебный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с руководителями органов местного самоуправления, осуществляющих управление в сфере образования, по вопросу подготовки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образовательных организаций к началу 2021/2022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autoSpaceDE w:val="0"/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>Консультация по вопросам соблюдения обязательных требований, касающихся осуществления контрольно-надзорной 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autoSpaceDE w:val="0"/>
            </w:pPr>
            <w: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 xml:space="preserve">Совещание с </w:t>
            </w:r>
            <w: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>муниципальными образованиями, расположенными</w:t>
            </w:r>
            <w: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br/>
            </w:r>
            <w: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>на территории Свердловской области, по вопросам молодежной политики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 (Министерство, каб. 309, 14.00)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 (второй четверг)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День Министерства в муниципальных образованиях,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расположенных на территории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(третья среда)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 (п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риемная Губернатора Свердловской области и Правительства Свердловской обла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сти, ул. Розы Люксембург, д. 7, 2 подъезд, каб. 101, 15.00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 (третий четверг)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Standard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Консультации руководителей и главных бухгалтеров государственных организаций Свердловской области, подведомственных Министерству, органов местного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самоуправления, осуществляющих управление в сфере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Standard"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37085" w:rsidRDefault="00843EBD">
            <w:pPr>
              <w:pStyle w:val="Standard"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Standard"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E37085" w:rsidRDefault="00E37085">
            <w:pPr>
              <w:pStyle w:val="Standard"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Совещание с руководителями государственных профессиональных образовательных организаций Свердловской области, подведомственных Министерству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(второй вторник)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Консультации по вопросам лицензирования и государственной аккредитации образовательной деятельности («горячая» телефонная линия (343) 312-00-04 (доб. 170, 171, 172, 173, 174, 175, 17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7)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tabs>
                <w:tab w:val="left" w:pos="464"/>
              </w:tabs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3. Заседания комиссий, рабочих групп, советов, организационных комитетов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вопросам оплаты труда руководителей государственных организаций Свердловской области, подведомственных Министерству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по вопросам организации профориентации обучающихся </w:t>
            </w:r>
            <w:r>
              <w:rPr>
                <w:sz w:val="28"/>
                <w:szCs w:val="28"/>
              </w:rPr>
              <w:t>с ограниченными возможностями здоровья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Министерства по выплате единовременного пособия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обзаведение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хозяйством педагогических работников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Организационного комитета по организации проведения регионального этапа национального чемпионата по профессиональному мастерству среди инвалидов и лиц с ограниченными возможностями здоровья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«Абилимпикс»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Аттестационной комиссии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апрель, 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Рабочих групп Аттестационной комиссии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Министерства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апрель, 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наградам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Министерства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апрель, 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Свердловской области по конкурсному отбору претендентов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на право получения единовременных компенсационных выплат учителям, прибывшим (переехавшим) на работу в сельские населенные пункты, либо рабочие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поселки, либо поселки городского типа, либо города с населением до 50 тысяч человек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Межведомственной комиссии по формированию общего объема контрольных цифр приема граждан в организации, осуществляющие образовательную деятельность на те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рритории Свердловской области </w:t>
            </w:r>
          </w:p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образовательным программам среднего профессионального образования, на обучение по профессиям, специальностям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и направлениям подготовки и (или) укрупненным группам профессий, специальностей и направлений подготовки за счет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бюджетных ассигнований областного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Комиссии по комплектованию структурных подразделений государственных образовательных учреждений Свердловской области, подведомственных Министерству, реализующих основную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общеобразовательную программу дошкольного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Н.И. Сокольская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Координационной комиссии по охране труда и профилактике травматизма по вопросу организации заключения договоров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проведение обязательных предвари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тельных и периодических медицинских осмотров (обследований) работников организаций,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том числе качества их проведения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Координационного совета по развитию психологической службы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системе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А.Ю.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Совета директоров государственных образовательных организаций, реализующих адаптированные основные общеобразовательные программы, и областного учебно-методического объединения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по вопросам реализации адаптированных основных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общеобразовательных программ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Е.В. Веснина,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И.И. Кашина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по развитию детско-юношеского туризма в системе образования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 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</w:rPr>
              <w:t xml:space="preserve">Межведомственного совета по развитию </w:t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t>добровольчества (волонтерства) и социально ориентированных некоммерческих организаций 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Координационного совета по вопросам образования лиц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 ограниченными возможностями здоровья и инвалидностью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вопросам медиации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по подготовке и проведению Областного августовского педагогического совещания работников образования Свердловской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Н.А. Слизько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</w:rPr>
              <w:t>Комиссии по отбору делегатов от Свердловской области на мероприятия Всероссийской форумной кампании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 xml:space="preserve">по </w:t>
            </w:r>
            <w:r>
              <w:rPr>
                <w:rFonts w:ascii="Liberation Serif" w:hAnsi="Liberation Serif" w:cs="Liberation Serif"/>
                <w:sz w:val="28"/>
              </w:rPr>
              <w:t>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Координационного совета по патриотическому воспитанию граждан</w:t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Конкурсной комиссии конкурса на соискание премий Губернатора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Свердловской области педагогам дополнительного образования, осуществляющим обучение по дополнительным общеразвивающим программам технической направленности, в 2021 году</w:t>
            </w:r>
            <w:r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А.Н. Слизько,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члены комиссии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pacing w:val="-6"/>
                <w:sz w:val="28"/>
                <w:szCs w:val="28"/>
              </w:rPr>
              <w:t xml:space="preserve">Регионального ведомственного проектного офиса при Министерстве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2020 году»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Общественного совета при Министерстве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Коллегии 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отдельному плану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Жилищной комиссии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плану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Аккредитационной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Министерства по проведению аккредитации экспертов и экспертных организаций, привлекаемых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для проведения аккредитационной экспертизы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Аккредитационного совета 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мере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поступления документов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Аттестационной комиссии </w:t>
            </w: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Министерства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для проведения квалификационного экзамена при аттестации экспертов, привлекаемых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 проведению мероприятий по контролю (надзору) в сфере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мере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поступления документов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собственностью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закрепленного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соответствующем вещном праве за государственной организацией Свердловской области, находящейся в ведении Министерства,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о заключении государственной организацией Свердловской области, образующей социа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льную инфраструктуру для детей, находящейся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ведении Министерства, договора аренды и договора безвозмездного пользования закрепленных за ней объектов собственности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, а также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 реорганизации или ликвидации государственных организаций Свердловской области, о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бразующих социальную инфраструктуру для детей,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находящихся в ведении 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E37085" w:rsidRDefault="00E37085">
            <w:pPr>
              <w:tabs>
                <w:tab w:val="left" w:pos="720"/>
              </w:tabs>
              <w:rPr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формированию и ведению реестра организаций отдыха детей и их оздоровления, расположенных на территори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заявлений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С.Г. Карсканов, 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Комиссий по формированию объемов государственных заданий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для государственных учреждений Свердловской области, подведомственных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Министерству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организации отбора муниципальных образований, расположенных на территории Свердловской области, предоставления и контроля за расходованием субсидий и иных межбюджетных трансфертов из областно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 бюджета местным бюджетам, предоставляемых в рамках мероприятий государственной программы Свердловской области «Развитие системы образования и реализация молодежной политики в Свердловской области до 2025 года», ответственными за реализацию которых опред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елены курируемые Заместителем Министра образования и молодежной политики Свердловской области структурные подразделения Министерства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Рабочей группы по обеспечению исполнительской дисциплины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Министерстве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Государственной экзаменационной комиссии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распределению путевок и формированию делегаций детей Свердловской области в целях их направления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Международный детский центр «Артек» и всероссийские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детские центры «Орлёнок», «Океан», «Смена»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Расулова, член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ы комиссии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Министерства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аттестации кандидатов на должность руководителя и руководителя государственной образовательной организации Свердловской области, в отношении которой Министерство осуществляет функции и полномочия учредителя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6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6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соблюдению требований к служебному поведению государственных гражданских служащих Министерства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урегулированию конфликта интересов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(при наличии материалов)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6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Координационного совета по вопросам организации введения федеральных государственных образовательных стандартов общего образования в Свердловской области при Министерстве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Н.И. Сокольская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противо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действию коррупции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6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E37085" w:rsidRDefault="00843EBD">
            <w:pPr>
              <w:tabs>
                <w:tab w:val="left" w:pos="76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Информационно-просветительские мероприятия в рамках проведения месячника информирования об Аутизме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апрель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Веснина,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подведом-ственных образовательных организаций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Встреча с родителями (законными представителями) выпускников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вопросам проведения государственной итоговой аттестации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2021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Федеральный тренировочный экзамен с использованием технологии проведения единого государственного экзамена по информатике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ИКТ в компьютерной форме (все пункты проведения экзамена, использующие данные технологии)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Обеспечение выплаты премий Губернатора Свердловской области призерам национальных и международных чемпионатов по профессиональному мастерству по стандартам «Ворлдскиллс»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их наставникам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Итоговое сочинение (изложение) по русскому языку в 11-х классах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апрель, 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Региональный этап Всероссийского конкурса «Учитель года России 2020»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 – 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в образовательных организациях Свердловской области Всероссийских открытых уроков по проблемам гибели и травматизма несовершеннолетних с учетом сезонной специфики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 – 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Основной государственный экзамен,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государственный выпускной экзамен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апрель, май, 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Единый государственный экзамен, государственный выпускной экзамен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апрель, май, 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Областной конкурс музеев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образовательных организаций, посвященный 320-летию уральской металлургии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 – 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Областная патриотическая акция «Память»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май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Т.С. Симонова,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В.А.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Кутырев,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В.И. Данченко,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С.М. Звягинцев,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Р.В. Бисеров,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В.Г. Лобастов,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Т.А. Карасева,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М.И. Бруева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Акция «100 баллов для победы»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Устное собеседование по русскому языку в 9-х классах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(дополнительный срок)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Федеральный тренировочный экзамен по обществознанию и английскому языку (устная часть): технология передачи экзаменационных материалов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информационно-телекоммуникационной сети «Интернет», печати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сканирования экзаменационных материалов в аудиториях пунктов проведения экзаменов (все пункты проведения экзамена, использующие данные технологии)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Региональный этап Президентских спортивных игр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Региональный этап Президентских состязаний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Форум «Мы за безопасность на дорогах»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(совместно с Управлением государственной инспекции безопасности дорожного движения Главного управления Министерства внутренних дел Российской Федерации по Свердловской области)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/>
                <w:sz w:val="28"/>
                <w:szCs w:val="28"/>
              </w:rPr>
              <w:t>Региональные этапы всероссийских фестивалей для детей-инв</w:t>
            </w:r>
            <w:r>
              <w:rPr>
                <w:rFonts w:ascii="Liberation Serif" w:hAnsi="Liberation Serif"/>
                <w:sz w:val="28"/>
                <w:szCs w:val="28"/>
              </w:rPr>
              <w:t>алидов «Как взмах крыла» (жестовое пение), «Танцы на колясках», «Инклюзивные театры»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май – июнь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подведомственных образовательных организаций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Областные и межрегиональные соревнования обучающихся «Школа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безопасности» и полевой лагерь «Юный спасатель»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май – июнь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Областной конкурс среди образовательных организаций, реализующих дополнительные общеобразовательные программы туристско-краеведческой направленности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 – 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День молодежи 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Торжественная церемония награждения нагрудным знаком и символом «Горячее сердце»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Акция «Свеча памяти»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Тематические патриотические смены в летний период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оздоровительных лагерях государственного бюджетного учреждения Свердловской области Детский оздоровительный Центр «Юность Урала»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 – 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Мероприятия по реализации проекта «Билет в будущее»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Организация формирования и сопровождения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делегаций детей Свердловской области в Международный детский центр «Артек»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всероссийские детские центры «Орлёнок», «Смена», «Океан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Региональный этап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X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Всероссийского профессионального конкурса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«Воспитатель года России» в Свердловской области в 2021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С.Ю. Тренихина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регионального этапа Всероссийского проекта «Диалоги с Героями»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Областной конкурс обучающихся «Вода ошибок не прощает!»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Областные семинары «Противодействие идеологии терроризма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экстремизма в образовательной сфере.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Защита детей от информации, причиняющей вред их здоровью и развитию»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</w:t>
            </w:r>
          </w:p>
          <w:p w:rsidR="00E37085" w:rsidRDefault="00843EBD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«Развитие системы образования и реализация молодежной политики в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до 2025 года»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Концепции развития школьных информационно-библиотечных центров, утвержденной приказом Министерства образования и науки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 15.06.2016 № 715, в общеобразовательных организациях,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расположенных на территории Свердловской области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16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проекта приказа Министерства о проведении конкурса среди муниципальных дошкольных образовательных организаций, расположенных на территории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области, осуществляющих образовательную деятельность в соответствии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целями и задачами проекта «Уральская инженерная школа»,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2020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отчетной документации о реализации мероприятий государственной про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граммы Российской Федерации «Доступная среда» и комплексной программы Свердловской области «Доступная среда»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2021 года в Министерство социальной политики Свердловской области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Мероприятия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обеспечению проведения демонстрационного экзамена в профессиональных образовательных учреждениях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Заключение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органами местного самоуправления муниципальных образований, расположенных на территории Свердловской облас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ти,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соглашений о предоставлении в 2021 году субсидий из областного бюджета местным бюджетам на обеспечение мероприятий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по оборудованию спортивных площадок в общеобразовательных организациях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апрель – май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Заключение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органами местного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самоуправления муниципальных образований, расположенных на территории Свердловской области,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соглашений о предоставлении в 2021 году субсидий из областного бюджета местным бюджетам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на обеспечение условий реализации муниципальными общеобразовательными органи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зациями образовательных программ естественно-научного цикла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и профориентационной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апрель – май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Отчет об использовании субвенций из областного бюджета на общее и дошкольное образование за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квартал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 – 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Обеспечение участия команды Свердловской области в отборочных чемпионатах по стандартам Ворлдскиллс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 – 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 на территории Свердловской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предоставлении в 2021 году субсидий из областного бюджета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организацию отдыха и оздоровления детей в каникулярное время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 – 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 Прядеин,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обеспечение предоставления из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областного бюджета грантов в форме субсидий юридическим лицам и индивидуальным предпринимателям на реализацию мероприятий в сфере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 – июнь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(при наличии заявок)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перечня малокомплектных образовательных организац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ий, расположенных на территории Свердловской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 с постановлением Правительства Свердловской области от 16.01.2014 № 12-ПП «Об определении критериев отнесения к малокомплектным образовательным организациям образовательных организаций, 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асположенных на территории Свердловской области, реализующих основные общеобразовательные программы»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на основании информации, представленной органами местного самоуправления муниципальных образований, расположенных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выполнения мероприятий по обеспечению повышения квалификации специалистов и руководителей дошкольных образовательных организаций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проекта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приказа Министерства «О реализации подмероприятия «Организация и проведение конкурса среди муниципальных дошкольных образовательных организаций, расположенных на территории Свердловской области, осуществляющих образовательную деятельность в соответствии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целями и задачами проекта «Уральская инженерная школа» мероприятия «Организация и проведение общеобластных мероприятий в сфере образования в рамках реализации проекта «Уральская инженерная школа» государственной программы Свердловской области «Развитие сис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темы образования в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 2024 года» в 2020 году»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отбора частных дошкольных организаций для получения субсидии на создание дополнительных мест для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возрасте от 1,5 до 3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лет любой направленности в организациях, осуществляющих образовательную деятельность (за исключением государственных и муниципальных), и у индивидуальных предпринимателей, осуществляющих образовательную деятельность по образовательным программам дошкольног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образования, в том числе адаптированным, и присмотр и уход за детьми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 – 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Мероприятия по подготовке участия команды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финале национального чемпионата по стандартам Ворлдскиллс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 – 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муниципальными образованиями, расположенными на территории Свердловской области, мероприятия «Обеспечение условий реализации муниципальными общеобразовательными организациями образовательных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программ естественно-научного цикла и профориентационной работы»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июнь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муниципальными образованиями, расположенными на территории Свердловской области, мероприятия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«Обеспечение мероприятий по оборудованию спортивных пл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ощадок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в общеобразовательных организациях»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июнь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</w:rPr>
              <w:t xml:space="preserve">Отбор физических лиц в рамках конкурса грантов </w:t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t>на реализацию проектов по работе с молодежью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Корректировка планов финансово-хозяйственной деятельности бюджетных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и автономных образовательных организаций на 2021 год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Участие в формировании отчета о реализации государственной программы министерства образования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приказов в рамках реализации мероприятий «Создание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центров цифрового образования детей» и «Создание и обеспечение финансовой деятельности центров цифрового образования детей» подпрограммы 7 «Реализация национального проекта «Образование»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области» государственной программы Свердловской област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«Развитие системы образования и реализация молодежной политики в Свердловской области до 2025 года» в 2021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153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муниципальными образованиями, расположенными на территории Свердловской области, 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ероприятий по созданию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общеобразовательных организациях» на 2016–2025 годы в 2021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ежемесячно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мониторинга исполнения 100 процентов доступности дошкольного образования для детей с 2 месяцев до 3 лет муниципальными образованиями, расположенными на территории Свердловской области, во исполнение пункта 5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раздела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стратегическому развитию и национальным проектам от 18.03.2019 № 3 по вопросу «О ходе реализации национального проекта «Демография»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А.Ю.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Корректировка бюджетных ассигнований и лимитов казенных образовательных организаций, формирование предельного объема финансирования образовательных организаций и трансфертов муниципальным образованиям, расположенным на террито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предельного объема финансирования по направлениям расходования на выплату ежемесячного денежного вознаграждения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 классное руководство педагогическим работникам и на организацию бесплатного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горячего питания обучающихся, получающих начальное общее образование, в государственных образовательных организациях Свердловской области и муниципальных общеобразовательных организаций, расположенных на территории Свердловской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 счет иных межбюд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жетных трансфертов из федерального бюджета муниципальным образованиям, расположенным на территории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Свод данных ежеквартальной, ежемесячной отчетности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направлениям расходования на выплату ежемесячного денежно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 вознаграждения за классное руководство педагогическим работникам и на организацию бесплатного горячего питания обучающихся, получающих начальное общее образование, в государственных образовательных организациях Свердловской области и муниципальных общео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бразовательных организаций, расположенных на территории Свердловской области, в подсистеме «Электронный бюджет» и в программном комплексе «Информационная система управления финансами» НПО «Сапфир»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keepNext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Плана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общеобластных мероприятий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и дополнительных соглашений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предоставление субсидии на иные цели в подсистеме «Электронный бюджет» с автономными и бюджетными образовательными организациями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Реализация мероприятий по развитию инфраструктуры профессиональных 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проведения конкурса среди муниципальных дошкольных образовательных организаций,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расположенных на территории Свердловской области, осуществляющих образовательную деятельность в соответствии с целями и задачами проекта «Уральская инженерная школа»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по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организации отдыха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каникулярное время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по капитальному ремонту, приведению в соответствие с требованиями пожарной безопасности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санитарного законодательства муни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ципальных загородных оздоровительных лагерей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6. Мероприятия по реализации национальных проектов (программ)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Конкурсный отбор на уровне Свердловской области в рамках Всероссийского конкурса лучших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региональных практик поддержки волонтерства «Регион добрых дел»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об использовании средств субсидии, полученной из федерального бюджета (РП «Социальная активность»)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Заключение с органами местного самоуправления муниципальных образований, расположенных на территории Свердловской области, соглашений о реализации в 2021 году мероприятия «Создание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и обеспечение функционирования центров образования естественно-научной и те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хнологической направленностей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создания новых учебных мест в рамках федерального проекта «Современная школа», входящего в национальный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проект «Образование», в соответствии с запросом Министерства просвещения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Молодежный образовательный форум «Территория Смыслов. Свердловская область»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заявки на участие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во Всероссийском конкурсе лучших региональных практик поддержки волонтерства «Регион добрых дел»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 реализации подпрограммы 4 «Патриотическое воспитание граждан и формирование основ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безопасности обучающихся в Свердловской области» государственной программы Свердловской области 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Координация заключения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дополнительных соглашения о реализации региональных проектов на территории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Координация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заключения соглашений и дополнительных соглашений из федерального бюджета бюджету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реализацию федеральных проектов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Участие в совещаниях посредством видео-конференц-связи, организованных Центром 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формационно-аналитического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проектного сопровождения национальных проектов федерального государственного автономного образовательного учреждения дополнительного профессионального образования «Академия реализации государственной политики и профессиональног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развития работников образования Министерства просвещения Российской Федерации» – ведомственным проектным офисом Министерства просвещения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Реализация мероприятий федерального проекта «Билет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будущее»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ранней профессиональной ориентации учащихся 6–11-х классов общеобразовательных организаций, расположенных на территории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Свердловской области, в рамках национального проекта «Успех каждого ребенка»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Организация участия школьников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во всероссийских открытых онлайн-уроках, направленных на раннюю профессиональную ориентацию, в рамках национального проекта «Успех каждого ребенка»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регионального проекта «Современная школа»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мероприятий «Создание центров цифрового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образования детей» и «Создание и обеспечение финансовой деятельности центров цифрового образования детей»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предельного объема финансирования с применением информационной системы «Подсистема сбора и консолидации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данных»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Координация подготовки отчетов о ходе реализации региональных проектов в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153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Создание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отчета о ходе реализации регионального проекта «Современная школа» в информационной системе мониторинга национальных проектов «Демография», «Здравоохранение», «Образование», «Наука» в соответствии с Поручением Заместителя Председателя Правительства Российс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кой Федерации от 25.05.2020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ТГ-П6-5554 «О проектной деятельности»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Координация подготовки отчетов о расходах, в целях софинансирования которых предоставлены субсидии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софинансирование расходных обязательств Свердловской обл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асти, возникающих при реализации региональных проектов, обеспечивающих достижение целей, показателей и результатов федеральных проектов, в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Координация подготовки отчетов о реализации региональных проектов в информационной системе мониторинга национальных проектов «Демография», «Здравоохранение», «Образование», «Наука»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во исполнение пункта 2 перечня поручений Заместителя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Председателя Правительства Российской Федерации Т.А. Голиковой от 25.05.2020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ТГ-П6-5554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в рамках реализации федерального проекта «Успех каждого ребенка» национального проекта «Образование»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и подготовка отчетов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реализации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keepNext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Финансовое обеспечение национальных проектов в соответствии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Законом об областном бюджете на 2021 год и плановый период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2022 и 2023 годов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об использовании субсидии на иные цели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течение квартала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7. Общие мероприятия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отчетов по форме федерального статистического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наблюдения 1-ГМУ по государственным услугам «Подтверждение документов об образовании и (или) квалификации», «Подтверждение документов об ученых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степенях, ученых званиях», «Лицензирование образовательной деятельности», «Государственная аккредитация образовательной деятельности»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 работе Министерства с письменными обращениями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граждан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апрель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реестра обращений граждан по фактам коррупции, поступивших в Министерства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об исполнении плана работы Правительства Свердловс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кой области на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 реализации комплексной программы Свердловской области «Уральская инженерная школа» на 2016–2020 годы, утвержденной постановлением Правительства Свердловской области от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02.03.2016 № 127-ПП, в 2020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Представление в отдел государственной службы и кадров справок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 доходах, имуществе и обязательствах имущественного характера,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 также справок о расходах от государственных гражданских служащих Минист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ерства и руководителей государственных организаций Свердловской области, подведомственных Министерству, а также членов их семей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Подготовка информации о реализации мероприятий о реализации Стратегии противодействия экстремизму в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Российской Федерации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до 2025 года» (распоряжение Губернатора Свердловской области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от 14.03.2018 № 42-РГ/ДСП)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1"/>
              <w:spacing w:before="0" w:after="0"/>
            </w:pP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 xml:space="preserve">Подготовка отчета об исполнении постановления Правительства Свердловской области от 31.03.2016 № 211-пп «О мерах по 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>реализации Федерального закона от 06 марта 2006 года № 35-ФЗ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 xml:space="preserve">«О противодействии терроризму» за 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 xml:space="preserve"> квартал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квартальной отчетности администратора доходов федерального бюджета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2021 год в Федеральную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службу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надзору в сфере образования и науки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Standard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Standard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квартальной бюджетной и бухгалтерской отчетности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2021 год в Министерство финансов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Сбор отчетности по исполнению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проектов (программ, мероприятий)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сфере образования и молодежной политики Свердловской области социально ориентированными некоммерческими организациями –победителями конкурсного отбора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реестра социально ориен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тированных некоммерческих организаций – получателей государственной поддержки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в сфере образования и молодежной политики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2021 году (реализация постановления Правительства Свердловской области от 06.05.2013 № 565-ПП «Об утверждении 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орядка ведения реестров некоммерческих организаций, которым предоставлены отдельные меры государственной поддержки в Свердловской области»)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апрель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информации о выполнении пункта 10 перечня поручений Президента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Российской Федерации от 05.12.2016 № Пр-2346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апрель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о выполнении распоряжения Правительства Российской Федерации от 19.06.2017 № 1234-р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апрель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на основании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сводной информации муниципальных образований, расположенных на территории Свердловской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потребности в замене автобусов проекта приказа Министерства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 определении организации, уполномоченной на закупку автобусов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текущем году, с приложением пере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чня организаций, между которыми планируется распределить приобретенные автобусы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Размещение информации о предоставлении мер социальной поддержки и иных социальных гарантий обучающимся, педагогическим работникам и руководителям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государственных образовательных организаций Свердловской области в Единой государственной информационной системе социального обеспечения (ЕГИССО)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апрель – 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и заполнение отчетных форм федерального статистического наблюдения №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1-ГУ в автоматизированной системе управления деятельностью исполнительных органов государственной власти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обеспечения комплексной безопасности объектов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постоянным проживанием детей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соответствии с пунктом 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раздела 2 поручения Президента Российской Федерации от 13.11.2009 № Пр-3021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май – 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Обеспечение проверки сведений о доходах (расходах), имуществе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обязательствах имущественного характера госу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дарственных гражданских служащих Министерства, а также членов их семей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май – 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проекта доклада «О состоянии системы образования Свердловской области в 2020 году»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реализации в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квартале 2021 года мероприятий дорожной карты по развитию региональной системы оценки качества образования и региональных механизмов управления качеством образования 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организации и проведения государственной итоговой аттестации выпускников профессиональных образовательных организаций Свердловской области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Сбор отчетов и подготовка предложений о размерах 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имулирующих выплат руководителям профессиональных образовательных организаций в соответствии с приказом Министерства от 16.08.2019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№ 184-Д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«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Об утверждении Положения о стимулировании руководителей государственных организаций Свердловской области,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в отношени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и которых функции учредителя осуществляются Министерством образования и молодежной политики Свердловской области»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  <w:p w:rsidR="00E37085" w:rsidRDefault="00E37085">
            <w:pPr>
              <w:jc w:val="center"/>
              <w:rPr>
                <w:rFonts w:ascii="Liberation Serif" w:hAnsi="Liberation Serif" w:cs="Liberation Serif"/>
                <w:sz w:val="28"/>
                <w:szCs w:val="28"/>
                <w:shd w:val="clear" w:color="auto" w:fill="FFFF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Подготовка информации 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ходе мониторинга заполнения профессиональными образовательными организациями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реестра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соответствии с 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постановлением Правительства Российской Федерации от 26.08.2013 № 729 «О федеральной информационной системе «Федеральный реестр сведений о документах об образовании и (или) о квалификации, документах об обучении»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1"/>
              <w:spacing w:before="0" w:after="0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t>Мониторинг готовности образовательных организаций</w:t>
            </w: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t xml:space="preserve">к 2021/2022 учебному году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травматизма и смертельных случаев в результате травм, полученных при занятиях физической культурой и спортом, произошедших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образовательных организациях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Сбор отчетности по исполнению государственного задания государственными образовательными учреждениями Свердловской области, находящихся в ведении Министерства,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неиспользуемого недвижимого имущества государственных учреждений, находящихся в ведении 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хода введения и реализации федерального государственного образовательного стандарта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общего образования (выезды в органы местного самоуправления, осуществляющие управление в сфере образования)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приказов Министерства о внесении изменений в составы членов действующих наблюдате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льных советов государственных автономных профессиональных образовательных организаций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правовой (антикоррупционной) экспертизы проектов правовых актов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мере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поступления проектов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Внесение изменений в государственные задания на 2021 год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плановый период 2022 и 2023 годов государственных бюджетных (автономных) учреждений Свердловской области, подведомственных Министерству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информационных справок, анализ материалов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вопросу реализации проектов государственно-частного партнерства (концессионных соглашений), участие в рабочих встречах с представителями бизнеса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детского травматизма и чрезвычайных ситуаций в образовательном процессе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изменений законодательства Российской Федерации и Свердловской области и практики его применения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в Департамент по труду и занятости населения Свердловской области о ходе реализации регионального проекта «Создание условий для осуществления трудовой занятости женщин, имеющих детей, включая достижение 100-процентной доступности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(к 2021 году) дошкольного образования для детей в возрасте до трех лет»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еженедельно, 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плана работы Министерства на месяц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Отбор муниципальных образований, расположенных на территории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области, для предоставления субсидий из областного бюджета местным бюджетам на строительство и реконструкцию объектов муниципальной собственности в соответствии с подпрограммой 4 «Строительство объектов государственной собственности Свердловск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ой области и поддержка реализации приоритетных муниципальных инвестиционных проектов»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 до 2024 года», утве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ржденной постановлением Правительства Свердловской области от 24.10.2013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1296-ПП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трудоустройства выпускников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ежемесячного мониторинга о размере родительской платы за присмотр и уход за детьми в дошкольных организациях (размещение информации в региональной информационной системе доступности дошкольного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образования)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ежеквартальной, ежемесячной отчетности о численности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средней зарплате в разрезе категорий работников системы образования в Министерство экономики и террито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риального развития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санитарно-эпидемиологической безопасности образовательных организаций 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Финансирование государственных организаций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области, подведомственных Министерству, негосударственных организаций, частных образовательных организаций, некоммерческих организаций,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не являющихся государственными и муниципальными учреждениями, органов местного самоуправления муниципальных образований,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расположенных на территории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Осуществление расчетов, возникающих в процессе исполнения смет,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предприятиями, учреждениями и отдельными лицами в соответствии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договорами и государственными контрактами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Постановка на учет бюджетных обязательств в Министерстве финансов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ежемесячных отчетов по формам, утвержденным приказом Министерства финансов Российской Федерации от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в Министерство финансов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ежемесячных отчетов по формам, утвержденным приказом Министерства финансов Российской Федерации от 25.03.2011 № 33н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Инструкции о порядке составления, представления годовой, квартальной бухгалтерской отчетности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государственных (муниципальных) бюджетных и автономных учреждений»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Министерство финансов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отчетов по форме 0503324 «Отчет об использовании межбюджетных трансфертов» в Министерство финансов Сверд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введения дополнительных мест в дошкольных образовательных организациях и предоставление отчетности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Министерство просвещения Российской Федерации (размещение информации в региональной информационной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системе доступности дошкольного образования)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отчетности о реализации комплексных программ муниципальных образований, расположенных на территории Свердловской области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Информационное сопровождение деятельности Министра образования и молодежной политики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Экспертиза перечней оборудования для оснащения новых учебных мест, создаваемых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общеобразовательных организациях (за счет средств субсидии из областного бюджета; за счет средств субвенции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из областного бюджета; в целях подтверждения потребности муниципального образования для учета в оценке расходных полномочий муниципальных образовани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й, расположенных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на 2022 год)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Г.З. Полякова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Направление отчетной информации об оснащении новых учебных мест оборудованием и средствами обучения и воспитания в федеральное государственное бюджетное 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чреждение «Дирекция «Школа-2025»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в рамках реализации федерального проекта «Успех каждого ребенка» национального проекта «Образование»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по выполнению государственными учреждениями Свердловской области, подведомственными Министерству, обязанности по размещению на официальном сайте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сети Интернет </w:t>
            </w:r>
            <w:hyperlink r:id="rId10" w:history="1">
              <w:r>
                <w:rPr>
                  <w:rStyle w:val="af9"/>
                  <w:rFonts w:ascii="Liberation Serif" w:hAnsi="Liberation Serif" w:cs="Liberation Serif"/>
                  <w:color w:val="auto"/>
                  <w:sz w:val="28"/>
                  <w:szCs w:val="28"/>
                  <w:u w:val="none"/>
                </w:rPr>
                <w:t>www.bus.gov.ru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информации об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учреждении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отчетности о реализации программы «Комплексное развитие северных территорий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2014–2020 годы»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ежегодно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8. Контрольные мероприятия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проведение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внеплановых выездных проверок в ходе лицензирования образовательной 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и рассмотрение вопроса о состоянии исполнительской дисциплины в Министерстве образования 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молодежной политики Свердловской области на аппаратном совещании у Министра образования и молодежной политики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 и молодежной политики Све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рдловской области о состоянии исполнения документов, находящихся на контроле в Министерстве образования и молодежной политики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Проверка финансово-хозяйственной деятельности в государственных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организациях Свердловской области, подведомственных Министерству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плану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Контроль реализации мероприятий Комплексной программы Свердловской области «Доступная среда» (выезды в муниципальные образовательные организации)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ьному графику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проведение плановых выездных и документарных проверок по государственному контролю (надзору) в сфере образования и лицензионному контролю по планам, утвержденным приказами Министерства от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28.10.2020 № 251-кн, № 252-кн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2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внеплановых выездных и документарных проверок по государственному контролю (надзору) и лицензионному контролю на основании приказов 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E37085" w:rsidRDefault="00E37085">
      <w:pPr>
        <w:rPr>
          <w:rFonts w:ascii="Liberation Serif" w:hAnsi="Liberation Serif" w:cs="Liberation Serif"/>
          <w:sz w:val="28"/>
          <w:szCs w:val="28"/>
        </w:rPr>
      </w:pPr>
    </w:p>
    <w:p w:rsidR="00E37085" w:rsidRDefault="00E37085">
      <w:pPr>
        <w:rPr>
          <w:rFonts w:ascii="Liberation Serif" w:hAnsi="Liberation Serif" w:cs="Liberation Serif"/>
          <w:sz w:val="28"/>
          <w:szCs w:val="28"/>
        </w:rPr>
      </w:pPr>
    </w:p>
    <w:p w:rsidR="00E37085" w:rsidRDefault="00843EBD">
      <w:pPr>
        <w:jc w:val="center"/>
      </w:pPr>
      <w:r>
        <w:rPr>
          <w:rFonts w:ascii="Liberation Serif" w:hAnsi="Liberation Serif" w:cs="Liberation Serif"/>
          <w:b/>
          <w:sz w:val="28"/>
          <w:szCs w:val="28"/>
          <w:lang w:val="en-US"/>
        </w:rPr>
        <w:t>III</w:t>
      </w:r>
      <w:r>
        <w:rPr>
          <w:rFonts w:ascii="Liberation Serif" w:hAnsi="Liberation Serif" w:cs="Liberation Serif"/>
          <w:b/>
          <w:sz w:val="28"/>
          <w:szCs w:val="28"/>
        </w:rPr>
        <w:t xml:space="preserve"> квартал 2021 года</w:t>
      </w:r>
    </w:p>
    <w:p w:rsidR="00E37085" w:rsidRDefault="00E37085">
      <w:pPr>
        <w:rPr>
          <w:rFonts w:ascii="Liberation Serif" w:hAnsi="Liberation Serif" w:cs="Liberation Serif"/>
          <w:sz w:val="28"/>
          <w:szCs w:val="28"/>
        </w:rPr>
      </w:pPr>
    </w:p>
    <w:p w:rsidR="00E37085" w:rsidRDefault="00E37085">
      <w:pPr>
        <w:rPr>
          <w:rFonts w:ascii="Liberation Serif" w:hAnsi="Liberation Serif" w:cs="Liberation Serif"/>
          <w:sz w:val="28"/>
          <w:szCs w:val="28"/>
        </w:rPr>
      </w:pPr>
    </w:p>
    <w:tbl>
      <w:tblPr>
        <w:tblW w:w="14884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8818"/>
        <w:gridCol w:w="2268"/>
        <w:gridCol w:w="2551"/>
      </w:tblGrid>
      <w:tr w:rsidR="00E37085">
        <w:tblPrEx>
          <w:tblCellMar>
            <w:top w:w="0" w:type="dxa"/>
            <w:bottom w:w="0" w:type="dxa"/>
          </w:tblCellMar>
        </w:tblPrEx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Номер</w:t>
            </w:r>
          </w:p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строки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Срок исполнения</w:t>
            </w:r>
          </w:p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(указывается месяц)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Инициалы, фамилия ответственного</w:t>
            </w:r>
          </w:p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 подготовку</w:t>
            </w:r>
          </w:p>
        </w:tc>
      </w:tr>
    </w:tbl>
    <w:p w:rsidR="00E37085" w:rsidRDefault="00E37085">
      <w:pPr>
        <w:pStyle w:val="af2"/>
        <w:rPr>
          <w:sz w:val="6"/>
          <w:szCs w:val="6"/>
        </w:rPr>
      </w:pPr>
    </w:p>
    <w:tbl>
      <w:tblPr>
        <w:tblW w:w="1488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8818"/>
        <w:gridCol w:w="2268"/>
        <w:gridCol w:w="2551"/>
      </w:tblGrid>
      <w:tr w:rsidR="00E37085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1. Вопросы для рассмотрения на заседаниях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Правительства Свердловской области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 докладе «О состоянии системы образования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2020 году»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 ходе подготовки образовательных организаций в Свердловской области к началу 2021/2022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Д.А.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Шиловских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</w:rPr>
              <w:t xml:space="preserve">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ходе реализации мероприятий по созданию дополнительных мест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общеобразовательных организациях 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внесении изменений в постановление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Правительства Свердловской области от 22.02.2012 № 160-ПП «О Молодежном правительстве Свердловской области»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внесении изменений в государственную программу Свердлов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ской области 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spacing w:line="216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внесении изменений в постановление Правительства Свердловск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ой области «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О распределении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субсидий из областного бюджета бюджетам муниципальных образований, расположенных на территории Свердловской области, в 2021 году в рамках реализации государственной программы Свердловской области «Развитие системы образования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реализация молодежной политики в Свердловской области до 2025 года»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«Об утверждении иных межбюджетных трансфертов из областного бюджета бюджетам муниципальных образований,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расположенных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на территории Свердловской области, на поддержку муниципальных дошкольных образовательных организаций, расположенных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на территории Свердловской области, – победителей конкурса среди муниципальных дошкольных образовательных организаций, распол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оженных на территории Свердловской области, осуществляющих образовательную деятельность в соответствии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с целями и задачами проекта «Уральская инженерная школа»,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в 2020 году»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регионального плана мероприятий по реализации Концепции развития дополнительного образования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 2030 года»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внесении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изменений в постановление Правительства Свердловской области от 26.01.2017 № 28-ПП «Об утверждении порядков предоставления и расходования субвенций из областного бюджета местным бюджетам на финансовое обеспечение государственных гарантий реализации прав 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 получение общедоступного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муниципальных общеобразовательных организациях и финан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совое обеспечение дополнительного образования детей в муниципальных общеобразовательных организациях»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2. Совещания, семинары-совещания, собеседования, консультации, личные приемы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с руководителями и специалистами органов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местного самоуправления, осуществляющих управление в сфере образования,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специальных требованиях к предметным результатам освоения федерального государственного образовательного стандарта основного общего образования обучающимися с ограниченными возможнос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тями здоровья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с руководителями органов местного самоуправления, осуществляющих управление в сфере образования, руководителями пунктов проведения экзаменов, членами Государственной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экзаменационной комиссии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 ходе государственной итоговой аттестации по образовательным программам основного общего и среднего общего образования, единого государственного экзамена в 2021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мнова,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33"/>
              <w:tabs>
                <w:tab w:val="left" w:pos="5370"/>
              </w:tabs>
              <w:jc w:val="left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Совещания с руководителями органов местного самоуправления, осуществляющих управление в сфере образования, по вопросу готовности образовательных организаций к началу 2021/2022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 – 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 руководителями органов местного самоуправления, осуществляющих управление в сфере образования, государственных, частных образовательных организаций о ходе подготовки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 дополнительному периоду государственной итоговой аттестации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2021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690"/>
                <w:tab w:val="center" w:pos="1032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 руководителями государственных общеобразовательных организаций, реализующих адаптированные основные общеобразовательные программы, центров психолого-педагогической, медицинской и социальной помощи, орган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изаций для детей-сирот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детей, оставшихся без попечения родителей, общеобразовательных организаций для детей, нуждающихся в длительном лечении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с руководителями территориальных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психолого-медико-педагогических комиссий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И.А. Третьякова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autoSpaceDE w:val="0"/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>Консультация по вопросам соблюдения обязательных требований, касающихся осуществления контрольно-надзорной 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37085" w:rsidRDefault="00E37085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  <w:shd w:val="clear" w:color="auto" w:fill="00FF00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Семинар-совещание для заместителей руководителей профессиональных образовательных организаций, высших учебных заведений по патриотическому воспитанию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 – 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Семинар-совещание с муниципальными кураторами Российского движения школьников, руководителей местных штабов </w:t>
            </w:r>
            <w:r>
              <w:rPr>
                <w:rFonts w:ascii="Liberation Serif" w:hAnsi="Liberation Serif" w:cs="Liberation Serif"/>
                <w:iCs/>
                <w:color w:val="000000"/>
                <w:sz w:val="28"/>
                <w:szCs w:val="28"/>
                <w:shd w:val="clear" w:color="auto" w:fill="FFFFFF"/>
              </w:rPr>
              <w:t>всероссийского детско-юношеского военно-патриотического общественного движения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«ЮНАРМИЯ»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 – 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Деникаева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V Межрегиональный военно-спортивный слет кадетских корпусов, кадетских классов и военно-патриотических клубов «Кадетская слава»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В.И. Данченко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Лекция-практикум для кандидатов в аккредитованные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эксперты </w:t>
            </w:r>
          </w:p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области проведения государственной аккредитации образовательной деятельности (общеобразовательные программы)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Публичное мероприятие в форме вебинара с руководителями организаций и индивидуальными предп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ринимателями, осуществляющими образовательную деятельность, по актуальным вопросам применения законодательства об образовании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 разъяснением отдельных требований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с руководителями государственных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образовательных учреждений Свердловской области, подведомственных Министерству,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«О приоритетных задачах управления образовательными учреждениями на 2021/2022 учебный год»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Standard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с муниципальными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образованиями, расположенными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территории Свердловской области, по вопросам молодежной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политики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вторни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кам)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 (Министерство, каб. 309, 14.00)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 (второй четверг)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День Министерства в муниципальных образованиях, расположенных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на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территории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(третья среда)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 (п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риемная Губернатора Свердловской области и Правительства Свердловской области, ул. Розы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Люксембург, д. 7, 2 подъезд, каб. 101, 15.00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 (третий четверг)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Standard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Консультации руководителей и главных бухгалтеров государственных организаций Свердловской области, подведомственных Министерству, органов местного самоуправления, о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существляющих управление в сфере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Standard"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37085" w:rsidRDefault="00843EBD">
            <w:pPr>
              <w:pStyle w:val="Standard"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Standard"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E37085" w:rsidRDefault="00E37085">
            <w:pPr>
              <w:pStyle w:val="Standard"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Совещание с руководителями государственных профессиональных образовательных организаций Свердловской области, подведомственных Министерству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(второй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вторник)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Консультации по вопросам лицензирования и государственной аккредитации образовательной деятельности («горячая» телефонная линия (343) 312-00-04 (доб. 170, 171, 172, 173, 174, 175, 177)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Перевозкина, А.М. Лобанова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shd w:val="clear" w:color="auto" w:fill="00FF00"/>
              </w:rPr>
              <w:t xml:space="preserve">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tabs>
                <w:tab w:val="left" w:pos="464"/>
              </w:tabs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3. Заседания комиссий, рабочих групп, советов, организационных комитетов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вопросам оплаты труда руководителей государственных организаций Свердловской области, подведомственных Министерству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Пьянков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Общественного Совета при Министерстве по проведению независимой оценки качества образовательной деятельности организаций Свердловской области, осуществляющих образовательную деятельность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по вопросам организации профориентации обучающихся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ограниченными возможностями здоровья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Совета по стипендиям Губернатора Свердловской области «За успехи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освоении рабочей профессии» для студентов,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обучающихся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образовательным программам среднего профессионального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образования – программам подготовки квалифицированных рабочих, служащих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Конкурсной комиссии по распределению контрольных цифр приема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граждан в образовательные организации, осуществляющие образовательную деятельность по образовательным программам среднего профессионального образования на территории Свердловской области, на обучение по профессиям, специальностям за счет бюджетных ассигно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ваний областного бюджета на 2022/2023 учебный год (вскрытие конвертов с заявками)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по развитию детско-юношеского туризма в системе образования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Организационного комитета по подготовке и участию делегации Свердловской области в общероссийской новогодней ёлке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Государственном Кремлёвском Дворце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Организационного комитета по подготовке и проведению Всероссий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ского экологического диктанта в Свердловской области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Организационного комитета по организации проведения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6 Национального чемпионата сквозных рабочих профессий высокотехнологичных отраслей промышленности по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методике WorldSkills Hi-Tech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Конкурсной комиссии по распределению контрольных цифр приема граждан в образовательные организации, осуществляющие образовательную деятельность по образовательным программа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 среднего профессионального образования на территории Свердловской области, на обучение по профессиям, специальностям за счет бюджетных ассигнований областного бюджета на 2022/2023 учебный год (рассмотрение конкурсных заявок, оценка и сопоставление)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</w:rPr>
              <w:t>Организационного комитета по подготовке и проведению</w:t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t>на территории Свердловской области в 2021 году конкурсного выступления команд КВН «Игра – Встреча выпускников КВН»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Совета директоров государственных образовательных организаций, реализующих адаптированные основные общеобразовательные программы, и областного учебно-методического объединения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по вопросам реализации адаптированных основных общеобразовательных программ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Е.В. Веснина,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И.И. Кашина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Совета по стипендиям Губернатора Свердловской области обучающимся по очной форме обучения по образовательным программам высшего образования – программам бакалавриата, специалитета,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магистратуры, подготовки научно-педагогических кадров в аспирантуре (адъюнктуре), ординатуры, ассистентуры-стажировки, имеющим государственную аккредитацию, образовательным программам среднего профессионального образования – программам подготовки специалис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тов среднего звена, имеющим государственную аккредитацию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Экспертных комиссий по конкурсному отбору кандидатов на получение стипендии Губернатора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обучающимся по очной форме обучения по образовательным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программам высшего образования – программам бакалавриата, специалитета, магистратуры, подготовки научно-педагогических кадров в аспирантуре (адъюнктуре), ординатуры, ассистентуры-стажировки, имеющим государственную аккредитацию, образовательным программам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среднего профессионального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образования – программам подготовки специалистов среднего звена, имеющим государственную аккредитацию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Аттестационной комиссии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Рабочих групп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Аттестационной комиссии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Министерства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наградам 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Общественного совета при Министерстве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плану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Коллегии Министерства Министерстве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отдельному плану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Жилищной комиссии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плану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2020 году»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подготовке и проведению Областного августовского педагогического совещания работников образования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руководители структурных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подразделений,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Н.А. Слизько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</w:rPr>
              <w:t>Комиссии по отбору делегатов от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t>на мероприятия Всероссийской форумной кампании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Конкурсной комиссии конкурса на соискание премий Губернатора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Свердловской области педагогам дополнительного образования, осуществляющим обучение по дополнительным общеразвивающим программам технической направленности, в 2021 году</w:t>
            </w:r>
            <w:r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А.Н. Слизько,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члены комиссии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Координационного совета по патриотическому воспитанию граждан</w:t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pacing w:val="-6"/>
                <w:sz w:val="28"/>
                <w:szCs w:val="28"/>
              </w:rPr>
              <w:t xml:space="preserve">Регионального ведомственного проектного офиса при Министерстве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Аккредитационной комиссии Министерства по проведению аккредитации экспертов и экспертных организаций, привлекаемых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для проведения аккредитационной экспертизы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Перевозкина, А.М. Лобанова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Аккредитационного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совета 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Аттестационной комиссии </w:t>
            </w: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Министерства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для проведения квалификационного экзамена при аттестации экспертов, привлекаемых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 проведению мероприятий по контролю (надзору) в сфер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государственной собственностью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закрепленного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соответствующем вещном праве за государственной организацией Свердловской области, находящейся в ведении Министерства,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о заключении государственной организацией Свердловской области,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образующей социальную инфраструктуру для детей, находящейся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ведении Министерства, договора аренды и договора безвозмездного пользования закрепленных за ней объектов собственности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, а также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 реорганизации или ликвидации государственных организаций Свердло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вской области, образующих социальную инфраструктуру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для детей,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находящихся в ведении 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Комиссии для проведения оценки последствий принятия решения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 реорганизации или ликвидации госуда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рственной образовательной организации Свердловской области, подведомственной Министерству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формированию и ведению реестра организаций отдыха детей и их оздоровления, расположенных на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территории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заявлений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 члены комиссии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Проведение комиссий по формированию объемов государственных заданий для государственных учреждений Свердловской области,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подведомственных Министерству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организации отбора муниципальных образований, расположенных на территории Свердловской области, предоставления и контроля за расходованием субсидий и иных межбюджетных трансфе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ртов из областного бюджета местным бюджетам, предоставляемых в рамках мероприятий государственной программы Свердловской области «Развитие системы образования и реализация молодежной политики в Свердловской области до 2025 года», ответственными за реализац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ию которых определены курируемые Заместителем Министра образования и молодежной политики Свердловской области структурные подразделения Министерства образования и молодежной политики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ре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ализации государственной программы Свердловской области 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Рабочей группы по обеспечению исполнительской дисциплины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Министерстве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распределению путевок и формированию делегаций детей Свердловской области в целях их направления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Международный детский центр «Артек» и всероссийские детские центры «Орлёнок», «Океан», «Смена»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А.Ю.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Расулова, члены комиссии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Государственной экзаменационной комиссии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Рабочих групп Государственной экзаменационной комиссии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Министерства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аттестации кандидатов на должность руководителя и руководителя государственной образовательной организации Свердловской области, в отношении которой Министерство осущест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вляет функции и полномочия учредителя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6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6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соблюдению требований к служебному поведению государственных гражданских служащих Министерства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урегулированию конфликта интересов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(при наличии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материалов)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6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противодействию коррупции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6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E37085" w:rsidRDefault="00843EBD">
            <w:pPr>
              <w:tabs>
                <w:tab w:val="left" w:pos="76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Финал конкурса инновационных идей среди магистрантов и аспирантов вузов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 «Минута технославы»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Всероссийский молодежный Антикоррупционный форум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Летние сборы по парашютно-десантной подготовке для учащихся областных кадетских школ-интернатов Свердловской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июль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В.Г. Лобастов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Военно-патриотические сборы на базе структурного подразделения государственного автономного учреждения Свердловской области «Региональный центр патриотического воспитания» «Центр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военно-патриотического воспитания и подготовки граждан к военной службе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Свердловской области имени Героя Советского Союза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Кузнецова Н.И.»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 – 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Всероссийский слет юных краеведов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июль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– 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Областной конкурс экскурсий «Лагерь глазами детей» среди организаций отдыха детей и их оздоровления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июль – 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Областной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конкурс детского творчества «Лето в фокусе» среди организаций отдыха детей и их оздоровления Свердловской области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 – 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Областное августовское педагогическое совещание работников образования Свердл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Н.А. Слизько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Конкурсное выступление команд КВН «Игра – Встреча выпускников КВН»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Всероссийский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фестиваль песни студенческих отрядов «Знаменка»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Областной конкурс на лучший оздоровительный лагерь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 – 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Региональный этап национального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чемпионата по профессиональному мастерству среди инвалидов и лиц с ограниченными возможностями здоровья «Абилимпикс»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Региональный этап Всероссийского конкурса «Педагог-дефектолог России 2021»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Макарова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Региональный этап Всероссийского конкурса «Педагог-психолог России 2021»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Региональный этап Всероссийского конкурса «Лучшая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инклюзивная школа»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Е.В. Веснина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Основной государственный экзамен, государственный выпускной экзамен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Единый государственный экзамен,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государственный выпускной экзамен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Областной туристский слет педагогов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сентябрь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Т.С. Симонова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Открытие детского технопарка «Кванториум г. Краснотурьинск»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Областной конкурс проектов среди отрядов помощников вожатых среди организаций отдыха детей и их оздоровления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сентябрь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Тематическая смена «Юный спасатель»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базе загородного оздоровительного лагеря «Дружба» – филиала государственного бюджетного учреждения Свердловской области «Детский оздоровительный центр «Юность Урала»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Организационное сопровождение проведения вручения ежегодной премии Губернатора Свердловской области для учащихся общеобразовательных организаций, расположенных на территории Свердловской области, проявивших выдающиеся способности в интеллектуальной, спорти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вной, социально значимой и творческой 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Целевое профилактическое мероприятие «Неделя безопасности» совместно с Управлением государственной инспекции безопасности дорожного движения Главного управления Мини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стерства внутренних дел Российской Федерации по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Региональный этап Всероссийского конкурса «Безопасное колесо»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Областной конкурс вожатых загородных оздоровительных лагерей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«Это счастье. Я вожатый»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 – 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Организация формирования и сопровождения делегаций детей Свердловской области в Международный детский центр «Артек»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и всероссийские детские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центры «Орлёнок», «Смена», «Океан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ind w:right="-108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Региональный этап Всероссийского проекта «Диалоги с Героями»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5.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Мероприятия по реализации государственной программы Свердловской области</w:t>
            </w:r>
          </w:p>
          <w:p w:rsidR="00E37085" w:rsidRDefault="00843EBD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«Развитие системы образования и реализация молодежной политики в Свердловской области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до 2025 года»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полугодие 2021 года о реализации государственной программы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Свердловской области «Развитие системы образования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реализация молодежной политики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в Свердловской области до 2025 года»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проекта приказа Министерства «Об утверждении порядка и сроков приема отчетов региональных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инновационных площадок в Свердловской области о реализации инновационных проектов (программ) в 2020 году»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Н.И. Сокольская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Концепции развития школьных информационно-библиотечных центров, утвержденной приказом 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нистерства образования и науки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 15.06.2016 № 715, в общеобразовательных организациях, расположенных на территории Свердловской области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выполнения мероприятий по обеспечению повышения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квалификации специалистов и руководителей дошкольных образовательных организаций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реализации подпрограммы 4 «Патриотическое воспитание граждан и формирование основ безопасности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обучающихся в Свердловской области» государственной программы Свердловской области 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Сбор отчетности по исполнению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проектов (программ, мероприятий)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сфере образования и молодежной политики Свердловской области социально ориентированными некоммерческими организациями-победителями конкурсного отбора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реестра социально ориентир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ованных некоммерческих организаций – получателей государственной поддержки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в сфере образования и молодежной политики в 2021 году (реализация постановления Правительства Свердловской области от 06.05.2013 № 565-ПП «Об утверждении Поря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дка ведения реестров некоммерческих организаций, которым предоставлены отдельные меры государственной поддержки в Свердловской области»)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выполнении распоряжения Губернатора Свердловской области от 29.11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.2019 № 264-РГ «Об утверждении перечня товарных рынков для содействия развитию конкуренции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и Плана мероприятий («дорожной карты»)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содействию развитию конкуренции в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период 2019–2022 годов» и проекта доклада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«Состояние и развитие конкурентной среды на товарных рынках Свердловской области»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 первое полугодие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E37085" w:rsidRDefault="00843EBD">
            <w:pPr>
              <w:ind w:right="-108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ind w:right="-108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keepNext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Согласование показателей сети и контингентов муниципальных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областных образовательных организаций на 2022 год и плановый период 2023 и 2024 годов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keepNext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форм пояснительной записки к финансовому отчету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 первое полугодие 2021 года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keepNext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дополнительных соглашений с муниципальными образованиями, расположенными на территории Свердловской области, по субвенциям на дошкольное и общее образование, субсидиям на обеспечение питанием, межбюджетным трансфертам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дополнительных гарантий по социальной поддержке детей-сирот в связи с внесением изменений в Закон Свердловской области об областном бюджете на текущий год и плановый период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keepNext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Прием отдельных форм бухгалтерской отчетности от по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дведомственных образовательных учреждений и подготовка форм пояснительной записки к финансовому отчету за I полугодие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keepNext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проекта приказа Министерства «Об утверждении Порядка составления и утверждения плана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финансово-хозяйственной деятельности государственных бюджетных и автономных учреждений Свердловской области, в отношении которых функции и полномочия учредителя осуществляются Министерством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молодежной политики Свердловской области»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keepNext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keepNext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О.А.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keepNext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результатах достижения цели, на которую предоставлена субсидия государственному автономному учреждению на иные цели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keepNext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Распределение дополнительных лимитов между образовательными организациями, подведомственными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Министерству, в связи с внесением изменений в Закон Свердловской области об областном бюджете на текущий год и плановый период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июль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проведения конкурса среди муниципальных дошкольных образовательных организаций, расположенных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осуществляющих образовательную деятельность в соответствии с целями и задачами проекта «Уральская инженерная школа»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 – 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Заключения соглашений с частными дошкольными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организациями – получателями субсидии на создание дополнительных мест для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возрасте от 1,5 до 3 лет любой направленности в организациях, осуществляющих образовательную деятельность (за исключением государственных и муниципальных), и у индивидуальных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keepNext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Предоставление в Министерство финансов Св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ердловской области сводной информации обоснований бюджетных ассигнований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2022–2024 годы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keepNext/>
              <w:tabs>
                <w:tab w:val="left" w:pos="720"/>
              </w:tabs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Анализ отчетов органов местного самоуправления, осуществляющих управление в сфере образования, об использовании средств субвенций, субсидий,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иных межбюджетных трансфертов за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en-US"/>
              </w:rPr>
              <w:t>II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квартал 2021 года, формирование отчетов по установленным формам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 – 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keepNext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Корректировка планов финансово-хозяйственной деятельности государственных автономных организаций на 2021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 – 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обеспечение предоставления из областного бюджета грантов в форме субсидий юридическим лицам и индивидуальным предпринимателям на реализацию мероприятий в сфере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 – сентябрь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(при наличии заявок)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ределение оценки потребности в предоставлении (выполнении) государственных услуг (работ) государственными учреждениями Свердловской области, подведомственными Министерству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</w:rPr>
              <w:t xml:space="preserve">Отбор физических лиц в рамках конкурса грантов </w:t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t>на реализацию</w:t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t xml:space="preserve"> проектов по работе с молодежью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Сбор отчетности по исполнению государственного задания государственными образовательными учреждениями Свердловской области, находящихся в ведении Министерства,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неиспользуемого недвижимого имущества государственных учреждений, находящихся в ведении Министерства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Внесение изменений в государственные задания на 2021 год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плановый период 2022 и 2023 годов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государственных бюджетных (автономных) учреждений Свердловской области, подведомственных Министерству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проектов приказов Министерства в рамках реализации мероприятий «Создание центров цифрового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детей»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«Создание и обеспечение финансовой деятельности центров цифрового образования детей» подпрограммы 7 «Реализация национального проекта «Образование» в Свердловской области» государственной программы Свердловской области «Развитие системы образован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ия и реализация молодежной политики в Свердловской области до 2025 года» в 2021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муниципальными образованиями, расположенными на территории Свердловской области, мероприятия «Обеспечение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условий реализации муниципальными общеобразовательными организациями образовательных программ естественно-научного цикла и профориентационной работы»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ежемесячно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муниципальными образованиями, расположенными на территор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ии Свердловской области, мероприятия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«Обеспечение мероприятий по оборудованию спортивных площадок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в общеобразовательных организациях»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153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муниципальными образованиями, расположенными на территории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области, мероприятий по созданию современной образовательной среды для школьников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рамках программы «Содействие созданию в субъектах Российской Федерации (исходя из прогнозируемой потребности) новых мест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общеобразовательных организациях» на 2016–2025 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ды в 2021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ежемесячно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исполнения 100 процентов доступности дошкольного образования для детей до 3 лет муниципальными образованиями, расположенными на территории Свердловской области, во исполнение пункта 3 перечня поручений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Президента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 07.05.2018 № 204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мониторинга исполнения 100 процентов доступности дошкольного образования для детей с 2 месяцев до 3 лет муниципальными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ми, расположенными на территории Свердловской области, во исполнение пункта 5 раздела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 по стратегическому развитию и национальным проектам от 18.03.2019 № 3 по вопросу «О ходе реали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зации национального проекта «Демография»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предельного объема финансирования по направлениям расходования на выплату ежемесячного денежного вознаграждения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 классное руководство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педагогическим работникам и на организацию бесплатного горячего питания обучающихся, получающих начальное общее образование, в государственных образовательных организациях Свердловской области и муниципальных общеобразовательных организаций, расположенных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 счет иных межбюджетных трансфертов из федерального бюджета муниципальным образованиям, расположенным на территории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Свод данных ежеквартальной, ежемесячной отчетности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направлениям расходования на выплату ежемесячного денежного вознаграждения за классное руководство педагогическим работникам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на организацию бесплатного горячего питания обучающихся, получающих начальное общее образование, в государственных образовательны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х организациях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муниципальных общеобразовательных организаций, расположенных на территории Свердловской области, в подсистеме «Электронный бюджет» и в программном комплексе «Информационная система управления финансами» НПО «Сапфир»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Корректировка бюджетных ассигнований и лимитов казенных образовательных организаций, формирование предельного объема финансирования образовательных организаций и трансфертов муниципальным образованиям, расположенным на территории Све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keepNext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проектной документации по формированию областного бюджета на 2021 год и плановый период 2022 и 2023 годов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keepNext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Плана общеобластных мероприятий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и дополнительных соглашений на предоставление субсидии на иные цели в подсистеме «Электронный бюджет» с автономными и бюджетными образовательными организациями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Областной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конкурс среди образовательных организаций, реализующих дополнительные общеобразовательные программы туристско-краеведческой направленности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по организации 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тдыха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каникулярное время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по капитальному ремонту, приведению в соответствие с требованиями пожарной безопасности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санитарного законодательства муниципальных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загородных оздоровительных лагерей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по выполнению государственными учреждениями Свердловской области, подведомственными Министерству, обязанности по размещению на официальном сайте в информацион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но-телекоммуникационной сети «Интернет» </w:t>
            </w:r>
            <w:hyperlink r:id="rId11" w:history="1">
              <w:r>
                <w:rPr>
                  <w:rStyle w:val="af9"/>
                  <w:rFonts w:ascii="Liberation Serif" w:hAnsi="Liberation Serif" w:cs="Liberation Serif"/>
                  <w:color w:val="auto"/>
                  <w:sz w:val="28"/>
                  <w:szCs w:val="28"/>
                  <w:u w:val="none"/>
                </w:rPr>
                <w:t>www.bus.gov.ru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информации об учреждении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6. Мероприятия по реализации национальных проектов (программ)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создания новых учебных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мест в рамках федерального проекта «Современная школа», входящего в национальный проект «Образование», в соответствии с запросом Министерства просвещения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Российско-Китайское молодежное ЭКСПО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М.А.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отчетности об использовании средств субсидии, полученной из федерального бюджета (РП «Социальная активность»)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отчетной документации по реализации мероприятий государственной программы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Российской Федерации «Доступная среда» и комплексной программы Свердловской области «Доступная среда»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2021 года в Министерство социальной политики Свердловской области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Реализация мероприятий федерально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 проекта «Билет в будущее»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ранней профессиональной ориентации учащихся 6–11 классов общеобразовательных организаций, расположенных на территории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Свердловской области, в рамках национального проекта «Успех каждого ребенка»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Организация участия школьников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во всероссийских открытых онлайн-уроках, направленных на раннюю профессиональную ориентацию, в рамках национального проекта «Успех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каждого ребенка»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Участие в совещаниях посредством видео-конференц-связи, организованных Центром информационно-аналитического и проектного сопровождения национальных проектов федерального государствен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ного автономного образовательного учреждения дополнительного профессионального образования «Академия реализации государственной политики и профессионального развития работников образования Министерства просвещения Российской Федерации» – ведомственным прое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ктным офисом Министерства просвещения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Координация заключения дополнительных соглашения о реализации региональных проектов на территории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государственной интегрированной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информационной системе управления общественными финансами «Электронный бюджет»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Координация заключения соглашений и дополнительных соглашений из федерального бюджета бюджету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реализацию федеральных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проектов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регионального проекта «Современная школа»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«Создание центров цифрового образования детей» 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«Создание и обеспечение финансовой деятельности центров цифрового образования детей»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Ежемесячное формирование предельного объема финансирования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применением информационной системы «Подсистема сбора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консолидации данных»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Координация подготовки отчетов о ходе реализации региональных проектов в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Координация подготовки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отчетов о расходах, в целях софинансирования которых предоставлены субсидии на софинансирование расходных обязательств Свердловской области, возникающих при реализации региональных проектов, обеспечивающих достижение целей, показателей и результатов федера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льных проектов, в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Координация подготовки отчетов о реализации региональных проектов в информационной системе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мониторинга национальных проектов «Демография», «Здравоохранение», «Образование», «Наука»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во исполнение пункта 2 перечня поручений Заместителя Председателя Правительства Российской Федерации Т.А. Голиковой от 25.05.2020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ТГ-П6-5554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в рамках реализации федерального проекта «Успех каждого ребенка» национального проекта «Образование»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и подготовка отчетов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реализ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ации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keepNext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Финансовое обеспечение национальных проектов в соответствии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Законом об областном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бюджете на 2021 год и плановый период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2022 и 2023 годов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об использовании субсидии на иные цели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7. Общие мероприятия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отчетов по формам федерального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статистического наблюдения № 1-лицензирование «Сведения об осуществлении лицензирования» и </w:t>
            </w:r>
            <w:hyperlink r:id="rId12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№ 1-контроль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«Сведения об осуществлении государственного контроля (надзора) и муниципального контроля»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направление в Федеральную службу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надзору в сфере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науки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Перевозкина, А.М. Лобанова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отчетов по форме федерального статистического наблюдения 1-ГМУ по государственным услугам «Подтверждение документов об образовании и (или) квалификации»,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«Подтверждение документов об ученых степенях, ученых званиях», «Лицензирование образовательной деятельности», «Государственная аккредитация образовательной деятельности»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Перевозкина, А.М. Лобанова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и заполнение отчетных форм федерал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ьного статистического наблюдения № 1-ГУ в автоматизированной системе управления деятельностью исполнительных органов государственной власти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акта сверки по исполнительному производству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Управлением Федеральной службы судебных приставов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Свердловской области (согласно соглашению от 29.07.2011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порядке взаимодействия Управления Федеральной службы судебных приставов по Свердловской области и Министерства общего и профессионального образо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вания Свердловской области при исполнении исполнительных документов)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Е.Г. Темко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об исполнении Федерального закона от 29 декабря 2008 года№ 294-ФЗ «О защите прав юридических лиц и индивидуальных предпринимателей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при осуществлении государственного контроля (надзора) и муниципального контроля»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приложением формы «1- контроль» в прокуратуру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 работе Министерства с письменными обращениями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граждан за первое полугодие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июль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реестра обращений граждан по фактам коррупции, поступивших в Министерства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об исполнении плана работы Правительства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Свердловской области на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отчетной документации по результатам мониторинга обеспечения доступной образовательной среды в сфере образования (государственные и муниципальные образовательные организации)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2020/2021 учебном году в Министерство просвещения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по результатам 2020/2021 учебного года мониторинга организации общего образования обучающихся с ограниченными возможностями здо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ровья в соответствии с федеральными государственными образовательными стандартами образования обучающихся с ограниченными возможностями здоровья в государственных и муниципальных образовательных организациях Свердловской области в Министерство просвещения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демонстрационных экзаменов как вида аттестации обучающихся по программам среднего профессионального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Министерства о выполнении плана мероприятий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реализации соглашения между Свердловским областным объединением организаций профсоюзов «Федерация профсоюзов Свердловской области», Региональным объединением работодателей «Свердловский областной Союз промышле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нников и предпринимателей» и Правительством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2021–2023 годы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полугодии 2021года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Подготовка информации о реализации мероприятий по реализации Стратегии противодействия экстремизму в Российской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Федерации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до 2025 года» (распоряжение Губернатора Свердловской области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от 14.03.2018 № 42-РГ/ДСП)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об исполнении постановления Правительства Свердловской области от 31.03.2016 № 211-пп «О мерах по реализации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Федерального закона от 06 марта 2006 года № 35-ФЗ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противодействии терроризму» за 2 квартал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квартальной отчетности администратора доходов федерального бюджета за полугодие 2021 год в Федеральную службу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надзор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 в сфере образования и науки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Standard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Standard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квартальной бюджетной и бухгалтерской отчетности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 первое полугодие 2021 года в Министерство финансов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Отбор муниципальных образований,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расположенных на территории Свердловской области, для предоставления субсидий из областного бюджета местным бюджетам на строительство и реконструкцию объектов муниципальной собственности в соответствии с подпрограммой 4 «Строительство объектов государствен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ной собственности Свердловской области и поддержка реализации приоритетных муниципальных инвестиционных проектов» государственной программы Свердловской области «Реализация основных направлений государственной политики в строительном комплексе Свердловской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области до 2024 года», утвержденной постановлением Правительства Свердловской области от 24.10.2013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1296-ПП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 – 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1"/>
              <w:spacing w:before="0" w:after="0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t>Мониторинг готовности образовательных организаций</w:t>
            </w: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t xml:space="preserve">к 2021/2022 учебному году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 – 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Сбор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заявок образовательных организаций для участия в конкурсе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распределение контрольных цифр приема граждан в образовательные организации, осуществляющие образовательную деятельность по образовательным программам среднего профессионального образования на 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рритории Свердловской области, на обучение по профессиям, специальностям за счет бюджетных ассигнований областного бюджета на 2021/2022 учебный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 – 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Обмен информацией с налоговыми органами по полноте 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достоверности представленных сведений о доходах (расходах), имуществе и обязательствах имущественного характера государственных гражданских служащих Министерства и членов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их семей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июль – 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проекта плана проведения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проверок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деятельности органов местного самоуправления, расположенных на территории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, на 2022 год и направление в прокуратуру Свердловской области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проекта плана проведения плановых проверок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юридических лиц (индивидуальных предпринимателей), осуществляющих образовательную деятельность на территории Свердловской области, на 2022 год и направление в прокуратуру Свердловской области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роприятий по созданию в Свердловской области новых мест в общеобразовательных организациях (доля обучающихся, занимающихся в дневных муниципальных общеобразовательных организациях в первую смену; планы муниципальных образований по созданию новых учебных ме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1"/>
              <w:spacing w:before="0" w:after="0"/>
              <w:rPr>
                <w:rFonts w:ascii="Liberation Serif" w:hAnsi="Liberation Serif" w:cs="Liberation Serif"/>
                <w:b w:val="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t>Подготовка доклада в Министерство просвещения Российской Федерации о готовности образовательных организаций</w:t>
            </w: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 w:val="0"/>
                <w:sz w:val="28"/>
                <w:szCs w:val="28"/>
              </w:rPr>
              <w:t>к 2021/2022 учебному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август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в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квартале 2021 года мероприятий дорожной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карты по развитию региональной системы оценки качества образования и региональных механизмов управления качеством образования 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Сбор отчетов и подготовка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предложений о размерах стимулирующих выплат руководителям профессиональных образовательных организаций Свердловской области в соответствии с приказом Министерства от 16.08.2019 № 184-Д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«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Об утверждении Положения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 стимулировании руководителей государственны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х организаций Свердловской области, в отношении которых функции учредителя осуществляются Министерством образования и молодежной политики Свердловской области»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травматизма и смертельных случаев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результате травм, полученных при занятиях физической культурой и спортом, произошедших в образовательных организациях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проведения экспертизы отчетов региональных инновационных площадок в Свердловск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ой области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 –октябрь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кампании по предупреждению и ограничения эпидемического распространения заболеваний гриппом и ОРВИ обучающихся (воспитанников) и работников образовательных организаций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в эпидемический сезон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сентябрь – 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хода введения и реализации федерального государственного образовательного стандарта общего образования (выезды в органы местного самоуправления, осуществляющие управ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ление в сфере образования)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изменений законодательства Российской Федерации и Свердловской области и практики его применения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проектов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приказов Министерства о внесении изменений в составы членов действующих наблюдательных советов государственных автономных профессиональных образовательных организаций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информационных справок, анализ материалов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вопросу реализации проектов государственно-частного партнерства (концессионных соглашений), участие в рабочих встречах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представителями бизнеса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детского травматизма и чрезвычайных ситуаций в образовательном процессе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правовой (антикоррупционной) экспертизы проектов правовых актов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отчетности в Департамент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труду и занятости населения Свердловской области о ходе реализации регионального проекта «Создание условий для осуществления трудовой занятости женщин, имеющих детей, включая достижение 100-процентной доступности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(к 2021 году) дошкольного образования для 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етей в возрасте до трех лет»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еженедельно, 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плана работы Министерства на месяц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размера родительской платы за присмотр и уход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 детьми в дошкольных организациях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(размещение информации в региональной информационной системе доступности дошкольного образования)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ежеквартальной, ежемесячной отчетности о численности и средней зарплате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в разрезе категорий работников системы образования в Министерство экономики и территориального развития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санитарно-эпидемиологической безопасности образовательных организаций 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Финансирование государственных организаций Свердловской области, подведомственных Министерству, негосударственных организаций, частных образовательных организаций, некоммерческих организаций,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не являющихся государственными и мун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иципальными учреждениями, органов местного самоуправления муниципальных образований, расположенных на территории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Осуществление расчетов, возникающих в процессе исполнения смет,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предприятиями, учреждениями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 отдельными лицами в соответствии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договорами и государственными контрактами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Постановка на учет бюджетных обязательств в Министерстве финансов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ежемесячных отчетов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формам, утвержденным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Федерации» в Министерство финансов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ежемесячных отчетов по формам, утвержденным приказом Министерства финансов Российской Федерации от 25.03.2011 № 33н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Инструкции о порядке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составления, представления годовой, квартальной бухгалтерской отчетности государственных (муниципальных) бюджетных и автономных учреждений»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Министерство финансов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отчетов по форме 0503324 «Отчет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 использовании межбюджетных трансфертов» в Министерство финансов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введения дополнительных мест в дошкольных образовательных организациях и предоставление отчетности в Министерство просвещения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Российской Федерации (размещение информации в региональной информационной системе доступности дошкольного образования)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Информационное сопровождение деятельности Министра образования и молодежн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ой политики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отчетности о реализации комплексных программ муниципальных образований, расположенных на территории Свердловской области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Экспертиза перечней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оборудования для оснащения новых учебных мест, создаваемых в общеобразовательных организациях (за счет средств субсидии из областного бюджета; за счет средств субвенции из областного бюджета; в целях подтверждения потребности муниципального образования для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учета в оценке расходных полномочий муниципальных образований, расположенных на территории Свердловской области, на 2022 год)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Г.З. Полякова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Направление отчетной информации об оснащении новых учебных мест оборудованием и средствами об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учения и воспитания в федеральное государственное бюджетное учреждение «Дирекция «Школа-2025»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Организационные мероприятия по открытию оздоровительных смен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загородных оздоровительных детских лагерях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Бушланова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отчетности о реализации программы «Комплексное развитие северных территорий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2014–2020 годы»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ежегодно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8. Контрольные мероприятия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внеплановых выездных проверок в ходе лицензирования образовательной 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Перевозкина, А.М. Лобанова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и рассмотрение вопроса о состоянии исполнительской дисциплины в Министерстве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аппаратном совещании у Министра образования и молодежной политики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 и молодежной политики Свердловской области о состоянии исполнения 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окументов, находящихся на контроле в Министерстве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Проверка финансово-хозяйственной деятельности в государственных организациях Свердловской области, подведомственных Министерству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плану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Контроль реализации мероприятий комплексной программы Свердловской области «Доступная среда» (выезды в муниципальные образовательные организации)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отдельному графику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плановых выездных и докуме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нтарных проверок по государственному контролю (надзору) в сфере образования и лицензионному контролю по планам, утвержденным приказами Министерства от 28.10.2020 № 251-кн, № 252-кн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3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внеплановых выездных и документарных проверок по государственному контролю (надзору) и лицензионному контролю на основании приказов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E37085" w:rsidRDefault="00E37085">
      <w:pPr>
        <w:rPr>
          <w:rFonts w:ascii="Liberation Serif" w:hAnsi="Liberation Serif" w:cs="Liberation Serif"/>
          <w:sz w:val="28"/>
          <w:szCs w:val="28"/>
        </w:rPr>
      </w:pPr>
    </w:p>
    <w:p w:rsidR="00E37085" w:rsidRDefault="00E37085">
      <w:pPr>
        <w:pageBreakBefore/>
        <w:suppressAutoHyphens w:val="0"/>
        <w:rPr>
          <w:rFonts w:ascii="Liberation Serif" w:hAnsi="Liberation Serif" w:cs="Liberation Serif"/>
          <w:sz w:val="28"/>
          <w:szCs w:val="28"/>
        </w:rPr>
      </w:pPr>
    </w:p>
    <w:p w:rsidR="00E37085" w:rsidRDefault="00E37085">
      <w:pPr>
        <w:rPr>
          <w:rFonts w:ascii="Liberation Serif" w:hAnsi="Liberation Serif" w:cs="Liberation Serif"/>
          <w:sz w:val="28"/>
          <w:szCs w:val="28"/>
        </w:rPr>
      </w:pPr>
    </w:p>
    <w:p w:rsidR="00E37085" w:rsidRDefault="00843EBD">
      <w:pPr>
        <w:jc w:val="center"/>
      </w:pPr>
      <w:r>
        <w:rPr>
          <w:rFonts w:ascii="Liberation Serif" w:hAnsi="Liberation Serif" w:cs="Liberation Serif"/>
          <w:b/>
          <w:sz w:val="28"/>
          <w:szCs w:val="28"/>
          <w:lang w:val="en-US"/>
        </w:rPr>
        <w:t>IV</w:t>
      </w:r>
      <w:r>
        <w:rPr>
          <w:rFonts w:ascii="Liberation Serif" w:hAnsi="Liberation Serif" w:cs="Liberation Serif"/>
          <w:b/>
          <w:sz w:val="28"/>
          <w:szCs w:val="28"/>
        </w:rPr>
        <w:t xml:space="preserve"> квартал 2021 года</w:t>
      </w:r>
    </w:p>
    <w:p w:rsidR="00E37085" w:rsidRDefault="00E37085">
      <w:pPr>
        <w:rPr>
          <w:rFonts w:ascii="Liberation Serif" w:hAnsi="Liberation Serif" w:cs="Liberation Serif"/>
          <w:sz w:val="28"/>
          <w:szCs w:val="28"/>
        </w:rPr>
      </w:pPr>
    </w:p>
    <w:p w:rsidR="00E37085" w:rsidRDefault="00E37085">
      <w:pPr>
        <w:rPr>
          <w:rFonts w:ascii="Liberation Serif" w:hAnsi="Liberation Serif" w:cs="Liberation Serif"/>
          <w:sz w:val="28"/>
          <w:szCs w:val="28"/>
        </w:rPr>
      </w:pPr>
    </w:p>
    <w:tbl>
      <w:tblPr>
        <w:tblW w:w="14884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8818"/>
        <w:gridCol w:w="2268"/>
        <w:gridCol w:w="2551"/>
      </w:tblGrid>
      <w:tr w:rsidR="00E37085">
        <w:tblPrEx>
          <w:tblCellMar>
            <w:top w:w="0" w:type="dxa"/>
            <w:bottom w:w="0" w:type="dxa"/>
          </w:tblCellMar>
        </w:tblPrEx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Номер</w:t>
            </w:r>
          </w:p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строки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Срок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исполнения</w:t>
            </w:r>
          </w:p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(указывается месяц)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Инициалы, фамилия ответственного</w:t>
            </w:r>
          </w:p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 подготовку</w:t>
            </w:r>
          </w:p>
        </w:tc>
      </w:tr>
    </w:tbl>
    <w:p w:rsidR="00E37085" w:rsidRDefault="00E37085">
      <w:pPr>
        <w:pStyle w:val="af2"/>
        <w:rPr>
          <w:sz w:val="6"/>
          <w:szCs w:val="6"/>
        </w:rPr>
      </w:pPr>
    </w:p>
    <w:tbl>
      <w:tblPr>
        <w:tblW w:w="1488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8818"/>
        <w:gridCol w:w="2268"/>
        <w:gridCol w:w="2551"/>
      </w:tblGrid>
      <w:tr w:rsidR="00E37085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1. Вопросы для рассмотрения на заседаниях Правительства Свердловской области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 положении молодежи и совершенствовании системы патриотического воспитания граждан,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системы добровольчества (волонтерства) 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внесении изменений в постановление Правительства Свердловской области от 25.01.2016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53-ПП «Об утверждении государственной программы «Содействие созданию в Свердловской области (исходя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из прогнозируемой потребности) новых мест в общеобразовательных организациях» на 2016–2025 годы»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внесении изменений в постановление Правительства Свердловской области «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О распределении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субсидий из областного бюджета бюджетам муниципальных образований, расположенных на территории Свердловской области, в 2021 году в рамках реали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зации государственной программы Свердловской области 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«О внесении изменений в государ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ственную программу Свердловской области «Развитие системы образования и реализация молодежной политики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до 2025 года»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spacing w:line="216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внесении изменений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25.01.2016 № 53-ПП «Об утверждении государственной программы «Содействие созданию в Свердловской области (исходя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из прогнозируемой потребности) новых мест в общеобразовательных организациях» на 2016–2025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годы»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spacing w:line="216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распределения объемов субвенций из областного бюджета местным бюджетам на финансовое обеспечение государственных гарантий реализации прав на получение общ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едоступного и бесплатного дошкольного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зациях и финансовое обеспечение дополнительного образования детей в муниципальных общеобразовательных организациях, не распределенных Законом Свердловской области «Об областном бюджете на 2021 год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плановый период 2022 и 2023 годов», в 2020 году»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внесении изменений в постановление Правительства Свердловской области от 02.04.2014 № 278-ПП «Об утверждении порядков расчета объемов (размеров) субвенций, предоставляемых из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областного бюджета местным бюджетам на финансовое обеспечение государственных гарантий реализации прав на получение общедоступного и бесплатного дошкольного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муниципальных дошкольных образовательных организациях, дошкольного, начального общего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 основного общего, среднего общего образования в муниципальных общеобразовательных организациях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обеспечение дополнительного образования детей в муниципальных общеобразовательных организациях»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Проект постановления Правительства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внесении изменений в постановление Правительства Свердловской области от 12.10.2016 № 708-ПП «Об оплате труда работников государственных организаций Свердловской области, в отношении которых функции и полномочия учредителя осуществл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яются Министерством образования и молодежной политики Свердловской области»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внесении изменений в Порядок предоставления субсидии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из областного бюджета на обеспечение получения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дошкольного, начального общего, основного общего, среднего общего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питания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 утвержденный постановлением Правительства Свердловской области от 09.04.2014 № 297-ПП»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Проект постановления Правительства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внесении изменений в максимальный размер платы, взимаемой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родителей (законных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представителей), за присмотр и уход за детьми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государственных образовательных организациях Свердловской области и муниципальных образовательных организациях, реализующих образовательную программу дошкольного образования, для каждого муниципального образо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вания, расположенного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области, в зависимости от условий присмотра и ухода за детьми, установленный постановлением Правительства Свердловской области от 04.03.2016 № 150-ПП»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реорганизации государственного автономного профессионального образовательного учреждения Свердловской области «Краснотурьинский политехникум» путем присоединения к нему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государственного автономного профессионального образовательного учреждения Свердловской области «Краснотурьинский индустриальный колледж»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реорганизации государственного автон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омного профессионального образовательного учреждения Свердловской области «Ирбитский политехникум» путем присоединения к нему государственного автономного профессионального образовательного учреждения Свердловской области «Ирбитский мотоциктетный техникум»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реорганизации государственного автономного профессионального образовательного учреждения Свердловской области «Красноуфимский аграрный колледж» путем присоединения к нему 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сударственного автономного профессионального образовательного учреждения Свердловской области «Красноуфимский многопрофильный техникум»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реорганизации государственного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автономного профессионального образовательного учреждения Свердловской области «Камышловский гуманитарно-технологический техникум» путем присоединения к нему государственного автономного профессионального образовательного учреждения Свердловской области «К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амышловский техникум промышленности и транспорта»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создании государственных автономных профессиональных образовательных учреждений Свердловской области путем изменения типа су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ществующих государственных бюджетных профессиональных образовательных учреждений Свердловской области»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2. Совещания, семинары-совещания, собеседования, консультации, личные приемы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с руководителями государственных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общеобразовательных организаций, реализующих адаптированные основные общеобразовательные программы, центров психолого-педагогической, медицинской и социальной помощи, организаций для детей-сирот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детей, оставшихся без попечения родителей, общеобразователь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ных организаций для детей, нуждающихся в длительном лечении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октябрь, 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autoSpaceDE w:val="0"/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t>Консультация по вопросам соблюдения обязательных требований, касающихся осуществления контрольно-надзорной 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 руководителями и специалистами органов местного самоуправления, осуществляющих управление в сфере образования,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по вопросам образования детей с особыми образовательными потребностями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А.Ю.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 руководителями органов местного самоуправления, осуществляющих управление в сфере образования, государственных, частных образовательных организаций об итогах государственной итоговой аттестации 2021 года и задачах н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 2022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Публичное мероприятие в форме вебинара с руководителями организаций и индивидуальными предпринимателями, осуществляющими образовательную деятельность, по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актуальным вопросам применения законодательства об образовании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 разъяснением отдельных требований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в формате видео-конференц-связи с руководителями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специалистами органов местного самоуправления, осуществляю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щих управление в сфере образования, по вопросам образования детей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 особыми образовательными потребностями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с руководителями территориальных психолого-медико-педагогических комиссий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И.А. Третьякова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Инструктивные совещания по подготовке и участию делегации Свердловской области в общероссийской новогодней ёлке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Государственном Кремлёвском Дворце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ноябрь – декабрь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А.Ю.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Семинар-совещание с главными бухгалтерами государственных организаций Свердловской области, подведомственных Министерству, «Годовая бюджетная (бухгалтерская) отчета за 2021 год»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Standard"/>
              <w:tabs>
                <w:tab w:val="left" w:pos="720"/>
              </w:tabs>
              <w:rPr>
                <w:rFonts w:cs="Liberation Serif"/>
                <w:sz w:val="28"/>
                <w:szCs w:val="28"/>
              </w:rPr>
            </w:pPr>
            <w:r>
              <w:rPr>
                <w:rFonts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Standard"/>
              <w:tabs>
                <w:tab w:val="left" w:pos="720"/>
              </w:tabs>
              <w:rPr>
                <w:rFonts w:cs="Liberation Serif"/>
                <w:sz w:val="28"/>
                <w:szCs w:val="28"/>
              </w:rPr>
            </w:pPr>
            <w:r>
              <w:rPr>
                <w:rFonts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 муниципальны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ми образованиями, расположенными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территории Свердловской области, по вопросам молодежной политики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(по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вторникам)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День Министерства в муниципальных образованиях, расположенных на территории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(третья среда)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Личный прием граждан Министром образования и молодежной политики Свердловской области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(Министерство, каб. 309, 14.00)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 (второй четверг)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 Свердловской области (п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риемная Губернатора Свердловской области и Правительства Свердловской области, ул. Розы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Люксембург, д. 7, 2-й подъезд, каб. 101, 15.00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 (третий четверг)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Standard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Консультации руководителей и главных бухгалтеров государственных организаций Свердловской области, подведомственных Министерству, органов местного самоуправления,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осуществляющих управление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сфере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Standard"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37085" w:rsidRDefault="00843EBD">
            <w:pPr>
              <w:pStyle w:val="Standard"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Standard"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  <w:p w:rsidR="00E37085" w:rsidRDefault="00E37085">
            <w:pPr>
              <w:pStyle w:val="Standard"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Совещание с руководителями государственных профессиональных образовательных организаций Свердловской области, подведомственных Министерству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(второй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вторник)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Консультации по вопросам лицензирования и государственной аккредитации образовательной деятельности («горячая» телефонная линия (343) 312-00-04 (доб. 170, 171, 172, 173, 174, 175, 177)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Перевозкина, А.М. Лобанова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tabs>
                <w:tab w:val="left" w:pos="464"/>
              </w:tabs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3. Заседания комиссий, рабочих групп, советов, организационных комитетов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Координационного совета по развитию психологической службы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системе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Государственной экзаменационной комиссии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Организационного комитета по подготовке и участию делегации Свердловской области в общероссийской новогодне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й ёлке в Государственном Кремлёвском Дворце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Рабочей группы по рассмотрению заявок на предоставление субсидий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из областного бюджета организациям отдыха и оздоровления детей, расположенным на территории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Организационного комитета по подготовке и проведению Всероссийского экологического диктанта в Свердловской области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вопросам медиации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А.Ю.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Министерства по выплате единовременного пособия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обзаведение хозяйством педагогических работников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октябрь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–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Координационного совета по вопросам образования лиц с ограниченными возможностями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здоровья и инвалидностью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по вопросам организации профориентации обучающихся </w:t>
            </w:r>
            <w:r>
              <w:rPr>
                <w:sz w:val="28"/>
                <w:szCs w:val="28"/>
              </w:rPr>
              <w:t>с ограниченными возможностями здоровья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по развитию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детско-юношеского туризма в системе образования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Межведомственной комиссии по реализации конкурсных мероприятий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рамках государственной программы Свердловской области «Развитие системы образования Свердловской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области до 2024 года»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Министерства по отбору участников подпрограммы 1 «Стимулирование развития жилищного строительства» государственной программы Свердловской области «Реализация основных направлений государственной полити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ки в строительном комплексе Свердловской области до 2024 года», утвержденной постановлением Правительства Свердловской области от 24.10.2013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№ 1296-ПП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Экспертных комиссий по конкурсному отбору кандидатов на получение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премий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Губернатора Свердловской области педагогическим работникам из числа профессорско-преподавательского состава организаций высшего образования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Совета по премиям Губернатора Свердловской области педагогическим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работникам из числа профессорско-преподавательского состава организаций высшего образования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Организационного комитета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en-US"/>
              </w:rPr>
              <w:t>XVII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областного конкурса молодежи образовательных учреждений и научных организаций на лучшую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работу «Моя законотворческая инициатива»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</w:rPr>
              <w:t>Межведомственного совета по развитию добровольчества (волонтерства) и социально ориентированных некоммерческих организаций 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Совета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директоров государственных образовательных организаций, реализующих адаптированные основные общеобразовательные программы, и областного учебно-методического объединения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по вопросам реализации адаптированных основных общеобразовательных программ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Е.В. Веснина,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И.И. Кашина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вопросам оплаты труда руководителей государственных учреждений Свердловской области, подведомственных Министерству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Общественного Совета при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Министерстве по проведению независимой оценки качества образовательной деятельности организаций Свердловской области, осуществляющих образовательную деятельность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Рабочей группы по комплексной оценке кор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рупционных рисков, возникающих при реализации контрольно-надзорных функций</w:t>
            </w:r>
          </w:p>
          <w:p w:rsidR="00E37085" w:rsidRDefault="00E37085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Общественного совета при Министерстве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плану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Коллегии Министерства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Министерстве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плану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Жилищной комиссии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плану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2021 году»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Конкурсной комиссии конкурса на соискание премий Губернатора Свердловской области педагогам дополнительного образования, осуществляющим обучение по дополнительным общеразвивающим программам технической направленности, в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2021 году</w:t>
            </w:r>
            <w:r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А.Н. Слизько, члены комиссии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Координационного совета по патриотическому воспитанию граждан</w:t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Деникаева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Аккредитационной комиссии Министерства по проведению аккредитации экспертов и экспертных организаций, привлекаемых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для проведения аккредитационной экспертизы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Перевозкина, А.М. Лобанова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Аккредитационного со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вета 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Аттестационной комиссии </w:t>
            </w: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Министерства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для проведения квалификационного экзамена при аттестации экспертов, привлекаемых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 проведению мероприятий по контролю (надзору) в сфере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дарственной собственностью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закрепленного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соответствующем вещном праве за государственной организацией Свердловской области, находящейся в ведении Министерства,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о заключении государственной организацией Свердловской области, обра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зующей социальную инфраструктуру для детей, находящейся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ведении Министерства, договора аренды и договора безвозмездного пользования закрепленных за ней объектов собственности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, а также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 реорганизации или ликвидации государственных организаций Свердловско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й области, образующих социальную инфраструктуру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для детей,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находящихся в ведении 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E37085" w:rsidRDefault="00E37085">
            <w:pPr>
              <w:tabs>
                <w:tab w:val="left" w:pos="720"/>
              </w:tabs>
              <w:rPr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Комиссии для проведения оценки последствий принятия решения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о реорганизации или ликвидации 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государственной образовательной организации Свердловской области, подведомственной Министерству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формированию и ведению реестра организаций отдыха детей и их оздоровления,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расположенных на территории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заявлений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 члены комиссии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Комиссий по формированию объемов государственных заданий для государственных учреждений Свердловской области, по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дведомственных Министерству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Комиссии по организации отбора муниципальных образований, расположенных на территории Свердловской области, предоставления и контроля за расходованием субсидий и иных межбюджетных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трансфертов из областного бюджета местным бюджетам, предоставляемых в рамках мероприятий государственной программы Свердловской области «Развитие системы образования и реализация молодежной политики в Свердловской области до 2025 года», ответственными за 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еализацию которых определены курируемые Заместителем Министра образования и молодежной политики Свердловской области структурные подразделения Министерства образования и молодежной политики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по реализации государственной программы Свердловской области 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Рабочей группы по обеспечению исполнительской дисциплины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Министерстве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распределению путевок и формированию делегаций детей Свердловской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области в целях их направления в Международный детский центр «Артек» и всероссийские детские центры «Орлёнок», «Океан», «Смена»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Расулова, члены комиссии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Аттестационной комиссии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ленов,</w:t>
            </w:r>
          </w:p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Рабочих групп Аттестационной комиссии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наградам 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Министерства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аттестации кандидатов на должность руководителя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руководителя государственной образовательной организации Свердловской области, в отношении которой Министерство осуществляет функции и полномочия учредителя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6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6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соблюдению требований к служебному поведению г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осударственных гражданских служащих Министерства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урегулированию конфликта интересов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 (при наличии материалов)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6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Координационного совета по вопросам организации введения федеральных государственных образовательных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стандартов общего образования в Свердловской области при Министерстве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противодействию коррупции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  <w:p w:rsidR="00E37085" w:rsidRDefault="00E37085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6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Торжественный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прием работников Свердловской области, посвященный Дню учителя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Тренихина, А.Н. Слизько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Всероссийская научно-практическая конференция по вопросам психологии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Н.Н. Васягина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Областной семинар «Итоги лета – 2021»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/>
                <w:sz w:val="28"/>
                <w:szCs w:val="28"/>
              </w:rPr>
              <w:t>Региональный этап Всероссийского литературного фестиваля «Русские рифмы»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Региональная конференция по профилактике девиантного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зависимого поведения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Рождественские чтения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 – 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Педагогические чтения имени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первого Министра образования Свердловской области Валерия Вениаминовича Нестерова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октябрь – ноябрь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Т.С. Симонова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Семинар-совещание с муниципальными кураторами Российского движения школьников, руководителей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местных штабов </w:t>
            </w:r>
            <w:r>
              <w:rPr>
                <w:rFonts w:ascii="Liberation Serif" w:hAnsi="Liberation Serif" w:cs="Liberation Serif"/>
                <w:iCs/>
                <w:color w:val="000000"/>
                <w:sz w:val="28"/>
                <w:szCs w:val="28"/>
                <w:shd w:val="clear" w:color="auto" w:fill="FFFFFF"/>
              </w:rPr>
              <w:t>всероссийского детско-юношеского военно-патриотического общественного движения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«ЮНАРМИЯ»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 – 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Семинар-совещание для заместителей руководителей профессиональных образовательных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организаций, высших учебных заведений по патриотическому воспитанию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 – 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Родобольский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Выставка-форум «Образование и карьера на Урале»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структурных подразделений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Школьный и муниципальный этапы всероссийской олимпиады школьников 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 – 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XXIV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студенческая научно-практическая конференция среди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обучающихся профессиональных образовательных организаций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Т.С. Симонова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spacing w:after="12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Областной фестиваль «Урал объединяет народы», посвященный Дню народного единства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Торжественный прием в Российское движение школьников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ЮНАРМИЮ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ноябрь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И.О.Родобольский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областных конкурсов казачьей культуры «Юный атаманец» и «Юная казачка»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ноябрь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С.М. Звягинцев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Областная молодежная социально-патриотическая акция «День призывника»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ind w:left="-70"/>
            </w:pP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 xml:space="preserve">Церемония награждения детей и подростков, совершивших </w:t>
            </w:r>
            <w:r>
              <w:rPr>
                <w:rFonts w:ascii="Liberation Serif" w:eastAsia="Liberation Serif" w:hAnsi="Liberation Serif" w:cs="Liberation Serif"/>
                <w:sz w:val="28"/>
                <w:szCs w:val="28"/>
              </w:rPr>
              <w:t xml:space="preserve">героические мужественные поступки, медалями </w:t>
            </w:r>
            <w:r>
              <w:rPr>
                <w:rFonts w:ascii="Liberation Serif" w:hAnsi="Liberation Serif" w:cs="Liberation Serif"/>
                <w:sz w:val="28"/>
              </w:rPr>
              <w:t>Совета Федерации Федерального Собрания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Областной Форум «Комплексная безопасность в системе образования»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Областной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форум родителей детей-инвалидов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ноябрь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Макарова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Встреча с родителями (законными представителями) выпускников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11-х классов по вопросам проведения итогового сочинения (изложения), государственной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итоговой аттестации по образовательным программам среднего общего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2022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Торжественная церемония вручения стипендии Губернатора Свердловской области «За успехи в освоении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рабочей профессии» для студентов, обучающихся по образовательным программам среднего профессионального образования – программам подготовки квалифицированных рабочих, служащих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Всероссийский экологический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диктант 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Конкурс «Стиль жизни!»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Зимний фестиваль #РДШ96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 – 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spacing w:after="12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Региональный молодежный фестиваль «Гордость за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Родину, ценность культуры страны»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Конференция с участием образовательных организаций, расположенных на территории Свердловской области, имеющих статус региональной инновационной площадки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С.Ю. Тренихина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День добровольца (волонтера)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Чествование стипендиатов Губернатора Свердловской области из числа обучающихся по образовательным программам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среднего профессионального образования – программам подготовки квалифицированных рабочих, служащих, стипендиатов Губернатора Свердловской области из числа обучающихся по очной форме обучения по образовательным программам высшего образования – программам ба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калавриата, специалитета, магистратуры, подготовки научно-педагогических кадров в аспирантуре (адъюнктуре), ординатуры, ассистентуры-стажировки, имеющим государственную аккредитацию, образовательным программам среднего профессионального образования – прогр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аммам подготовки специалистов среднего звена, имеющим государственную аккредитацию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Участие делегации Свердловской области в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общероссийской новогодней ёлке в Государственном Кремлёвском Дворце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Детские новогодние праздники в Резиденции Губернатора Свердловской области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ind w:right="34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Организация формирования и сопровождения делегаций детей Свердловской области в Международный детский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центр «Артек»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всероссийские детские центры «Орленок», «Смена», «Океан»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ind w:right="-108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Региональный этап Всероссийского проекта «Диалоги с Героями»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Областные семинары «Противодействие идеологии терроризма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экстремизма в образовательной сфере. Защита детей от информации, причиняющей вред их здоровью и развитию»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5. Мероприятия по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реализации государственной программы Свердловской области</w:t>
            </w:r>
          </w:p>
          <w:p w:rsidR="00E37085" w:rsidRDefault="00843EBD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«Развитие системы образования и реализация молодежной политики в Свердловской области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до 2025 года»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отчетной документации по реализации мероприятий государственной программы Российской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Федерации «Доступная среда» и комплексной программы Свердловской области «Доступная среда»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2021 года в Министерство социальной политики Свердловской области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 реализации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подпрограммы 4 «Патриотическое воспитание граждан и формирование основ безопасности обучающихся в Свердловской области» государственной программы Свердловской области «Развитие системы образования и реализация молодежной политики в Свердловской области до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2025 года»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проектной документации по формированию областного бюджета на 2022 год и плановый период 2023 и 2024 годов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 с распоряжением Правительства Свердловской области «Об утверж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дении Плана мероприятий по составлению проекта областного бюджета и проекта бюджета государственного внебюджетного Территориального фонда обязательного медицинского страхования Свердловской области на 2022 год и плановый период 2023 и 2024 годов»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Анализ обоснований необходимости увеличения объема субвенции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из областного бюджета местным бюджетам на дошкольное и общее образование муниципальных образований, расположенных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Анализ отч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етов органов местного самоуправления, осуществляющих управление в сфере образования, об использовании средств субвенций, субсидий, иных межбюджетных трансфертов за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en-US"/>
              </w:rPr>
              <w:t>III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квартал 2021 года, формирование отчетов по установленным формам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 – 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Областной конкурс среди образовательных организаций, реализующих дополнительные общеобразовательные программы туристско-краеведческой направленности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 – 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обеспечение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предоставления из областного бюджета грантов в форме субсидий юридическим лицам и индивидуальным предпринимателям на реализацию мероприятий в сфере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 – декабрь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(при наличии заявок)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Заключение соглашений о предоставлении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из областного бюджета субсидий организациям, принимающим участие в организации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обеспечении отдыха и оздоровления детей, расположенным на территории Свердловской области, в 2021 году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keepNext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свода расходов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Министерству на 2022 год, бюджетных смет казенных образовательных организаций, объемов субсидий бюджетным и автономным организациям на 2022 год, трансфертов муниципальным образованиям, расположенным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на 2022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ноябрь, 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и утверждение перечня получателя бюджетных средств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Расчет и утверждение нормативных затрат по государственным услугам для формирования объема субсидии на выполнение государственного задания на 2022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Корректировка планов финансово-хозяйственной деятельности государственных автономных организаций на 2021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приказов в рамках реализации мероприятий «Создание центров цифрового образования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детей» и «Создание и обеспечение финансовой деятельности центров цифрового образования детей» подпрограммы 7 «Реализация национального проекта «Образование»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области» государственной программы Свердловской области «Развитие системы образовани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 и реализация молодежной политики в Свердловской области до 2025 года» в 2021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муниципальными образованиями, расположенными на территории Свердловской области, мероприятия «Обеспечение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условий реализации муниципальными общеобразовательными организациями образовательных программ естественно-научного цикла и профориентационной работы»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ежемесячно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муниципальными образованиями, расположенными на территор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ии Свердловской области, мероприятия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«Обеспечение мероприятий по оборудованию спортивных площадок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в общеобразовательных организациях»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ежемесячно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153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муниципальными образованиями, расположенными на территории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области, мероприятий по созданию современной образовательной среды для школьников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рамках программы «Содействие созданию в субъектах Российской Федерации (исходя из прогнозируемой потребности) новых мест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общеобразовательных организациях» на 2016–2025 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ды в 2021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ежемесячно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предельного объема финансирования по направлениям расходования на выплату ежемесячного денежного вознаграждения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 классное руководство педагогическим работникам и на организацию бесплатного горячего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питания обучающихся, получающих начальное общее образование, в государственных образовательных организациях Свердловской области и муниципальных общеобразовательных организаций, расположенных на территории Свердловской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 счет иных межбюджетных тр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ансфертов из федерального бюджета муниципальным образованиям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Свод данных ежеквартальной, ежемесячной отчетности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направлениям расходования на выплату ежемесячного денежного вознаграждения за классное руководство педагогическим 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ботникам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на организацию бесплатного горячего питания обучающихся, получающих начальное общее образование, в государственных образовательных организациях Свердловской области и муниципальных общеобразовательных организаций, расположенных на территории Све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рдловской области, в подсистеме «Электронный бюджет» и в программном комплексе «Информационная система управления финансами» НПО «Сапфир»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Корректировка бюджетных ассигнований и лимитов казенным образовательным организациям,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государственных бюджетных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автономных учреждений, формирование предельного объема финансирования образовательных организаций и трансфертов муниципальным образованиям, расположенным на территории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исп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олнения 100 процентов доступности дошкольного образования для детей до 3 лет муниципальными образованиями, расположенными на территории Свердловской области, во исполнение Указа Президента Российской Федерации 7 мая 2018 года № 204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мониторинга исполнения 100 процентов доступности дошкольного образования для детей с 2 месяцев до 3 лет муниципальными образованиями, расположенными на территории Свердловской области, во исполнение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пункта 5 раздела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 по стратегическому развитию и национальным проектам от 18.03.2019 № 3 по вопросу «О ходе реализации национального проекта «Демография»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.Ю. Третьяков,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keepNext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финансового обеспечения государственных бюджетных образовательных организаций среднего профессионального образования в связи с изменением типа учреждения (переход на тип учреждения – государственные автономные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keepNext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Плана общеобластных мероприятий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по организации отдыха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каникулярное время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по капитальному ремонту, приведению в соответствие с требованиями пожарной безопасности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санитарного законодательства муниципальных загородных оздоровительных лагерей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6. Мероприятия по реализации национальных проектов (программ)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создания новых учебных мест в рамках федерального проекта «Современная школа», входящего в национальный проект «Образование» в соответствии с запросом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Министерства просвещения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Съезд молодежных правительств Уральского федерального округа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Реализация мероприятий федерального проекта «Билет в будущее»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ранней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профессиональной ориентации учащихся 6–11-х классов общеобразовательных организаций, расположенных на территории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Свердловской области, в рамках национального проекта «Успех каждого ребенка»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Н.И.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Сокольская,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7085" w:rsidRDefault="00843EBD"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Организация участия школьников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во всероссийских открытых онлайн-уроках, направленных на раннюю профессиональную ориентацию, в рамках национального проекта «Успех каждого ребенка»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Участие в совещаниях посредством видео-конференц-связи, организованных Центром информационно-аналитического и проектного сопровождения национальных проектов федерального государственного автономного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образовательного учреждения дополнительного профессионального образования «Академия реализации государственной политики и профессионального развития работников образования Министерства просвещения Российской Федерации» – ведомственным проектным офисом Мини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стерства просвещения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Координация заключения дополнительных соглашения о реализации региональных проектов на территории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государственной интегрированной информационной системе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управления общественными финансами «Электронный бюджет»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Координация заключения соглашений и дополнительных соглашений из федерального бюджета бюджету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реализацию федеральных проектов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регионального проекта «Современная школа»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мероприятий «Создание центров цифрового образования детей» и «Создание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обеспечение финансовой деятельности центров цифрового образования детей»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предельного объема финансирования с применением информационной системы «Подсистема сбора и консолидации данных»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Координация подготовки отчетов о ходе реализации региональных проектов в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Координация подготовки отчетов о расходах,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целях софинансирования которых предоставлены субсидии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софинансирование расходных обязательств Свердловской области, возникающих при реализации региональных проектов, обеспечивающих достижение целей, показателей и результатов федеральных проектов, в госу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Координация подготовки отчетов о реализации региональных проектов в информационной системе мониторинга национальных проек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тов «Демография», «Здравоохранение», «Образование», «Наука»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во исполнение пункта 2 перечня поручений Заместителя Председателя Правительства Российской Федерации Т.А. Голиковой от 25.05.2020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ТГ-П6-5554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153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Создание отчета о ходе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реализации регионального проекта «Современная школа» в информационной системе мониторинга национальных проектов «Демография», «Здравоохранение», «Образование», «Наука» в соответствии с Поручением Заместителя Председателя Правительства Российской Федерации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 25.05.2020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ТГ-П6-5554 «О проектной деятельности»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в рамках реализации федерального проекта «Успех каждого ребенка» национального проекта «Образование»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и подготовка отчетов по реализации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keepNext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Финансов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ое обеспечение национальных проектов в соответствии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Законом об областном бюджете на 2021 год и плановый период</w:t>
            </w:r>
          </w:p>
          <w:p w:rsidR="00E37085" w:rsidRDefault="00843EBD">
            <w:pPr>
              <w:keepNext/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и 2023 годов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об использовании субсидии на иные цели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7.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Общие мероприятия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отчетов по форме федерального статистического наблюдения 1-ГМУ по государственным услугам «Подтверждение документов об образовании и (или) квалификации», «Подтверждение документов об ученых степенях, ученых званиях»,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«Лицензирование образовательной деятельности», «Государственная аккредитация образовательной деятельности»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Перевозкина, А.М. Лобанова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и заполнение отчетных форм федерального статистического наблюдения № 1-ГУ в автоматизированной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системе управления деятельностью исполнительных органов государственной власти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Перевозкина, А.М. Лобанова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Согласование и утверждение плана проведения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проверок деятельности органов местного самоуправления, расположенных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на территории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 на 2021 год и направление в прокуратуру Свердловской области и Федеральную службу по надзору и контролю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сфере образования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Е.Г. Темко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Согласование и утверждение плана проведения плановых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проверок юридических лиц (индивидуальных предпринимателей), осуществляющих образовательную деятельность на территории Свердловской области, на 2021 год и направление в прокуратуру Свердловской области и Федеральную службу по надзору и контролю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сфере обра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Е.Г. Темко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работе Министерства с письменными обращениями граждан за 9 месяцев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реестра обращений граждан по фактам коррупции, поступивших в Министерства 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об исполнении плана работы Правительства Свердловской области на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состояния и развития языков народов Российской Федерации 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территории Свердловской области, направление отчета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Министерство просвещения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Н.А. Сокольская,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Установление образовательным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организациям, осуществляющим образовательную деятельность по образовательным программам среднего профессионального образования на территории Свердловской области, контрольных цифр приема граждан по профессиям, специальностям для обучения по образовательным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программам среднего профессионального образования за счет бюджетных ассигнований областного бюджета на 2022/2023 учебный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проекта Указа Губернатора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назначении стипендий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Губернатора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«За успехи в освоении рабочей профессии» для обучающихся по программам среднего профессионального образования – подготовки квалифицированных рабочих и служащих в 2021 году»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 поздравления ветеранов Министерства с Днем учителя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проведения торжественного приема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ветеранов, посвященного Дню учителя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по результатам мониторинга организации общего образования обучающихся с ограниченными возмо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жностями здоровья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соответствии с федеральными государственными образовательными стандартами образования обучающихся с ограниченными возможностями здоровья в государственных и муниципальных образовательных организациях Свердловской области в Министерство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просвещения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  <w:trHeight w:val="991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по результатам мониторинга организации деятельности служб ранней помощи на территории Свердловской области в Министерство просвещения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Подготовка информации о реализации мероприятий по реализации Стратегии противодействия экстремизму в Российской Федерации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до 2025 года» (распоряжение Губернатора Свердловской области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от 14.03.2018 № 42-РГ/ДСП)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1"/>
              <w:spacing w:before="0" w:after="0"/>
            </w:pP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>Подготовка отчета об исполнении постановления Правительства Свердловской области от 31.03.2016 № 211-ПП «О мерах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>по реализации Федерального закона от 06 марта 2006 года № 35-ФЗ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 xml:space="preserve">«О противодействии терроризму» за 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  <w:lang w:val="en-US"/>
              </w:rPr>
              <w:t>III</w:t>
            </w:r>
            <w:r>
              <w:rPr>
                <w:rFonts w:ascii="Liberation Serif" w:hAnsi="Liberation Serif" w:cs="Liberation Serif"/>
                <w:b w:val="0"/>
                <w:bCs w:val="0"/>
                <w:sz w:val="28"/>
                <w:szCs w:val="28"/>
              </w:rPr>
              <w:t xml:space="preserve"> квартал 2020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квартальной отчетности администратора доходов федерального бюджета за 9 месяцев 2021 год в Федеральную службу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надзору в сфере образования и науки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pStyle w:val="Standard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квартальной бюджетной и бухгалтерской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отчетности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 9 месяцев 2021 год в Министерство финансов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Сбор отчетности по исполнению проектов (программ, мероприятий)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сфере образования и молодежной политики Свердловской области социально ориентированными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некоммерческими организациями –победителями конкурсного отбора 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обеспечения комплексной безопасности объектов с круглосуточным проживанием детей в соответствии с пунктом 2 раздела 2 поручения Президента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Российской Федерации от 13.11.2009 № Пр-3021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ноябрь – 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реестра социально ориентированных некоммерческих организаций – получателей государственной поддержки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в сфере образования 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молодежной политики в 2021 году (реализация постановления Правительства Свердловской области от 06.05.2013 № 565-ПП «Об утверждении Порядка ведения реестров некоммерческих организаций, которым предоставлены отдельные меры государственной поддержки в Сверд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ловской области»)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октябрь, 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Размещение информации о предоставлении мер социальной поддержки и иных социальных гарантий обучающимся, педагогическим работникам и руководителям государственных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образовательных организаций Свердловской области в Единой государственной информационной системе социального обеспечения (ЕГИССО)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 –декабрь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социально-психологического тестирования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обучающихся образовательных организаций с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использованием единой методики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октябрь – 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и подготовка отчета по результатам мониторинга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во исполнение пункта 3 перечня поручений Первого Заместителя Губернатора Свердловской области А.В. Орлова от 20.11.2020 № 14 пп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и подготовка отчета по результатам мониторинга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во исполнение пункта 29 Указа Губернатора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 29.10.2019 № 524-УГ «О внедрении на территории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 стандарта развития конкуренции в субъектах Российской Федерации»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по результатам мониторинга организации образования обучающихся после кохлеарной имплантации на территории Свердловской области в Министерство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просвещения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Проведение социологического опроса государственных гражданских служащих Министерства об уровне восприятия коррупции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проектов государственных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заданий государственных учреждений Свердловской области, подведомственных Министерству, на 2022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 – 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плана работы Министерства на 2022 год и подготовка проекта приказа Министерства «Об утверждении плана работы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Министерства образования и молодежной политики Свердловской области на 2022 год»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ноябрь – 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об исполнении плана работы Правительства Свердловской области на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IV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2021 года и на 2021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по созданию в Свердловской области новых мест в общеобразовательных организациях (доля обучающихся, занимающихся в дневных муниципальных общеобразовательных организациях в первую смену; планы муниципальных образований по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созданию новых учебных мест)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Сбор отчетности по исполнению государственного задания государственными образовательными учреждениями Свердловской области, находящихся в ведении Министерства,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IV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2021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декабрь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Создание базы данных неиспользуемого недвижимого имущества государственных учреждений, находящихся в ведении Министерства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2021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 реализации Указа Губернатора Свердловской области от 29.10.2019 №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524-УГ «О внедрении на территории Свердловской области стандарта развития конкуренции в субъектах Российской Федерации» за 2021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реализации постановления Правительства Свердловской области от 31.05.2018 № 328-ПП «Об утверждении комплексной программы Свердловской области «Поддержка социально ориентированных некоммерческих организаций в Свердловской области на 2018–2024 годы» за 2021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 выполнении распоряжения Губернатора Свердловской области от 29.11.2019 № 264-РГ «Об утверждении перечня товарных рынков для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содействия развитию конкуренции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и Плана мероприятий («дорожной карты»)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содействию развитию конкуренции в Свердловской области на период 2019–2022 годов»  и проекта доклада «Состояние и развитие конкурентной среды на товарных рынка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х Свердловской области»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 2021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E37085" w:rsidRDefault="00843EBD">
            <w:pPr>
              <w:ind w:right="-108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E37085" w:rsidRDefault="00843EBD">
            <w:pPr>
              <w:ind w:right="-108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травматизма и смертельных случаев в результате травм,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полученных при занятиях физической культурой и спортом, произошедших в образовательных организациях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во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IV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квартале 2021 года мероприятий дорожной карты по развитию региональной системы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оценки качества образования и региональных механизмов управления качеством образования 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по результатам мониторинга обеспечения питанием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обучающихся с ограниченными возможностями здоровья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 в Министерство просвещения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декабрь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по результатам мониторинга финансового обеспечения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образования обучающихся с ограниченными возможностями здоровья на территории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Министерство просвещения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отчетной документации за 2021 год по обеспечению условий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доступности объектов и услуг для маломобильных групп населения в сфере образования (государственные и муниципальные образовательные организации) в Министерство социальной политики Свердловской области и Министерство просвещения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и направление в Министерство науки и высшего образования Российской Федерации информации о количестве обучающихся по приоритетным профессиям и специальностям для определения квот Свердловской области 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назначение стипендий Правительства Российской Федерации для лиц, обучающихся по очной форме обучения по основным профессиональным образовательным программам среднего профессионального образования, имеющим государственную аккредитацию, соответствующим приор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Подготовка отчета о приеме по программам среднего профессионального образования за счет средств областного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Утверждение составов председателей государственных экзаменационных комиссий по программам среднего профессионального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Сбор отчетов и подготовка предложений о размерах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стимулирующих выплат руководителям государственных профессиональных образовательных организаций Свердловской области в соответствии с приказом Министерства от 16.08.2019 № 184-Д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«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Об утверждении Положения о стимулировании руководителей государственных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организаций Свердловской области, в отношении которых функции учредителя осуществляются Министерством образования и молодежной политики Свердловской области»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Подготовка информации 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ходе мониторинга заполнения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государственными профессиональными образовательными организациями Свердловской области реестра в соответствии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постановлением Правительства Российской Федерации от 26.08.2013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№ 729 «О федеральной информационной системе «Федеральный реестр сведений о докум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ентах об образовании и (или) о квалификации, документах об обучении»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декабрь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хода введения и реализации федерального государственного образовательного стандарта общего образования (выезды в органы местного самоуп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равления, осуществляющие управление в сфере образования)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Аттестация государственных гражданских служащих 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приказов Министерства о внесении изменений в составы членов действующих наблюдательных советов государственных автономных профессиональных образовательных организаций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Внесе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ние изменений в государственные задания на 2021 год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плановый период 2022 и 2023 годов государственных бюджетных (автономных) учреждений Свердловской области, подведомственных Министерству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информационных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справок, анализ материалов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вопросу реализации проектов государственно-частного партнерства (концессионных соглашений), участие в рабочих встречах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представителями бизнеса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детского травматизма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чрезвычайных ситуаций в образовательном процессе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плана работы Министерства на месяц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размера родительской платы за присмотр и уход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 детьми в дошкольных организациях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(размещение информации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региональной информационной системе доступности дошкольного образования)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санитарно-эпидемиологической безопасности образовательных организаций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ежеквартальной, ежемесячной отчетности о численности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средней зарплате в разрезе категорий работников системы образования в Министерство экономики и территориального развития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Финансирование государственных учреждений Свердловской области, негосударственных организаций Свердловской области, подведомственных Министерству, частных образовательных организаций, некоммерческих организаций, не являющихся госу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дарственными и муниципальными учреждениями, органов местного самоуправления муниципальных образований, расположенных на территории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Осуществление расчетов, возникающих в процессе исполнения смет,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предприятиями, учреждениями и отдельными лицами в соответствии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договорами и государственными контрактами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Постановка на учет бюджетных обязательств в Министерстве финансов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отовка ежемесячных отчетов по формам, утвержденным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отчетности об исполнении бюджетов 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юджетной системы Российской Федерации» в Министерство финансов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ежемесячных отчетов по формам, утвержденным приказом Министерства финансов Российской Федерации от 25.03.2011 № 33н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Министерство финансов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отчетов по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форме 0503324 «Отчет об использовании межбюджетных трансфертов» в Министерство финансов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введения дополнительных мест в дошкольных образовательных организациях и предоставление отчетности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Министерство просвещения Российской Федерации (размещение информации в региональной информационной системе доступности дошкольного образования)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отчетности о реализации комплексных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 муниципальных образований, расположенных на территории Свердловской области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ежеквартально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Экспертиза перечней оборудования для оснащения новых учебных мест, создаваемых в общеобразовательных организациях (за счет средств субсидии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из областного бюджета; за счет средств субвенции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из областного бюджета; в целях подтверждения потребности муниципального образования для учета в оценке расходных полномочий муниципальных образований, расположенных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на 20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22 год)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Г.З. Полякова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Направление отчетной информации об оснащении новых учебных мест оборудованием и средствами обучения и воспитания в федеральное государственное бюджетное учреждение «Дирекция «Школа-2025»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Г.З.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Информационное сопровождение деятельности Министра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молодежной политики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Проведение мониторинга по выполнению государственными учреждениями Свердловской области,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подведомственными Министерству, обязанности по размещению на официальном сайте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информационно-телекоммуникационной сети «Интернет» </w:t>
            </w:r>
            <w:hyperlink r:id="rId13" w:history="1">
              <w:r>
                <w:rPr>
                  <w:rStyle w:val="af9"/>
                  <w:rFonts w:ascii="Liberation Serif" w:hAnsi="Liberation Serif" w:cs="Liberation Serif"/>
                  <w:color w:val="auto"/>
                  <w:sz w:val="28"/>
                  <w:szCs w:val="28"/>
                  <w:u w:val="none"/>
                </w:rPr>
                <w:t>www.bus.gov.ru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информации об учреждении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ние отчетности о реализации программы «Комплексное развитие северных территорий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2014–2020 годы»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ежегодно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3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8. Контрольные мероприятия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проведение внеплановых выездных проверок в ходе лицензирования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образовательной 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Перевозкина, А.М. Лобанова 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и рассмотрение вопроса о состоянии исполнительской дисциплины в Министерстве на аппаратном совещании у Министра образования и молодежной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политики Свердловской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вторникам)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молодежной политики Свердловской области о состоянии исполнения документов, находящихся на контроле в Министерстве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но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Проверка финансово-хозяйственной деятельности в государственных организациях Свердловской области, подведомственных Министерству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плану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Контроль реализации мероприятий Комплексной программы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«Доступная среда» (выезды в муниципальные образовательные организации)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отдельному графику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проведение плановых выездных и документарных проверок по государственному контролю (надзору)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сфере образования и лицензионному контролю по планам, утвержденным приказами Министерства от 28.10.2020 № 251-кн, № 252-кн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Перевозкина, </w:t>
            </w:r>
          </w:p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E3708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E37085">
            <w:pPr>
              <w:numPr>
                <w:ilvl w:val="0"/>
                <w:numId w:val="4"/>
              </w:numPr>
              <w:ind w:left="46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проведение внеплановых выездных и документарных проверок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государственному контролю (надзору) и лицензионному контролю на основании приказов Министерства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квартала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085" w:rsidRDefault="00843EB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Е.Г. Темко</w:t>
            </w:r>
          </w:p>
          <w:p w:rsidR="00E37085" w:rsidRDefault="00E3708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E37085" w:rsidRDefault="00E37085">
      <w:pPr>
        <w:rPr>
          <w:rFonts w:ascii="Liberation Serif" w:hAnsi="Liberation Serif" w:cs="Liberation Serif"/>
          <w:sz w:val="28"/>
          <w:szCs w:val="28"/>
        </w:rPr>
      </w:pPr>
    </w:p>
    <w:sectPr w:rsidR="00E37085">
      <w:headerReference w:type="default" r:id="rId14"/>
      <w:pgSz w:w="16838" w:h="11906" w:orient="landscape"/>
      <w:pgMar w:top="312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EBD" w:rsidRDefault="00843EBD">
      <w:r>
        <w:separator/>
      </w:r>
    </w:p>
  </w:endnote>
  <w:endnote w:type="continuationSeparator" w:id="0">
    <w:p w:rsidR="00843EBD" w:rsidRDefault="00843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EBD" w:rsidRDefault="00843EBD">
      <w:r>
        <w:rPr>
          <w:color w:val="000000"/>
        </w:rPr>
        <w:separator/>
      </w:r>
    </w:p>
  </w:footnote>
  <w:footnote w:type="continuationSeparator" w:id="0">
    <w:p w:rsidR="00843EBD" w:rsidRDefault="00843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744" w:rsidRDefault="00843EBD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757744" w:rsidRDefault="00843EBD">
                          <w:pPr>
                            <w:pStyle w:val="a7"/>
                          </w:pPr>
                          <w:r>
                            <w:rPr>
                              <w:rStyle w:val="a8"/>
                              <w:rFonts w:ascii="Liberation Serif" w:hAnsi="Liberation Serif" w:cs="Liberation Serif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8"/>
                              <w:rFonts w:ascii="Liberation Serif" w:hAnsi="Liberation Serif" w:cs="Liberation Serif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  <w:rFonts w:ascii="Liberation Serif" w:hAnsi="Liberation Serif" w:cs="Liberation Serif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8A0751">
                            <w:rPr>
                              <w:rStyle w:val="a8"/>
                              <w:rFonts w:ascii="Liberation Serif" w:hAnsi="Liberation Serif" w:cs="Liberation Serif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Style w:val="a8"/>
                              <w:rFonts w:ascii="Liberation Serif" w:hAnsi="Liberation Serif" w:cs="Liberation Serif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" filled="f" stroked="f">
              <v:textbox style="mso-fit-shape-to-text:t" inset="0,0,0,0">
                <w:txbxContent>
                  <w:p w:rsidR="00757744" w:rsidRDefault="00843EBD">
                    <w:pPr>
                      <w:pStyle w:val="a7"/>
                    </w:pPr>
                    <w:r>
                      <w:rPr>
                        <w:rStyle w:val="a8"/>
                        <w:rFonts w:ascii="Liberation Serif" w:hAnsi="Liberation Serif" w:cs="Liberation Serif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8"/>
                        <w:rFonts w:ascii="Liberation Serif" w:hAnsi="Liberation Serif" w:cs="Liberation Serif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Style w:val="a8"/>
                        <w:rFonts w:ascii="Liberation Serif" w:hAnsi="Liberation Serif" w:cs="Liberation Serif"/>
                        <w:sz w:val="28"/>
                        <w:szCs w:val="28"/>
                      </w:rPr>
                      <w:fldChar w:fldCharType="separate"/>
                    </w:r>
                    <w:r w:rsidR="008A0751">
                      <w:rPr>
                        <w:rStyle w:val="a8"/>
                        <w:rFonts w:ascii="Liberation Serif" w:hAnsi="Liberation Serif" w:cs="Liberation Serif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Style w:val="a8"/>
                        <w:rFonts w:ascii="Liberation Serif" w:hAnsi="Liberation Serif" w:cs="Liberation Serif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E7558"/>
    <w:multiLevelType w:val="multilevel"/>
    <w:tmpl w:val="EFDC85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D2858"/>
    <w:multiLevelType w:val="multilevel"/>
    <w:tmpl w:val="C8EEFE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1E6975"/>
    <w:multiLevelType w:val="multilevel"/>
    <w:tmpl w:val="17C8A2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39648A"/>
    <w:multiLevelType w:val="multilevel"/>
    <w:tmpl w:val="94C83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37085"/>
    <w:rsid w:val="00843EBD"/>
    <w:rsid w:val="008A0751"/>
    <w:rsid w:val="00E3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 w:cs="Arial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rFonts w:ascii="Tahoma" w:hAnsi="Tahoma" w:cs="Tahoma"/>
      <w:sz w:val="16"/>
      <w:szCs w:val="16"/>
    </w:rPr>
  </w:style>
  <w:style w:type="paragraph" w:styleId="a4">
    <w:name w:val="Plain Text"/>
    <w:basedOn w:val="a"/>
    <w:rPr>
      <w:rFonts w:ascii="Courier New" w:hAnsi="Courier New"/>
      <w:sz w:val="20"/>
      <w:szCs w:val="20"/>
    </w:rPr>
  </w:style>
  <w:style w:type="character" w:customStyle="1" w:styleId="a5">
    <w:name w:val="Текст Знак"/>
    <w:rPr>
      <w:rFonts w:ascii="Courier New" w:hAnsi="Courier New"/>
    </w:rPr>
  </w:style>
  <w:style w:type="paragraph" w:customStyle="1" w:styleId="a6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character" w:customStyle="1" w:styleId="defaultdocbaseattributestylewithoutnowrap1">
    <w:name w:val="defaultdocbaseattributestylewithoutnowrap1"/>
    <w:rPr>
      <w:rFonts w:ascii="Tahoma" w:hAnsi="Tahoma" w:cs="Tahoma"/>
      <w:sz w:val="18"/>
      <w:szCs w:val="18"/>
    </w:rPr>
  </w:style>
  <w:style w:type="paragraph" w:styleId="a9">
    <w:name w:val="Title"/>
    <w:basedOn w:val="a"/>
    <w:pPr>
      <w:jc w:val="center"/>
    </w:pPr>
    <w:rPr>
      <w:sz w:val="28"/>
    </w:rPr>
  </w:style>
  <w:style w:type="character" w:customStyle="1" w:styleId="aa">
    <w:name w:val="Название Знак"/>
    <w:rPr>
      <w:sz w:val="28"/>
      <w:szCs w:val="24"/>
    </w:r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rPr>
      <w:sz w:val="24"/>
      <w:szCs w:val="24"/>
    </w:rPr>
  </w:style>
  <w:style w:type="character" w:customStyle="1" w:styleId="ad">
    <w:name w:val="Верхний колонтитул Знак"/>
    <w:rPr>
      <w:sz w:val="24"/>
      <w:szCs w:val="24"/>
    </w:rPr>
  </w:style>
  <w:style w:type="character" w:customStyle="1" w:styleId="20">
    <w:name w:val="Заголовок 2 Знак"/>
    <w:rPr>
      <w:rFonts w:ascii="Calibri Light" w:hAnsi="Calibri Light"/>
      <w:color w:val="2E74B5"/>
      <w:sz w:val="26"/>
      <w:szCs w:val="26"/>
    </w:rPr>
  </w:style>
  <w:style w:type="paragraph" w:customStyle="1" w:styleId="ae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footnote text"/>
    <w:basedOn w:val="a"/>
    <w:rPr>
      <w:sz w:val="20"/>
      <w:szCs w:val="20"/>
    </w:rPr>
  </w:style>
  <w:style w:type="character" w:customStyle="1" w:styleId="af0">
    <w:name w:val="Текст сноски Знак"/>
    <w:basedOn w:val="a0"/>
  </w:style>
  <w:style w:type="character" w:styleId="af1">
    <w:name w:val="footnote reference"/>
    <w:rPr>
      <w:position w:val="0"/>
      <w:vertAlign w:val="superscript"/>
    </w:rPr>
  </w:style>
  <w:style w:type="paragraph" w:styleId="af2">
    <w:name w:val="Body Text"/>
    <w:basedOn w:val="a"/>
    <w:pPr>
      <w:jc w:val="center"/>
    </w:pPr>
    <w:rPr>
      <w:sz w:val="28"/>
      <w:szCs w:val="20"/>
    </w:rPr>
  </w:style>
  <w:style w:type="character" w:customStyle="1" w:styleId="af3">
    <w:name w:val="Основной текст Знак"/>
    <w:rPr>
      <w:sz w:val="28"/>
    </w:rPr>
  </w:style>
  <w:style w:type="paragraph" w:customStyle="1" w:styleId="3">
    <w:name w:val="Знак3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Текст выноски Знак"/>
    <w:rPr>
      <w:rFonts w:ascii="Tahoma" w:hAnsi="Tahoma" w:cs="Tahoma"/>
      <w:sz w:val="16"/>
      <w:szCs w:val="16"/>
    </w:rPr>
  </w:style>
  <w:style w:type="paragraph" w:customStyle="1" w:styleId="21">
    <w:name w:val="Знак2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1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pPr>
      <w:jc w:val="both"/>
    </w:pPr>
    <w:rPr>
      <w:sz w:val="28"/>
      <w:szCs w:val="20"/>
    </w:rPr>
  </w:style>
  <w:style w:type="character" w:customStyle="1" w:styleId="11">
    <w:name w:val="Заголовок 1 Знак"/>
    <w:rPr>
      <w:rFonts w:ascii="Arial" w:hAnsi="Arial" w:cs="Arial"/>
      <w:b/>
      <w:bCs/>
      <w:kern w:val="3"/>
      <w:sz w:val="32"/>
      <w:szCs w:val="32"/>
    </w:rPr>
  </w:style>
  <w:style w:type="paragraph" w:styleId="af5">
    <w:name w:val="List Paragraph"/>
    <w:basedOn w:val="a"/>
    <w:pPr>
      <w:spacing w:after="160"/>
      <w:ind w:left="720"/>
    </w:pPr>
    <w:rPr>
      <w:rFonts w:ascii="Calibri" w:hAnsi="Calibri"/>
      <w:sz w:val="22"/>
      <w:szCs w:val="22"/>
    </w:rPr>
  </w:style>
  <w:style w:type="paragraph" w:customStyle="1" w:styleId="12">
    <w:name w:val="Обычный1"/>
    <w:pPr>
      <w:suppressAutoHyphens/>
    </w:pPr>
    <w:rPr>
      <w:sz w:val="28"/>
    </w:rPr>
  </w:style>
  <w:style w:type="paragraph" w:customStyle="1" w:styleId="31">
    <w:name w:val="Основной текст 31"/>
    <w:basedOn w:val="a"/>
    <w:pPr>
      <w:jc w:val="both"/>
    </w:pPr>
    <w:rPr>
      <w:sz w:val="28"/>
      <w:szCs w:val="20"/>
    </w:rPr>
  </w:style>
  <w:style w:type="character" w:styleId="af6">
    <w:name w:val="Strong"/>
    <w:rPr>
      <w:b/>
      <w:bCs/>
    </w:rPr>
  </w:style>
  <w:style w:type="paragraph" w:styleId="30">
    <w:name w:val="Body Text 3"/>
    <w:basedOn w:val="a"/>
    <w:pPr>
      <w:jc w:val="both"/>
    </w:pPr>
    <w:rPr>
      <w:sz w:val="28"/>
      <w:szCs w:val="20"/>
    </w:rPr>
  </w:style>
  <w:style w:type="paragraph" w:customStyle="1" w:styleId="af7">
    <w:name w:val="Прижатый влево"/>
    <w:basedOn w:val="a"/>
    <w:next w:val="a"/>
    <w:pPr>
      <w:widowControl w:val="0"/>
      <w:autoSpaceDE w:val="0"/>
    </w:pPr>
    <w:rPr>
      <w:rFonts w:ascii="Arial" w:hAnsi="Arial" w:cs="Arial"/>
    </w:rPr>
  </w:style>
  <w:style w:type="paragraph" w:customStyle="1" w:styleId="af8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character" w:styleId="af9">
    <w:name w:val="Hyperlink"/>
    <w:basedOn w:val="a0"/>
    <w:rPr>
      <w:color w:val="0563C1"/>
      <w:u w:val="single"/>
    </w:rPr>
  </w:style>
  <w:style w:type="paragraph" w:customStyle="1" w:styleId="afa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Standard">
    <w:name w:val="Standard"/>
  </w:style>
  <w:style w:type="paragraph" w:customStyle="1" w:styleId="afb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e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 w:cs="Arial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rFonts w:ascii="Tahoma" w:hAnsi="Tahoma" w:cs="Tahoma"/>
      <w:sz w:val="16"/>
      <w:szCs w:val="16"/>
    </w:rPr>
  </w:style>
  <w:style w:type="paragraph" w:styleId="a4">
    <w:name w:val="Plain Text"/>
    <w:basedOn w:val="a"/>
    <w:rPr>
      <w:rFonts w:ascii="Courier New" w:hAnsi="Courier New"/>
      <w:sz w:val="20"/>
      <w:szCs w:val="20"/>
    </w:rPr>
  </w:style>
  <w:style w:type="character" w:customStyle="1" w:styleId="a5">
    <w:name w:val="Текст Знак"/>
    <w:rPr>
      <w:rFonts w:ascii="Courier New" w:hAnsi="Courier New"/>
    </w:rPr>
  </w:style>
  <w:style w:type="paragraph" w:customStyle="1" w:styleId="a6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character" w:customStyle="1" w:styleId="defaultdocbaseattributestylewithoutnowrap1">
    <w:name w:val="defaultdocbaseattributestylewithoutnowrap1"/>
    <w:rPr>
      <w:rFonts w:ascii="Tahoma" w:hAnsi="Tahoma" w:cs="Tahoma"/>
      <w:sz w:val="18"/>
      <w:szCs w:val="18"/>
    </w:rPr>
  </w:style>
  <w:style w:type="paragraph" w:styleId="a9">
    <w:name w:val="Title"/>
    <w:basedOn w:val="a"/>
    <w:pPr>
      <w:jc w:val="center"/>
    </w:pPr>
    <w:rPr>
      <w:sz w:val="28"/>
    </w:rPr>
  </w:style>
  <w:style w:type="character" w:customStyle="1" w:styleId="aa">
    <w:name w:val="Название Знак"/>
    <w:rPr>
      <w:sz w:val="28"/>
      <w:szCs w:val="24"/>
    </w:r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rPr>
      <w:sz w:val="24"/>
      <w:szCs w:val="24"/>
    </w:rPr>
  </w:style>
  <w:style w:type="character" w:customStyle="1" w:styleId="ad">
    <w:name w:val="Верхний колонтитул Знак"/>
    <w:rPr>
      <w:sz w:val="24"/>
      <w:szCs w:val="24"/>
    </w:rPr>
  </w:style>
  <w:style w:type="character" w:customStyle="1" w:styleId="20">
    <w:name w:val="Заголовок 2 Знак"/>
    <w:rPr>
      <w:rFonts w:ascii="Calibri Light" w:hAnsi="Calibri Light"/>
      <w:color w:val="2E74B5"/>
      <w:sz w:val="26"/>
      <w:szCs w:val="26"/>
    </w:rPr>
  </w:style>
  <w:style w:type="paragraph" w:customStyle="1" w:styleId="ae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footnote text"/>
    <w:basedOn w:val="a"/>
    <w:rPr>
      <w:sz w:val="20"/>
      <w:szCs w:val="20"/>
    </w:rPr>
  </w:style>
  <w:style w:type="character" w:customStyle="1" w:styleId="af0">
    <w:name w:val="Текст сноски Знак"/>
    <w:basedOn w:val="a0"/>
  </w:style>
  <w:style w:type="character" w:styleId="af1">
    <w:name w:val="footnote reference"/>
    <w:rPr>
      <w:position w:val="0"/>
      <w:vertAlign w:val="superscript"/>
    </w:rPr>
  </w:style>
  <w:style w:type="paragraph" w:styleId="af2">
    <w:name w:val="Body Text"/>
    <w:basedOn w:val="a"/>
    <w:pPr>
      <w:jc w:val="center"/>
    </w:pPr>
    <w:rPr>
      <w:sz w:val="28"/>
      <w:szCs w:val="20"/>
    </w:rPr>
  </w:style>
  <w:style w:type="character" w:customStyle="1" w:styleId="af3">
    <w:name w:val="Основной текст Знак"/>
    <w:rPr>
      <w:sz w:val="28"/>
    </w:rPr>
  </w:style>
  <w:style w:type="paragraph" w:customStyle="1" w:styleId="3">
    <w:name w:val="Знак3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Текст выноски Знак"/>
    <w:rPr>
      <w:rFonts w:ascii="Tahoma" w:hAnsi="Tahoma" w:cs="Tahoma"/>
      <w:sz w:val="16"/>
      <w:szCs w:val="16"/>
    </w:rPr>
  </w:style>
  <w:style w:type="paragraph" w:customStyle="1" w:styleId="21">
    <w:name w:val="Знак2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1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3">
    <w:name w:val="Основной текст 33"/>
    <w:basedOn w:val="a"/>
    <w:pPr>
      <w:jc w:val="both"/>
    </w:pPr>
    <w:rPr>
      <w:sz w:val="28"/>
      <w:szCs w:val="20"/>
    </w:rPr>
  </w:style>
  <w:style w:type="character" w:customStyle="1" w:styleId="11">
    <w:name w:val="Заголовок 1 Знак"/>
    <w:rPr>
      <w:rFonts w:ascii="Arial" w:hAnsi="Arial" w:cs="Arial"/>
      <w:b/>
      <w:bCs/>
      <w:kern w:val="3"/>
      <w:sz w:val="32"/>
      <w:szCs w:val="32"/>
    </w:rPr>
  </w:style>
  <w:style w:type="paragraph" w:styleId="af5">
    <w:name w:val="List Paragraph"/>
    <w:basedOn w:val="a"/>
    <w:pPr>
      <w:spacing w:after="160"/>
      <w:ind w:left="720"/>
    </w:pPr>
    <w:rPr>
      <w:rFonts w:ascii="Calibri" w:hAnsi="Calibri"/>
      <w:sz w:val="22"/>
      <w:szCs w:val="22"/>
    </w:rPr>
  </w:style>
  <w:style w:type="paragraph" w:customStyle="1" w:styleId="12">
    <w:name w:val="Обычный1"/>
    <w:pPr>
      <w:suppressAutoHyphens/>
    </w:pPr>
    <w:rPr>
      <w:sz w:val="28"/>
    </w:rPr>
  </w:style>
  <w:style w:type="paragraph" w:customStyle="1" w:styleId="31">
    <w:name w:val="Основной текст 31"/>
    <w:basedOn w:val="a"/>
    <w:pPr>
      <w:jc w:val="both"/>
    </w:pPr>
    <w:rPr>
      <w:sz w:val="28"/>
      <w:szCs w:val="20"/>
    </w:rPr>
  </w:style>
  <w:style w:type="character" w:styleId="af6">
    <w:name w:val="Strong"/>
    <w:rPr>
      <w:b/>
      <w:bCs/>
    </w:rPr>
  </w:style>
  <w:style w:type="paragraph" w:styleId="30">
    <w:name w:val="Body Text 3"/>
    <w:basedOn w:val="a"/>
    <w:pPr>
      <w:jc w:val="both"/>
    </w:pPr>
    <w:rPr>
      <w:sz w:val="28"/>
      <w:szCs w:val="20"/>
    </w:rPr>
  </w:style>
  <w:style w:type="paragraph" w:customStyle="1" w:styleId="af7">
    <w:name w:val="Прижатый влево"/>
    <w:basedOn w:val="a"/>
    <w:next w:val="a"/>
    <w:pPr>
      <w:widowControl w:val="0"/>
      <w:autoSpaceDE w:val="0"/>
    </w:pPr>
    <w:rPr>
      <w:rFonts w:ascii="Arial" w:hAnsi="Arial" w:cs="Arial"/>
    </w:rPr>
  </w:style>
  <w:style w:type="paragraph" w:customStyle="1" w:styleId="af8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character" w:styleId="af9">
    <w:name w:val="Hyperlink"/>
    <w:basedOn w:val="a0"/>
    <w:rPr>
      <w:color w:val="0563C1"/>
      <w:u w:val="single"/>
    </w:rPr>
  </w:style>
  <w:style w:type="paragraph" w:customStyle="1" w:styleId="afa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Standard">
    <w:name w:val="Standard"/>
  </w:style>
  <w:style w:type="paragraph" w:customStyle="1" w:styleId="afb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e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erver-unk\&#1054;&#1073;&#1084;&#1077;&#1085;%20&#1059;&#1053;&#1050;\2020%20-%20&#1055;&#1051;&#1040;&#1053;%20&#1056;&#1040;&#1041;&#1054;&#1058;&#1067;\&#1055;&#1088;&#1080;&#1082;&#1072;&#1079;+&#1086;&#1073;+&#1091;&#1090;&#1074;&#1077;&#1088;&#1078;&#1076;&#1077;&#1085;&#1080;&#1080;+&#1087;&#1083;&#1072;&#1085;&#1072;%20&#1052;&#1048;&#1053;&#1048;&#1057;&#1058;&#1045;&#1056;&#1057;&#1058;&#1042;&#1040;%20+&#1085;&#1072;+2020+&#1075;&#1086;&#1076;.doc#sub_1000" TargetMode="External"/><Relationship Id="rId13" Type="http://schemas.openxmlformats.org/officeDocument/2006/relationships/hyperlink" Target="http://www.bus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#sub_100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us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us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us.gov.ru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34660</Words>
  <Characters>197562</Characters>
  <Application>Microsoft Office Word</Application>
  <DocSecurity>0</DocSecurity>
  <Lines>1646</Lines>
  <Paragraphs>463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Sergey</cp:lastModifiedBy>
  <cp:revision>2</cp:revision>
  <cp:lastPrinted>2020-12-30T06:04:00Z</cp:lastPrinted>
  <dcterms:created xsi:type="dcterms:W3CDTF">2021-08-16T15:22:00Z</dcterms:created>
  <dcterms:modified xsi:type="dcterms:W3CDTF">2021-08-16T15:22:00Z</dcterms:modified>
</cp:coreProperties>
</file>