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21215D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21215D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21215D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21215D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21215D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21215D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21215D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21215D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21215D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21215D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823F1F" w:rsidRPr="0021215D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21215D" w:rsidRDefault="00B749AE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21215D">
        <w:rPr>
          <w:rFonts w:ascii="Liberation Serif" w:hAnsi="Liberation Serif" w:cs="Liberation Serif"/>
          <w:sz w:val="28"/>
          <w:szCs w:val="28"/>
        </w:rPr>
        <w:t>29.05</w:t>
      </w:r>
      <w:r w:rsidR="00DD61EF" w:rsidRPr="0021215D">
        <w:rPr>
          <w:rFonts w:ascii="Liberation Serif" w:hAnsi="Liberation Serif" w:cs="Liberation Serif"/>
          <w:sz w:val="28"/>
          <w:szCs w:val="28"/>
        </w:rPr>
        <w:t>.2020</w:t>
      </w:r>
    </w:p>
    <w:p w:rsidR="002C62E0" w:rsidRPr="0021215D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21215D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21215D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1215D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21215D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21215D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1215D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21215D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21215D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21215D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21215D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1215D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B749AE" w:rsidRPr="0021215D">
        <w:rPr>
          <w:rFonts w:ascii="Liberation Serif" w:hAnsi="Liberation Serif" w:cs="Liberation Serif"/>
          <w:b/>
          <w:sz w:val="28"/>
          <w:szCs w:val="28"/>
        </w:rPr>
        <w:t>июнь</w:t>
      </w:r>
      <w:r w:rsidR="00823F1F" w:rsidRPr="0021215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F337C" w:rsidRPr="0021215D">
        <w:rPr>
          <w:rFonts w:ascii="Liberation Serif" w:hAnsi="Liberation Serif" w:cs="Liberation Serif"/>
          <w:b/>
          <w:sz w:val="28"/>
          <w:szCs w:val="28"/>
        </w:rPr>
        <w:t>2020</w:t>
      </w:r>
      <w:r w:rsidR="00472CF1" w:rsidRPr="0021215D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C11687" w:rsidRPr="0021215D" w:rsidRDefault="00C11687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639BF" w:rsidRPr="0021215D" w:rsidRDefault="006639BF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8"/>
        <w:gridCol w:w="2143"/>
        <w:gridCol w:w="2704"/>
      </w:tblGrid>
      <w:tr w:rsidR="00D002C3" w:rsidRPr="0021215D" w:rsidTr="005C51A0">
        <w:tc>
          <w:tcPr>
            <w:tcW w:w="10098" w:type="dxa"/>
            <w:shd w:val="clear" w:color="auto" w:fill="auto"/>
          </w:tcPr>
          <w:p w:rsidR="00D002C3" w:rsidRPr="0021215D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43" w:type="dxa"/>
            <w:shd w:val="clear" w:color="auto" w:fill="auto"/>
          </w:tcPr>
          <w:p w:rsidR="00D002C3" w:rsidRPr="0021215D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21215D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21215D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21215D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40992" w:rsidRDefault="00D002C3" w:rsidP="00D002C3">
      <w:pPr>
        <w:pStyle w:val="a4"/>
        <w:rPr>
          <w:rFonts w:ascii="Liberation Serif" w:hAnsi="Liberation Serif" w:cs="Liberation Serif"/>
          <w:sz w:val="6"/>
          <w:szCs w:val="6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8"/>
        <w:gridCol w:w="2163"/>
        <w:gridCol w:w="2684"/>
      </w:tblGrid>
      <w:tr w:rsidR="00F30265" w:rsidRPr="0021215D" w:rsidTr="005C51A0">
        <w:trPr>
          <w:tblHeader/>
        </w:trPr>
        <w:tc>
          <w:tcPr>
            <w:tcW w:w="10098" w:type="dxa"/>
            <w:shd w:val="clear" w:color="auto" w:fill="auto"/>
          </w:tcPr>
          <w:p w:rsidR="00D002C3" w:rsidRPr="0021215D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163" w:type="dxa"/>
            <w:shd w:val="clear" w:color="auto" w:fill="auto"/>
          </w:tcPr>
          <w:p w:rsidR="00D002C3" w:rsidRPr="0021215D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21215D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21215D" w:rsidTr="005C51A0">
        <w:tc>
          <w:tcPr>
            <w:tcW w:w="10098" w:type="dxa"/>
            <w:shd w:val="clear" w:color="auto" w:fill="auto"/>
          </w:tcPr>
          <w:p w:rsidR="008A7729" w:rsidRPr="0021215D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21215D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D002C3" w:rsidRPr="0021215D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21215D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10C34" w:rsidRPr="0021215D" w:rsidTr="005C51A0">
        <w:tc>
          <w:tcPr>
            <w:tcW w:w="10098" w:type="dxa"/>
            <w:shd w:val="clear" w:color="auto" w:fill="auto"/>
          </w:tcPr>
          <w:p w:rsidR="00810C34" w:rsidRPr="0021215D" w:rsidRDefault="00810C34" w:rsidP="00810C3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от 19.12.2019 № 920-ПП»</w:t>
            </w:r>
          </w:p>
        </w:tc>
        <w:tc>
          <w:tcPr>
            <w:tcW w:w="2163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684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810C34" w:rsidRPr="0021215D" w:rsidTr="005C51A0">
        <w:tc>
          <w:tcPr>
            <w:tcW w:w="10098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163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10C34" w:rsidRPr="0021215D" w:rsidTr="005C51A0">
        <w:tc>
          <w:tcPr>
            <w:tcW w:w="10098" w:type="dxa"/>
            <w:shd w:val="clear" w:color="auto" w:fill="auto"/>
          </w:tcPr>
          <w:p w:rsidR="00810C34" w:rsidRPr="0021215D" w:rsidRDefault="00810C34" w:rsidP="00810C3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810C34" w:rsidRPr="0021215D" w:rsidRDefault="00810C34" w:rsidP="00810C34">
            <w:pPr>
              <w:jc w:val="right"/>
              <w:rPr>
                <w:rFonts w:ascii="Liberation Serif" w:hAnsi="Liberation Serif" w:cs="Liberation Serif"/>
                <w:b/>
                <w:i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(«горячая» телефонная линия (343) 312-00-04 (доб. 170,171, 172, 173, 174, 177))</w:t>
            </w:r>
          </w:p>
        </w:tc>
        <w:tc>
          <w:tcPr>
            <w:tcW w:w="2163" w:type="dxa"/>
            <w:shd w:val="clear" w:color="auto" w:fill="auto"/>
          </w:tcPr>
          <w:p w:rsidR="00810C34" w:rsidRPr="0021215D" w:rsidRDefault="00810C34" w:rsidP="00810C3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03, 17.06</w:t>
            </w:r>
          </w:p>
        </w:tc>
        <w:tc>
          <w:tcPr>
            <w:tcW w:w="2684" w:type="dxa"/>
            <w:shd w:val="clear" w:color="auto" w:fill="auto"/>
          </w:tcPr>
          <w:p w:rsidR="00810C34" w:rsidRPr="0021215D" w:rsidRDefault="00810C34" w:rsidP="00810C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810C34" w:rsidRPr="0021215D" w:rsidRDefault="00810C34" w:rsidP="00810C3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89307F" w:rsidRPr="0021215D" w:rsidTr="005C51A0">
        <w:tc>
          <w:tcPr>
            <w:tcW w:w="10098" w:type="dxa"/>
            <w:shd w:val="clear" w:color="auto" w:fill="auto"/>
          </w:tcPr>
          <w:p w:rsidR="0089307F" w:rsidRPr="001541AE" w:rsidRDefault="0089307F" w:rsidP="0089307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41A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Совещание в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формате видео-конференц-связи</w:t>
            </w:r>
            <w:r w:rsidRPr="001541AE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89307F" w:rsidRPr="00AE7E50" w:rsidRDefault="0089307F" w:rsidP="0089307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10.00–12.00)</w:t>
            </w:r>
          </w:p>
        </w:tc>
        <w:tc>
          <w:tcPr>
            <w:tcW w:w="2163" w:type="dxa"/>
            <w:shd w:val="clear" w:color="auto" w:fill="auto"/>
          </w:tcPr>
          <w:p w:rsidR="0089307F" w:rsidRPr="00AE7E50" w:rsidRDefault="0089307F" w:rsidP="0089307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</w:t>
            </w: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.0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84" w:type="dxa"/>
            <w:shd w:val="clear" w:color="auto" w:fill="auto"/>
          </w:tcPr>
          <w:p w:rsidR="0089307F" w:rsidRPr="00AE7E50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9307F" w:rsidRPr="00AE7E50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89307F" w:rsidRPr="00AE7E50" w:rsidRDefault="0089307F" w:rsidP="0089307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89307F" w:rsidRPr="0021215D" w:rsidTr="005C51A0">
        <w:tc>
          <w:tcPr>
            <w:tcW w:w="10098" w:type="dxa"/>
            <w:shd w:val="clear" w:color="auto" w:fill="auto"/>
          </w:tcPr>
          <w:p w:rsidR="0089307F" w:rsidRPr="0021215D" w:rsidRDefault="0089307F" w:rsidP="0089307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 (в режиме дистанционного рассмотрения документов)</w:t>
            </w:r>
          </w:p>
          <w:p w:rsidR="0089307F" w:rsidRPr="0021215D" w:rsidRDefault="0089307F" w:rsidP="0089307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89307F" w:rsidRPr="0021215D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684" w:type="dxa"/>
            <w:shd w:val="clear" w:color="auto" w:fill="auto"/>
          </w:tcPr>
          <w:p w:rsidR="0089307F" w:rsidRPr="0021215D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89307F" w:rsidRPr="0021215D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89307F" w:rsidRPr="0021215D" w:rsidRDefault="0089307F" w:rsidP="008930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332ECB" w:rsidRPr="0021215D" w:rsidTr="005C51A0">
        <w:tc>
          <w:tcPr>
            <w:tcW w:w="10098" w:type="dxa"/>
            <w:shd w:val="clear" w:color="auto" w:fill="auto"/>
          </w:tcPr>
          <w:p w:rsidR="00332ECB" w:rsidRPr="00F25FB0" w:rsidRDefault="00332ECB" w:rsidP="00332EC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332ECB" w:rsidRPr="00F25FB0" w:rsidRDefault="00332ECB" w:rsidP="00332EC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332ECB" w:rsidRPr="00F25FB0" w:rsidRDefault="00332ECB" w:rsidP="00332ECB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163" w:type="dxa"/>
            <w:shd w:val="clear" w:color="auto" w:fill="auto"/>
          </w:tcPr>
          <w:p w:rsidR="00332ECB" w:rsidRPr="00F25FB0" w:rsidRDefault="00332ECB" w:rsidP="00332EC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684" w:type="dxa"/>
            <w:shd w:val="clear" w:color="auto" w:fill="auto"/>
          </w:tcPr>
          <w:p w:rsidR="00332ECB" w:rsidRPr="00F25FB0" w:rsidRDefault="00332ECB" w:rsidP="00332EC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332ECB" w:rsidRPr="0021215D" w:rsidTr="005C51A0">
        <w:tc>
          <w:tcPr>
            <w:tcW w:w="10098" w:type="dxa"/>
            <w:shd w:val="clear" w:color="auto" w:fill="auto"/>
          </w:tcPr>
          <w:p w:rsidR="00332ECB" w:rsidRPr="0021215D" w:rsidRDefault="00332ECB" w:rsidP="00332ECB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общеобразовательных организаций для детей, нуждающихся в длительном лечении,</w:t>
            </w: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организаций для детей-сирот и детей, оставшихся без попечения родителей, центров психолого-педагогической, медицинской и социальной помощи</w:t>
            </w:r>
          </w:p>
          <w:p w:rsidR="00332ECB" w:rsidRPr="0021215D" w:rsidRDefault="00332ECB" w:rsidP="00332EC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163" w:type="dxa"/>
            <w:shd w:val="clear" w:color="auto" w:fill="auto"/>
          </w:tcPr>
          <w:p w:rsidR="00332ECB" w:rsidRPr="0021215D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16.06</w:t>
            </w:r>
          </w:p>
        </w:tc>
        <w:tc>
          <w:tcPr>
            <w:tcW w:w="2684" w:type="dxa"/>
            <w:shd w:val="clear" w:color="auto" w:fill="auto"/>
          </w:tcPr>
          <w:p w:rsidR="00332ECB" w:rsidRPr="0021215D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332ECB" w:rsidRPr="0021215D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332ECB" w:rsidRPr="0021215D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332ECB" w:rsidRPr="0021215D" w:rsidTr="005C51A0">
        <w:tc>
          <w:tcPr>
            <w:tcW w:w="10098" w:type="dxa"/>
            <w:shd w:val="clear" w:color="auto" w:fill="auto"/>
          </w:tcPr>
          <w:p w:rsidR="00332ECB" w:rsidRPr="0021215D" w:rsidRDefault="00332ECB" w:rsidP="00332EC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в формате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с главными бухгалтерами подведомственных государственных учреждений Свердловской области,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по вопросу ведения бухгалтерского учета</w:t>
            </w:r>
          </w:p>
          <w:p w:rsidR="00332ECB" w:rsidRPr="0021215D" w:rsidRDefault="00332ECB" w:rsidP="00332ECB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163" w:type="dxa"/>
            <w:shd w:val="clear" w:color="auto" w:fill="auto"/>
          </w:tcPr>
          <w:p w:rsidR="00332ECB" w:rsidRPr="0021215D" w:rsidRDefault="00332ECB" w:rsidP="00332EC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84" w:type="dxa"/>
            <w:shd w:val="clear" w:color="auto" w:fill="auto"/>
          </w:tcPr>
          <w:p w:rsidR="00332ECB" w:rsidRPr="0021215D" w:rsidRDefault="00332ECB" w:rsidP="00332EC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332ECB" w:rsidRPr="0021215D" w:rsidRDefault="00332ECB" w:rsidP="00332ECB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32ECB" w:rsidRPr="00F604BC" w:rsidTr="005C51A0">
        <w:tc>
          <w:tcPr>
            <w:tcW w:w="10098" w:type="dxa"/>
            <w:shd w:val="clear" w:color="auto" w:fill="auto"/>
          </w:tcPr>
          <w:p w:rsidR="00332ECB" w:rsidRPr="00E52466" w:rsidRDefault="00332ECB" w:rsidP="00332ECB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5246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муниципальными образованиями, расположенными на территории Свердловской области, о подготовке</w:t>
            </w:r>
            <w:r w:rsidR="00AF4EC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E5246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проведении мероприятий, посвященных празднованию в 2020 году Дня молодежи</w:t>
            </w:r>
          </w:p>
          <w:p w:rsidR="00332ECB" w:rsidRPr="00E52466" w:rsidRDefault="00332ECB" w:rsidP="00332ECB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E5246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14.00–15.00)</w:t>
            </w:r>
          </w:p>
        </w:tc>
        <w:tc>
          <w:tcPr>
            <w:tcW w:w="2163" w:type="dxa"/>
            <w:shd w:val="clear" w:color="auto" w:fill="auto"/>
          </w:tcPr>
          <w:p w:rsidR="00332ECB" w:rsidRPr="00E52466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2466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17.06</w:t>
            </w:r>
          </w:p>
        </w:tc>
        <w:tc>
          <w:tcPr>
            <w:tcW w:w="2684" w:type="dxa"/>
            <w:shd w:val="clear" w:color="auto" w:fill="auto"/>
          </w:tcPr>
          <w:p w:rsidR="00332ECB" w:rsidRPr="00E52466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2466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332ECB" w:rsidRPr="00F604BC" w:rsidRDefault="00332ECB" w:rsidP="00332ECB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2466"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D2BBF" w:rsidRPr="00F604BC" w:rsidTr="005C51A0">
        <w:tc>
          <w:tcPr>
            <w:tcW w:w="10098" w:type="dxa"/>
            <w:shd w:val="clear" w:color="auto" w:fill="auto"/>
          </w:tcPr>
          <w:p w:rsidR="00FD2BBF" w:rsidRPr="00F25FB0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День Министерства</w:t>
            </w:r>
          </w:p>
          <w:p w:rsidR="00FD2BBF" w:rsidRPr="00F25FB0" w:rsidRDefault="00FD2BBF" w:rsidP="00FD2B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Артинский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городской округ)</w:t>
            </w:r>
          </w:p>
        </w:tc>
        <w:tc>
          <w:tcPr>
            <w:tcW w:w="2163" w:type="dxa"/>
            <w:shd w:val="clear" w:color="auto" w:fill="auto"/>
          </w:tcPr>
          <w:p w:rsidR="00FD2BBF" w:rsidRPr="00F25FB0" w:rsidRDefault="00FD2BBF" w:rsidP="00FD2BBF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17.06</w:t>
            </w:r>
          </w:p>
        </w:tc>
        <w:tc>
          <w:tcPr>
            <w:tcW w:w="2684" w:type="dxa"/>
            <w:shd w:val="clear" w:color="auto" w:fill="auto"/>
          </w:tcPr>
          <w:p w:rsidR="00FD2BBF" w:rsidRPr="00F25FB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D2BBF" w:rsidRPr="00F604BC" w:rsidTr="005C51A0">
        <w:tc>
          <w:tcPr>
            <w:tcW w:w="10098" w:type="dxa"/>
            <w:shd w:val="clear" w:color="auto" w:fill="auto"/>
          </w:tcPr>
          <w:p w:rsidR="00FD2BBF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604B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Семинар-совещание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формате</w:t>
            </w:r>
            <w:r w:rsidRPr="00F604B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участием заинтересованных граждан, учреждений и организаций о проведении конкурса физических лиц для предоставления грантов в форме субсидий на реализацию проектов по работе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F604B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молодежью в 2020 году</w:t>
            </w:r>
          </w:p>
          <w:p w:rsidR="00FD2BBF" w:rsidRPr="00F604BC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163" w:type="dxa"/>
            <w:shd w:val="clear" w:color="auto" w:fill="auto"/>
          </w:tcPr>
          <w:p w:rsidR="00FD2BBF" w:rsidRPr="00F604BC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04B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18.06</w:t>
            </w:r>
          </w:p>
        </w:tc>
        <w:tc>
          <w:tcPr>
            <w:tcW w:w="2684" w:type="dxa"/>
            <w:shd w:val="clear" w:color="auto" w:fill="auto"/>
          </w:tcPr>
          <w:p w:rsidR="00FD2BBF" w:rsidRPr="00F604BC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04BC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D2BBF" w:rsidRPr="00F604BC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04BC"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D2BBF" w:rsidRPr="00F604BC" w:rsidTr="005C51A0">
        <w:tc>
          <w:tcPr>
            <w:tcW w:w="10098" w:type="dxa"/>
            <w:shd w:val="clear" w:color="auto" w:fill="auto"/>
          </w:tcPr>
          <w:p w:rsidR="00FD2BBF" w:rsidRPr="00F25FB0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FD2BBF" w:rsidRPr="00F25FB0" w:rsidRDefault="00FD2BBF" w:rsidP="00FD2B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FD2BBF" w:rsidRPr="00F25FB0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10.00</w:t>
            </w: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163" w:type="dxa"/>
            <w:shd w:val="clear" w:color="auto" w:fill="auto"/>
          </w:tcPr>
          <w:p w:rsidR="00FD2BBF" w:rsidRPr="00F25FB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684" w:type="dxa"/>
            <w:shd w:val="clear" w:color="auto" w:fill="auto"/>
          </w:tcPr>
          <w:p w:rsidR="00FD2BBF" w:rsidRPr="00F25FB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формате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 для руководителей образовательных организаций на тему: «О подготовительных мероприятиях проведения социально-психологического тестирования в 2020/2021 учебном году»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Ладо»)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23.06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со специалистами органов местного самоуправления, осуществляющих управление в сфере образования, руководителями образовательных организаций – участниками государственной программы Российской Федерации «Доступная среда» в 2020 году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150F7A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0F7A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 w:rsidRPr="00150F7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 w:rsidRPr="00150F7A"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FD2BBF" w:rsidRPr="00150F7A" w:rsidRDefault="00FD2BBF" w:rsidP="00FD2B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FD2BBF" w:rsidRPr="00150F7A" w:rsidRDefault="00150F7A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0F7A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Default="006B4074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150F7A">
              <w:rPr>
                <w:rFonts w:ascii="Liberation Serif" w:hAnsi="Liberation Serif" w:cs="Liberation Serif"/>
                <w:sz w:val="28"/>
                <w:szCs w:val="28"/>
              </w:rPr>
              <w:t>аместители Министра, руководители структурных подразделений</w:t>
            </w:r>
          </w:p>
          <w:p w:rsidR="00AF4ECD" w:rsidRDefault="00AF4ECD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Default="00AF4ECD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Default="00AF4ECD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Default="00AF4ECD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Pr="0021215D" w:rsidRDefault="00AF4ECD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Совещания по подготовке и проведению Областного августовского педагогического совещания работников образования Свердловской области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150F7A" w:rsidRPr="0021215D" w:rsidRDefault="00150F7A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Е.Л. Перевозкина, руководители структурных подразделений,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41AE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формате видео-конференц-связи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541AE"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профессиональных образовательных организаций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вопросам функционирования профессиональных образовательных организаций </w:t>
            </w:r>
            <w:r w:rsidRPr="00CB6A2B">
              <w:rPr>
                <w:rFonts w:ascii="Liberation Serif" w:hAnsi="Liberation Serif" w:cs="Liberation Serif"/>
                <w:sz w:val="28"/>
                <w:szCs w:val="28"/>
              </w:rPr>
              <w:t>в особом режиме профилактических мероприятий, направленных на противодействие коронавирусной инфекции</w:t>
            </w:r>
          </w:p>
          <w:p w:rsidR="00FD2BBF" w:rsidRPr="00AE7E50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Центр опережающей профессиональной подготовки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5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6</w:t>
            </w:r>
            <w:r w:rsidRPr="00AE7E5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163" w:type="dxa"/>
            <w:shd w:val="clear" w:color="auto" w:fill="auto"/>
          </w:tcPr>
          <w:p w:rsidR="00FD2BBF" w:rsidRPr="00AE7E5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AE7E50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D2BBF" w:rsidRPr="00AE7E50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D2BBF" w:rsidRPr="00AE7E5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организаций и органов местного самоуправления, осуществляющих управление в сфере образования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осуществления государственного контроля (надзора)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сфере образования, исполнения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предписаний и предоставления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услуги по проставлению апостиля в документах об образовании</w:t>
            </w:r>
          </w:p>
          <w:p w:rsidR="00AF4ECD" w:rsidRDefault="00AF4ECD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F4ECD" w:rsidRDefault="00AF4ECD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F4ECD" w:rsidRDefault="00AF4ECD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i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(по телефонам </w:t>
            </w: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(343) 312-00-04 (доб. 180, 181, 182, 183, 184, 185, 186)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AF4ECD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3. Заседания комиссий, рабочих групп, советов,</w:t>
            </w:r>
            <w:r w:rsidR="00AF4ECD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проведению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 молодежной политики Свердловской области, в 2020 году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01.06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02.06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противодействию коррупции</w:t>
            </w:r>
          </w:p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D2BBF" w:rsidRPr="0021215D" w:rsidRDefault="00FD2BBF" w:rsidP="00AF4E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30</w:t>
            </w:r>
            <w:r w:rsidR="00AF4EC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9</w:t>
            </w: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16.00)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03.06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 (в режиме видео-конференц-связи)</w:t>
            </w:r>
          </w:p>
          <w:p w:rsidR="00FD2BBF" w:rsidRPr="0021215D" w:rsidRDefault="00FD2BBF" w:rsidP="00AF4E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03, 10, 17, 24.06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Свердловской области по конкурсному отбору претендентов на право получения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(программа «Земский учитель»)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309, 10.00–11.00, 10 человек)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05.06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150F7A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150F7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Аккредитационного совета Министерства</w:t>
            </w:r>
          </w:p>
          <w:p w:rsidR="00FD2BBF" w:rsidRPr="00150F7A" w:rsidRDefault="00FD2BBF" w:rsidP="00FD2BBF">
            <w:pPr>
              <w:jc w:val="right"/>
              <w:rPr>
                <w:rFonts w:ascii="Liberation Serif" w:hAnsi="Liberation Serif" w:cs="Liberation Serif"/>
              </w:rPr>
            </w:pPr>
            <w:r w:rsidRPr="00150F7A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 w:rsidRPr="00150F7A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конференц-зал, 14.00–14.30)</w:t>
            </w:r>
          </w:p>
        </w:tc>
        <w:tc>
          <w:tcPr>
            <w:tcW w:w="2163" w:type="dxa"/>
            <w:shd w:val="clear" w:color="auto" w:fill="auto"/>
          </w:tcPr>
          <w:p w:rsidR="00FD2BBF" w:rsidRPr="00150F7A" w:rsidRDefault="009C7443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</w:t>
            </w:r>
            <w:r w:rsidR="00FD2BBF" w:rsidRPr="00150F7A"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684" w:type="dxa"/>
            <w:shd w:val="clear" w:color="auto" w:fill="auto"/>
          </w:tcPr>
          <w:p w:rsidR="00FD2BBF" w:rsidRPr="00150F7A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0F7A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50F7A"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9C7443" w:rsidRDefault="00FD2BBF" w:rsidP="00FD2BBF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9C7443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Министерства</w:t>
            </w:r>
          </w:p>
          <w:p w:rsidR="00AF4ECD" w:rsidRDefault="00AF4ECD" w:rsidP="009C74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F4ECD" w:rsidRDefault="00AF4ECD" w:rsidP="009C74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F4ECD" w:rsidRDefault="00AF4ECD" w:rsidP="009C74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D2BBF" w:rsidRPr="009C7443" w:rsidRDefault="00FD2BBF" w:rsidP="009C7443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9C74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 w:rsidR="009C7443" w:rsidRPr="009C74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4</w:t>
            </w:r>
            <w:r w:rsidRPr="009C74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 w:rsidR="009C7443" w:rsidRPr="009C74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7</w:t>
            </w:r>
            <w:r w:rsidRPr="009C7443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163" w:type="dxa"/>
            <w:shd w:val="clear" w:color="auto" w:fill="auto"/>
          </w:tcPr>
          <w:p w:rsidR="00FD2BBF" w:rsidRPr="009C7443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7443">
              <w:rPr>
                <w:rFonts w:ascii="Liberation Serif" w:hAnsi="Liberation Serif" w:cs="Liberation Serif"/>
                <w:sz w:val="28"/>
                <w:szCs w:val="28"/>
              </w:rPr>
              <w:t>16.06</w:t>
            </w:r>
          </w:p>
        </w:tc>
        <w:tc>
          <w:tcPr>
            <w:tcW w:w="2684" w:type="dxa"/>
            <w:shd w:val="clear" w:color="auto" w:fill="auto"/>
          </w:tcPr>
          <w:p w:rsidR="00FD2BBF" w:rsidRPr="009C7443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7443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7443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Рабочей группы по формированию региональной модели выявления и поддержки одаренных детей в Свердловской области</w:t>
            </w:r>
          </w:p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Министерства 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15.00–15.45)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23.06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Координационного совета по вопросам образования лиц с ограниченными возможностями здоровья и инвалидностью 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11.00–12.30)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  <w:p w:rsidR="00AF4ECD" w:rsidRDefault="00AF4ECD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11.00–12.30)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26.06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26.06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(в заочной форме)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формированию списка кандидатов на соискание премии Губернатора Свердловской области для учащихся общеобразовательных организаций, расположенных на территории Свердловской области, проявивших выдающиеся способности в интеллектуальной, спортивной, социально значимой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 творческой деятельности, за 2019/2020 учебный год</w:t>
            </w:r>
          </w:p>
          <w:p w:rsidR="00AF4ECD" w:rsidRDefault="00AF4ECD" w:rsidP="00FD2B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  <w:r w:rsidR="00AF4ECD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Конкурсной комиссии конкурса на соискание премий Губернатора Свердловской области педагогам дополнительного образования, осуществляющим обучение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 дополнительным общеразвивающим программам технической направленности, в 2020 году</w:t>
            </w:r>
            <w:r w:rsidRPr="0021215D">
              <w:rPr>
                <w:rFonts w:ascii="Liberation Serif" w:hAnsi="Liberation Serif" w:cs="Liberation Serif"/>
              </w:rPr>
              <w:t xml:space="preserve">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вопросу подведения итогов первого этапа конкурса</w:t>
            </w:r>
          </w:p>
          <w:p w:rsidR="00FD2BBF" w:rsidRPr="0021215D" w:rsidRDefault="00FD2BBF" w:rsidP="00FD2BBF">
            <w:pPr>
              <w:jc w:val="right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Шевченко, члены комиссии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AE7E50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к конкурсному отбору на распределение контрольных цифр приема по программам среднего профессионального образования на 2021/2022 учебный год</w:t>
            </w:r>
          </w:p>
        </w:tc>
        <w:tc>
          <w:tcPr>
            <w:tcW w:w="2163" w:type="dxa"/>
            <w:shd w:val="clear" w:color="auto" w:fill="auto"/>
          </w:tcPr>
          <w:p w:rsidR="00FD2BBF" w:rsidRPr="00AE7E5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AE7E50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D2BBF" w:rsidRPr="00AE7E50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реализации мероприятий, направленных на поддержку школ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с низкими образовательными результатами и школ, находящихся в сложных социальных условиях, на территории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Сокольская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Координационного совета по патриотическому воспитанию граждан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D2BBF" w:rsidRPr="0021215D" w:rsidTr="005C51A0">
        <w:tc>
          <w:tcPr>
            <w:tcW w:w="10098" w:type="dxa"/>
            <w:shd w:val="clear" w:color="auto" w:fill="auto"/>
          </w:tcPr>
          <w:p w:rsidR="00FD2BBF" w:rsidRPr="0021215D" w:rsidRDefault="00FD2BBF" w:rsidP="00FD2B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FD2BBF" w:rsidRPr="0021215D" w:rsidRDefault="00FD2BBF" w:rsidP="00FD2B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за государственной организацией Свердловской области, находящейся в ведении Министерства </w:t>
            </w:r>
          </w:p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Комиссии по формированию объемов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Областной конкурс обучающихся «Вода ошибок не прощает!»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В.В. Вертиль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</w:rPr>
              <w:t>Патриотическая акция «Свеча памяти», приуроченная к началу Великой Отечественной войны 1941–1945 годов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21.06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Вебинар для специалистов образовательных организаций «Актуальные вопросы безопасности детей в интернете»</w:t>
            </w:r>
          </w:p>
          <w:p w:rsidR="00AF4ECD" w:rsidRPr="0021215D" w:rsidRDefault="00AF4ECD" w:rsidP="00AF4E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Ладо»)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25.06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29.06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Вебинар для детей и родительской общественности «Безопасный интернет для детей и родителей»</w:t>
            </w:r>
          </w:p>
          <w:p w:rsidR="00AF4ECD" w:rsidRPr="0021215D" w:rsidRDefault="00AF4ECD" w:rsidP="00AF4E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Ладо»)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30.06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музеев образовательных организаций, посвященный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75-летию Победы в Великой Отечественной войне 1941–1945 годов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Ю.Н Зеленов,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F4EC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  <w:p w:rsidR="00AF4EC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второго этапа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 в заочной форме</w:t>
            </w:r>
          </w:p>
          <w:p w:rsidR="006D20D2" w:rsidRDefault="006D20D2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D20D2" w:rsidRDefault="006D20D2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F4ECD" w:rsidRPr="006D20D2" w:rsidRDefault="006D20D2" w:rsidP="006D20D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6D20D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</w:t>
            </w:r>
            <w:r w:rsidR="00AF4ECD" w:rsidRPr="006D20D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жи»)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члены экспертной группы, члены комиссии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и их родителей (законных представителей)</w:t>
            </w:r>
          </w:p>
          <w:p w:rsidR="00AF4ECD" w:rsidRPr="0021215D" w:rsidRDefault="00AF4ECD" w:rsidP="00AF4E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F4ECD" w:rsidRPr="0021215D" w:rsidRDefault="00AF4ECD" w:rsidP="00AF4E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Ладо»)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B04765" w:rsidRDefault="00B04765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И.В. Пестова,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Н.Н. Васягина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с ограниченными возможностями здоровья и их родителей (законных представителей)</w:t>
            </w:r>
          </w:p>
          <w:p w:rsidR="00AF4ECD" w:rsidRPr="0021215D" w:rsidRDefault="00AF4ECD" w:rsidP="00AF4EC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Ресурс»)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B04765" w:rsidRDefault="00B04765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Л.В. Макарова,</w:t>
            </w:r>
          </w:p>
          <w:p w:rsidR="00AF4ECD" w:rsidRPr="0021215D" w:rsidRDefault="00B04765" w:rsidP="00B0476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Третьякова</w:t>
            </w: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 класс на 2020/2021 учебный год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F4ECD" w:rsidRPr="0021215D" w:rsidRDefault="00AF4ECD" w:rsidP="00AF4EC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Подведение итогов финала межведомственного социально-педагогического проекта «Будь здоров!»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Default="00AF4ECD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  <w:p w:rsidR="006D20D2" w:rsidRPr="0021215D" w:rsidRDefault="006D20D2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проекта приказа Министерства «О реализации подмероприятия «Развитие материально-технической инфраструктуры отдела инновационных проектов и программ центра инновационного и гуманитарного образования государственного автономного нетипового образовательного учреждения Свердловской области «Дворец молодёжи» мероприятия «Организация мероприятий по развитию материально-технической базы государственных образовательных организаций Свердловской области, участвующих в реализации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19.06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проекта приказа Министерства «О реализации подмероприятия «Развитие материально-технической инфраструктуры общеобразовательных организаций для реализации основных и дополнительных образовательных программ предметной области «Технология» в сетевой форме (в рамках формирования модели сетевого взаимодействия государственного автономного нетипового образовательного учреждения Свердловской области «Дворец молодёжи» и образовательных организаций Свердловской области)» мероприятия «Организация мероприятий по развитию материально-технической базы государственных образовательных организаций Свердловской области, участвующих в реализации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до 2025 года» в 2020 году»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26.06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регионального проекта «Молодые профессионалы» (Повышение конкурентоспособности профессионального образования) в части развития материально-технической базы профессиональных образовательных организаций</w:t>
            </w:r>
          </w:p>
          <w:p w:rsidR="006D20D2" w:rsidRPr="00AE7E50" w:rsidRDefault="006D20D2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AF4ECD" w:rsidRPr="00AE7E50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269B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F4ECD" w:rsidRPr="0076269B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269B"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F4ECD" w:rsidRPr="0076269B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269B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F4ECD" w:rsidRPr="00AE7E50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6269B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проекта приказа Министерства (внесение изменений в приказ Министерства) «О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 в 2020 году»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6D20D2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муниципальных образований, расположенных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об использовании субвенций из областного бюджета на общее и дошкольное образование за май 2020 года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6D20D2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автономных образовательных организаций на 2020 год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6D20D2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дополнительных соглашений на предоставление субвенций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дошкольное и общее образование в связи с принятием Закона Свердловской области от 21 апреля 2020 года № 38-ОЗ «О внесении изменений в Закон Свердловской области об областном бюджете на 2020 год и плановый период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2021 и 2022 годов»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  <w:highlight w:val="yellow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дополнительных соглашений на предоставление субсидии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из областного бюджета на осуществление мероприятий по обеспечению питанием обучающихся в муниципальных общеобразовательных организациях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с муниципальными образованиями, расположенными на территории Свердловской области, в соответствии с типовой формой соглашения, утвержденной приказом Министерства финансов Свердловской области от 30.01.2020 № 39, а также в связи с принятием Закона Свердловской области от 21 апреля 2020 года № 38-ОЗ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«О внесении изменений в Закон Свердловской области об областном бюджете на 2020 год и плановый период 2021 и 2022 годов»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Default="00AF4ECD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Анализ отчетных и формирование плановых показателей, используемых для расчета расходов областного бюджета на 2021 год и плановый период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2022 и 2023 годов по формам, установленным Министерством финансов Свердловской области (согласование сетевых показателей муниципальных образований, расположенных на территории Свердловской области)</w:t>
            </w:r>
          </w:p>
          <w:p w:rsidR="006D20D2" w:rsidRPr="0021215D" w:rsidRDefault="006D20D2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6D20D2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Сбор, обработка и свод данных ежедневного мониторинга о плановой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фактической выплате денежной компенсации на обеспечение питанием отдельных категорий обучающихся, осваивающих основные общеобразовательные программы с применением электронного обучения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дистанционных образовательных технологий от государственных образовательных организаций Свердловской области, муниципальных образований, расположенных</w:t>
            </w:r>
            <w:r w:rsidR="006D20D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частных общеобразовательных организаций, в 2020 году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проекта Порядка и условий предоставления иных межбюджетных трансфертов бюджетам муниципальных образований, расположенных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на территории Свердловской области,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2020 год и плановый период 2021 и 2022 годов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6D20D2" w:rsidRDefault="00AF4ECD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процедуры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</w:t>
            </w:r>
          </w:p>
          <w:p w:rsidR="00B04765" w:rsidRDefault="00B04765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765" w:rsidRDefault="00B04765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765" w:rsidRDefault="00B04765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765" w:rsidRDefault="00B04765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765" w:rsidRPr="0021215D" w:rsidRDefault="00B04765" w:rsidP="00B0476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пункта 5 раздела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AF4ECD" w:rsidRPr="0021215D" w:rsidRDefault="00AF4ECD" w:rsidP="00AF4EC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F4ECD" w:rsidRPr="0021215D" w:rsidRDefault="00AF4ECD" w:rsidP="00AF4EC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конкурса среди </w:t>
            </w:r>
            <w:r w:rsidRPr="0021215D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социально ориентированных некоммерческих организаций, реализующих проекты (программы, мероприятия) в сфере образования и молодежной политики Свердловской области, в 2020 году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Правительства Свердловской области о проведении мероприятий в сфере образования в 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t>июле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06.06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Правительства Свердловской области для формирования плана проведения оперативных совещаний Правительства Свердловской области в 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t>июле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06.06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AF4EC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ходе исполнения Указа 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t>Президента Российской Федерации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06.06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F4EC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D57F13" w:rsidRDefault="00D57F13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57F13" w:rsidRDefault="00D57F13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57F13" w:rsidRDefault="00D57F13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57F13" w:rsidRPr="0021215D" w:rsidRDefault="00D57F13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F4ECD" w:rsidRPr="0021215D" w:rsidTr="005C51A0">
        <w:tc>
          <w:tcPr>
            <w:tcW w:w="10098" w:type="dxa"/>
            <w:shd w:val="clear" w:color="auto" w:fill="auto"/>
          </w:tcPr>
          <w:p w:rsidR="00AF4ECD" w:rsidRPr="0021215D" w:rsidRDefault="00AF4ECD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о ходе реализации постановления Правительства Свердловской области от 22.03.2016 № 173-ПП «Об утверждении Порядка выдачи направлений для помещения детей, оставшихся без попечения родителей, под надзор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организации для детей-сирот и детей, оставшихся без попечения родителей,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 временного помещения детей, чьи родители, усыновители либо опекуны (попечители) по уважительным причинам не могут исполнять свои обязанности</w:t>
            </w:r>
            <w:r w:rsidR="00D57F1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163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06.06</w:t>
            </w:r>
          </w:p>
        </w:tc>
        <w:tc>
          <w:tcPr>
            <w:tcW w:w="2684" w:type="dxa"/>
            <w:shd w:val="clear" w:color="auto" w:fill="auto"/>
          </w:tcPr>
          <w:p w:rsidR="00AF4ECD" w:rsidRPr="0021215D" w:rsidRDefault="00AF4ECD" w:rsidP="00AF4E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форме 0503125 «Справка по консолидируемым расчетам»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09.06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подведомственных государственных учреждений Свердловской области и представление отчета в Министерство финансов Свердловской области по форме 0503387 «Справочная таблица к отчету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об исполнении бюджета»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10.06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плана работы Министерства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2020 года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14.06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 результатах мониторинга организации обучения на дому в государственных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муниципальных образовательных организациях Свердловской области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</w:tc>
        <w:tc>
          <w:tcPr>
            <w:tcW w:w="2684" w:type="dxa"/>
            <w:shd w:val="clear" w:color="auto" w:fill="auto"/>
          </w:tcPr>
          <w:p w:rsidR="009C3C41" w:rsidRDefault="009C3C41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 результатах мониторинга о наличии и потребности в педагогах-психологах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в государственных и муниципальных дошкольных и общеобразовательных организациях, организациях среднего профессионального образования Свердловской области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</w:tc>
        <w:tc>
          <w:tcPr>
            <w:tcW w:w="2684" w:type="dxa"/>
            <w:shd w:val="clear" w:color="auto" w:fill="auto"/>
          </w:tcPr>
          <w:p w:rsidR="009C3C41" w:rsidRDefault="009C3C41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1C7B7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</w:t>
            </w:r>
            <w:r w:rsidR="001C7B7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форме № СЗВ-М «Сведения о застрахованных лицах»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финансов Свердловской области  прогноза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15.06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Прием, свод и анализ отчетов муниципальных образований, расположенных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и представление отчета в Министерство финансов Свердловской области по форме 0503324ОТ «Информация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об использовании межбюджетных трансфертов из бюджета субъекта Российской Федерации» и по форме 0503324ФТ «Отчет об использовании межбюджетных трансфертов из федерального бюджета»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16.06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государственных учреждений Свердловской области и представление отчета в Министерство финансов Свердловской области по форме 0503779 «Сведения об остатках денежных средств учреждения»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форме 0503128-НП и форме 0503738-НП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государственных учреждений Свердловской области и представление отчета в Министерство финансов Свердловской области по форме №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  <w:p w:rsidR="008043AB" w:rsidRDefault="008043AB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043AB" w:rsidRDefault="008043AB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043AB" w:rsidRPr="0021215D" w:rsidRDefault="008043AB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57F13" w:rsidRPr="0021215D" w:rsidRDefault="00D57F13" w:rsidP="00D57F13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об исполнении распоряжения Правительства Свердловской области от 22.07.2015 № 788-РГ «Об утверждении Плана мероприятий, направленных на обеспечение реализации положений Конвенции о правах инвалидов и повышения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29.06</w:t>
            </w:r>
          </w:p>
        </w:tc>
        <w:tc>
          <w:tcPr>
            <w:tcW w:w="2684" w:type="dxa"/>
            <w:shd w:val="clear" w:color="auto" w:fill="auto"/>
          </w:tcPr>
          <w:p w:rsidR="008043AB" w:rsidRDefault="008043AB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8043A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 результатах мониторинга обеспечения обучающихся с ограниченными возможностями здоровья и с инвалидностью учебниками (учебными пособиями)</w:t>
            </w:r>
            <w:r w:rsidR="008043AB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ФГОС ОВЗ на территории Свердловской области  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shd w:val="clear" w:color="auto" w:fill="auto"/>
          </w:tcPr>
          <w:p w:rsidR="008043AB" w:rsidRDefault="008043AB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Подготовка </w:t>
            </w:r>
            <w:r w:rsidR="008043AB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проекта </w:t>
            </w:r>
            <w:r w:rsidRPr="0021215D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приказа Министерства образования и молодежной политики Свердловской области «О создании рабочей группы по подготовке проекта постановления </w:t>
            </w:r>
            <w:r w:rsidRPr="0021215D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  <w:lang w:eastAsia="ar-SA"/>
              </w:rPr>
              <w:t>Правительства Свердловской области «Об утверждении комплексной программы «Патриотическое воспитание граждан в Свердловской области на 2021–2025 годы»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F3567D">
            <w:pPr>
              <w:spacing w:line="312" w:lineRule="atLeast"/>
              <w:jc w:val="both"/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Разработка проекта Указа Губернатора Свердловской области «О внесении изменений в Указ Губернатора Свердловской области от 11.07.2013 N 361-УГ</w:t>
            </w: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  <w:t>«О Координационном совете по патриотическому воспитанию граждан</w:t>
            </w:r>
            <w:r w:rsidR="00F3567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в Свердловской области»</w:t>
            </w:r>
            <w:bookmarkStart w:id="1" w:name="text"/>
            <w:bookmarkEnd w:id="1"/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Default="00D57F13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Заключение соглашений с муниципальными образованиями, расположенными</w:t>
            </w:r>
            <w:r w:rsidR="00F3567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на территории Свердловской области, о предоставлении субсидий из областного бюджета бюджетам муниципальных образований, расположенных на территории Свердловской области, в 2020 году на организацию военно-патриотического воспитания и допризывной подготовки молодых граждан</w:t>
            </w:r>
          </w:p>
          <w:p w:rsidR="00E43552" w:rsidRDefault="00E43552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E43552" w:rsidRDefault="00E43552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E43552" w:rsidRDefault="00E43552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E43552" w:rsidRDefault="00E43552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E43552" w:rsidRPr="0021215D" w:rsidRDefault="00E43552" w:rsidP="00F3567D">
            <w:pPr>
              <w:spacing w:line="312" w:lineRule="atLeast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D57F13" w:rsidRPr="0021215D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Предоставление отчетов по плану основных мероприятий по подготовке</w:t>
            </w:r>
            <w:r w:rsidR="00E4355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 проведению в Свердловской области празднования 75-й годовщины Победы</w:t>
            </w:r>
            <w:r w:rsidR="00E4355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Великой Отечественной войне 1941–1945 годов, утвержденного распоряжением Правительства Свердловской области от 24.10.2018 № 636-РП; о реализации Плана основных мероприятий по подготовке и проведению в Свердловской области Года памяти и славы в 2020 году, утвержденного Вице-губернатором Свердловской области, председателем Свердловского областного организационного комитета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по проведению мероприятий в связи с памятными событиями отечественной истории С.Ю. Бидонько, от 27.12.2019 № 01-01-39/67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июль 2020 года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Default="00D57F13" w:rsidP="00D57F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Мониторинг хода и итогов государственной итоговой аттестации по программам среднего профессионального образования</w:t>
            </w:r>
          </w:p>
        </w:tc>
        <w:tc>
          <w:tcPr>
            <w:tcW w:w="2163" w:type="dxa"/>
            <w:shd w:val="clear" w:color="auto" w:fill="auto"/>
          </w:tcPr>
          <w:p w:rsidR="00D57F13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D57F13" w:rsidRPr="00AE7E50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D57F13" w:rsidRPr="002639AC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E7E5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21215D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163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84" w:type="dxa"/>
            <w:shd w:val="clear" w:color="auto" w:fill="auto"/>
          </w:tcPr>
          <w:p w:rsidR="00D57F13" w:rsidRPr="0021215D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D57F13" w:rsidRPr="0021215D" w:rsidTr="005C51A0">
        <w:tc>
          <w:tcPr>
            <w:tcW w:w="10098" w:type="dxa"/>
            <w:shd w:val="clear" w:color="auto" w:fill="auto"/>
          </w:tcPr>
          <w:p w:rsidR="00D57F13" w:rsidRPr="008A24E8" w:rsidRDefault="00D57F13" w:rsidP="00D57F13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6809A6">
              <w:rPr>
                <w:rFonts w:ascii="Liberation Serif" w:hAnsi="Liberation Serif" w:cs="Liberation Serif"/>
                <w:sz w:val="28"/>
                <w:szCs w:val="28"/>
              </w:rPr>
              <w:t>несени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6809A6">
              <w:rPr>
                <w:rFonts w:ascii="Liberation Serif" w:hAnsi="Liberation Serif" w:cs="Liberation Serif"/>
                <w:sz w:val="28"/>
                <w:szCs w:val="28"/>
              </w:rPr>
              <w:t xml:space="preserve"> изменений в составы членов действующих наблюдательных советов</w:t>
            </w:r>
            <w:r w:rsidRPr="00F174D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государственных автономных </w:t>
            </w:r>
            <w:r w:rsidRPr="00F174D6">
              <w:rPr>
                <w:rFonts w:ascii="Liberation Serif" w:hAnsi="Liberation Serif" w:cs="Liberation Serif"/>
                <w:sz w:val="28"/>
                <w:szCs w:val="28"/>
              </w:rPr>
              <w:t>профессиональных образовательных организаций</w:t>
            </w:r>
          </w:p>
        </w:tc>
        <w:tc>
          <w:tcPr>
            <w:tcW w:w="2163" w:type="dxa"/>
            <w:shd w:val="clear" w:color="auto" w:fill="auto"/>
          </w:tcPr>
          <w:p w:rsidR="00D57F13" w:rsidRPr="006803C9" w:rsidRDefault="00D57F13" w:rsidP="00D57F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803C9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D57F13" w:rsidRPr="00397CC5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7CC5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57F13" w:rsidRPr="00397CC5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7CC5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57F13" w:rsidRPr="00397CC5" w:rsidRDefault="00D57F13" w:rsidP="00D57F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97CC5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440992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«О состоянии системы образования Свердловской области в 2019 году»</w:t>
            </w:r>
          </w:p>
        </w:tc>
        <w:tc>
          <w:tcPr>
            <w:tcW w:w="2163" w:type="dxa"/>
            <w:shd w:val="clear" w:color="auto" w:fill="auto"/>
          </w:tcPr>
          <w:p w:rsidR="00E43552" w:rsidRPr="00440992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440992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Default="00E43552" w:rsidP="00E43552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Организация мониторинга обеспечения учебниками федеральных перечней обучающихся общеобразовательных организаций, расположенных на территории Свердловской области, на 2020/2021 учебный год</w:t>
            </w:r>
          </w:p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 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во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2020 года мероприятий дорожной карты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 Министерства от 09.07.2019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области»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 В. Журавлева,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Т.Н. Умнова, 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43552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Анализ исполнения Положения о региональной системе оценки качества образования Свердловской области, утвержденного приказом Министерства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от 18.12.2018 № 615-Д «О региональной системе оценки качества образования Свердловской области»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отчета о реализации регионального проекта «Современная школа» 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Формирование и направление в Министерство просвещения Российской Федерации информации о ходе строительства образовательных организаций (запрос АН-609/03)</w:t>
            </w:r>
          </w:p>
          <w:p w:rsidR="00E43552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утвержденной постановлением Правительства Свердловской области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от 24.10.2013 № 1296-ПП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созданию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2016-2025 годы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на обеспечение мероприятий «Создание центров цифрового образования детей»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хода реализации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обеспечения комплексной безопасности объектов с постоянным проживанием детей в соответствии с пунктом 2 раздела 2 поручения Президента Российской Федерации от 13.11.2009 № Пр-3021 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готовности образовательных организаций к 2020/2021 учебному году 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выполнения профилактических мероприятий и ограничительных карантинных мероприятий в образовательных организациях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 (форма № 2)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некоммерческих организаций, не являющихся государственными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с предприятиями, учреждениями и отдельными лицами в соответствии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с договорами и государственными контрактами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«Современная школа» национального проекта «Образование», направленного на поддержку образования обучающихся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с ограниченными возможностями здоровья в 2020 году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неиспользуемого недвижимого имущества государственных учреждений, находящихся в ведении Министерства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2020 год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 w:rsidRPr="0021215D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проверок по основаниям, предусмотренным постановлением Правительства Российской Федерации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от 03.04.2020 № 438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43552" w:rsidRPr="0021215D" w:rsidRDefault="00E43552" w:rsidP="00E4355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Контроль реализации мероприятий и освоения финансовых средств в государственных и муниципальных образовательных организациях-участниках государственной программы Российской Федерации «Доступная среда»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43552" w:rsidRPr="0021215D" w:rsidTr="005C51A0">
        <w:tc>
          <w:tcPr>
            <w:tcW w:w="10098" w:type="dxa"/>
            <w:shd w:val="clear" w:color="auto" w:fill="auto"/>
          </w:tcPr>
          <w:p w:rsidR="00E43552" w:rsidRPr="0021215D" w:rsidRDefault="00E43552" w:rsidP="00E4355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163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43552" w:rsidRPr="0021215D" w:rsidRDefault="00E43552" w:rsidP="00E4355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16.01.2014 № 12-ПП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B04765">
            <w:pPr>
              <w:jc w:val="both"/>
              <w:rPr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Постановление Правительства Свердловской области от 22.11.2018 №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828-ПП</w:t>
            </w:r>
            <w:r w:rsidRPr="00002A4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</w:t>
            </w:r>
            <w:r w:rsidRPr="00002A4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  <w:t xml:space="preserve">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</w:t>
            </w:r>
            <w:r w:rsidR="00B0476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 w:rsidRPr="00002A4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муниципальных услуг и его работников»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Е.Г. Перевозкина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12.04.2019 № 225-ПП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«Об определении исполнительных органов государственной власти Свердловской области, осуществляющих оценку качества оказания общественно полезных услуг социально ориентированной некоммерческой организации»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01.06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родителей»</w:t>
            </w:r>
          </w:p>
          <w:p w:rsid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05.06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14.05.2020 № 90-РГ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информационно-аналитический материалов в аппарат полномочного представителя Президента Российской Федерации в Уральском федеральном округе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в 2020 году»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10.06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20.06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не позднее 16.06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Н.А. Силиванова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 муниципальных районов, расположенных на территории Свердловской области»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до 01.07)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 на 2012–2017 годы»                                 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02A47" w:rsidRPr="00002A47" w:rsidTr="005C51A0">
        <w:tc>
          <w:tcPr>
            <w:tcW w:w="10098" w:type="dxa"/>
            <w:shd w:val="clear" w:color="auto" w:fill="auto"/>
          </w:tcPr>
          <w:p w:rsidR="00002A47" w:rsidRPr="00002A47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                         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163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И.А. Серкова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002A47" w:rsidRPr="00002A47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2A47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02A47" w:rsidRPr="0021215D" w:rsidTr="005C51A0">
        <w:tc>
          <w:tcPr>
            <w:tcW w:w="10098" w:type="dxa"/>
            <w:shd w:val="clear" w:color="auto" w:fill="auto"/>
          </w:tcPr>
          <w:p w:rsidR="00002A47" w:rsidRPr="0021215D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1215D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163" w:type="dxa"/>
            <w:shd w:val="clear" w:color="auto" w:fill="auto"/>
          </w:tcPr>
          <w:p w:rsidR="00002A47" w:rsidRPr="0021215D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02A47" w:rsidRPr="0021215D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02A47" w:rsidRPr="0021215D" w:rsidTr="005C51A0">
        <w:tc>
          <w:tcPr>
            <w:tcW w:w="10098" w:type="dxa"/>
            <w:shd w:val="clear" w:color="auto" w:fill="auto"/>
          </w:tcPr>
          <w:p w:rsidR="00002A47" w:rsidRPr="00F25FB0" w:rsidRDefault="00002A47" w:rsidP="00002A4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Артинский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День Министерства</w:t>
            </w:r>
          </w:p>
        </w:tc>
        <w:tc>
          <w:tcPr>
            <w:tcW w:w="2163" w:type="dxa"/>
            <w:shd w:val="clear" w:color="auto" w:fill="auto"/>
          </w:tcPr>
          <w:p w:rsidR="00002A47" w:rsidRPr="00F25FB0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84" w:type="dxa"/>
            <w:shd w:val="clear" w:color="auto" w:fill="auto"/>
          </w:tcPr>
          <w:p w:rsidR="00002A47" w:rsidRPr="00F25FB0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002A47" w:rsidRPr="00F25FB0" w:rsidRDefault="00002A47" w:rsidP="00002A4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</w:tbl>
    <w:p w:rsidR="00EB49D2" w:rsidRPr="00440992" w:rsidRDefault="00EB49D2" w:rsidP="00A43D6B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440992" w:rsidSect="007A3636">
      <w:headerReference w:type="even" r:id="rId8"/>
      <w:headerReference w:type="default" r:id="rId9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64D" w:rsidRDefault="009E364D">
      <w:r>
        <w:separator/>
      </w:r>
    </w:p>
  </w:endnote>
  <w:endnote w:type="continuationSeparator" w:id="0">
    <w:p w:rsidR="009E364D" w:rsidRDefault="009E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64D" w:rsidRDefault="009E364D">
      <w:r>
        <w:separator/>
      </w:r>
    </w:p>
  </w:footnote>
  <w:footnote w:type="continuationSeparator" w:id="0">
    <w:p w:rsidR="009E364D" w:rsidRDefault="009E3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36" w:rsidRDefault="007A3636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3636" w:rsidRDefault="007A363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36" w:rsidRPr="002E0EE2" w:rsidRDefault="007A3636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2D3F4C">
      <w:rPr>
        <w:rStyle w:val="ab"/>
        <w:rFonts w:ascii="Liberation Serif" w:hAnsi="Liberation Serif" w:cs="Liberation Serif"/>
        <w:noProof/>
        <w:sz w:val="28"/>
        <w:szCs w:val="28"/>
      </w:rPr>
      <w:t>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7A3636" w:rsidRDefault="007A36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2A47"/>
    <w:rsid w:val="00002AE0"/>
    <w:rsid w:val="0000346B"/>
    <w:rsid w:val="00003A29"/>
    <w:rsid w:val="00003BEC"/>
    <w:rsid w:val="00003E3F"/>
    <w:rsid w:val="0000426B"/>
    <w:rsid w:val="000048A8"/>
    <w:rsid w:val="000053E9"/>
    <w:rsid w:val="00005581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576"/>
    <w:rsid w:val="00010769"/>
    <w:rsid w:val="00010AB3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52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68B"/>
    <w:rsid w:val="000308B2"/>
    <w:rsid w:val="00030B6D"/>
    <w:rsid w:val="00031184"/>
    <w:rsid w:val="0003183D"/>
    <w:rsid w:val="00031A91"/>
    <w:rsid w:val="00032295"/>
    <w:rsid w:val="000327E0"/>
    <w:rsid w:val="00032954"/>
    <w:rsid w:val="00032B31"/>
    <w:rsid w:val="0003316C"/>
    <w:rsid w:val="000340FF"/>
    <w:rsid w:val="0003450E"/>
    <w:rsid w:val="00034D23"/>
    <w:rsid w:val="00035127"/>
    <w:rsid w:val="000359E0"/>
    <w:rsid w:val="00035D17"/>
    <w:rsid w:val="00035DC0"/>
    <w:rsid w:val="00035E6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517"/>
    <w:rsid w:val="000505ED"/>
    <w:rsid w:val="000508C8"/>
    <w:rsid w:val="00050A74"/>
    <w:rsid w:val="00050B60"/>
    <w:rsid w:val="00050E1C"/>
    <w:rsid w:val="00051AD4"/>
    <w:rsid w:val="000525AC"/>
    <w:rsid w:val="00052795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6961"/>
    <w:rsid w:val="000571E2"/>
    <w:rsid w:val="0005751E"/>
    <w:rsid w:val="000576A6"/>
    <w:rsid w:val="00057CB6"/>
    <w:rsid w:val="00057E5C"/>
    <w:rsid w:val="00057EA1"/>
    <w:rsid w:val="00057F25"/>
    <w:rsid w:val="0006007A"/>
    <w:rsid w:val="00060C39"/>
    <w:rsid w:val="00060D69"/>
    <w:rsid w:val="00060E41"/>
    <w:rsid w:val="00060E77"/>
    <w:rsid w:val="00061118"/>
    <w:rsid w:val="00061385"/>
    <w:rsid w:val="00061D17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22FC"/>
    <w:rsid w:val="00072536"/>
    <w:rsid w:val="000736FE"/>
    <w:rsid w:val="00073899"/>
    <w:rsid w:val="00073C02"/>
    <w:rsid w:val="0007475D"/>
    <w:rsid w:val="00074F8C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320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56C"/>
    <w:rsid w:val="000A28E6"/>
    <w:rsid w:val="000A2FBC"/>
    <w:rsid w:val="000A3441"/>
    <w:rsid w:val="000A3F89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0C0C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3EE8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411"/>
    <w:rsid w:val="000C0760"/>
    <w:rsid w:val="000C0B9A"/>
    <w:rsid w:val="000C0E5D"/>
    <w:rsid w:val="000C1056"/>
    <w:rsid w:val="000C140B"/>
    <w:rsid w:val="000C152F"/>
    <w:rsid w:val="000C1D8E"/>
    <w:rsid w:val="000C1F38"/>
    <w:rsid w:val="000C1F7D"/>
    <w:rsid w:val="000C2330"/>
    <w:rsid w:val="000C3805"/>
    <w:rsid w:val="000C4113"/>
    <w:rsid w:val="000C5164"/>
    <w:rsid w:val="000C5563"/>
    <w:rsid w:val="000C5654"/>
    <w:rsid w:val="000C58CF"/>
    <w:rsid w:val="000C590F"/>
    <w:rsid w:val="000C6421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4F1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282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0C9"/>
    <w:rsid w:val="000F7957"/>
    <w:rsid w:val="000F7DAB"/>
    <w:rsid w:val="000F7DDF"/>
    <w:rsid w:val="00100178"/>
    <w:rsid w:val="00100366"/>
    <w:rsid w:val="0010085B"/>
    <w:rsid w:val="00100A07"/>
    <w:rsid w:val="00100C7F"/>
    <w:rsid w:val="00101209"/>
    <w:rsid w:val="0010149B"/>
    <w:rsid w:val="001017B0"/>
    <w:rsid w:val="00102D2A"/>
    <w:rsid w:val="00103027"/>
    <w:rsid w:val="001033CE"/>
    <w:rsid w:val="001035E6"/>
    <w:rsid w:val="0010393E"/>
    <w:rsid w:val="00103A70"/>
    <w:rsid w:val="00103D8C"/>
    <w:rsid w:val="00104B77"/>
    <w:rsid w:val="00105550"/>
    <w:rsid w:val="00105E78"/>
    <w:rsid w:val="00105F2A"/>
    <w:rsid w:val="00105F46"/>
    <w:rsid w:val="001065BE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55F"/>
    <w:rsid w:val="00112671"/>
    <w:rsid w:val="00112BF1"/>
    <w:rsid w:val="0011301C"/>
    <w:rsid w:val="001131AE"/>
    <w:rsid w:val="001143C8"/>
    <w:rsid w:val="001149E8"/>
    <w:rsid w:val="00114AD0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48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2C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0F7A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478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21D"/>
    <w:rsid w:val="001575A9"/>
    <w:rsid w:val="00157901"/>
    <w:rsid w:val="00157B0A"/>
    <w:rsid w:val="00161975"/>
    <w:rsid w:val="00161C4F"/>
    <w:rsid w:val="0016217B"/>
    <w:rsid w:val="0016272E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125"/>
    <w:rsid w:val="00167DBF"/>
    <w:rsid w:val="0017002E"/>
    <w:rsid w:val="001701D8"/>
    <w:rsid w:val="0017099C"/>
    <w:rsid w:val="00170D36"/>
    <w:rsid w:val="00171058"/>
    <w:rsid w:val="001716AB"/>
    <w:rsid w:val="001718E6"/>
    <w:rsid w:val="001723DE"/>
    <w:rsid w:val="00172E0C"/>
    <w:rsid w:val="00172E84"/>
    <w:rsid w:val="00173416"/>
    <w:rsid w:val="00173657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CC6"/>
    <w:rsid w:val="00180FCA"/>
    <w:rsid w:val="001811C3"/>
    <w:rsid w:val="0018137A"/>
    <w:rsid w:val="001815F4"/>
    <w:rsid w:val="00181CD5"/>
    <w:rsid w:val="00181E77"/>
    <w:rsid w:val="00181EB8"/>
    <w:rsid w:val="00182010"/>
    <w:rsid w:val="00182267"/>
    <w:rsid w:val="001829EF"/>
    <w:rsid w:val="00182A77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ABC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22"/>
    <w:rsid w:val="001944C0"/>
    <w:rsid w:val="001945D0"/>
    <w:rsid w:val="00194796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6F47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294"/>
    <w:rsid w:val="001A75E1"/>
    <w:rsid w:val="001A796B"/>
    <w:rsid w:val="001A7A47"/>
    <w:rsid w:val="001A7B82"/>
    <w:rsid w:val="001A7C5B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4F89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7C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2338"/>
    <w:rsid w:val="001E3A65"/>
    <w:rsid w:val="001E3E56"/>
    <w:rsid w:val="001E3F16"/>
    <w:rsid w:val="001E3FEB"/>
    <w:rsid w:val="001E4422"/>
    <w:rsid w:val="001E4808"/>
    <w:rsid w:val="001E4B49"/>
    <w:rsid w:val="001E4F54"/>
    <w:rsid w:val="001E53FF"/>
    <w:rsid w:val="001E54C1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178"/>
    <w:rsid w:val="001F221C"/>
    <w:rsid w:val="001F29F8"/>
    <w:rsid w:val="001F2F4E"/>
    <w:rsid w:val="001F347B"/>
    <w:rsid w:val="001F377F"/>
    <w:rsid w:val="001F3D8C"/>
    <w:rsid w:val="001F417A"/>
    <w:rsid w:val="001F420C"/>
    <w:rsid w:val="001F437E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15"/>
    <w:rsid w:val="001F65E6"/>
    <w:rsid w:val="001F7152"/>
    <w:rsid w:val="001F76D9"/>
    <w:rsid w:val="002005A2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356"/>
    <w:rsid w:val="002049AA"/>
    <w:rsid w:val="0020524C"/>
    <w:rsid w:val="0020540B"/>
    <w:rsid w:val="00205666"/>
    <w:rsid w:val="00205A65"/>
    <w:rsid w:val="00205B47"/>
    <w:rsid w:val="00205E27"/>
    <w:rsid w:val="002076FA"/>
    <w:rsid w:val="00210417"/>
    <w:rsid w:val="002104E1"/>
    <w:rsid w:val="00210BCA"/>
    <w:rsid w:val="00210DB0"/>
    <w:rsid w:val="00211469"/>
    <w:rsid w:val="0021199C"/>
    <w:rsid w:val="0021215D"/>
    <w:rsid w:val="002121D1"/>
    <w:rsid w:val="00212577"/>
    <w:rsid w:val="00212B96"/>
    <w:rsid w:val="00212DC6"/>
    <w:rsid w:val="002134A9"/>
    <w:rsid w:val="002137D4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66"/>
    <w:rsid w:val="00221AC7"/>
    <w:rsid w:val="00222E1B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6C2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37DE9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00F"/>
    <w:rsid w:val="00246193"/>
    <w:rsid w:val="00246969"/>
    <w:rsid w:val="00247433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832"/>
    <w:rsid w:val="00257AF9"/>
    <w:rsid w:val="00257E22"/>
    <w:rsid w:val="00260218"/>
    <w:rsid w:val="00260CA8"/>
    <w:rsid w:val="00260E6C"/>
    <w:rsid w:val="002614E4"/>
    <w:rsid w:val="00262034"/>
    <w:rsid w:val="002620A5"/>
    <w:rsid w:val="00262281"/>
    <w:rsid w:val="00262300"/>
    <w:rsid w:val="0026339F"/>
    <w:rsid w:val="002633D7"/>
    <w:rsid w:val="00263445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AA4"/>
    <w:rsid w:val="00267EC5"/>
    <w:rsid w:val="00270887"/>
    <w:rsid w:val="0027107F"/>
    <w:rsid w:val="0027168B"/>
    <w:rsid w:val="00271AEB"/>
    <w:rsid w:val="00271CDA"/>
    <w:rsid w:val="00271E1F"/>
    <w:rsid w:val="002721BD"/>
    <w:rsid w:val="00272CB7"/>
    <w:rsid w:val="0027359D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36B"/>
    <w:rsid w:val="002805F6"/>
    <w:rsid w:val="00280885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144"/>
    <w:rsid w:val="002854D0"/>
    <w:rsid w:val="00285717"/>
    <w:rsid w:val="00285F8B"/>
    <w:rsid w:val="002861C6"/>
    <w:rsid w:val="00286317"/>
    <w:rsid w:val="00287011"/>
    <w:rsid w:val="00287077"/>
    <w:rsid w:val="002871C5"/>
    <w:rsid w:val="00287481"/>
    <w:rsid w:val="00287631"/>
    <w:rsid w:val="002877ED"/>
    <w:rsid w:val="002902B5"/>
    <w:rsid w:val="00290523"/>
    <w:rsid w:val="00290DAC"/>
    <w:rsid w:val="00290E52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9CC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B22"/>
    <w:rsid w:val="00297C13"/>
    <w:rsid w:val="002A08E6"/>
    <w:rsid w:val="002A0986"/>
    <w:rsid w:val="002A0DB1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C6F"/>
    <w:rsid w:val="002A4FAA"/>
    <w:rsid w:val="002A552A"/>
    <w:rsid w:val="002A5D83"/>
    <w:rsid w:val="002A5FB1"/>
    <w:rsid w:val="002A6102"/>
    <w:rsid w:val="002A6623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6E3E"/>
    <w:rsid w:val="002B746E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20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3F4C"/>
    <w:rsid w:val="002D43FD"/>
    <w:rsid w:val="002D440C"/>
    <w:rsid w:val="002D4D4C"/>
    <w:rsid w:val="002D4DB3"/>
    <w:rsid w:val="002D51D5"/>
    <w:rsid w:val="002D5288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3D1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4D3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0D0"/>
    <w:rsid w:val="002F01C3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5B5"/>
    <w:rsid w:val="002F5926"/>
    <w:rsid w:val="002F5E24"/>
    <w:rsid w:val="002F5F77"/>
    <w:rsid w:val="002F600B"/>
    <w:rsid w:val="002F63EC"/>
    <w:rsid w:val="002F667D"/>
    <w:rsid w:val="002F6946"/>
    <w:rsid w:val="002F6E70"/>
    <w:rsid w:val="002F6ED0"/>
    <w:rsid w:val="002F7216"/>
    <w:rsid w:val="002F75A4"/>
    <w:rsid w:val="002F7753"/>
    <w:rsid w:val="00300133"/>
    <w:rsid w:val="00300A2E"/>
    <w:rsid w:val="00300E1A"/>
    <w:rsid w:val="003016A9"/>
    <w:rsid w:val="00301F57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70B"/>
    <w:rsid w:val="00305CC4"/>
    <w:rsid w:val="00306040"/>
    <w:rsid w:val="003063EF"/>
    <w:rsid w:val="00306480"/>
    <w:rsid w:val="00306641"/>
    <w:rsid w:val="00306BB2"/>
    <w:rsid w:val="00306E19"/>
    <w:rsid w:val="003070BC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2CC5"/>
    <w:rsid w:val="00312F0C"/>
    <w:rsid w:val="003131C1"/>
    <w:rsid w:val="003134D6"/>
    <w:rsid w:val="00313561"/>
    <w:rsid w:val="0031358A"/>
    <w:rsid w:val="00313E6F"/>
    <w:rsid w:val="00314123"/>
    <w:rsid w:val="00314387"/>
    <w:rsid w:val="003143A3"/>
    <w:rsid w:val="003144EA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B1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2ECB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0FA"/>
    <w:rsid w:val="0033653E"/>
    <w:rsid w:val="00336EB3"/>
    <w:rsid w:val="003371CE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3115"/>
    <w:rsid w:val="00344200"/>
    <w:rsid w:val="003442F4"/>
    <w:rsid w:val="003448E5"/>
    <w:rsid w:val="00344C4C"/>
    <w:rsid w:val="0034571F"/>
    <w:rsid w:val="00345964"/>
    <w:rsid w:val="00345C47"/>
    <w:rsid w:val="00345DEB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172E"/>
    <w:rsid w:val="0035202C"/>
    <w:rsid w:val="0035204D"/>
    <w:rsid w:val="00352857"/>
    <w:rsid w:val="00353294"/>
    <w:rsid w:val="00353328"/>
    <w:rsid w:val="00353374"/>
    <w:rsid w:val="003539EA"/>
    <w:rsid w:val="003541DC"/>
    <w:rsid w:val="00354D23"/>
    <w:rsid w:val="00355138"/>
    <w:rsid w:val="00355630"/>
    <w:rsid w:val="00355FBC"/>
    <w:rsid w:val="00356179"/>
    <w:rsid w:val="00356441"/>
    <w:rsid w:val="00356822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230"/>
    <w:rsid w:val="00366543"/>
    <w:rsid w:val="00366545"/>
    <w:rsid w:val="00366863"/>
    <w:rsid w:val="00366E3B"/>
    <w:rsid w:val="0036712F"/>
    <w:rsid w:val="0036719D"/>
    <w:rsid w:val="00367996"/>
    <w:rsid w:val="00370071"/>
    <w:rsid w:val="0037040B"/>
    <w:rsid w:val="00370B14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5"/>
    <w:rsid w:val="0037551E"/>
    <w:rsid w:val="0037641B"/>
    <w:rsid w:val="00376479"/>
    <w:rsid w:val="003767E6"/>
    <w:rsid w:val="00376CB1"/>
    <w:rsid w:val="00376CD9"/>
    <w:rsid w:val="00376D0C"/>
    <w:rsid w:val="00377772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9A7"/>
    <w:rsid w:val="00381B83"/>
    <w:rsid w:val="00381BB3"/>
    <w:rsid w:val="00381C03"/>
    <w:rsid w:val="00382D98"/>
    <w:rsid w:val="00382FE6"/>
    <w:rsid w:val="00383074"/>
    <w:rsid w:val="00383787"/>
    <w:rsid w:val="003837AD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1B8"/>
    <w:rsid w:val="00386347"/>
    <w:rsid w:val="003864E2"/>
    <w:rsid w:val="00386899"/>
    <w:rsid w:val="0038725D"/>
    <w:rsid w:val="00387895"/>
    <w:rsid w:val="0039034C"/>
    <w:rsid w:val="00390F74"/>
    <w:rsid w:val="003919AF"/>
    <w:rsid w:val="003919D2"/>
    <w:rsid w:val="00391B3C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724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610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3CF7"/>
    <w:rsid w:val="003B443D"/>
    <w:rsid w:val="003B45DD"/>
    <w:rsid w:val="003B5617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4C9D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0A2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A1C"/>
    <w:rsid w:val="003F2DCF"/>
    <w:rsid w:val="003F304F"/>
    <w:rsid w:val="003F30C7"/>
    <w:rsid w:val="003F373B"/>
    <w:rsid w:val="003F3930"/>
    <w:rsid w:val="003F3C3A"/>
    <w:rsid w:val="003F483B"/>
    <w:rsid w:val="003F4BCC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43"/>
    <w:rsid w:val="00404FB4"/>
    <w:rsid w:val="00405669"/>
    <w:rsid w:val="00405765"/>
    <w:rsid w:val="00405B03"/>
    <w:rsid w:val="00406B0B"/>
    <w:rsid w:val="00406F6F"/>
    <w:rsid w:val="004075D1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6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12BD"/>
    <w:rsid w:val="00423AD8"/>
    <w:rsid w:val="00423AD9"/>
    <w:rsid w:val="00423F5E"/>
    <w:rsid w:val="00424490"/>
    <w:rsid w:val="00424767"/>
    <w:rsid w:val="004255E1"/>
    <w:rsid w:val="00426275"/>
    <w:rsid w:val="00426350"/>
    <w:rsid w:val="00426608"/>
    <w:rsid w:val="0042680E"/>
    <w:rsid w:val="004269CE"/>
    <w:rsid w:val="00426B5D"/>
    <w:rsid w:val="00426D07"/>
    <w:rsid w:val="00427210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292"/>
    <w:rsid w:val="00433568"/>
    <w:rsid w:val="00433916"/>
    <w:rsid w:val="00433969"/>
    <w:rsid w:val="00433A9C"/>
    <w:rsid w:val="00433ED0"/>
    <w:rsid w:val="00433EE1"/>
    <w:rsid w:val="0043483A"/>
    <w:rsid w:val="00434B60"/>
    <w:rsid w:val="00434D92"/>
    <w:rsid w:val="00434E7C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992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796"/>
    <w:rsid w:val="00443B4B"/>
    <w:rsid w:val="00443C77"/>
    <w:rsid w:val="00444745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9F4"/>
    <w:rsid w:val="00453BC4"/>
    <w:rsid w:val="00453D2E"/>
    <w:rsid w:val="00454763"/>
    <w:rsid w:val="00454865"/>
    <w:rsid w:val="00454960"/>
    <w:rsid w:val="00454A78"/>
    <w:rsid w:val="00454D4B"/>
    <w:rsid w:val="00454E84"/>
    <w:rsid w:val="004552DF"/>
    <w:rsid w:val="00455D6E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3DD3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9EE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4D86"/>
    <w:rsid w:val="004754E3"/>
    <w:rsid w:val="004757C6"/>
    <w:rsid w:val="00475966"/>
    <w:rsid w:val="00475B07"/>
    <w:rsid w:val="004760EE"/>
    <w:rsid w:val="004761DD"/>
    <w:rsid w:val="00476C49"/>
    <w:rsid w:val="00476CD8"/>
    <w:rsid w:val="004778AE"/>
    <w:rsid w:val="00477AA6"/>
    <w:rsid w:val="00477DC7"/>
    <w:rsid w:val="00477E14"/>
    <w:rsid w:val="00480190"/>
    <w:rsid w:val="00480595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45FD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7A8"/>
    <w:rsid w:val="00492A2E"/>
    <w:rsid w:val="00492AAD"/>
    <w:rsid w:val="00492D51"/>
    <w:rsid w:val="0049333D"/>
    <w:rsid w:val="00493899"/>
    <w:rsid w:val="00493A25"/>
    <w:rsid w:val="00493CB7"/>
    <w:rsid w:val="004943F2"/>
    <w:rsid w:val="00494669"/>
    <w:rsid w:val="004948E2"/>
    <w:rsid w:val="00494DAC"/>
    <w:rsid w:val="004951C6"/>
    <w:rsid w:val="0049586B"/>
    <w:rsid w:val="00495C3D"/>
    <w:rsid w:val="00495DE5"/>
    <w:rsid w:val="004962EF"/>
    <w:rsid w:val="00496389"/>
    <w:rsid w:val="00496692"/>
    <w:rsid w:val="00496AAB"/>
    <w:rsid w:val="00496EE4"/>
    <w:rsid w:val="00497139"/>
    <w:rsid w:val="00497B5B"/>
    <w:rsid w:val="00497BBB"/>
    <w:rsid w:val="004A0111"/>
    <w:rsid w:val="004A0A50"/>
    <w:rsid w:val="004A0A8B"/>
    <w:rsid w:val="004A0D3E"/>
    <w:rsid w:val="004A131D"/>
    <w:rsid w:val="004A169A"/>
    <w:rsid w:val="004A17B1"/>
    <w:rsid w:val="004A22C2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4E95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094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B6C79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3FD"/>
    <w:rsid w:val="004C65FB"/>
    <w:rsid w:val="004C6E36"/>
    <w:rsid w:val="004C7271"/>
    <w:rsid w:val="004C72A8"/>
    <w:rsid w:val="004C75D5"/>
    <w:rsid w:val="004D0C8B"/>
    <w:rsid w:val="004D145E"/>
    <w:rsid w:val="004D159B"/>
    <w:rsid w:val="004D24CA"/>
    <w:rsid w:val="004D2A4A"/>
    <w:rsid w:val="004D2C76"/>
    <w:rsid w:val="004D2D77"/>
    <w:rsid w:val="004D2FED"/>
    <w:rsid w:val="004D33A4"/>
    <w:rsid w:val="004D37ED"/>
    <w:rsid w:val="004D3B48"/>
    <w:rsid w:val="004D3D09"/>
    <w:rsid w:val="004D3D3E"/>
    <w:rsid w:val="004D3FE1"/>
    <w:rsid w:val="004D4401"/>
    <w:rsid w:val="004D48AC"/>
    <w:rsid w:val="004D48D3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95F"/>
    <w:rsid w:val="004E0A03"/>
    <w:rsid w:val="004E0BAE"/>
    <w:rsid w:val="004E0F97"/>
    <w:rsid w:val="004E14CB"/>
    <w:rsid w:val="004E1DC4"/>
    <w:rsid w:val="004E2F2D"/>
    <w:rsid w:val="004E2F63"/>
    <w:rsid w:val="004E3170"/>
    <w:rsid w:val="004E3589"/>
    <w:rsid w:val="004E3713"/>
    <w:rsid w:val="004E3C7C"/>
    <w:rsid w:val="004E3C8F"/>
    <w:rsid w:val="004E3CF3"/>
    <w:rsid w:val="004E4477"/>
    <w:rsid w:val="004E4A30"/>
    <w:rsid w:val="004E527C"/>
    <w:rsid w:val="004E5354"/>
    <w:rsid w:val="004E57A3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BF7"/>
    <w:rsid w:val="004E7DD4"/>
    <w:rsid w:val="004F00AB"/>
    <w:rsid w:val="004F09D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469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3A5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429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09"/>
    <w:rsid w:val="0051634A"/>
    <w:rsid w:val="005167C0"/>
    <w:rsid w:val="00517055"/>
    <w:rsid w:val="0051751A"/>
    <w:rsid w:val="00517971"/>
    <w:rsid w:val="00517FB0"/>
    <w:rsid w:val="00520013"/>
    <w:rsid w:val="0052037F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468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1C1"/>
    <w:rsid w:val="00533854"/>
    <w:rsid w:val="00534188"/>
    <w:rsid w:val="00534861"/>
    <w:rsid w:val="005351DC"/>
    <w:rsid w:val="0053597A"/>
    <w:rsid w:val="00535A9C"/>
    <w:rsid w:val="00535B5F"/>
    <w:rsid w:val="00535D88"/>
    <w:rsid w:val="00535FB7"/>
    <w:rsid w:val="005364E0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3EFD"/>
    <w:rsid w:val="00544229"/>
    <w:rsid w:val="00544AA9"/>
    <w:rsid w:val="00544ACD"/>
    <w:rsid w:val="00544B60"/>
    <w:rsid w:val="00544DC9"/>
    <w:rsid w:val="00544DEC"/>
    <w:rsid w:val="0054559A"/>
    <w:rsid w:val="0054581B"/>
    <w:rsid w:val="00545AC4"/>
    <w:rsid w:val="00546124"/>
    <w:rsid w:val="00546233"/>
    <w:rsid w:val="00546311"/>
    <w:rsid w:val="0054658F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00"/>
    <w:rsid w:val="00561C7F"/>
    <w:rsid w:val="00561E58"/>
    <w:rsid w:val="0056224F"/>
    <w:rsid w:val="00562273"/>
    <w:rsid w:val="0056286C"/>
    <w:rsid w:val="00562AF8"/>
    <w:rsid w:val="00563134"/>
    <w:rsid w:val="00564C2A"/>
    <w:rsid w:val="00565033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49F"/>
    <w:rsid w:val="00567E31"/>
    <w:rsid w:val="00567E5E"/>
    <w:rsid w:val="00567FCB"/>
    <w:rsid w:val="00570149"/>
    <w:rsid w:val="00570261"/>
    <w:rsid w:val="00570766"/>
    <w:rsid w:val="005707ED"/>
    <w:rsid w:val="00570ADA"/>
    <w:rsid w:val="00570E98"/>
    <w:rsid w:val="00571A19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061"/>
    <w:rsid w:val="00580904"/>
    <w:rsid w:val="00580D0D"/>
    <w:rsid w:val="005813DB"/>
    <w:rsid w:val="005814D1"/>
    <w:rsid w:val="005815C4"/>
    <w:rsid w:val="00581C00"/>
    <w:rsid w:val="00582148"/>
    <w:rsid w:val="005829C6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7F8"/>
    <w:rsid w:val="00596965"/>
    <w:rsid w:val="00596E2D"/>
    <w:rsid w:val="0059713E"/>
    <w:rsid w:val="005976BD"/>
    <w:rsid w:val="0059775A"/>
    <w:rsid w:val="00597851"/>
    <w:rsid w:val="005978D4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4CB2"/>
    <w:rsid w:val="005A51B9"/>
    <w:rsid w:val="005A553D"/>
    <w:rsid w:val="005A5D5A"/>
    <w:rsid w:val="005A6907"/>
    <w:rsid w:val="005A70A8"/>
    <w:rsid w:val="005A75F5"/>
    <w:rsid w:val="005A7766"/>
    <w:rsid w:val="005A7847"/>
    <w:rsid w:val="005A7CD4"/>
    <w:rsid w:val="005B08D8"/>
    <w:rsid w:val="005B0933"/>
    <w:rsid w:val="005B0BC6"/>
    <w:rsid w:val="005B0CE9"/>
    <w:rsid w:val="005B0F37"/>
    <w:rsid w:val="005B0FCB"/>
    <w:rsid w:val="005B102A"/>
    <w:rsid w:val="005B1040"/>
    <w:rsid w:val="005B149B"/>
    <w:rsid w:val="005B29F1"/>
    <w:rsid w:val="005B2AD4"/>
    <w:rsid w:val="005B2EBD"/>
    <w:rsid w:val="005B342B"/>
    <w:rsid w:val="005B3C06"/>
    <w:rsid w:val="005B3DE5"/>
    <w:rsid w:val="005B40DF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0A7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1A0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1F7"/>
    <w:rsid w:val="005D1CEF"/>
    <w:rsid w:val="005D1D8F"/>
    <w:rsid w:val="005D2011"/>
    <w:rsid w:val="005D20EF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D771A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02A"/>
    <w:rsid w:val="005E64E7"/>
    <w:rsid w:val="005E6612"/>
    <w:rsid w:val="005E6C0D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5643"/>
    <w:rsid w:val="005F63E3"/>
    <w:rsid w:val="005F644F"/>
    <w:rsid w:val="005F6C71"/>
    <w:rsid w:val="005F6CFF"/>
    <w:rsid w:val="005F78B5"/>
    <w:rsid w:val="005F7C44"/>
    <w:rsid w:val="005F7E9F"/>
    <w:rsid w:val="00600C8D"/>
    <w:rsid w:val="00601237"/>
    <w:rsid w:val="006017BB"/>
    <w:rsid w:val="00601B37"/>
    <w:rsid w:val="00601F6E"/>
    <w:rsid w:val="006020C1"/>
    <w:rsid w:val="0060285C"/>
    <w:rsid w:val="00602BCE"/>
    <w:rsid w:val="00603820"/>
    <w:rsid w:val="00603F8E"/>
    <w:rsid w:val="00603FE6"/>
    <w:rsid w:val="00604C47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AEB"/>
    <w:rsid w:val="00611C56"/>
    <w:rsid w:val="00613195"/>
    <w:rsid w:val="006131C5"/>
    <w:rsid w:val="00613534"/>
    <w:rsid w:val="00613C93"/>
    <w:rsid w:val="006146D8"/>
    <w:rsid w:val="00615131"/>
    <w:rsid w:val="00615404"/>
    <w:rsid w:val="006157C7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C9E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CE2"/>
    <w:rsid w:val="00643DBF"/>
    <w:rsid w:val="006440B4"/>
    <w:rsid w:val="0064490F"/>
    <w:rsid w:val="00644A31"/>
    <w:rsid w:val="00644CD2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31C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6D9B"/>
    <w:rsid w:val="0065725E"/>
    <w:rsid w:val="006577C8"/>
    <w:rsid w:val="0065786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2FB9"/>
    <w:rsid w:val="0066327B"/>
    <w:rsid w:val="006639BF"/>
    <w:rsid w:val="00663A84"/>
    <w:rsid w:val="006641B1"/>
    <w:rsid w:val="0066474A"/>
    <w:rsid w:val="006647C9"/>
    <w:rsid w:val="00664831"/>
    <w:rsid w:val="006648EB"/>
    <w:rsid w:val="00664AB8"/>
    <w:rsid w:val="00664DE9"/>
    <w:rsid w:val="00665BC9"/>
    <w:rsid w:val="00665C0A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B50"/>
    <w:rsid w:val="00670C08"/>
    <w:rsid w:val="00670C0C"/>
    <w:rsid w:val="00670F1E"/>
    <w:rsid w:val="00670FFD"/>
    <w:rsid w:val="006711DD"/>
    <w:rsid w:val="00671588"/>
    <w:rsid w:val="00671BD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4AF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5DF0"/>
    <w:rsid w:val="00686BF3"/>
    <w:rsid w:val="00686C22"/>
    <w:rsid w:val="006875B5"/>
    <w:rsid w:val="00687D3F"/>
    <w:rsid w:val="0069054E"/>
    <w:rsid w:val="006907ED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05C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6DB2"/>
    <w:rsid w:val="006973CB"/>
    <w:rsid w:val="006975BD"/>
    <w:rsid w:val="0069766E"/>
    <w:rsid w:val="006A00CE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4074"/>
    <w:rsid w:val="006B50E4"/>
    <w:rsid w:val="006B543D"/>
    <w:rsid w:val="006B54CD"/>
    <w:rsid w:val="006B58A2"/>
    <w:rsid w:val="006B6832"/>
    <w:rsid w:val="006B6C34"/>
    <w:rsid w:val="006B6E09"/>
    <w:rsid w:val="006B6E0C"/>
    <w:rsid w:val="006B6ED3"/>
    <w:rsid w:val="006B7139"/>
    <w:rsid w:val="006B7FEA"/>
    <w:rsid w:val="006C0DBB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16E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BA"/>
    <w:rsid w:val="006C59DF"/>
    <w:rsid w:val="006C5A0D"/>
    <w:rsid w:val="006C5A56"/>
    <w:rsid w:val="006C5BB5"/>
    <w:rsid w:val="006C6233"/>
    <w:rsid w:val="006C6CAE"/>
    <w:rsid w:val="006C6EFE"/>
    <w:rsid w:val="006C73A9"/>
    <w:rsid w:val="006C7973"/>
    <w:rsid w:val="006C7F39"/>
    <w:rsid w:val="006D04A2"/>
    <w:rsid w:val="006D067E"/>
    <w:rsid w:val="006D0A54"/>
    <w:rsid w:val="006D0D55"/>
    <w:rsid w:val="006D13D8"/>
    <w:rsid w:val="006D1654"/>
    <w:rsid w:val="006D20D2"/>
    <w:rsid w:val="006D2881"/>
    <w:rsid w:val="006D29E0"/>
    <w:rsid w:val="006D2FE2"/>
    <w:rsid w:val="006D4B1A"/>
    <w:rsid w:val="006D5295"/>
    <w:rsid w:val="006D551B"/>
    <w:rsid w:val="006D561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1C45"/>
    <w:rsid w:val="006E20F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233"/>
    <w:rsid w:val="006F38A4"/>
    <w:rsid w:val="006F3A64"/>
    <w:rsid w:val="006F3A9D"/>
    <w:rsid w:val="006F3C02"/>
    <w:rsid w:val="006F42FA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3B"/>
    <w:rsid w:val="007009DE"/>
    <w:rsid w:val="00700F05"/>
    <w:rsid w:val="00701E3C"/>
    <w:rsid w:val="007023D5"/>
    <w:rsid w:val="0070257C"/>
    <w:rsid w:val="0070285F"/>
    <w:rsid w:val="00702D80"/>
    <w:rsid w:val="00703951"/>
    <w:rsid w:val="00703CB3"/>
    <w:rsid w:val="00703D5D"/>
    <w:rsid w:val="00703D66"/>
    <w:rsid w:val="007042A7"/>
    <w:rsid w:val="00704612"/>
    <w:rsid w:val="007046BF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2388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D4C"/>
    <w:rsid w:val="00723EB3"/>
    <w:rsid w:val="00723F89"/>
    <w:rsid w:val="00724F4E"/>
    <w:rsid w:val="007254B2"/>
    <w:rsid w:val="0072555C"/>
    <w:rsid w:val="00725838"/>
    <w:rsid w:val="00725851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4925"/>
    <w:rsid w:val="0073521F"/>
    <w:rsid w:val="007354FD"/>
    <w:rsid w:val="00735649"/>
    <w:rsid w:val="007358CB"/>
    <w:rsid w:val="00735957"/>
    <w:rsid w:val="00735AA1"/>
    <w:rsid w:val="00736245"/>
    <w:rsid w:val="00736AD5"/>
    <w:rsid w:val="00736EAE"/>
    <w:rsid w:val="00737563"/>
    <w:rsid w:val="0073764D"/>
    <w:rsid w:val="00737672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290"/>
    <w:rsid w:val="00742CA5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C3B"/>
    <w:rsid w:val="00747F8C"/>
    <w:rsid w:val="00750854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563"/>
    <w:rsid w:val="007566CF"/>
    <w:rsid w:val="0075682D"/>
    <w:rsid w:val="0075687E"/>
    <w:rsid w:val="00756EA9"/>
    <w:rsid w:val="00757BF2"/>
    <w:rsid w:val="00757D24"/>
    <w:rsid w:val="00760050"/>
    <w:rsid w:val="0076098F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4F5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527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B4A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636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225"/>
    <w:rsid w:val="007A731A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3803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271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37F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A0"/>
    <w:rsid w:val="007C56D3"/>
    <w:rsid w:val="007C58BE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C7FB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5DF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36B9"/>
    <w:rsid w:val="007E3AC2"/>
    <w:rsid w:val="007E41AF"/>
    <w:rsid w:val="007E41F0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ABB"/>
    <w:rsid w:val="007F0FDA"/>
    <w:rsid w:val="007F1043"/>
    <w:rsid w:val="007F1289"/>
    <w:rsid w:val="007F13C8"/>
    <w:rsid w:val="007F14B4"/>
    <w:rsid w:val="007F1C99"/>
    <w:rsid w:val="007F1F8E"/>
    <w:rsid w:val="007F1FC5"/>
    <w:rsid w:val="007F2BF1"/>
    <w:rsid w:val="007F3835"/>
    <w:rsid w:val="007F39E0"/>
    <w:rsid w:val="007F3CE7"/>
    <w:rsid w:val="007F4B96"/>
    <w:rsid w:val="007F4FA2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197"/>
    <w:rsid w:val="008026A8"/>
    <w:rsid w:val="00803745"/>
    <w:rsid w:val="00804229"/>
    <w:rsid w:val="008043AB"/>
    <w:rsid w:val="00804FD6"/>
    <w:rsid w:val="0080515D"/>
    <w:rsid w:val="0080592C"/>
    <w:rsid w:val="00806212"/>
    <w:rsid w:val="00806325"/>
    <w:rsid w:val="0080655C"/>
    <w:rsid w:val="008065EF"/>
    <w:rsid w:val="00806712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C34"/>
    <w:rsid w:val="00810D18"/>
    <w:rsid w:val="00811A21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17A16"/>
    <w:rsid w:val="0082019C"/>
    <w:rsid w:val="0082034D"/>
    <w:rsid w:val="00820AAE"/>
    <w:rsid w:val="00820AED"/>
    <w:rsid w:val="008210C5"/>
    <w:rsid w:val="0082110A"/>
    <w:rsid w:val="0082134B"/>
    <w:rsid w:val="00821373"/>
    <w:rsid w:val="008215F0"/>
    <w:rsid w:val="00821733"/>
    <w:rsid w:val="00821823"/>
    <w:rsid w:val="00822120"/>
    <w:rsid w:val="008223AC"/>
    <w:rsid w:val="008223F9"/>
    <w:rsid w:val="0082245A"/>
    <w:rsid w:val="00822E59"/>
    <w:rsid w:val="008231BD"/>
    <w:rsid w:val="00823464"/>
    <w:rsid w:val="00823872"/>
    <w:rsid w:val="00823989"/>
    <w:rsid w:val="00823C34"/>
    <w:rsid w:val="00823F1F"/>
    <w:rsid w:val="008241FF"/>
    <w:rsid w:val="008243AC"/>
    <w:rsid w:val="008245AD"/>
    <w:rsid w:val="00824D2D"/>
    <w:rsid w:val="0082514D"/>
    <w:rsid w:val="008253B2"/>
    <w:rsid w:val="00825642"/>
    <w:rsid w:val="008258CE"/>
    <w:rsid w:val="00825B3C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5FBB"/>
    <w:rsid w:val="00836051"/>
    <w:rsid w:val="00836176"/>
    <w:rsid w:val="00836F78"/>
    <w:rsid w:val="00837763"/>
    <w:rsid w:val="00837792"/>
    <w:rsid w:val="00837988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6F3"/>
    <w:rsid w:val="00843CA8"/>
    <w:rsid w:val="00844633"/>
    <w:rsid w:val="00844BD1"/>
    <w:rsid w:val="008456A1"/>
    <w:rsid w:val="00845A82"/>
    <w:rsid w:val="00846456"/>
    <w:rsid w:val="00846C48"/>
    <w:rsid w:val="00846FC5"/>
    <w:rsid w:val="008471D3"/>
    <w:rsid w:val="008472FA"/>
    <w:rsid w:val="00847334"/>
    <w:rsid w:val="008477C7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2D2"/>
    <w:rsid w:val="008548DC"/>
    <w:rsid w:val="00854E60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0F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17"/>
    <w:rsid w:val="00864567"/>
    <w:rsid w:val="00864B78"/>
    <w:rsid w:val="00864CFB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630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B79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216"/>
    <w:rsid w:val="0089047B"/>
    <w:rsid w:val="00890B05"/>
    <w:rsid w:val="008918C5"/>
    <w:rsid w:val="008922AF"/>
    <w:rsid w:val="0089240C"/>
    <w:rsid w:val="00892796"/>
    <w:rsid w:val="008928B6"/>
    <w:rsid w:val="0089307F"/>
    <w:rsid w:val="00893127"/>
    <w:rsid w:val="008931C5"/>
    <w:rsid w:val="0089343C"/>
    <w:rsid w:val="00893448"/>
    <w:rsid w:val="00893C23"/>
    <w:rsid w:val="0089503E"/>
    <w:rsid w:val="0089527E"/>
    <w:rsid w:val="008952E4"/>
    <w:rsid w:val="00895DCD"/>
    <w:rsid w:val="00895FF6"/>
    <w:rsid w:val="00896BB1"/>
    <w:rsid w:val="00896E41"/>
    <w:rsid w:val="00896F33"/>
    <w:rsid w:val="00897030"/>
    <w:rsid w:val="0089706D"/>
    <w:rsid w:val="00897374"/>
    <w:rsid w:val="008A036C"/>
    <w:rsid w:val="008A0630"/>
    <w:rsid w:val="008A0D6C"/>
    <w:rsid w:val="008A102A"/>
    <w:rsid w:val="008A119E"/>
    <w:rsid w:val="008A1440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4F06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6E4E"/>
    <w:rsid w:val="008B7152"/>
    <w:rsid w:val="008B7689"/>
    <w:rsid w:val="008B7A28"/>
    <w:rsid w:val="008B7A62"/>
    <w:rsid w:val="008C025A"/>
    <w:rsid w:val="008C0740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C7DD0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4F5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6B22"/>
    <w:rsid w:val="008D6F9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1EF"/>
    <w:rsid w:val="008E23E0"/>
    <w:rsid w:val="008E25C0"/>
    <w:rsid w:val="008E2603"/>
    <w:rsid w:val="008E2BEB"/>
    <w:rsid w:val="008E2D82"/>
    <w:rsid w:val="008E36C7"/>
    <w:rsid w:val="008E3A13"/>
    <w:rsid w:val="008E428B"/>
    <w:rsid w:val="008E43E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63FF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4D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AF6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70F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D19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5E8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7B1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529"/>
    <w:rsid w:val="00937A06"/>
    <w:rsid w:val="00940A0A"/>
    <w:rsid w:val="00940BA9"/>
    <w:rsid w:val="009412FD"/>
    <w:rsid w:val="00941347"/>
    <w:rsid w:val="009418DE"/>
    <w:rsid w:val="00941D64"/>
    <w:rsid w:val="00941DA8"/>
    <w:rsid w:val="0094219D"/>
    <w:rsid w:val="00942220"/>
    <w:rsid w:val="00942255"/>
    <w:rsid w:val="00942350"/>
    <w:rsid w:val="00942BB9"/>
    <w:rsid w:val="00942F1B"/>
    <w:rsid w:val="00943017"/>
    <w:rsid w:val="009435A2"/>
    <w:rsid w:val="00943B15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A23"/>
    <w:rsid w:val="00952C1F"/>
    <w:rsid w:val="00952FFB"/>
    <w:rsid w:val="00953B19"/>
    <w:rsid w:val="00953FBD"/>
    <w:rsid w:val="00954081"/>
    <w:rsid w:val="00954689"/>
    <w:rsid w:val="009549BA"/>
    <w:rsid w:val="00954F4A"/>
    <w:rsid w:val="00955150"/>
    <w:rsid w:val="0095529C"/>
    <w:rsid w:val="00955840"/>
    <w:rsid w:val="00955C8C"/>
    <w:rsid w:val="00955E71"/>
    <w:rsid w:val="009565D8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1AE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A34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5A5"/>
    <w:rsid w:val="00975C84"/>
    <w:rsid w:val="00976216"/>
    <w:rsid w:val="00976B31"/>
    <w:rsid w:val="00976DFF"/>
    <w:rsid w:val="00977246"/>
    <w:rsid w:val="00977B88"/>
    <w:rsid w:val="00977D7F"/>
    <w:rsid w:val="00980228"/>
    <w:rsid w:val="009802DB"/>
    <w:rsid w:val="0098070F"/>
    <w:rsid w:val="00980B38"/>
    <w:rsid w:val="00980E11"/>
    <w:rsid w:val="00980F43"/>
    <w:rsid w:val="00981049"/>
    <w:rsid w:val="0098119E"/>
    <w:rsid w:val="009811C4"/>
    <w:rsid w:val="009814E1"/>
    <w:rsid w:val="00981BF9"/>
    <w:rsid w:val="0098212B"/>
    <w:rsid w:val="009821EF"/>
    <w:rsid w:val="00982890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117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53B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79E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848"/>
    <w:rsid w:val="009B5FC5"/>
    <w:rsid w:val="009B63CE"/>
    <w:rsid w:val="009B658A"/>
    <w:rsid w:val="009B6726"/>
    <w:rsid w:val="009B6A07"/>
    <w:rsid w:val="009B6B1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07B"/>
    <w:rsid w:val="009C32A3"/>
    <w:rsid w:val="009C3325"/>
    <w:rsid w:val="009C38BB"/>
    <w:rsid w:val="009C38E1"/>
    <w:rsid w:val="009C3AD4"/>
    <w:rsid w:val="009C3C41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C7443"/>
    <w:rsid w:val="009D003D"/>
    <w:rsid w:val="009D009A"/>
    <w:rsid w:val="009D05E0"/>
    <w:rsid w:val="009D064E"/>
    <w:rsid w:val="009D06E8"/>
    <w:rsid w:val="009D0DFF"/>
    <w:rsid w:val="009D1D0E"/>
    <w:rsid w:val="009D1E71"/>
    <w:rsid w:val="009D22C7"/>
    <w:rsid w:val="009D258E"/>
    <w:rsid w:val="009D28A4"/>
    <w:rsid w:val="009D2915"/>
    <w:rsid w:val="009D2EB2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1F71"/>
    <w:rsid w:val="009E216C"/>
    <w:rsid w:val="009E2886"/>
    <w:rsid w:val="009E2F01"/>
    <w:rsid w:val="009E2FD8"/>
    <w:rsid w:val="009E32DF"/>
    <w:rsid w:val="009E34D5"/>
    <w:rsid w:val="009E364D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C18"/>
    <w:rsid w:val="009F3DE9"/>
    <w:rsid w:val="009F4665"/>
    <w:rsid w:val="009F4F92"/>
    <w:rsid w:val="009F58A8"/>
    <w:rsid w:val="009F58C4"/>
    <w:rsid w:val="009F5CF4"/>
    <w:rsid w:val="009F5D01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05"/>
    <w:rsid w:val="00A02B7D"/>
    <w:rsid w:val="00A02ED9"/>
    <w:rsid w:val="00A02EE2"/>
    <w:rsid w:val="00A03449"/>
    <w:rsid w:val="00A0348C"/>
    <w:rsid w:val="00A03B70"/>
    <w:rsid w:val="00A03C17"/>
    <w:rsid w:val="00A03F31"/>
    <w:rsid w:val="00A04AFF"/>
    <w:rsid w:val="00A04BB1"/>
    <w:rsid w:val="00A04CBD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39C"/>
    <w:rsid w:val="00A077F8"/>
    <w:rsid w:val="00A07863"/>
    <w:rsid w:val="00A07891"/>
    <w:rsid w:val="00A07E43"/>
    <w:rsid w:val="00A10DB4"/>
    <w:rsid w:val="00A1102B"/>
    <w:rsid w:val="00A1137E"/>
    <w:rsid w:val="00A11640"/>
    <w:rsid w:val="00A1176C"/>
    <w:rsid w:val="00A11A48"/>
    <w:rsid w:val="00A1218F"/>
    <w:rsid w:val="00A12461"/>
    <w:rsid w:val="00A1338D"/>
    <w:rsid w:val="00A1393A"/>
    <w:rsid w:val="00A13971"/>
    <w:rsid w:val="00A139C3"/>
    <w:rsid w:val="00A13D5C"/>
    <w:rsid w:val="00A13FDD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124"/>
    <w:rsid w:val="00A173CF"/>
    <w:rsid w:val="00A17530"/>
    <w:rsid w:val="00A17747"/>
    <w:rsid w:val="00A17915"/>
    <w:rsid w:val="00A17B47"/>
    <w:rsid w:val="00A17D59"/>
    <w:rsid w:val="00A2000B"/>
    <w:rsid w:val="00A202B9"/>
    <w:rsid w:val="00A20628"/>
    <w:rsid w:val="00A21D9E"/>
    <w:rsid w:val="00A21F2C"/>
    <w:rsid w:val="00A21FD9"/>
    <w:rsid w:val="00A22DC7"/>
    <w:rsid w:val="00A23163"/>
    <w:rsid w:val="00A23A23"/>
    <w:rsid w:val="00A23BCE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69D6"/>
    <w:rsid w:val="00A270B7"/>
    <w:rsid w:val="00A2720C"/>
    <w:rsid w:val="00A2761E"/>
    <w:rsid w:val="00A3013A"/>
    <w:rsid w:val="00A3099A"/>
    <w:rsid w:val="00A30D3B"/>
    <w:rsid w:val="00A31197"/>
    <w:rsid w:val="00A313D6"/>
    <w:rsid w:val="00A31AF9"/>
    <w:rsid w:val="00A31C89"/>
    <w:rsid w:val="00A31D2C"/>
    <w:rsid w:val="00A321FB"/>
    <w:rsid w:val="00A3244C"/>
    <w:rsid w:val="00A327DE"/>
    <w:rsid w:val="00A32824"/>
    <w:rsid w:val="00A338A6"/>
    <w:rsid w:val="00A33C62"/>
    <w:rsid w:val="00A33C7D"/>
    <w:rsid w:val="00A34555"/>
    <w:rsid w:val="00A3467A"/>
    <w:rsid w:val="00A34795"/>
    <w:rsid w:val="00A34E4E"/>
    <w:rsid w:val="00A350CF"/>
    <w:rsid w:val="00A351C7"/>
    <w:rsid w:val="00A355D4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609"/>
    <w:rsid w:val="00A41976"/>
    <w:rsid w:val="00A419DE"/>
    <w:rsid w:val="00A41B36"/>
    <w:rsid w:val="00A422BC"/>
    <w:rsid w:val="00A42FDC"/>
    <w:rsid w:val="00A430E3"/>
    <w:rsid w:val="00A432D2"/>
    <w:rsid w:val="00A4354B"/>
    <w:rsid w:val="00A43D6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1824"/>
    <w:rsid w:val="00A52411"/>
    <w:rsid w:val="00A5280F"/>
    <w:rsid w:val="00A52F0B"/>
    <w:rsid w:val="00A53002"/>
    <w:rsid w:val="00A53127"/>
    <w:rsid w:val="00A5316C"/>
    <w:rsid w:val="00A53552"/>
    <w:rsid w:val="00A540E3"/>
    <w:rsid w:val="00A543CD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0974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2BB"/>
    <w:rsid w:val="00A6449A"/>
    <w:rsid w:val="00A65103"/>
    <w:rsid w:val="00A65246"/>
    <w:rsid w:val="00A65514"/>
    <w:rsid w:val="00A656EC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9B3"/>
    <w:rsid w:val="00A72BF3"/>
    <w:rsid w:val="00A72C69"/>
    <w:rsid w:val="00A72C9C"/>
    <w:rsid w:val="00A72CAE"/>
    <w:rsid w:val="00A72FDA"/>
    <w:rsid w:val="00A7323B"/>
    <w:rsid w:val="00A73634"/>
    <w:rsid w:val="00A73E37"/>
    <w:rsid w:val="00A73E4D"/>
    <w:rsid w:val="00A7407D"/>
    <w:rsid w:val="00A74DC8"/>
    <w:rsid w:val="00A74F45"/>
    <w:rsid w:val="00A752D9"/>
    <w:rsid w:val="00A75596"/>
    <w:rsid w:val="00A756DD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761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4C7"/>
    <w:rsid w:val="00A84AF4"/>
    <w:rsid w:val="00A84D76"/>
    <w:rsid w:val="00A85081"/>
    <w:rsid w:val="00A8541A"/>
    <w:rsid w:val="00A85E12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728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3AC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4A05"/>
    <w:rsid w:val="00AA55CF"/>
    <w:rsid w:val="00AA5816"/>
    <w:rsid w:val="00AA5C5A"/>
    <w:rsid w:val="00AA61C0"/>
    <w:rsid w:val="00AA6EF3"/>
    <w:rsid w:val="00AA74DF"/>
    <w:rsid w:val="00AA7DCD"/>
    <w:rsid w:val="00AB0008"/>
    <w:rsid w:val="00AB084E"/>
    <w:rsid w:val="00AB0F87"/>
    <w:rsid w:val="00AB1334"/>
    <w:rsid w:val="00AB13C6"/>
    <w:rsid w:val="00AB17D4"/>
    <w:rsid w:val="00AB181B"/>
    <w:rsid w:val="00AB3BE6"/>
    <w:rsid w:val="00AB3E9A"/>
    <w:rsid w:val="00AB49F0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5F09"/>
    <w:rsid w:val="00AC6982"/>
    <w:rsid w:val="00AC6AF0"/>
    <w:rsid w:val="00AC6D3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382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C33"/>
    <w:rsid w:val="00AE0F5B"/>
    <w:rsid w:val="00AE1002"/>
    <w:rsid w:val="00AE1ADA"/>
    <w:rsid w:val="00AE1ADF"/>
    <w:rsid w:val="00AE1EDE"/>
    <w:rsid w:val="00AE200B"/>
    <w:rsid w:val="00AE2739"/>
    <w:rsid w:val="00AE2BF5"/>
    <w:rsid w:val="00AE31B7"/>
    <w:rsid w:val="00AE3D30"/>
    <w:rsid w:val="00AE4460"/>
    <w:rsid w:val="00AE4B57"/>
    <w:rsid w:val="00AE4BAE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ECD"/>
    <w:rsid w:val="00AF4F74"/>
    <w:rsid w:val="00AF5097"/>
    <w:rsid w:val="00AF56BD"/>
    <w:rsid w:val="00AF5ED6"/>
    <w:rsid w:val="00AF6405"/>
    <w:rsid w:val="00AF67C4"/>
    <w:rsid w:val="00AF6811"/>
    <w:rsid w:val="00AF6A27"/>
    <w:rsid w:val="00AF6E62"/>
    <w:rsid w:val="00AF6F13"/>
    <w:rsid w:val="00AF7BED"/>
    <w:rsid w:val="00AF7C8C"/>
    <w:rsid w:val="00AF7D4A"/>
    <w:rsid w:val="00B0110A"/>
    <w:rsid w:val="00B018A4"/>
    <w:rsid w:val="00B01CC1"/>
    <w:rsid w:val="00B02B08"/>
    <w:rsid w:val="00B02F3E"/>
    <w:rsid w:val="00B03833"/>
    <w:rsid w:val="00B03BFE"/>
    <w:rsid w:val="00B04485"/>
    <w:rsid w:val="00B044D4"/>
    <w:rsid w:val="00B0454A"/>
    <w:rsid w:val="00B04765"/>
    <w:rsid w:val="00B04B21"/>
    <w:rsid w:val="00B04B78"/>
    <w:rsid w:val="00B057BB"/>
    <w:rsid w:val="00B062D0"/>
    <w:rsid w:val="00B067F2"/>
    <w:rsid w:val="00B06F9E"/>
    <w:rsid w:val="00B07398"/>
    <w:rsid w:val="00B074CA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37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0B9"/>
    <w:rsid w:val="00B37693"/>
    <w:rsid w:val="00B37745"/>
    <w:rsid w:val="00B378D4"/>
    <w:rsid w:val="00B37A35"/>
    <w:rsid w:val="00B37F5E"/>
    <w:rsid w:val="00B40C1D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031"/>
    <w:rsid w:val="00B45773"/>
    <w:rsid w:val="00B45A57"/>
    <w:rsid w:val="00B4611E"/>
    <w:rsid w:val="00B472E8"/>
    <w:rsid w:val="00B47540"/>
    <w:rsid w:val="00B47979"/>
    <w:rsid w:val="00B507AB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0D0"/>
    <w:rsid w:val="00B541C3"/>
    <w:rsid w:val="00B54652"/>
    <w:rsid w:val="00B547FB"/>
    <w:rsid w:val="00B56990"/>
    <w:rsid w:val="00B56B7B"/>
    <w:rsid w:val="00B56CED"/>
    <w:rsid w:val="00B57295"/>
    <w:rsid w:val="00B57840"/>
    <w:rsid w:val="00B57993"/>
    <w:rsid w:val="00B60244"/>
    <w:rsid w:val="00B604D4"/>
    <w:rsid w:val="00B605C9"/>
    <w:rsid w:val="00B6096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723"/>
    <w:rsid w:val="00B63F95"/>
    <w:rsid w:val="00B64B02"/>
    <w:rsid w:val="00B6501F"/>
    <w:rsid w:val="00B6503B"/>
    <w:rsid w:val="00B650D2"/>
    <w:rsid w:val="00B6568F"/>
    <w:rsid w:val="00B65B24"/>
    <w:rsid w:val="00B65F9D"/>
    <w:rsid w:val="00B66205"/>
    <w:rsid w:val="00B70C1B"/>
    <w:rsid w:val="00B70C3E"/>
    <w:rsid w:val="00B71295"/>
    <w:rsid w:val="00B71309"/>
    <w:rsid w:val="00B7167A"/>
    <w:rsid w:val="00B720F1"/>
    <w:rsid w:val="00B720FD"/>
    <w:rsid w:val="00B722DA"/>
    <w:rsid w:val="00B7282E"/>
    <w:rsid w:val="00B73A79"/>
    <w:rsid w:val="00B74055"/>
    <w:rsid w:val="00B74643"/>
    <w:rsid w:val="00B747B9"/>
    <w:rsid w:val="00B749AE"/>
    <w:rsid w:val="00B74DA1"/>
    <w:rsid w:val="00B74FE0"/>
    <w:rsid w:val="00B75440"/>
    <w:rsid w:val="00B75B3A"/>
    <w:rsid w:val="00B75E45"/>
    <w:rsid w:val="00B770E2"/>
    <w:rsid w:val="00B772FD"/>
    <w:rsid w:val="00B77F69"/>
    <w:rsid w:val="00B8001F"/>
    <w:rsid w:val="00B808A4"/>
    <w:rsid w:val="00B80F1F"/>
    <w:rsid w:val="00B80FAF"/>
    <w:rsid w:val="00B812F7"/>
    <w:rsid w:val="00B8194B"/>
    <w:rsid w:val="00B820F2"/>
    <w:rsid w:val="00B821F7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698D"/>
    <w:rsid w:val="00B87074"/>
    <w:rsid w:val="00B877B6"/>
    <w:rsid w:val="00B878E1"/>
    <w:rsid w:val="00B87955"/>
    <w:rsid w:val="00B879A4"/>
    <w:rsid w:val="00B87DAF"/>
    <w:rsid w:val="00B904E3"/>
    <w:rsid w:val="00B91B2A"/>
    <w:rsid w:val="00B922AC"/>
    <w:rsid w:val="00B92B52"/>
    <w:rsid w:val="00B92D6F"/>
    <w:rsid w:val="00B92D7E"/>
    <w:rsid w:val="00B92E7E"/>
    <w:rsid w:val="00B92F52"/>
    <w:rsid w:val="00B9407A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2D95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070"/>
    <w:rsid w:val="00BB06B5"/>
    <w:rsid w:val="00BB0C47"/>
    <w:rsid w:val="00BB0D2C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423A"/>
    <w:rsid w:val="00BC516D"/>
    <w:rsid w:val="00BC53EA"/>
    <w:rsid w:val="00BC56EE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7E6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19"/>
    <w:rsid w:val="00BD63BC"/>
    <w:rsid w:val="00BD64D7"/>
    <w:rsid w:val="00BD65E1"/>
    <w:rsid w:val="00BD66B7"/>
    <w:rsid w:val="00BD670A"/>
    <w:rsid w:val="00BD6789"/>
    <w:rsid w:val="00BD69C7"/>
    <w:rsid w:val="00BD6C58"/>
    <w:rsid w:val="00BD71EB"/>
    <w:rsid w:val="00BE037B"/>
    <w:rsid w:val="00BE0447"/>
    <w:rsid w:val="00BE07F3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10B2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0C8"/>
    <w:rsid w:val="00C01314"/>
    <w:rsid w:val="00C018D4"/>
    <w:rsid w:val="00C018ED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4EE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6E33"/>
    <w:rsid w:val="00C0719F"/>
    <w:rsid w:val="00C0736D"/>
    <w:rsid w:val="00C07884"/>
    <w:rsid w:val="00C1064D"/>
    <w:rsid w:val="00C107E6"/>
    <w:rsid w:val="00C109E7"/>
    <w:rsid w:val="00C10E15"/>
    <w:rsid w:val="00C10E2B"/>
    <w:rsid w:val="00C11687"/>
    <w:rsid w:val="00C11B53"/>
    <w:rsid w:val="00C11D6A"/>
    <w:rsid w:val="00C11F90"/>
    <w:rsid w:val="00C12286"/>
    <w:rsid w:val="00C12B42"/>
    <w:rsid w:val="00C12BC5"/>
    <w:rsid w:val="00C134EC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2A4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4B7"/>
    <w:rsid w:val="00C33796"/>
    <w:rsid w:val="00C33CA8"/>
    <w:rsid w:val="00C33CB2"/>
    <w:rsid w:val="00C343AF"/>
    <w:rsid w:val="00C34520"/>
    <w:rsid w:val="00C34AC1"/>
    <w:rsid w:val="00C35250"/>
    <w:rsid w:val="00C3533F"/>
    <w:rsid w:val="00C35591"/>
    <w:rsid w:val="00C35DD8"/>
    <w:rsid w:val="00C35E2D"/>
    <w:rsid w:val="00C35E76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519"/>
    <w:rsid w:val="00C42715"/>
    <w:rsid w:val="00C427EB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10E"/>
    <w:rsid w:val="00C571C9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28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6FC0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4A22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151C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11"/>
    <w:rsid w:val="00CB34CE"/>
    <w:rsid w:val="00CB3C77"/>
    <w:rsid w:val="00CB4269"/>
    <w:rsid w:val="00CB4582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0D87"/>
    <w:rsid w:val="00CC1419"/>
    <w:rsid w:val="00CC1A9C"/>
    <w:rsid w:val="00CC1DD3"/>
    <w:rsid w:val="00CC256A"/>
    <w:rsid w:val="00CC2B88"/>
    <w:rsid w:val="00CC2C8A"/>
    <w:rsid w:val="00CC3D8D"/>
    <w:rsid w:val="00CC4615"/>
    <w:rsid w:val="00CC4945"/>
    <w:rsid w:val="00CC4C0D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047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5A0"/>
    <w:rsid w:val="00CD1A25"/>
    <w:rsid w:val="00CD1EDE"/>
    <w:rsid w:val="00CD20C8"/>
    <w:rsid w:val="00CD2585"/>
    <w:rsid w:val="00CD28B5"/>
    <w:rsid w:val="00CD2D04"/>
    <w:rsid w:val="00CD2E53"/>
    <w:rsid w:val="00CD2F50"/>
    <w:rsid w:val="00CD33F5"/>
    <w:rsid w:val="00CD351E"/>
    <w:rsid w:val="00CD3ED1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660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1494"/>
    <w:rsid w:val="00CF1B24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6AF3"/>
    <w:rsid w:val="00CF758B"/>
    <w:rsid w:val="00CF7FEF"/>
    <w:rsid w:val="00D002C3"/>
    <w:rsid w:val="00D003C7"/>
    <w:rsid w:val="00D004E2"/>
    <w:rsid w:val="00D00824"/>
    <w:rsid w:val="00D01B21"/>
    <w:rsid w:val="00D01FEA"/>
    <w:rsid w:val="00D0208C"/>
    <w:rsid w:val="00D020FD"/>
    <w:rsid w:val="00D0245F"/>
    <w:rsid w:val="00D0272C"/>
    <w:rsid w:val="00D02CD8"/>
    <w:rsid w:val="00D02D46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D07"/>
    <w:rsid w:val="00D12FEE"/>
    <w:rsid w:val="00D132D3"/>
    <w:rsid w:val="00D13457"/>
    <w:rsid w:val="00D135C1"/>
    <w:rsid w:val="00D13F09"/>
    <w:rsid w:val="00D145F5"/>
    <w:rsid w:val="00D14BEC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7BF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93B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9FE"/>
    <w:rsid w:val="00D30B2A"/>
    <w:rsid w:val="00D3163C"/>
    <w:rsid w:val="00D319C5"/>
    <w:rsid w:val="00D324C2"/>
    <w:rsid w:val="00D32692"/>
    <w:rsid w:val="00D327AC"/>
    <w:rsid w:val="00D32915"/>
    <w:rsid w:val="00D329F6"/>
    <w:rsid w:val="00D32C23"/>
    <w:rsid w:val="00D32E4A"/>
    <w:rsid w:val="00D33320"/>
    <w:rsid w:val="00D339CD"/>
    <w:rsid w:val="00D33AC0"/>
    <w:rsid w:val="00D33C81"/>
    <w:rsid w:val="00D33D1D"/>
    <w:rsid w:val="00D33F99"/>
    <w:rsid w:val="00D345BD"/>
    <w:rsid w:val="00D34866"/>
    <w:rsid w:val="00D34B21"/>
    <w:rsid w:val="00D35180"/>
    <w:rsid w:val="00D3537D"/>
    <w:rsid w:val="00D35583"/>
    <w:rsid w:val="00D35806"/>
    <w:rsid w:val="00D35D74"/>
    <w:rsid w:val="00D362BA"/>
    <w:rsid w:val="00D363D8"/>
    <w:rsid w:val="00D3650D"/>
    <w:rsid w:val="00D36595"/>
    <w:rsid w:val="00D36753"/>
    <w:rsid w:val="00D37B7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852"/>
    <w:rsid w:val="00D57A72"/>
    <w:rsid w:val="00D57F13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8F5"/>
    <w:rsid w:val="00D66CEB"/>
    <w:rsid w:val="00D67063"/>
    <w:rsid w:val="00D702F0"/>
    <w:rsid w:val="00D70A2E"/>
    <w:rsid w:val="00D70CFF"/>
    <w:rsid w:val="00D70F9D"/>
    <w:rsid w:val="00D71140"/>
    <w:rsid w:val="00D71AD5"/>
    <w:rsid w:val="00D72432"/>
    <w:rsid w:val="00D7260E"/>
    <w:rsid w:val="00D72B11"/>
    <w:rsid w:val="00D72EFB"/>
    <w:rsid w:val="00D72F58"/>
    <w:rsid w:val="00D7350C"/>
    <w:rsid w:val="00D73848"/>
    <w:rsid w:val="00D73931"/>
    <w:rsid w:val="00D7497C"/>
    <w:rsid w:val="00D75183"/>
    <w:rsid w:val="00D7526A"/>
    <w:rsid w:val="00D75286"/>
    <w:rsid w:val="00D755C3"/>
    <w:rsid w:val="00D75F6D"/>
    <w:rsid w:val="00D75F78"/>
    <w:rsid w:val="00D760F9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05F7"/>
    <w:rsid w:val="00D80EE0"/>
    <w:rsid w:val="00D81056"/>
    <w:rsid w:val="00D8157F"/>
    <w:rsid w:val="00D818A4"/>
    <w:rsid w:val="00D818FF"/>
    <w:rsid w:val="00D819E2"/>
    <w:rsid w:val="00D81A08"/>
    <w:rsid w:val="00D81E2E"/>
    <w:rsid w:val="00D82637"/>
    <w:rsid w:val="00D82BD3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0A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2C0"/>
    <w:rsid w:val="00DA255B"/>
    <w:rsid w:val="00DA2998"/>
    <w:rsid w:val="00DA2A2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3E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1FB6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5E6"/>
    <w:rsid w:val="00DC1DA2"/>
    <w:rsid w:val="00DC1DFD"/>
    <w:rsid w:val="00DC2346"/>
    <w:rsid w:val="00DC2877"/>
    <w:rsid w:val="00DC2BC6"/>
    <w:rsid w:val="00DC2D7C"/>
    <w:rsid w:val="00DC2EB2"/>
    <w:rsid w:val="00DC2F8C"/>
    <w:rsid w:val="00DC3188"/>
    <w:rsid w:val="00DC361C"/>
    <w:rsid w:val="00DC3B2D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045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1EF"/>
    <w:rsid w:val="00DD6FEF"/>
    <w:rsid w:val="00DD716F"/>
    <w:rsid w:val="00DD7289"/>
    <w:rsid w:val="00DD77B1"/>
    <w:rsid w:val="00DD7C9C"/>
    <w:rsid w:val="00DE0646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C6E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C41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3C61"/>
    <w:rsid w:val="00E04776"/>
    <w:rsid w:val="00E04840"/>
    <w:rsid w:val="00E04846"/>
    <w:rsid w:val="00E04C2F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4909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0FC7"/>
    <w:rsid w:val="00E211A5"/>
    <w:rsid w:val="00E2160D"/>
    <w:rsid w:val="00E21CD6"/>
    <w:rsid w:val="00E2206C"/>
    <w:rsid w:val="00E22554"/>
    <w:rsid w:val="00E22562"/>
    <w:rsid w:val="00E22873"/>
    <w:rsid w:val="00E22ADC"/>
    <w:rsid w:val="00E22BCA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278AB"/>
    <w:rsid w:val="00E300F9"/>
    <w:rsid w:val="00E30F3D"/>
    <w:rsid w:val="00E31577"/>
    <w:rsid w:val="00E31925"/>
    <w:rsid w:val="00E31B8A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3F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33E"/>
    <w:rsid w:val="00E3740E"/>
    <w:rsid w:val="00E37713"/>
    <w:rsid w:val="00E377C7"/>
    <w:rsid w:val="00E37D27"/>
    <w:rsid w:val="00E40368"/>
    <w:rsid w:val="00E40466"/>
    <w:rsid w:val="00E40750"/>
    <w:rsid w:val="00E4110E"/>
    <w:rsid w:val="00E41176"/>
    <w:rsid w:val="00E41B55"/>
    <w:rsid w:val="00E41BF7"/>
    <w:rsid w:val="00E4245A"/>
    <w:rsid w:val="00E429C5"/>
    <w:rsid w:val="00E433BB"/>
    <w:rsid w:val="00E43552"/>
    <w:rsid w:val="00E43A78"/>
    <w:rsid w:val="00E43C37"/>
    <w:rsid w:val="00E44383"/>
    <w:rsid w:val="00E45604"/>
    <w:rsid w:val="00E462B9"/>
    <w:rsid w:val="00E46461"/>
    <w:rsid w:val="00E46D48"/>
    <w:rsid w:val="00E46D4F"/>
    <w:rsid w:val="00E46DF9"/>
    <w:rsid w:val="00E473F5"/>
    <w:rsid w:val="00E474FA"/>
    <w:rsid w:val="00E477DD"/>
    <w:rsid w:val="00E47EF8"/>
    <w:rsid w:val="00E5067D"/>
    <w:rsid w:val="00E50942"/>
    <w:rsid w:val="00E50B1B"/>
    <w:rsid w:val="00E50EA2"/>
    <w:rsid w:val="00E5152F"/>
    <w:rsid w:val="00E515EF"/>
    <w:rsid w:val="00E51B91"/>
    <w:rsid w:val="00E51BD8"/>
    <w:rsid w:val="00E51F1B"/>
    <w:rsid w:val="00E52389"/>
    <w:rsid w:val="00E52466"/>
    <w:rsid w:val="00E52993"/>
    <w:rsid w:val="00E53075"/>
    <w:rsid w:val="00E5311F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4A62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4A1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AC6"/>
    <w:rsid w:val="00E66C51"/>
    <w:rsid w:val="00E67E33"/>
    <w:rsid w:val="00E705BC"/>
    <w:rsid w:val="00E70B1E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64F"/>
    <w:rsid w:val="00E77809"/>
    <w:rsid w:val="00E77AE2"/>
    <w:rsid w:val="00E77D41"/>
    <w:rsid w:val="00E801A5"/>
    <w:rsid w:val="00E804B7"/>
    <w:rsid w:val="00E8117C"/>
    <w:rsid w:val="00E81737"/>
    <w:rsid w:val="00E82001"/>
    <w:rsid w:val="00E8211C"/>
    <w:rsid w:val="00E8211E"/>
    <w:rsid w:val="00E821ED"/>
    <w:rsid w:val="00E824D7"/>
    <w:rsid w:val="00E8259E"/>
    <w:rsid w:val="00E825CD"/>
    <w:rsid w:val="00E829C5"/>
    <w:rsid w:val="00E82D56"/>
    <w:rsid w:val="00E82F32"/>
    <w:rsid w:val="00E830F5"/>
    <w:rsid w:val="00E834D2"/>
    <w:rsid w:val="00E83F95"/>
    <w:rsid w:val="00E84E7A"/>
    <w:rsid w:val="00E8544F"/>
    <w:rsid w:val="00E85962"/>
    <w:rsid w:val="00E85DD7"/>
    <w:rsid w:val="00E85E3D"/>
    <w:rsid w:val="00E86C94"/>
    <w:rsid w:val="00E87021"/>
    <w:rsid w:val="00E873BF"/>
    <w:rsid w:val="00E8770A"/>
    <w:rsid w:val="00E87752"/>
    <w:rsid w:val="00E87CAF"/>
    <w:rsid w:val="00E9022F"/>
    <w:rsid w:val="00E90843"/>
    <w:rsid w:val="00E90A45"/>
    <w:rsid w:val="00E90F4D"/>
    <w:rsid w:val="00E910E7"/>
    <w:rsid w:val="00E91F3D"/>
    <w:rsid w:val="00E91F52"/>
    <w:rsid w:val="00E91F60"/>
    <w:rsid w:val="00E92147"/>
    <w:rsid w:val="00E92E87"/>
    <w:rsid w:val="00E9304F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060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2E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6F52"/>
    <w:rsid w:val="00EA752B"/>
    <w:rsid w:val="00EA7B34"/>
    <w:rsid w:val="00EB01EE"/>
    <w:rsid w:val="00EB02F1"/>
    <w:rsid w:val="00EB101C"/>
    <w:rsid w:val="00EB1338"/>
    <w:rsid w:val="00EB1DAE"/>
    <w:rsid w:val="00EB1E14"/>
    <w:rsid w:val="00EB20C3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733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0B5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65E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3BB"/>
    <w:rsid w:val="00EC64D3"/>
    <w:rsid w:val="00EC693C"/>
    <w:rsid w:val="00EC6B94"/>
    <w:rsid w:val="00EC6C46"/>
    <w:rsid w:val="00EC7009"/>
    <w:rsid w:val="00EC7295"/>
    <w:rsid w:val="00EC72E0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9E6"/>
    <w:rsid w:val="00ED6B50"/>
    <w:rsid w:val="00ED76A5"/>
    <w:rsid w:val="00ED7858"/>
    <w:rsid w:val="00ED7C72"/>
    <w:rsid w:val="00ED7C93"/>
    <w:rsid w:val="00ED7DA7"/>
    <w:rsid w:val="00ED7FBE"/>
    <w:rsid w:val="00ED7FE3"/>
    <w:rsid w:val="00EE066B"/>
    <w:rsid w:val="00EE0C32"/>
    <w:rsid w:val="00EE0E35"/>
    <w:rsid w:val="00EE16F4"/>
    <w:rsid w:val="00EE1748"/>
    <w:rsid w:val="00EE1A73"/>
    <w:rsid w:val="00EE235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3A6A"/>
    <w:rsid w:val="00EF45F5"/>
    <w:rsid w:val="00EF4C5D"/>
    <w:rsid w:val="00EF55FD"/>
    <w:rsid w:val="00EF566D"/>
    <w:rsid w:val="00EF5A91"/>
    <w:rsid w:val="00EF5F69"/>
    <w:rsid w:val="00EF6823"/>
    <w:rsid w:val="00EF6E1B"/>
    <w:rsid w:val="00EF6EF7"/>
    <w:rsid w:val="00EF6FA5"/>
    <w:rsid w:val="00EF76C3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775"/>
    <w:rsid w:val="00F058DC"/>
    <w:rsid w:val="00F05913"/>
    <w:rsid w:val="00F068C4"/>
    <w:rsid w:val="00F06A25"/>
    <w:rsid w:val="00F06BCC"/>
    <w:rsid w:val="00F06BFE"/>
    <w:rsid w:val="00F07380"/>
    <w:rsid w:val="00F07476"/>
    <w:rsid w:val="00F07F19"/>
    <w:rsid w:val="00F1175C"/>
    <w:rsid w:val="00F11D39"/>
    <w:rsid w:val="00F12024"/>
    <w:rsid w:val="00F12088"/>
    <w:rsid w:val="00F121FC"/>
    <w:rsid w:val="00F123D5"/>
    <w:rsid w:val="00F12B31"/>
    <w:rsid w:val="00F12CBB"/>
    <w:rsid w:val="00F13057"/>
    <w:rsid w:val="00F132E4"/>
    <w:rsid w:val="00F1368A"/>
    <w:rsid w:val="00F138D9"/>
    <w:rsid w:val="00F13A85"/>
    <w:rsid w:val="00F146BD"/>
    <w:rsid w:val="00F146C3"/>
    <w:rsid w:val="00F148F3"/>
    <w:rsid w:val="00F14A2A"/>
    <w:rsid w:val="00F14BE0"/>
    <w:rsid w:val="00F14E4D"/>
    <w:rsid w:val="00F15001"/>
    <w:rsid w:val="00F1557C"/>
    <w:rsid w:val="00F159FA"/>
    <w:rsid w:val="00F15F0A"/>
    <w:rsid w:val="00F160D7"/>
    <w:rsid w:val="00F16A25"/>
    <w:rsid w:val="00F16D8D"/>
    <w:rsid w:val="00F176DC"/>
    <w:rsid w:val="00F1770A"/>
    <w:rsid w:val="00F17BA1"/>
    <w:rsid w:val="00F2044B"/>
    <w:rsid w:val="00F20558"/>
    <w:rsid w:val="00F206E7"/>
    <w:rsid w:val="00F20BBB"/>
    <w:rsid w:val="00F2123A"/>
    <w:rsid w:val="00F2165D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AEC"/>
    <w:rsid w:val="00F24FE8"/>
    <w:rsid w:val="00F250F9"/>
    <w:rsid w:val="00F258B9"/>
    <w:rsid w:val="00F25E6D"/>
    <w:rsid w:val="00F25FB0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567D"/>
    <w:rsid w:val="00F3625C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6C0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964"/>
    <w:rsid w:val="00F54BFD"/>
    <w:rsid w:val="00F55B1D"/>
    <w:rsid w:val="00F55FF5"/>
    <w:rsid w:val="00F561DC"/>
    <w:rsid w:val="00F5644A"/>
    <w:rsid w:val="00F567BB"/>
    <w:rsid w:val="00F56C33"/>
    <w:rsid w:val="00F56DE4"/>
    <w:rsid w:val="00F57409"/>
    <w:rsid w:val="00F57E11"/>
    <w:rsid w:val="00F60243"/>
    <w:rsid w:val="00F604BC"/>
    <w:rsid w:val="00F606D1"/>
    <w:rsid w:val="00F6082F"/>
    <w:rsid w:val="00F60FF1"/>
    <w:rsid w:val="00F6101E"/>
    <w:rsid w:val="00F6159F"/>
    <w:rsid w:val="00F617CB"/>
    <w:rsid w:val="00F61AAC"/>
    <w:rsid w:val="00F6236F"/>
    <w:rsid w:val="00F627C4"/>
    <w:rsid w:val="00F63E92"/>
    <w:rsid w:val="00F63FE6"/>
    <w:rsid w:val="00F6405A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1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4FFE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44C"/>
    <w:rsid w:val="00F94731"/>
    <w:rsid w:val="00F948C4"/>
    <w:rsid w:val="00F94B5F"/>
    <w:rsid w:val="00F94F52"/>
    <w:rsid w:val="00F95353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4BE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61A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D1C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9A"/>
    <w:rsid w:val="00FB3AF0"/>
    <w:rsid w:val="00FB3EC2"/>
    <w:rsid w:val="00FB45CF"/>
    <w:rsid w:val="00FB45DF"/>
    <w:rsid w:val="00FB46F2"/>
    <w:rsid w:val="00FB4B71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2F3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BBF"/>
    <w:rsid w:val="00FD2C02"/>
    <w:rsid w:val="00FD2CCE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2C"/>
    <w:rsid w:val="00FE1963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22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80B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AE6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uiPriority w:val="99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0C2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rsid w:val="006D5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D02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5">
    <w:name w:val="Знак"/>
    <w:basedOn w:val="a"/>
    <w:rsid w:val="004E57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rsid w:val="004E57A3"/>
    <w:pPr>
      <w:suppressAutoHyphens/>
      <w:textAlignment w:val="baseline"/>
    </w:pPr>
    <w:rPr>
      <w:sz w:val="28"/>
    </w:rPr>
  </w:style>
  <w:style w:type="paragraph" w:customStyle="1" w:styleId="affffff6">
    <w:name w:val="Знак"/>
    <w:basedOn w:val="a"/>
    <w:rsid w:val="008952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609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2F55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685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a">
    <w:name w:val="Знак"/>
    <w:basedOn w:val="a"/>
    <w:rsid w:val="000C1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b">
    <w:name w:val="Знак"/>
    <w:basedOn w:val="a"/>
    <w:rsid w:val="001F65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703C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613C2-9ABB-455B-AC01-A09033B8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5849</Words>
  <Characters>33342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Ольга Котлярова</cp:lastModifiedBy>
  <cp:revision>2</cp:revision>
  <cp:lastPrinted>2020-04-30T12:08:00Z</cp:lastPrinted>
  <dcterms:created xsi:type="dcterms:W3CDTF">2020-09-04T11:31:00Z</dcterms:created>
  <dcterms:modified xsi:type="dcterms:W3CDTF">2020-09-04T11:31:00Z</dcterms:modified>
</cp:coreProperties>
</file>